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8F7821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8F7821" w:rsidRDefault="005A2287" w:rsidP="008F7821">
      <w:pPr>
        <w:ind w:left="3600"/>
        <w:rPr>
          <w:b/>
          <w:lang w:val="bg-BG"/>
        </w:rPr>
      </w:pPr>
      <w:r w:rsidRPr="005938D4">
        <w:rPr>
          <w:lang w:val="bg-BG"/>
        </w:rPr>
        <w:t xml:space="preserve">   </w:t>
      </w:r>
      <w:r w:rsidR="00454CDE" w:rsidRPr="008F7821">
        <w:rPr>
          <w:b/>
          <w:lang w:val="bg-BG"/>
        </w:rPr>
        <w:t>№</w:t>
      </w:r>
      <w:r w:rsidR="008F7821" w:rsidRPr="008F7821">
        <w:rPr>
          <w:b/>
          <w:lang w:val="bg-BG"/>
        </w:rPr>
        <w:t xml:space="preserve">  ПО-09-3133-3</w:t>
      </w:r>
    </w:p>
    <w:p w:rsidR="00454CDE" w:rsidRPr="008F7821" w:rsidRDefault="008F7821" w:rsidP="00BE4052">
      <w:pPr>
        <w:ind w:left="2880" w:firstLine="720"/>
        <w:rPr>
          <w:b/>
          <w:lang w:val="bg-BG"/>
        </w:rPr>
      </w:pPr>
      <w:r w:rsidRPr="008F7821">
        <w:rPr>
          <w:b/>
          <w:lang w:val="bg-BG"/>
        </w:rPr>
        <w:t>София, 23.09.</w:t>
      </w:r>
      <w:r w:rsidR="006A587F" w:rsidRPr="008F7821">
        <w:rPr>
          <w:b/>
          <w:lang w:val="bg-BG"/>
        </w:rPr>
        <w:t>202</w:t>
      </w:r>
      <w:r w:rsidR="00547332" w:rsidRPr="008F7821">
        <w:rPr>
          <w:b/>
          <w:lang w:val="bg-BG"/>
        </w:rPr>
        <w:t>2</w:t>
      </w:r>
      <w:r w:rsidR="00910625" w:rsidRPr="008F7821">
        <w:rPr>
          <w:b/>
          <w:lang w:val="bg-BG"/>
        </w:rPr>
        <w:t xml:space="preserve"> </w:t>
      </w:r>
      <w:r w:rsidR="0023186B" w:rsidRPr="008F7821">
        <w:rPr>
          <w:b/>
          <w:lang w:val="bg-BG"/>
        </w:rPr>
        <w:t>г.</w:t>
      </w:r>
      <w:r w:rsidR="006727E9" w:rsidRPr="008F7821">
        <w:rPr>
          <w:b/>
          <w:lang w:val="bg-BG"/>
        </w:rPr>
        <w:t xml:space="preserve">  </w:t>
      </w:r>
    </w:p>
    <w:p w:rsidR="008F7821" w:rsidRDefault="008F7821" w:rsidP="00BE4052">
      <w:pPr>
        <w:ind w:left="2880" w:firstLine="720"/>
        <w:rPr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0C08A7">
        <w:rPr>
          <w:lang w:val="bg-BG"/>
        </w:rPr>
        <w:t>бр. 4</w:t>
      </w:r>
      <w:r w:rsidR="000C08A7">
        <w:rPr>
          <w:lang w:val="ru-RU"/>
        </w:rPr>
        <w:t>1</w:t>
      </w:r>
      <w:r w:rsidR="000C08A7" w:rsidRPr="00425D20">
        <w:rPr>
          <w:lang w:val="bg-BG"/>
        </w:rPr>
        <w:t xml:space="preserve"> от </w:t>
      </w:r>
      <w:r w:rsidR="000C08A7" w:rsidRPr="00425D20">
        <w:rPr>
          <w:lang w:val="ru-RU"/>
        </w:rPr>
        <w:t>0</w:t>
      </w:r>
      <w:r w:rsidR="000C08A7">
        <w:rPr>
          <w:lang w:val="ru-RU"/>
        </w:rPr>
        <w:t>3</w:t>
      </w:r>
      <w:r w:rsidR="000C08A7" w:rsidRPr="00425D20">
        <w:rPr>
          <w:lang w:val="bg-BG"/>
        </w:rPr>
        <w:t xml:space="preserve"> </w:t>
      </w:r>
      <w:r w:rsidR="000C08A7">
        <w:rPr>
          <w:lang w:val="bg-BG"/>
        </w:rPr>
        <w:t>юни</w:t>
      </w:r>
      <w:r w:rsidR="000C08A7" w:rsidRPr="00425D20">
        <w:rPr>
          <w:lang w:val="bg-BG"/>
        </w:rPr>
        <w:t xml:space="preserve"> 202</w:t>
      </w:r>
      <w:r w:rsidR="000C08A7">
        <w:rPr>
          <w:lang w:val="bg-BG"/>
        </w:rPr>
        <w:t xml:space="preserve">2 </w:t>
      </w:r>
      <w:r w:rsidR="000C08A7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4C7F87">
        <w:rPr>
          <w:lang w:val="bg-BG"/>
        </w:rPr>
        <w:t>3133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4C7F87">
        <w:rPr>
          <w:b/>
          <w:lang w:val="bg-BG"/>
        </w:rPr>
        <w:t>Прекръсте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4C7F87">
        <w:rPr>
          <w:lang w:val="bg-BG"/>
        </w:rPr>
        <w:t xml:space="preserve"> 58133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4.862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53.48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4.621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50.83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49.67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4.75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4.033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44.37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28.65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6.733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51.08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4.363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47.99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33.70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20.69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30.233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19.683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8.343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5.427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59.70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43.79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ВАЛЕНТИН РУМЕНОВ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90.561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9171A7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82.17</w:t>
            </w:r>
            <w:r w:rsidR="009171A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9171A7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903.</w:t>
            </w:r>
            <w:r w:rsidR="009171A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32.90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8.857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97.43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4.473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22.98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25.85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9.654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9.026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29.87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45.52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40.945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9171A7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63.54</w:t>
            </w:r>
            <w:r w:rsidR="009171A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699.02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36.43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5.958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65.54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3.855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16.07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7.121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78.33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11.753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58.41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27.03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4.927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3.782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5.315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58.47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5.075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55.83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32.75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32.73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37.87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7.442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81.86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31.90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24.05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65.70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5.520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60.72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4.437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48.81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38.08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28.95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56.75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37.74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16.09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3.786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38.57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20.93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20.73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9.64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25.57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5.319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13.86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171.183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D5D7F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322.4</w:t>
            </w:r>
            <w:r w:rsidR="001D5D7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D5D7F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3547.</w:t>
            </w:r>
            <w:r w:rsidR="001D5D7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10.533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8.811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32.02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ЛЮБОМИР БОРИСОВ ТОДОРОВ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22.323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1D5D7F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10.0</w:t>
            </w:r>
            <w:r w:rsidR="00C27AA7"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D5D7F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110.9</w:t>
            </w:r>
            <w:r w:rsidR="001D5D7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21.650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8.318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7.273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3.625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39.88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2.647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6.541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23.342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9.937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9.752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107.27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8.007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6.942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6.085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lastRenderedPageBreak/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64.88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4.603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50.63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23.09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15.327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168.60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5.562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38.880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12.527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137.80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15.03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31.948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33.01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27.49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6.394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ФИЛИП ФИЛИПОВ ВАЛЕНТИНОВ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221.835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B07E0F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124.95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B07E0F" w:rsidRDefault="00C27AA7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1374.4</w:t>
            </w:r>
            <w:r w:rsidR="00B07E0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</w:tr>
      <w:tr w:rsidR="00C27AA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C27AA7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770952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86579" w:rsidRDefault="00186579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546.856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770952" w:rsidRDefault="00C27AA7" w:rsidP="000D18F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86579" w:rsidRDefault="00186579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603.244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7AA7" w:rsidRPr="00186579" w:rsidRDefault="00186579" w:rsidP="000D18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6635.47</w:t>
            </w:r>
          </w:p>
        </w:tc>
      </w:tr>
    </w:tbl>
    <w:p w:rsidR="001A2503" w:rsidRDefault="001A2503" w:rsidP="0005360C">
      <w:pPr>
        <w:jc w:val="both"/>
        <w:textAlignment w:val="center"/>
        <w:rPr>
          <w:lang w:val="bg-BG"/>
        </w:rPr>
      </w:pPr>
    </w:p>
    <w:p w:rsidR="00D53F68" w:rsidRDefault="00D060CB" w:rsidP="00D53F68">
      <w:pPr>
        <w:spacing w:line="360" w:lineRule="auto"/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F06BC9" w:rsidRPr="005938D4" w:rsidRDefault="00D060CB" w:rsidP="00D53F68">
      <w:pPr>
        <w:spacing w:line="360" w:lineRule="auto"/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t xml:space="preserve">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Default="00713EC9" w:rsidP="00D53F68">
      <w:pPr>
        <w:spacing w:line="360" w:lineRule="auto"/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</w:t>
      </w:r>
      <w:r w:rsidR="00D53F68">
        <w:rPr>
          <w:lang w:val="ru-RU"/>
        </w:rPr>
        <w:tab/>
      </w:r>
      <w:r w:rsidRPr="005938D4">
        <w:rPr>
          <w:lang w:val="ru-RU"/>
        </w:rPr>
        <w:t xml:space="preserve">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  <w:r w:rsidR="00D53F68">
        <w:rPr>
          <w:lang w:val="ru-RU"/>
        </w:rPr>
        <w:t xml:space="preserve"> </w:t>
      </w:r>
      <w:r w:rsidR="00F06BC9"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D53F68">
      <w:pPr>
        <w:spacing w:line="360" w:lineRule="auto"/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D53F68">
        <w:rPr>
          <w:lang w:val="ru-RU"/>
        </w:rPr>
        <w:tab/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0C08A7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D53F68">
      <w:pPr>
        <w:spacing w:line="360" w:lineRule="auto"/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</w:t>
      </w:r>
      <w:r w:rsidR="00D53F68">
        <w:rPr>
          <w:i/>
          <w:lang w:val="ru-RU"/>
        </w:rPr>
        <w:tab/>
      </w:r>
      <w:r w:rsidRPr="005938D4">
        <w:rPr>
          <w:i/>
          <w:lang w:val="ru-RU"/>
        </w:rPr>
        <w:t xml:space="preserve">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D53F68">
        <w:rPr>
          <w:b/>
          <w:i/>
          <w:lang w:val="ru-RU"/>
        </w:rPr>
        <w:t>7в,</w:t>
      </w:r>
      <w:r w:rsidRPr="005938D4">
        <w:rPr>
          <w:b/>
          <w:i/>
          <w:lang w:val="ru-RU"/>
        </w:rPr>
        <w:t xml:space="preserve"> ал.</w:t>
      </w:r>
      <w:r w:rsidR="00D53F68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D53F68">
      <w:pPr>
        <w:spacing w:line="360" w:lineRule="auto"/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</w:t>
      </w:r>
      <w:r w:rsidR="00D53F68">
        <w:rPr>
          <w:i/>
          <w:lang w:val="ru-RU"/>
        </w:rPr>
        <w:tab/>
      </w:r>
      <w:r w:rsidRPr="005938D4">
        <w:rPr>
          <w:i/>
          <w:lang w:val="ru-RU"/>
        </w:rPr>
        <w:t>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92277B" w:rsidRPr="000C08A7" w:rsidRDefault="00713EC9" w:rsidP="00D53F68">
      <w:pPr>
        <w:spacing w:line="360" w:lineRule="auto"/>
        <w:jc w:val="both"/>
        <w:rPr>
          <w:lang w:val="ru-RU"/>
        </w:rPr>
      </w:pPr>
      <w:r w:rsidRPr="005938D4">
        <w:rPr>
          <w:lang w:val="ru-RU"/>
        </w:rPr>
        <w:lastRenderedPageBreak/>
        <w:t xml:space="preserve">   </w:t>
      </w:r>
      <w:r w:rsidR="006728A7" w:rsidRPr="00345A3B">
        <w:rPr>
          <w:lang w:val="ru-RU"/>
        </w:rPr>
        <w:t xml:space="preserve"> </w:t>
      </w:r>
      <w:r w:rsidR="00D53F68">
        <w:rPr>
          <w:lang w:val="ru-RU"/>
        </w:rPr>
        <w:tab/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4C7F87">
        <w:rPr>
          <w:lang w:val="ru-RU"/>
        </w:rPr>
        <w:t xml:space="preserve"> Прекръсте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0C08A7" w:rsidRDefault="000C08A7" w:rsidP="00D53F68">
      <w:pPr>
        <w:overflowPunct w:val="0"/>
        <w:autoSpaceDE w:val="0"/>
        <w:autoSpaceDN w:val="0"/>
        <w:adjustRightInd w:val="0"/>
        <w:spacing w:line="360" w:lineRule="auto"/>
        <w:rPr>
          <w:lang w:val="bg-BG"/>
        </w:rPr>
      </w:pPr>
      <w:r>
        <w:rPr>
          <w:lang w:val="bg-BG"/>
        </w:rPr>
        <w:t xml:space="preserve">   </w:t>
      </w:r>
      <w:r w:rsidR="00D53F68">
        <w:rPr>
          <w:lang w:val="bg-BG"/>
        </w:rPr>
        <w:tab/>
      </w:r>
      <w:r>
        <w:rPr>
          <w:lang w:val="bg-BG"/>
        </w:rPr>
        <w:t xml:space="preserve"> </w:t>
      </w:r>
      <w:r w:rsidR="00D53F68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Default="003F2EC1" w:rsidP="003F2EC1">
      <w:pPr>
        <w:overflowPunct w:val="0"/>
        <w:autoSpaceDE w:val="0"/>
        <w:autoSpaceDN w:val="0"/>
        <w:adjustRightInd w:val="0"/>
        <w:rPr>
          <w:i/>
          <w:lang w:val="bg-BG"/>
        </w:rPr>
      </w:pPr>
    </w:p>
    <w:p w:rsidR="00D53F68" w:rsidRDefault="00D53F68" w:rsidP="003F2EC1">
      <w:pPr>
        <w:overflowPunct w:val="0"/>
        <w:autoSpaceDE w:val="0"/>
        <w:autoSpaceDN w:val="0"/>
        <w:adjustRightInd w:val="0"/>
        <w:rPr>
          <w:i/>
          <w:lang w:val="bg-BG"/>
        </w:rPr>
      </w:pPr>
    </w:p>
    <w:p w:rsidR="00D53F68" w:rsidRDefault="00D53F68" w:rsidP="003F2EC1">
      <w:pPr>
        <w:overflowPunct w:val="0"/>
        <w:autoSpaceDE w:val="0"/>
        <w:autoSpaceDN w:val="0"/>
        <w:adjustRightInd w:val="0"/>
        <w:rPr>
          <w:i/>
          <w:lang w:val="bg-BG"/>
        </w:rPr>
      </w:pPr>
    </w:p>
    <w:p w:rsidR="00D53F68" w:rsidRPr="00A519A3" w:rsidRDefault="00A519A3" w:rsidP="00A519A3">
      <w:pPr>
        <w:overflowPunct w:val="0"/>
        <w:autoSpaceDE w:val="0"/>
        <w:autoSpaceDN w:val="0"/>
        <w:adjustRightInd w:val="0"/>
        <w:ind w:firstLine="720"/>
        <w:rPr>
          <w:b/>
          <w:i/>
          <w:lang w:val="bg-BG"/>
        </w:rPr>
      </w:pPr>
      <w:bookmarkStart w:id="0" w:name="_GoBack"/>
      <w:r w:rsidRPr="00A519A3">
        <w:rPr>
          <w:b/>
          <w:i/>
          <w:lang w:val="bg-BG"/>
        </w:rPr>
        <w:t>/П/</w:t>
      </w:r>
    </w:p>
    <w:bookmarkEnd w:id="0"/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81199F" w:rsidRPr="00CE78CA" w:rsidRDefault="0081199F" w:rsidP="0081199F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81199F" w:rsidRPr="00FA15EF" w:rsidRDefault="0081199F" w:rsidP="0081199F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:rsidR="0081199F" w:rsidRPr="00CE78CA" w:rsidRDefault="0081199F" w:rsidP="0081199F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D53F68" w:rsidRPr="00CE78CA" w:rsidRDefault="00D53F68" w:rsidP="00D53F68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D53F68" w:rsidRPr="00374CAD" w:rsidRDefault="00D53F68" w:rsidP="00D53F68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D53F68" w:rsidRDefault="00D53F68" w:rsidP="00D53F68">
      <w:pPr>
        <w:jc w:val="center"/>
        <w:rPr>
          <w:i/>
          <w:sz w:val="16"/>
          <w:szCs w:val="20"/>
          <w:lang w:val="ru-RU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D53F68" w:rsidRDefault="00D53F68" w:rsidP="0081199F">
      <w:pPr>
        <w:rPr>
          <w:i/>
          <w:lang w:val="bg-BG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46" w:rsidRDefault="00243C46">
      <w:r>
        <w:separator/>
      </w:r>
    </w:p>
  </w:endnote>
  <w:endnote w:type="continuationSeparator" w:id="0">
    <w:p w:rsidR="00243C46" w:rsidRDefault="0024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665C39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665C39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A519A3">
      <w:rPr>
        <w:rStyle w:val="ac"/>
        <w:noProof/>
        <w:sz w:val="18"/>
      </w:rPr>
      <w:t>7</w:t>
    </w:r>
    <w:r w:rsidRPr="00713EC9">
      <w:rPr>
        <w:rStyle w:val="ac"/>
        <w:sz w:val="18"/>
      </w:rPr>
      <w:fldChar w:fldCharType="end"/>
    </w:r>
  </w:p>
  <w:p w:rsidR="00D53F68" w:rsidRPr="00D53F68" w:rsidRDefault="00D53F68" w:rsidP="00D53F6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D53F6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D53F6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D53F6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D53F68" w:rsidRPr="00D53F68" w:rsidRDefault="00D53F68" w:rsidP="00D53F6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D53F6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D53F68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F68" w:rsidRPr="00D53F68" w:rsidRDefault="00D53F68" w:rsidP="00D53F6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D53F6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D53F6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D53F6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D53F68" w:rsidRPr="00D53F68" w:rsidRDefault="00D53F68" w:rsidP="00D53F6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D53F6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D53F68" w:rsidRDefault="00345A3B" w:rsidP="00D53F6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46" w:rsidRDefault="00243C46">
      <w:r>
        <w:separator/>
      </w:r>
    </w:p>
  </w:footnote>
  <w:footnote w:type="continuationSeparator" w:id="0">
    <w:p w:rsidR="00243C46" w:rsidRDefault="0024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243C46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344D"/>
    <w:rsid w:val="00094932"/>
    <w:rsid w:val="00097CB2"/>
    <w:rsid w:val="000A18BE"/>
    <w:rsid w:val="000A519D"/>
    <w:rsid w:val="000A7F52"/>
    <w:rsid w:val="000C08A7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86579"/>
    <w:rsid w:val="001A06E4"/>
    <w:rsid w:val="001A1BA3"/>
    <w:rsid w:val="001A1C66"/>
    <w:rsid w:val="001A2503"/>
    <w:rsid w:val="001B2CD8"/>
    <w:rsid w:val="001B4BA5"/>
    <w:rsid w:val="001D31E5"/>
    <w:rsid w:val="001D5D7F"/>
    <w:rsid w:val="001E02F8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43C46"/>
    <w:rsid w:val="002639F4"/>
    <w:rsid w:val="00264CBB"/>
    <w:rsid w:val="002667DE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18E6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B10BF"/>
    <w:rsid w:val="004C3144"/>
    <w:rsid w:val="004C4B62"/>
    <w:rsid w:val="004C7F87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65C39"/>
    <w:rsid w:val="006727E9"/>
    <w:rsid w:val="006728A7"/>
    <w:rsid w:val="00673FC8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3059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199F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75AB"/>
    <w:rsid w:val="008F3A6E"/>
    <w:rsid w:val="008F62C9"/>
    <w:rsid w:val="008F7821"/>
    <w:rsid w:val="009075FB"/>
    <w:rsid w:val="00910625"/>
    <w:rsid w:val="009171A7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B7DCF"/>
    <w:rsid w:val="009D555E"/>
    <w:rsid w:val="009E6062"/>
    <w:rsid w:val="009E7D8E"/>
    <w:rsid w:val="009F2A96"/>
    <w:rsid w:val="00A05DB4"/>
    <w:rsid w:val="00A23BFD"/>
    <w:rsid w:val="00A2419F"/>
    <w:rsid w:val="00A36C2A"/>
    <w:rsid w:val="00A4757C"/>
    <w:rsid w:val="00A519A3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5D34"/>
    <w:rsid w:val="00AE6009"/>
    <w:rsid w:val="00B020F2"/>
    <w:rsid w:val="00B02AEB"/>
    <w:rsid w:val="00B07E0F"/>
    <w:rsid w:val="00B14BA2"/>
    <w:rsid w:val="00B17050"/>
    <w:rsid w:val="00B4496C"/>
    <w:rsid w:val="00B54180"/>
    <w:rsid w:val="00B54D9A"/>
    <w:rsid w:val="00B55B93"/>
    <w:rsid w:val="00B65B7A"/>
    <w:rsid w:val="00B65E29"/>
    <w:rsid w:val="00B97B20"/>
    <w:rsid w:val="00BA2FF0"/>
    <w:rsid w:val="00BA5128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27AA7"/>
    <w:rsid w:val="00C34BD9"/>
    <w:rsid w:val="00C34FAA"/>
    <w:rsid w:val="00C37346"/>
    <w:rsid w:val="00C41B72"/>
    <w:rsid w:val="00C44A5E"/>
    <w:rsid w:val="00C473A4"/>
    <w:rsid w:val="00C47D60"/>
    <w:rsid w:val="00C70CB9"/>
    <w:rsid w:val="00C8335B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060CB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53F68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419DC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47D915CA"/>
  <w15:docId w15:val="{42CAF51D-57CD-41ED-B748-265B7689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1E3E-470A-44DE-93D4-54591643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167</TotalTime>
  <Pages>1</Pages>
  <Words>3115</Words>
  <Characters>17761</Characters>
  <Application>Microsoft Office Word</Application>
  <DocSecurity>0</DocSecurity>
  <Lines>148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63</cp:revision>
  <cp:lastPrinted>2022-09-26T10:31:00Z</cp:lastPrinted>
  <dcterms:created xsi:type="dcterms:W3CDTF">2021-09-17T11:50:00Z</dcterms:created>
  <dcterms:modified xsi:type="dcterms:W3CDTF">2022-09-27T10:49:00Z</dcterms:modified>
</cp:coreProperties>
</file>