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0A316BA5" w:rsidR="00454CDE" w:rsidRPr="00713EC9" w:rsidRDefault="008770FF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3BA6C5E8" w:rsidR="00454CDE" w:rsidRPr="008770FF" w:rsidRDefault="005A2287" w:rsidP="005A2287">
      <w:pPr>
        <w:ind w:left="3600"/>
        <w:rPr>
          <w:b/>
          <w:lang w:val="bg-BG"/>
        </w:rPr>
      </w:pPr>
      <w:r w:rsidRPr="008770FF">
        <w:rPr>
          <w:b/>
          <w:lang w:val="bg-BG"/>
        </w:rPr>
        <w:t xml:space="preserve">   </w:t>
      </w:r>
      <w:r w:rsidR="00454CDE" w:rsidRPr="008770FF">
        <w:rPr>
          <w:b/>
          <w:lang w:val="bg-BG"/>
        </w:rPr>
        <w:t>№</w:t>
      </w:r>
      <w:r w:rsidR="008770FF" w:rsidRPr="008770FF">
        <w:rPr>
          <w:b/>
          <w:sz w:val="26"/>
          <w:szCs w:val="26"/>
          <w:lang w:val="bg-BG"/>
        </w:rPr>
        <w:t xml:space="preserve"> </w:t>
      </w:r>
      <w:r w:rsidR="008770FF" w:rsidRPr="008770FF">
        <w:rPr>
          <w:b/>
          <w:sz w:val="26"/>
          <w:szCs w:val="26"/>
          <w:lang w:val="bg-BG"/>
        </w:rPr>
        <w:t>ПО-09-3152</w:t>
      </w:r>
      <w:r w:rsidR="008770FF" w:rsidRPr="008770FF">
        <w:rPr>
          <w:b/>
          <w:lang w:val="bg-BG"/>
        </w:rPr>
        <w:t>-3</w:t>
      </w:r>
    </w:p>
    <w:p w14:paraId="3795E67F" w14:textId="1970AA69" w:rsidR="00454CDE" w:rsidRPr="008770FF" w:rsidRDefault="00454CDE" w:rsidP="00BE4052">
      <w:pPr>
        <w:ind w:left="2880" w:firstLine="720"/>
        <w:rPr>
          <w:b/>
          <w:lang w:val="bg-BG"/>
        </w:rPr>
      </w:pPr>
      <w:r w:rsidRPr="008770FF">
        <w:rPr>
          <w:b/>
          <w:lang w:val="bg-BG"/>
        </w:rPr>
        <w:t>София,</w:t>
      </w:r>
      <w:r w:rsidR="008770FF" w:rsidRPr="008770FF">
        <w:rPr>
          <w:b/>
          <w:lang w:val="bg-BG"/>
        </w:rPr>
        <w:t>28.09.</w:t>
      </w:r>
      <w:r w:rsidR="0023186B" w:rsidRPr="008770FF">
        <w:rPr>
          <w:b/>
          <w:lang w:val="bg-BG"/>
        </w:rPr>
        <w:t>20</w:t>
      </w:r>
      <w:r w:rsidR="005A5B96" w:rsidRPr="008770FF">
        <w:rPr>
          <w:b/>
          <w:lang w:val="bg-BG"/>
        </w:rPr>
        <w:t>2</w:t>
      </w:r>
      <w:r w:rsidR="00CC444F" w:rsidRPr="008770FF">
        <w:rPr>
          <w:b/>
          <w:lang w:val="bg-BG"/>
        </w:rPr>
        <w:t>2</w:t>
      </w:r>
      <w:r w:rsidR="0023186B" w:rsidRPr="008770FF">
        <w:rPr>
          <w:b/>
          <w:lang w:val="bg-BG"/>
        </w:rPr>
        <w:t>г.</w:t>
      </w:r>
      <w:r w:rsidR="006727E9" w:rsidRPr="008770FF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15B80E0F" w14:textId="77777777" w:rsidR="00CF6799" w:rsidRDefault="00CF6799" w:rsidP="00576362">
      <w:pPr>
        <w:spacing w:line="360" w:lineRule="auto"/>
        <w:rPr>
          <w:lang w:val="bg-BG"/>
        </w:rPr>
      </w:pPr>
    </w:p>
    <w:p w14:paraId="31639020" w14:textId="02EEE40E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6156B0">
        <w:rPr>
          <w:b/>
          <w:sz w:val="26"/>
          <w:szCs w:val="26"/>
          <w:lang w:val="bg-BG"/>
        </w:rPr>
        <w:t>3152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23C6A89F" w14:textId="77777777" w:rsidR="008260E3" w:rsidRDefault="008260E3" w:rsidP="005E5F37">
      <w:pPr>
        <w:ind w:left="2160" w:firstLine="720"/>
        <w:jc w:val="both"/>
        <w:rPr>
          <w:b/>
          <w:lang w:val="bg-BG"/>
        </w:rPr>
      </w:pP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173F9516" w:rsidR="00034F6D" w:rsidRDefault="00034F6D" w:rsidP="008F3A6E">
      <w:pPr>
        <w:ind w:firstLine="709"/>
        <w:jc w:val="center"/>
        <w:rPr>
          <w:lang w:val="bg-BG"/>
        </w:rPr>
      </w:pPr>
    </w:p>
    <w:p w14:paraId="7D471EBE" w14:textId="000F02D2" w:rsidR="008260E3" w:rsidRDefault="008260E3" w:rsidP="008F3A6E">
      <w:pPr>
        <w:ind w:firstLine="709"/>
        <w:jc w:val="center"/>
        <w:rPr>
          <w:lang w:val="bg-BG"/>
        </w:rPr>
      </w:pPr>
    </w:p>
    <w:p w14:paraId="790F0D27" w14:textId="4B05192C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6156B0">
        <w:rPr>
          <w:b/>
          <w:lang w:val="bg-BG"/>
        </w:rPr>
        <w:t>Туден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6156B0">
        <w:rPr>
          <w:b/>
          <w:lang w:val="bg-BG"/>
        </w:rPr>
        <w:t>73417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72D78301" w:rsidR="00373762" w:rsidRDefault="00373762" w:rsidP="005745ED">
      <w:pPr>
        <w:ind w:firstLine="720"/>
        <w:jc w:val="both"/>
        <w:rPr>
          <w:lang w:val="bg-BG"/>
        </w:rPr>
      </w:pPr>
    </w:p>
    <w:p w14:paraId="50C9B386" w14:textId="64F906C0" w:rsidR="008260E3" w:rsidRDefault="008260E3" w:rsidP="005745ED">
      <w:pPr>
        <w:ind w:firstLine="720"/>
        <w:jc w:val="both"/>
        <w:rPr>
          <w:lang w:val="bg-BG"/>
        </w:rPr>
      </w:pPr>
    </w:p>
    <w:p w14:paraId="4084E33E" w14:textId="5778DAB8" w:rsidR="008260E3" w:rsidRDefault="008260E3" w:rsidP="005745ED">
      <w:pPr>
        <w:ind w:firstLine="720"/>
        <w:jc w:val="both"/>
        <w:rPr>
          <w:lang w:val="bg-BG"/>
        </w:rPr>
      </w:pPr>
    </w:p>
    <w:p w14:paraId="526BA3C7" w14:textId="77777777" w:rsidR="008260E3" w:rsidRDefault="008260E3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6156B0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19CDC1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0588BF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6A23D4C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BA74BA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5C96CD2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3484900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7832160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5C0F4D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521EA6B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72BB782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502691F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7CEF60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06671E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3D012EB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96.36</w:t>
            </w:r>
          </w:p>
        </w:tc>
      </w:tr>
      <w:tr w:rsidR="006156B0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716AAAD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24285A4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2C324ED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38B2534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3B1B8E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2B3DC15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7B2E0FE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6156B0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3125C6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11324B5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16D04B5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0A91CF7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5181A2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755503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596C24D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</w:tr>
      <w:tr w:rsidR="006156B0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24CF439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3E6019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07C2C9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56A94E4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3F31E35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20678A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2928E1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382CA1E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234B15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524C10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2AA335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1280A9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6CF9E7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4A24A6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6156B0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7B2550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6181CC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17257E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3D739B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4B8A6C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87C93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7E332A4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</w:tr>
      <w:tr w:rsidR="006156B0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0BE8E58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00B9D3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F527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23726E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40685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39368B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7C9300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</w:tr>
      <w:tr w:rsidR="006156B0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2E8415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1C317AA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D1B74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59E339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313ADF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3AA525C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6CA81D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</w:tr>
      <w:tr w:rsidR="006156B0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088A98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47F93A2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3F3943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12E396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400458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</w:tr>
      <w:tr w:rsidR="006156B0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01BA28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5DC1D7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52D60B8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65B4596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707DF88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2BB42A7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9CEAFF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</w:tr>
      <w:tr w:rsidR="006156B0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494247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0EC50F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38ED45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0193F4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241B48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45B0BC9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1B69BF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5CAAB1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283EAD7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079101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60FBF4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21.52</w:t>
            </w:r>
          </w:p>
        </w:tc>
      </w:tr>
      <w:tr w:rsidR="006156B0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3CD007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13AB38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2A9F36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39058A6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546F86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0332F1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35B531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249C1D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1413C1C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405D27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2E34F30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54FD0C3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0ACB550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358ACC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</w:tr>
      <w:tr w:rsidR="006156B0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28C8EA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3EC9503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21CCA1F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0F1132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4C1742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3359072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797548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</w:tr>
      <w:tr w:rsidR="006156B0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2359FA7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4DEB1FE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255766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50344F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01C9163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1A65FED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</w:tr>
      <w:tr w:rsidR="006156B0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55ED72A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1154D35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1C1B600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6FA4B0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7E3C02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5F4253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0E82527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6.94</w:t>
            </w:r>
          </w:p>
        </w:tc>
      </w:tr>
      <w:tr w:rsidR="006156B0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38A2807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4D280C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06DDE28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2076C12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1470D92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4848AD0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2722AD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</w:tr>
      <w:tr w:rsidR="006156B0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7877226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0D6FCA4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575885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0FF8D03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14B089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538EF6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2E9C35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</w:tr>
      <w:tr w:rsidR="006156B0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39BE74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5A94BB5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319B0B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011584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16E4AA2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5D60DC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6801CD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</w:tr>
      <w:tr w:rsidR="006156B0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28395F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3C150B1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1068E7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38A0EB1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0E57F0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5EA6320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8DB54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</w:tr>
      <w:tr w:rsidR="006156B0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0140A21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279653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549D4F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73746D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4CFCCA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18E8DF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38DC6B5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66.90</w:t>
            </w:r>
          </w:p>
        </w:tc>
      </w:tr>
      <w:tr w:rsidR="006156B0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7B0FCB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280BD7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2DED07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0BB15A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69447B1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0333C60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7440C0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</w:tr>
      <w:tr w:rsidR="006156B0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732F67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7C955F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326BEE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4117357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097F34A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7012FC4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2365DA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</w:tr>
      <w:tr w:rsidR="006156B0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157A95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1ABC44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4C8565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02F358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438CF4A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192A3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41A0EAF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15.09</w:t>
            </w:r>
          </w:p>
        </w:tc>
      </w:tr>
      <w:tr w:rsidR="006156B0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55630D5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540406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43487A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5064BA3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39819B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3C3F15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5B2299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60.66</w:t>
            </w:r>
          </w:p>
        </w:tc>
      </w:tr>
      <w:tr w:rsidR="006156B0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5961D70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19821BE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68EBCC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2ABE7DC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2F744A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1B5705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483357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134.94</w:t>
            </w:r>
          </w:p>
        </w:tc>
      </w:tr>
      <w:tr w:rsidR="006156B0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68A6027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43B9AE4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002082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5091B0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4560B1B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298E88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C29D44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110.88</w:t>
            </w:r>
          </w:p>
        </w:tc>
      </w:tr>
      <w:tr w:rsidR="006156B0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4BC2AD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0680F0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149D027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534EE4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1B8C79B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77267E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1ADC75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156B0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16A559D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60739AC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5FB191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14C835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4E0524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3642E2D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3F0495C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57.06</w:t>
            </w:r>
          </w:p>
        </w:tc>
      </w:tr>
      <w:tr w:rsidR="006156B0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2DF337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66AECA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1AD42E0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4887BF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5AAE50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6C659D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11639B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6156B0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3552BD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423C8C1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27D7888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129E718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458A142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653BE3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279DA12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6375F58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3F58F9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118770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0424C43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536222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76C0FC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64B5DB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47.86</w:t>
            </w:r>
          </w:p>
        </w:tc>
      </w:tr>
      <w:tr w:rsidR="006156B0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2FBC92B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70547B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741C3A5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79F7AB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A0C59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07F5C17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C78F9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2D7BED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06626F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35290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350170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0961AD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03429B8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2D5525C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209.47</w:t>
            </w:r>
          </w:p>
        </w:tc>
      </w:tr>
      <w:tr w:rsidR="006156B0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3696B1F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4E3702F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2F797F3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631257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71D92A6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5BBCB7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7C3D6E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51BCEA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576B6F8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2A639A9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457B687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4FA35FF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49A58E9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6F5B83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177.00</w:t>
            </w:r>
          </w:p>
        </w:tc>
      </w:tr>
      <w:tr w:rsidR="006156B0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24C922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53388B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217F877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76471F0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3B3A505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472876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765B45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50.35</w:t>
            </w:r>
          </w:p>
        </w:tc>
      </w:tr>
      <w:tr w:rsidR="006156B0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2687BD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407F1B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42E151D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60BCB7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673F37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7F500D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3D1B3D4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</w:tr>
      <w:tr w:rsidR="006156B0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5909D1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68ACD6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49BAF3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241ACB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32F58C0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91.45</w:t>
            </w:r>
          </w:p>
        </w:tc>
      </w:tr>
      <w:tr w:rsidR="006156B0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110ADB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6891362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25D811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6D2BC0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427517C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70.26</w:t>
            </w:r>
          </w:p>
        </w:tc>
      </w:tr>
      <w:tr w:rsidR="006156B0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211F37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45B1E6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46D275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25B5B4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54F4EB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530668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37D528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68.61</w:t>
            </w:r>
          </w:p>
        </w:tc>
      </w:tr>
      <w:tr w:rsidR="006156B0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0780B6E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6FF4CE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0D2D58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1BBBC2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1DB21C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54F792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38B73E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</w:tr>
      <w:tr w:rsidR="006156B0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68DBDAC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55646FE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67E2ED6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394A065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09262E4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18C99A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093548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</w:tr>
      <w:tr w:rsidR="006156B0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5C17CEA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18601F1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00CF6E2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0766762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A96365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2FB042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17ECB7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</w:tr>
      <w:tr w:rsidR="006156B0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6F3D0B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14003C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4BB6A7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79A50B7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682752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479CFC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6C8E2D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</w:tr>
      <w:tr w:rsidR="006156B0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257D4A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5295977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4CB0232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6D17FF7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4FE0AED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79A106B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318B575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26.94</w:t>
            </w:r>
          </w:p>
        </w:tc>
      </w:tr>
      <w:tr w:rsidR="006156B0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49A1D1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5FEF57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68A38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703D30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7BFF52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0D15AFD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1407B82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</w:tr>
      <w:tr w:rsidR="006156B0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072F88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45939C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4AF6B8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7606B4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7A5049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</w:tr>
      <w:tr w:rsidR="006156B0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7510EB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252A0F6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061307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22F9488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599D30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7E5DF2B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753512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</w:tr>
      <w:tr w:rsidR="006156B0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10137F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56FC46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4DA6F01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7DAF6AF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2731D64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3DF5A4E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13C30B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</w:tr>
      <w:tr w:rsidR="006156B0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3CA5BD0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3D529D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257C81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34824A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056644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3F56FE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13CB09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3A20B4F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76AE41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ABC96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1FDCFD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</w:tr>
      <w:tr w:rsidR="006156B0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7C063D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166F274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4142E7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3EAF34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0D38ED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1490AC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05687D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627A5AA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73AC2B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176AB4F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0AF500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27.496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4697F19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7418796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72.743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69F788C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2182.30</w:t>
            </w:r>
          </w:p>
        </w:tc>
      </w:tr>
      <w:tr w:rsidR="006156B0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5846A1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АЛЕКСАНДЪР ПЛАМЕНОВ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28A8742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617CC51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0AA139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662C932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69.72</w:t>
            </w:r>
          </w:p>
        </w:tc>
      </w:tr>
      <w:tr w:rsidR="006156B0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57162B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23A8238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2C14590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089BB2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B14F6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582C7C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3D9DEB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69.72</w:t>
            </w:r>
          </w:p>
        </w:tc>
      </w:tr>
      <w:tr w:rsidR="006156B0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6E61B0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34CE2D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64AF80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3BD944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605D1D9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2631D2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451087A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1917E7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4525862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4B998E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5CFF342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4581AA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1A87BE6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64A09A5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004DA71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B3724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609B6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7563527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3E0EF8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5F5243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71E397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433F94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7931EB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0B2307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59EB455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31D07A0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25E6C48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210D277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10AEAB5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17F0C0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6527FF7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7C79BB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0A1CF8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147EDA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619BCA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30BA31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259F3F8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6007C8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28E7CF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720F83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5847AD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50D99A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47099EC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747A3C7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404D672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52EF459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571E31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3C5A44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6DF6C45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2ED84F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41E517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680FE0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2F804CD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3B7547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1D3E7D8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016211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2A4793C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16FD1F6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07AB475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50DBBE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19330A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7E5503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5A793B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16AF34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562FAB0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7DC233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1E3889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79F014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0A4377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595282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4D74E9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192BF1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45CBAC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31B70B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562F8F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79972D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A1600F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3F1A2B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3E1ECF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37A9B6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04DC82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1A7B33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0368C5A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2C6C4C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79FE50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6572ACF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7B628D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0ECCAE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5D583F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704855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57804E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768E989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1D8656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45B8CE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5DD889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571480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4892D5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440D5E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4FEDA1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6A689D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38CC77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7F2B3C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3D624CD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4A709E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5D847A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3E5AE75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406AED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6128CD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7560DB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1FCDDC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379D85C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18EAED8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48D4707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3F5206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31214E0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65BB214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56F7BC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78F793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4CDE901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114B7D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1811F7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044AA9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3F5C79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59B529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161862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407DB9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511EE2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20B4BF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0EE5CB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323390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7F3BB8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3123AD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40B93F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5F4C61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9E91E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1B7B07D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1DD6F1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59F7784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05CED5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6AEDCDC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0D2D076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5F4FA2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3DD2E95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3FFD1C9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6C3FD00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671BCB2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304E26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6F1B8EE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22DC0E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413871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2D630F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4C68AC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66C0034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6F499C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760D28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71D621F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3EE0E3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3D38E40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317DABE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4625C1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548E4E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72714F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0004FE6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5AA19C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7B32CE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604CBE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050557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38FE3E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0CABF9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3C809A4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5799EF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21AF27E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153EB4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2CAAD62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30E774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3A68AC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5CC15A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00B9AC4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6E1205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446D52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310BFC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683A21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266ABF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B938B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33EDD34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45D056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64875D2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380CB83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7914E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2DDB77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474144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5B031DA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219527B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7221A37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0F8831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2A871E8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7823D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2956F1A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76F0C92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0E62F9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06130C8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23D4FE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273C472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3B0E1B5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694FF24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3D2B8BB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4A9C90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734D2E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7302E6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2314A9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4942CF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C70AA5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51519A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42ADD1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214E83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5C17595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06CBD71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55068D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7767B2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6047A31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3748420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6A1917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5FA19C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55F44B2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07A3291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4D7E76D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56C7E3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17F49D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1E4AC1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34F571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4719B3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0BA383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033B0E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137ED19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400482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08192E7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491915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6247858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11A0F1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3CFEAF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5053E1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6CDB69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3862E1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446066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415466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327DDFC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1B51F7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2D0B088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5DFFF1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3EE70D5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40F732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6647CA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6583FE7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72669C3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123766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6B392FA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0BE579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7D8245C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09BC636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1B3E14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3799C1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20A882F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7BB5D5A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09D2A5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71283D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2FC073B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05250C1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372D93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3FAEFD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1264CA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794D1C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1E54E8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3A68BF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5F8E6B1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75AF85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69A952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1FD30D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EAE584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1CBF3BC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412DFF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4BC0DEB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017CCA0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2B6001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5075F68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072C7AF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1D30295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5BAE1CD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4194874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74.85</w:t>
            </w:r>
          </w:p>
        </w:tc>
      </w:tr>
      <w:tr w:rsidR="006156B0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7A17A9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78D92D7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3EB1A63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404255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54F453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1514AB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7D21CF2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4BCAD7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3FC0B50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5EEDBB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614629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0477061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0E5240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4D1A8A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5BA86B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6724F7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103660B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1128B6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2EEC53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128FBA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61E96A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52AE349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0024FC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25EEB45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75C45A4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54A5C00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68A31D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518A30B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3D7B0DE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34D05C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386D63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77F50D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2047A7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68EE7D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577D93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078BF02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1E8871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736D1B0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3AA37B9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5CEE3C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2E325B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3BB2F4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5B6DB47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1AB17D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263B52A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4CDF11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24C1BC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3761A1F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378EC8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7BA1A1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22.07</w:t>
            </w:r>
          </w:p>
        </w:tc>
      </w:tr>
      <w:tr w:rsidR="006156B0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02BA35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3C95E45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5D64FE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068DD7E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13B3997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6E3F76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6972A5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0A9F9B3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281199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46385A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7AF28B7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45DC91E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39D6C7C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7FBBDE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655CB5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30A33C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015BE1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3CF592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3411DF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7A05C7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38218C0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7EFFD8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2CB7CA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21ECE9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18CB8B5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53ACADB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3438C3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56CA91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67E1A6D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229139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3845521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0721A7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5B1D1E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566B8E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77505D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61296E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</w:tr>
      <w:tr w:rsidR="006156B0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0D75D0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7BDEEBF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320F91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1A4F2C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6A5CD56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6156B0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06732A4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0B29D4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5ECB77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3EB204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4E65F2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380EA7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254C40E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961CA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439E9D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1CE2CB5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58785F0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379559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778D6A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074DCF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4F16150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191562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3050714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54C1F7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1D31DB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1CB41B8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2D20EAE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04B4F4D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44920E7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324203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2989A9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</w:tr>
      <w:tr w:rsidR="006156B0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213CB7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3146CDA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45A655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7297D3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044C636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018E10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422867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83.80</w:t>
            </w:r>
          </w:p>
        </w:tc>
      </w:tr>
      <w:tr w:rsidR="006156B0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2317E5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66DBC8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189496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1753C3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0383BBF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6FCDF3F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4B14A4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71FB23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458BFD0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3AD983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7A5C1D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4A9470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3B9E522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43C30D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2CED4F1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2701160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6FB5F1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3202F8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36FC0A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7E20F0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50AF40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6E5B33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3BCD8F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CD2CF3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BD887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21502C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581988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668E85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04A855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48E18F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77FF2E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0AB25F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5C24CB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105028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6E351A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065081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597A9E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502F086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3761C39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3C983F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37DB63C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20D5F8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7BC68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768F190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6AC06F5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737D682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2D11757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526B11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670553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01D86E1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11D318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6A5D56D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19D9E50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5735073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093FB2E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130D88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2F0FFA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28631E4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7D8E4E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577319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75A8C7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654DC3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72C75D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1E74680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670B0A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2D9009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227F6F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253FFA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09BADD8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60D05F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34E3F0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6156B0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278394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7DF210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4A5D325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7461C33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658B26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264AC0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1CB99AB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17721B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0FA72A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1B18EF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26992D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5D681AA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7E42685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7F5198F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6E6DA4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7DD34E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2E7E7D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45A136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54B84D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52672D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557A5D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0BD069E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3D887A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37DFCB5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1F88466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4A02DF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3E424D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6DB11A1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3DF04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6B5450A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1CA6BE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43F3B2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77191F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4AD2E5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59C3E2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630BE10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19D7C7B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0615314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760FAE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529CE86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688D7E5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173449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4BF311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46FCE3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0F4FBC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43CFA0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3E2C47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6EAE471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2EE9D3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5B53C0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370E6E4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35F6CFC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6EEDDA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2D8553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3FA8CB0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498242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253E431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60A025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156FF6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0348A85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591B318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7ACCFF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257AEE7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781C17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68BFD2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18EC34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7C4909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010A1EB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220378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7A2C94D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1B570A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7530DC6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222B02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53EC0F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0429D56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6E83C96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50D390B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5F64DF1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3BCFE1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49950A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4077A8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2006D07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311D257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4633F4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524894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458128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06F6FC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4C2ED2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3B565ED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7B8240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008827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47CC37D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2F78C93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4EFD67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6A75577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3D2659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69A013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32A8BF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0ED9B49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50F0AA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51.47</w:t>
            </w:r>
          </w:p>
        </w:tc>
      </w:tr>
      <w:tr w:rsidR="006156B0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3BCA58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5CA8885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4883131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678087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7B29CE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1BBEA0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659B8EB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48D4E5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2A792C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05A71F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7767FB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103B11D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4F91321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5F94190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6B3792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4DF195A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48073F1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590C7F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4F87B81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24AD59D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295B612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31AAA77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36543A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06A6569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084CD5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7AE6CC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034FA9D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2234452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4A4D8F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3AD299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25EE1CC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4C5CF9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1C8E04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0F6244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47EFFC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5CAA37D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220DF7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2F426A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092C35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0002C5E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056F85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226794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7ABB3CC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156B0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7C16ED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16A2B15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7A7A9F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4D50D6E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315169E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1B58CB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3875E01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1D22E5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90389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67057FC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6E7704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5ECBC8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4AE7187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1EA353B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7ACE96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627C06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4B1AAF5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1C5CD54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202090B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59C6598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29665D1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570E70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6156B0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601132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0EC7CF3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22647DF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04414D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72AB29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4E3F6FA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07471D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374F1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CC" w14:textId="584874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8D00" w14:textId="6EB137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329D" w14:textId="1FA4CF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D04" w14:textId="10B1E7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5432" w14:textId="4BCEB5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1AA" w14:textId="184C8D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35E2" w14:textId="367742D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4997F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3A3" w14:textId="1402B0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3998" w14:textId="4633C4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CD8" w14:textId="56580F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BF08" w14:textId="2E0D7B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119" w14:textId="4B10276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8F5" w14:textId="45C5A8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1F8F" w14:textId="4AEA05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</w:tr>
      <w:tr w:rsidR="006156B0" w:rsidRPr="005446F8" w14:paraId="0BB17D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4CB5" w14:textId="0ED1E87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C819" w14:textId="25CF33E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2CD" w14:textId="2A8D15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E366" w14:textId="3DBD84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9120" w14:textId="1906301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66FF" w14:textId="1D704E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0D77" w14:textId="788CFEB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6156B0" w:rsidRPr="005446F8" w14:paraId="26CD03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A78F" w14:textId="5415B6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5D3" w14:textId="5FFA15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B76D" w14:textId="64495A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064" w14:textId="3D9A520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9678" w14:textId="1819366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0C7" w14:textId="1A4832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DB33" w14:textId="5ED897C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</w:tr>
      <w:tr w:rsidR="006156B0" w:rsidRPr="005446F8" w14:paraId="753EB7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248" w14:textId="3644A4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A70" w14:textId="027188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A30F" w14:textId="587C87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79F" w14:textId="3C71B43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14A9" w14:textId="017CB0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61A7" w14:textId="73B8540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F75E" w14:textId="12CD94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D6C0E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3E9B" w14:textId="711B611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04D" w14:textId="4267C72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951" w14:textId="224F23D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661E" w14:textId="511FBE2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8A1A" w14:textId="75A181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55D" w14:textId="15944ED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C9C" w14:textId="1EB15EF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76ACD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0A43" w14:textId="49CFF6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CE5" w14:textId="4A28D1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009" w14:textId="1AE79F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42E4" w14:textId="42F140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0" w14:textId="2B2088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6D53" w14:textId="0724D5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07A" w14:textId="236C271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B72E1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FAD" w14:textId="3C571DD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96D" w14:textId="7520016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B74" w14:textId="7FCC0E5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F51B" w14:textId="71CDD0B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B6A0" w14:textId="67E3309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9DE" w14:textId="11CB54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2B9C" w14:textId="408842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</w:tr>
      <w:tr w:rsidR="006156B0" w:rsidRPr="005446F8" w14:paraId="023339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B34" w14:textId="4674CB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2C2" w14:textId="099FEB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5783" w14:textId="572BA4C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0545" w14:textId="405CC4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940" w14:textId="578508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A647" w14:textId="5E03EC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DD52" w14:textId="542301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A3708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8724" w14:textId="41F3DF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82" w14:textId="43BFBF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E3D" w14:textId="785837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4190" w14:textId="423EA54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E45" w14:textId="2E280E4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F16" w14:textId="51B9BF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F44D" w14:textId="5DFCD9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</w:tr>
      <w:tr w:rsidR="006156B0" w:rsidRPr="005446F8" w14:paraId="6BD242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712" w14:textId="4833AD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F834" w14:textId="018769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47D" w14:textId="42F45C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1D5" w14:textId="339852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4ABA" w14:textId="3B4E16A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8CF2" w14:textId="2EC449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5C6" w14:textId="0D55C71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F17FD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79F1" w14:textId="7599492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F05C" w14:textId="149760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E326" w14:textId="0E6EAB0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7AB" w14:textId="46A4359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742B" w14:textId="42E81C3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88C9" w14:textId="315C74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7D4" w14:textId="624CA4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B1C68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7D71" w14:textId="24A79F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22C1" w14:textId="4D9018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23A0" w14:textId="2C0958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7EF9" w14:textId="7DA413F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0C1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D54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CA0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89C14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9888" w14:textId="1A9EF59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1DA" w14:textId="5F3FD2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07E" w14:textId="2E7011D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4D5" w14:textId="1C6A70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F05" w14:textId="340FE70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D562" w14:textId="0966491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E019" w14:textId="243B13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E1CAC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F7AF" w14:textId="3A7C0B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BD3" w14:textId="43CEEC5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1308" w14:textId="744E026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EA88" w14:textId="6FBFDF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27F7" w14:textId="033A26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1049" w14:textId="553592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AD65" w14:textId="2D23E5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779BA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BB55" w14:textId="2EE451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2E6" w14:textId="080524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07AE" w14:textId="485AF8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8E28" w14:textId="650E430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563E" w14:textId="55BB642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D3" w14:textId="3109883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7AB" w14:textId="59230F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82A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BE98" w14:textId="6F2EED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7EE6" w14:textId="766CD97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171" w14:textId="48DF09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1542" w14:textId="2F704C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4A3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CD2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8C1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7EBAC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BE" w14:textId="022F0C3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96C" w14:textId="61F37D4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878D" w14:textId="551AFA7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F49B" w14:textId="0706C1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39F" w14:textId="5986618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BEEA" w14:textId="5382BC8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DAAB" w14:textId="74B80A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0DD59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C9E" w14:textId="29394B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BD2" w14:textId="1621839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39A2" w14:textId="1EC1BA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ED98" w14:textId="091BC1E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FB8" w14:textId="1517ED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4F7" w14:textId="2FE23B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A0BE" w14:textId="63DCFC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B957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04E6" w14:textId="08E962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91B2" w14:textId="3380B73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1E99" w14:textId="7A94A4B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19F" w14:textId="7C83F80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282.327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D2AA" w14:textId="4EBFA8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C8D" w14:textId="6DD01D8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15.521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8A10" w14:textId="6408D7C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465.62</w:t>
            </w:r>
          </w:p>
        </w:tc>
      </w:tr>
      <w:tr w:rsidR="006156B0" w:rsidRPr="005446F8" w14:paraId="487A0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74D4" w14:textId="424A8E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051" w14:textId="415496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D9" w14:textId="6515F2C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8A3C" w14:textId="161016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B6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23AF" w14:textId="626813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E64" w14:textId="621F36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06D38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8FF" w14:textId="0246E9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D3D5" w14:textId="758ABD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13C" w14:textId="66A1A66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7235" w14:textId="627A22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2B4" w14:textId="79F751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46C0" w14:textId="4C33CA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18E6" w14:textId="23B0AE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E6DE8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900" w14:textId="027821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A609" w14:textId="559C17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9A97" w14:textId="6032F76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34E0" w14:textId="1E4A7FF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3AAF" w14:textId="13613B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616" w14:textId="398DE3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0404" w14:textId="00E057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5FA50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87E" w14:textId="2B1BF4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2A3" w14:textId="6A7188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A2A" w14:textId="20821FA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AE1" w14:textId="3B054C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709C" w14:textId="329426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1FF0" w14:textId="5435E4B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F90E" w14:textId="2E1AC6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B1259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88BC" w14:textId="555FDC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4EBE" w14:textId="59A051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9C92" w14:textId="766B1CD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8D2B" w14:textId="063F262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7579" w14:textId="2345AA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E68" w14:textId="0A2AB3F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163" w14:textId="39E7BC2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B9912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B3C" w14:textId="3FA74D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F8F6" w14:textId="106674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B8E0" w14:textId="459B39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5C78" w14:textId="6EF9043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269B" w14:textId="64BF987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FF4D" w14:textId="460910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B2B" w14:textId="4B0CD30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D726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40AE" w14:textId="6222A3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878" w14:textId="65F4596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2E0F" w14:textId="6A17A12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90F" w14:textId="278D7CD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EF10" w14:textId="7B271FF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3A83" w14:textId="11E78D5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9D9D" w14:textId="74F90F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121D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680" w14:textId="79FAA4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470" w14:textId="1F964F7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F68" w14:textId="6472B4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00" w14:textId="1F84C9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9C56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40E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19F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48DA6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454" w14:textId="443BDC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E0F" w14:textId="477CA05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9398" w14:textId="132032C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8A8" w14:textId="5549AC5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816" w14:textId="33EAE8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2C7" w14:textId="5D201C4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D85" w14:textId="5D067E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5F2C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624" w14:textId="0665D64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2F3" w14:textId="0BDA5C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F05" w14:textId="43FB41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AC3D" w14:textId="4CCBDD7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8FCE" w14:textId="532DAD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9E09" w14:textId="1A780A6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B50F" w14:textId="0A3460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156B0" w:rsidRPr="005446F8" w14:paraId="269A6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B912" w14:textId="16538B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F4ED" w14:textId="1E0E6F5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1F02" w14:textId="2AD27FC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3AE" w14:textId="687DA67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BFE3" w14:textId="668F9C2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53F5" w14:textId="02D2A84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ECE" w14:textId="5CC814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272E6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547D" w14:textId="376869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E627" w14:textId="3B9E12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161F" w14:textId="3A323E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6B1" w14:textId="3481F1F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FA3" w14:textId="711FE8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CA2B" w14:textId="0FDB74E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F3" w14:textId="5A9B38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BF5A4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978" w14:textId="782BD0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676" w14:textId="43EE1E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ACDA" w14:textId="2113FE4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F4D3" w14:textId="170E6F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D06" w14:textId="14B007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5C3" w14:textId="18767D4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37B9" w14:textId="2F1A212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02D02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EC96" w14:textId="1FDDA08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8F3" w14:textId="146311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EFAD" w14:textId="37A86A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B20A" w14:textId="53091F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FC95" w14:textId="499D2F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9688" w14:textId="093ECF2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8DEF" w14:textId="789BBA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2E29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6D89" w14:textId="20030FD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FCA2" w14:textId="308455E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A0DA" w14:textId="4E769C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868" w14:textId="59167AE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7620" w14:textId="5FE100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305" w14:textId="55EC39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95E7" w14:textId="6277A9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6156B0" w:rsidRPr="005446F8" w14:paraId="7DB059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958" w14:textId="23BB8E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8658" w14:textId="6D52AB1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2B5" w14:textId="177B12A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4397" w14:textId="6787AD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EFE3" w14:textId="5A5D6D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D75F" w14:textId="1954842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D62" w14:textId="615F1FD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39078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3304" w14:textId="5B28DA8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B" w14:textId="49536C8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DE02" w14:textId="2077D6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93FF" w14:textId="3071B8E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9F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346" w14:textId="11C2CF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71A4" w14:textId="2379C68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025F5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F21" w14:textId="15D03F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6412" w14:textId="711399F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3A2" w14:textId="61FB240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79AC" w14:textId="689973C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3EF" w14:textId="1805F6D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E99B" w14:textId="37DC52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BACC" w14:textId="1A4B620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6156B0" w:rsidRPr="005446F8" w14:paraId="1A67DE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134E" w14:textId="58FC49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DCE" w14:textId="61A39FA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42D7" w14:textId="5D31BF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0521" w14:textId="5891997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805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F3D5" w14:textId="0D2124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04E0" w14:textId="0A056C8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48FAF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38F" w14:textId="64BA69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84D2" w14:textId="5E67FE0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40" w14:textId="5689411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C804" w14:textId="6A91D99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A94" w14:textId="55BA642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439D" w14:textId="4A846F9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9B53" w14:textId="514E78F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D37E2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37C" w14:textId="7854E9A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598" w14:textId="6C9421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6EE0" w14:textId="09D52A8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C3A" w14:textId="51CE25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D9A4" w14:textId="1086E70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A0F" w14:textId="1BA127F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75B" w14:textId="6BCC67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6FAA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460" w14:textId="6C94085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7BB1" w14:textId="060FE81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D1" w14:textId="2B486E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00F4" w14:textId="14C55A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9975" w14:textId="06F106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16A" w14:textId="64CC269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0FA4" w14:textId="4A4C1B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387F2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D6E1" w14:textId="7240278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9F3" w14:textId="22391F7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4EA" w14:textId="0477EA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E5BE" w14:textId="077C34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709B" w14:textId="2BFCA1F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C832" w14:textId="7A445E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07E" w14:textId="486232D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4C07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4A" w14:textId="42F336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29A6" w14:textId="0791BDD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122" w14:textId="7D2C95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984C" w14:textId="326F684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85E" w14:textId="0A9BD2C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968" w14:textId="1941C1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CF9" w14:textId="08AE13F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7D6D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FDE" w14:textId="76FF2DB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619" w14:textId="36890C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DBE" w14:textId="42B87B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1A2" w14:textId="3A6E71F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BC3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A0A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57F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3690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A5A" w14:textId="3A171F2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E311" w14:textId="241399E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CAE2" w14:textId="1F04E2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36D" w14:textId="197BCEC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EF7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B9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3D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44ACD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C09" w14:textId="3DB922E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B3BF" w14:textId="027DCE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79A" w14:textId="2F677C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DA64" w14:textId="3030A9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A4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BF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F2D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BD1C7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BDF8" w14:textId="55DFB75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C211" w14:textId="0288BC0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BA08" w14:textId="52A125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CB1" w14:textId="0B271B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D73" w14:textId="473DCD9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4E0" w14:textId="2C1F48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5E3" w14:textId="4E5BA0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BEFC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9A55" w14:textId="765403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68B7" w14:textId="100CD81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07C2" w14:textId="57CA7BF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50CD" w14:textId="0E0280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B291" w14:textId="067E3F0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6CAC" w14:textId="2DBEA9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D00A" w14:textId="485631B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CD33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AF9" w14:textId="1108C38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FF8" w14:textId="18421D1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AF2" w14:textId="3B6399C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531" w14:textId="77105D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305" w14:textId="694941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5D4" w14:textId="119056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25C7" w14:textId="25DFB0D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8F14F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357F" w14:textId="49DF3C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024F" w14:textId="141689B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AE1" w14:textId="3FADE2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3CD6" w14:textId="0CDC40B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A214" w14:textId="216246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A5EB" w14:textId="2126A5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B3E" w14:textId="065C61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F3704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0B3" w14:textId="78AA5FA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8975" w14:textId="3B23661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C97" w14:textId="5810B95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FAD0" w14:textId="14A39D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E13" w14:textId="61AACE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7CE" w14:textId="3383C86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8B4" w14:textId="47B2DAE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AEC9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5010" w14:textId="63E199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DAA" w14:textId="60C1F0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328" w14:textId="0B247E2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B8C" w14:textId="120818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D7C7" w14:textId="265CF85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D90A" w14:textId="3AB755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644" w14:textId="66D2A9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9438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EF34" w14:textId="5B9FBB4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5E42" w14:textId="19E0DDD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E94" w14:textId="62ABB11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FADF" w14:textId="6FB672D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551" w14:textId="6C16B66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41E8" w14:textId="4807BE2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EF" w14:textId="53F062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A7A59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D106" w14:textId="45614D2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94F" w14:textId="40D95B9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D55B" w14:textId="6D9B467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CBD" w14:textId="78EBD75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FD8" w14:textId="25FAAF1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DB80" w14:textId="173E15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2AA" w14:textId="2EC6AF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CDDC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4650" w14:textId="0AB10BC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3FBA" w14:textId="451DD62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CC83" w14:textId="24ACFEC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DE" w14:textId="1BB771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E11" w14:textId="766F7EE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D97" w14:textId="68328D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468" w14:textId="7703CF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069A3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B88" w14:textId="6795F7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310" w14:textId="7F4A994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5F34" w14:textId="6BE65F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FED2" w14:textId="7FF5373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93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F566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0B8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20E77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B" w14:textId="7D546F2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3C4" w14:textId="2B3834B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3656" w14:textId="264AD7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5CCF" w14:textId="2026ED4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2354" w14:textId="53A145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14DA" w14:textId="6675E36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FAD" w14:textId="5455464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1498E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5989" w14:textId="10695AD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F57" w14:textId="34CEBD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CE4" w14:textId="7A51575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F9F8" w14:textId="1D8FBAF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8FA" w14:textId="7996EDD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D44" w14:textId="7FC312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39A7" w14:textId="548B51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DE25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08D2" w14:textId="2E041E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21DA" w14:textId="6F18916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7F90" w14:textId="1C8E36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8935" w14:textId="16D11E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A48C" w14:textId="4761A3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7717" w14:textId="226CEA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3DF" w14:textId="169D0F9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93B38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5DA" w14:textId="6F8D6C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A88" w14:textId="1F7E9E1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B12E" w14:textId="578436F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2062" w14:textId="063D94A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DF0" w14:textId="4071527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B52F" w14:textId="494393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B5CD" w14:textId="1B2DDB5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367F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FFDC" w14:textId="037D566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57B0" w14:textId="7A67EDE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E0B0" w14:textId="001DA96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B367" w14:textId="0CF7C39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CCF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8B9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43B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8814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0514" w14:textId="181700B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B62A" w14:textId="4582A58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6AAA" w14:textId="4014830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A38B" w14:textId="6DF332A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6A5" w14:textId="07C492A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E80A" w14:textId="3E9225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824" w14:textId="40E8D07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054CB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7A27" w14:textId="25EC0B3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D03" w14:textId="6B76F3E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153" w14:textId="4D77C43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A7B3" w14:textId="06AFC0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31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DDF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5BA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01A9F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E7E" w14:textId="1F80BF3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60DD" w14:textId="2934643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700" w14:textId="59F4830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F73D" w14:textId="14531AC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9A3" w14:textId="430A1BE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12F" w14:textId="0C5C112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24A" w14:textId="2B1CD67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DBAB2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E" w14:textId="533714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A655" w14:textId="031900B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953" w14:textId="713CF3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B4F4" w14:textId="4A5CF81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B94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9AF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6B6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EAC22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86F" w14:textId="6BA726D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E22" w14:textId="068A93D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56F4" w14:textId="0D56C21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97FF" w14:textId="54602F5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E4CE" w14:textId="7D10F3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A480" w14:textId="535849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B177" w14:textId="18FA3F3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742E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D4C" w14:textId="0905E22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451" w14:textId="41C26E3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ABF" w14:textId="5B0B826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DAA0" w14:textId="6396B9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2C6" w14:textId="3D4229C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3049" w14:textId="17EB69A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521C" w14:textId="47EE317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44FE9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A72" w14:textId="28600E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AD" w14:textId="081E0C3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A7DA" w14:textId="03C71F4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4563" w14:textId="0908A2D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D615" w14:textId="4BC057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CBC8" w14:textId="68F64BA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D91" w14:textId="5F69628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A3FC9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5AC" w14:textId="2B5BF2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526" w14:textId="016329F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683A" w14:textId="544E62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678" w14:textId="5E3597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490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04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E1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4A1A6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5BA" w14:textId="491354F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8790" w14:textId="05B0569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BA" w14:textId="58F688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679" w14:textId="04EB88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005" w14:textId="5A33E48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545" w14:textId="554BDB9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AFA8" w14:textId="7DD4519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FB02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72F8" w14:textId="5AF2AA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83" w14:textId="2A83B58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352E" w14:textId="19D7213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54A" w14:textId="6D22A89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5ED5" w14:textId="1982053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0140" w14:textId="1C55900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EFE" w14:textId="329F178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F772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F4F" w14:textId="65AA0EE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5E6" w14:textId="480BA04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AE58" w14:textId="2BE8921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E21" w14:textId="7FCB0E1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5865" w14:textId="011143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DB35" w14:textId="0E4FA39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2C9" w14:textId="2043775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6156B0" w:rsidRPr="005446F8" w14:paraId="6E579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5DCC" w14:textId="57459B9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2EF5" w14:textId="246E7EF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2A4B" w14:textId="3E0934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F6B" w14:textId="022849C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C20" w14:textId="601A453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091" w14:textId="19E0CCB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8574" w14:textId="1DAD3BE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DD8AD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7E" w14:textId="5EA284D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6C" w14:textId="1BD040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914C" w14:textId="1F415E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DB03" w14:textId="29E3F76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EA18" w14:textId="3FCCFBD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52B1" w14:textId="64EEFF8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1E14" w14:textId="534A501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512AF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9EBF" w14:textId="2996F89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DA9" w14:textId="1FCABDD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FAF" w14:textId="3FE117C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5466" w14:textId="3959014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8CE5" w14:textId="2059DE6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BC" w14:textId="19B3C3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1F9D" w14:textId="6E504D5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70820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56E" w14:textId="2692190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21" w14:textId="4DD698B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F950" w14:textId="3CACFA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23D0" w14:textId="531684D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D3C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4BE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2A2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849FE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0AEB" w14:textId="21F2197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F3F" w14:textId="5FC7FEB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2E5D" w14:textId="168472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94C0" w14:textId="723AA9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A53" w14:textId="49E8807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86AB" w14:textId="24D992F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2FB" w14:textId="041B42A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03002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9A3" w14:textId="4F816EB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7AB4" w14:textId="3381596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3916" w14:textId="044F354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D7D5" w14:textId="6DBBF0D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439" w14:textId="451AE37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137D" w14:textId="5C7D11A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1A6" w14:textId="6856941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E7D9E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8404" w14:textId="5E1307E0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0BD" w14:textId="1B21F6D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40D9" w14:textId="01066C9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84AC" w14:textId="6E81C82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8B09" w14:textId="7F6B7C5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15C" w14:textId="1811D6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3AC0" w14:textId="7F3464F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E789A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C5EE" w14:textId="03E9844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D9C" w14:textId="3085391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7725" w14:textId="44125E9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875" w14:textId="73F9753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A4F4" w14:textId="01EC0D4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42D" w14:textId="57C5780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FC87" w14:textId="4D99FF8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77.76</w:t>
            </w:r>
          </w:p>
        </w:tc>
      </w:tr>
      <w:tr w:rsidR="006156B0" w:rsidRPr="005446F8" w14:paraId="43F61B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B69" w14:textId="27ECD93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E28" w14:textId="4456513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DD8" w14:textId="3E76D8A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BDDE" w14:textId="7062CD3E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C28B" w14:textId="38D013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09D" w14:textId="4AAA82E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2A3C" w14:textId="58F1AD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2468E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D044" w14:textId="1968BB6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9CB" w14:textId="61EA769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D977" w14:textId="7AD4A20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601B" w14:textId="4A5997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B64A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D7C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7EA1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D842E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FE95" w14:textId="6A1E8DA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4F5D" w14:textId="312D9D75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91F1" w14:textId="3DFE5E2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A2F6" w14:textId="626EF7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C474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978A" w14:textId="5277BAEF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7D92" w14:textId="65A3A82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771D8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AE4E" w14:textId="5616003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BE3A" w14:textId="2512F0A2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9362" w14:textId="62A6489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80C" w14:textId="203BF5F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FF36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ED7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1F19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FB00E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4418" w14:textId="3756E8A8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1FB" w14:textId="1C28412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1E5C" w14:textId="23DBFD33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AA01" w14:textId="62BDBBD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C880" w14:textId="4F588A5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BB3" w14:textId="12C06AF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4.279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2A85" w14:textId="7AD4A8D9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128.36</w:t>
            </w:r>
          </w:p>
        </w:tc>
      </w:tr>
      <w:tr w:rsidR="006156B0" w:rsidRPr="005446F8" w14:paraId="326706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EA71" w14:textId="4B5E773B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DFB8" w14:textId="0210E994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7AA0" w14:textId="7BF7556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0B5D" w14:textId="133D7BBA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D451" w14:textId="5DDD8FC1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DF9F" w14:textId="17E0D9C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972" w14:textId="280F58AC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60.32</w:t>
            </w:r>
          </w:p>
        </w:tc>
      </w:tr>
      <w:tr w:rsidR="006156B0" w:rsidRPr="005446F8" w14:paraId="218A66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6E3" w14:textId="6FC98CDB" w:rsidR="006156B0" w:rsidRPr="00DD53B3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F68A" w14:textId="222DAD9D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B7F8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628A" w14:textId="72128B11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07E6" w14:textId="4D6A23D8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CC23" w14:textId="7BEDFE11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1C6E" w14:textId="7438C1E4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42.69</w:t>
            </w:r>
          </w:p>
        </w:tc>
      </w:tr>
      <w:tr w:rsidR="006156B0" w:rsidRPr="005446F8" w14:paraId="63A18F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DCFC" w14:textId="481AE9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802C" w14:textId="4B8F4A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DC8B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A20D" w14:textId="77777777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B998" w14:textId="532BF38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D323" w14:textId="582AD9A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B42A" w14:textId="7EEE05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62.35</w:t>
            </w:r>
          </w:p>
        </w:tc>
      </w:tr>
      <w:tr w:rsidR="006156B0" w:rsidRPr="005446F8" w14:paraId="67AE07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743E" w14:textId="1A50EF0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41D7" w14:textId="2DEF156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D4B5" w14:textId="77777777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0A7A" w14:textId="77777777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EBA5" w14:textId="4814977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0690" w14:textId="590366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9230" w14:textId="728223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49.98</w:t>
            </w:r>
          </w:p>
        </w:tc>
      </w:tr>
      <w:tr w:rsidR="006156B0" w:rsidRPr="005446F8" w14:paraId="787B86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E67A" w14:textId="35D1E2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B99A" w14:textId="4FEC5E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1646" w14:textId="39F39386" w:rsidR="006156B0" w:rsidRPr="005446F8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4049" w14:textId="506F48C8" w:rsidR="006156B0" w:rsidRPr="00F304C9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2DF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B6B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6D5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440C0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7BA5" w14:textId="532D62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1D51" w14:textId="0F15851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84FE" w14:textId="479EF30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D294" w14:textId="37DE5E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242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77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FAF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F62A1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3846" w14:textId="25D2555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A53B" w14:textId="1121ED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8D11" w14:textId="5DB0D9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ADB4" w14:textId="649B165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94C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6D9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DE6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A91633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5A69" w14:textId="569760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49A1" w14:textId="085F4CC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9D5F" w14:textId="4B111C1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3754" w14:textId="6A6EDE1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680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D96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D34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F359B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7FA0" w14:textId="569786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0773" w14:textId="0E0CCC6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9706" w14:textId="1C0B60B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AFA0" w14:textId="7B8A34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5D1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747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266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79B7E3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15ED7" w14:textId="134691A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4728" w14:textId="154E5C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9655" w14:textId="7A427A5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1BB0" w14:textId="635C875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FC7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212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60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5D5297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3809" w14:textId="2DA47AB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8138" w14:textId="1A05B3E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413EA" w14:textId="67D449F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D84B" w14:textId="56264B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78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17D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CE5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66619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92B8" w14:textId="25F4894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5710" w14:textId="3143F4F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DFD3" w14:textId="17195EB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616C" w14:textId="4353EBD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0F7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96D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0E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FB73B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E00D" w14:textId="536E0C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19AF" w14:textId="3FE615E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0294" w14:textId="78E44F2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9D7E" w14:textId="69BEA45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A75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9F4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19E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092F5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4553" w14:textId="00EC28B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31A2" w14:textId="7EE1CD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DB5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30A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82A2" w14:textId="379FAC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6661" w14:textId="03A0D7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75CD" w14:textId="4C6B490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63.96</w:t>
            </w:r>
          </w:p>
        </w:tc>
      </w:tr>
      <w:tr w:rsidR="006156B0" w:rsidRPr="005446F8" w14:paraId="18E608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FE17" w14:textId="4BE4AEB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A8575" w14:textId="1F10B51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AFD3" w14:textId="5EFF4BA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EEB7" w14:textId="030636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E41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C2F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570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6E82C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9262" w14:textId="04127D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8B0D" w14:textId="545D4D2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363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69D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4E1A" w14:textId="1A64F59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EBA1" w14:textId="2E2F16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2B1A" w14:textId="5F7EE22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27.44</w:t>
            </w:r>
          </w:p>
        </w:tc>
      </w:tr>
      <w:tr w:rsidR="006156B0" w:rsidRPr="005446F8" w14:paraId="6FB7BF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7027" w14:textId="774AB5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8E71" w14:textId="08153D5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4BB6" w14:textId="31DE08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439B" w14:textId="2DF1041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7DE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023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043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49E5E6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BD15" w14:textId="1A98A91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B92E" w14:textId="6D9C24C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D86D" w14:textId="1A3CF54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A8B6" w14:textId="2F9AD48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23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BBF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543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E43389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CC9E" w14:textId="43DF04B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B299" w14:textId="5DC5F1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7253" w14:textId="0DDFB3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8C5C" w14:textId="59F9B08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4D5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AC2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B31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77758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4CC1" w14:textId="087D74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6181" w14:textId="4FF9DC1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6017" w14:textId="3F7D3DF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1E1C" w14:textId="42BEFD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E4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66B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427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E30DB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F5B3" w14:textId="436712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92E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1DE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248A" w14:textId="643E60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283.965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C03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B29C" w14:textId="4804C1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20.966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EB55" w14:textId="79852D8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628.97</w:t>
            </w:r>
          </w:p>
        </w:tc>
      </w:tr>
      <w:tr w:rsidR="006156B0" w:rsidRPr="005446F8" w14:paraId="715E70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84B9" w14:textId="4F16462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5F42" w14:textId="248E89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4DB3" w14:textId="0B3E085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CD5A" w14:textId="65D18E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E35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6A6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B77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564570E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DA4E" w14:textId="4109BA0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B86E" w14:textId="2D3212B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227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D6A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6658" w14:textId="750468C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F9FE" w14:textId="45341E3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2557" w14:textId="7B77025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121.33</w:t>
            </w:r>
          </w:p>
        </w:tc>
      </w:tr>
      <w:tr w:rsidR="006156B0" w:rsidRPr="005446F8" w14:paraId="54C834B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9472" w14:textId="1F9BD9F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8253" w14:textId="39052E5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8AB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2D4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EF77" w14:textId="16CEE0F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71CF" w14:textId="19997A7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FA46" w14:textId="2FFCD29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89.90</w:t>
            </w:r>
          </w:p>
        </w:tc>
      </w:tr>
      <w:tr w:rsidR="006156B0" w:rsidRPr="005446F8" w14:paraId="004D59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4741" w14:textId="327EDEB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6C1E" w14:textId="4833E11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9D2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D9D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322C" w14:textId="094FDF5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A1BE" w14:textId="5837E33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D51C" w14:textId="7314DA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89.24</w:t>
            </w:r>
          </w:p>
        </w:tc>
      </w:tr>
      <w:tr w:rsidR="006156B0" w:rsidRPr="005446F8" w14:paraId="710914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D001" w14:textId="0454C8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AB2E" w14:textId="438FDF6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BE1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F23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DF81" w14:textId="01796A3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2231" w14:textId="29EBF7D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9E56" w14:textId="5C8F36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59.88</w:t>
            </w:r>
          </w:p>
        </w:tc>
      </w:tr>
      <w:tr w:rsidR="006156B0" w:rsidRPr="005446F8" w14:paraId="1194B95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59F7" w14:textId="11960E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296D" w14:textId="44B97A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2C7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94D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0FB6" w14:textId="1A8A1F5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B308" w14:textId="3FE20E5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DB67" w14:textId="5E4D44D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</w:tr>
      <w:tr w:rsidR="006156B0" w:rsidRPr="005446F8" w14:paraId="5F3A04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DDBC" w14:textId="4FBCCC9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579B" w14:textId="190180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94C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440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8632" w14:textId="69AF027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0FF8" w14:textId="79FF42E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74D6" w14:textId="50B5D1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43.39</w:t>
            </w:r>
          </w:p>
        </w:tc>
      </w:tr>
      <w:tr w:rsidR="006156B0" w:rsidRPr="005446F8" w14:paraId="68A267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E97C" w14:textId="395C140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F3BD" w14:textId="1C78B6E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949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C4E0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900C" w14:textId="5E0E2A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F6B9" w14:textId="6083C44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0F34A" w14:textId="3A0ED7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35.64</w:t>
            </w:r>
          </w:p>
        </w:tc>
      </w:tr>
      <w:tr w:rsidR="006156B0" w:rsidRPr="005446F8" w14:paraId="4DA87C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5B9C" w14:textId="53CD816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167D" w14:textId="0DE9A56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705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4C3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A913" w14:textId="577A62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1D5C" w14:textId="0D11DCC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3BFF" w14:textId="014EAE2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</w:tr>
      <w:tr w:rsidR="006156B0" w:rsidRPr="005446F8" w14:paraId="4195D2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C3DF" w14:textId="2BC524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3433" w14:textId="45095E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81D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CB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E8C1" w14:textId="138344D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2C98" w14:textId="2DF47B9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C66B" w14:textId="173726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</w:tr>
      <w:tr w:rsidR="006156B0" w:rsidRPr="005446F8" w14:paraId="5607A8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543B" w14:textId="7EE18AB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4B01" w14:textId="2D946F5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E2A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032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D0C4" w14:textId="327F5D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EFDC" w14:textId="5B36BB5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79C0" w14:textId="5DBE66C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25.57</w:t>
            </w:r>
          </w:p>
        </w:tc>
      </w:tr>
      <w:tr w:rsidR="006156B0" w:rsidRPr="005446F8" w14:paraId="4831A8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40E5" w14:textId="3429D7C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6A21" w14:textId="44488F3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6521" w14:textId="2EAA1BB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879E" w14:textId="4EF668A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901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A39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68F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CE1F4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6C0D" w14:textId="137515D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C0843" w14:textId="0DD30C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CE80" w14:textId="7488FF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EE60" w14:textId="46B8602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19.189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A59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DEC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96B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DB9B7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4DE1" w14:textId="68BB290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A10F" w14:textId="6F2189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7AB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962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F737" w14:textId="749CF25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B081" w14:textId="4409C34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7.518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0F31" w14:textId="459471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225.53</w:t>
            </w:r>
          </w:p>
        </w:tc>
      </w:tr>
      <w:tr w:rsidR="006156B0" w:rsidRPr="005446F8" w14:paraId="3A58D4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DD63" w14:textId="7CDCA84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0863" w14:textId="3831C3E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AD9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05D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31CC" w14:textId="6836443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4DA1" w14:textId="04E4127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F041" w14:textId="3CA5AF0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</w:tr>
      <w:tr w:rsidR="006156B0" w:rsidRPr="005446F8" w14:paraId="51E8FF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BE87" w14:textId="72AAF9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16C3" w14:textId="2425FDA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08E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C25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16DC" w14:textId="6081B6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E9E9" w14:textId="6B51B83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7.690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7061" w14:textId="391423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230.69</w:t>
            </w:r>
          </w:p>
        </w:tc>
      </w:tr>
      <w:tr w:rsidR="006156B0" w:rsidRPr="005446F8" w14:paraId="0882B3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9778A" w14:textId="192550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AC0C" w14:textId="4788CC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03B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E4D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B46B" w14:textId="6628F6C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3C12" w14:textId="4C903A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3.785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5827" w14:textId="5411394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113.55</w:t>
            </w:r>
          </w:p>
        </w:tc>
      </w:tr>
      <w:tr w:rsidR="006156B0" w:rsidRPr="005446F8" w14:paraId="77244C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A78A" w14:textId="46A9814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3CB6" w14:textId="6FD1BA8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FB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B2D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7CD4" w14:textId="5BEE24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9008" w14:textId="5A0DC4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5388" w14:textId="5D2F540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21.04</w:t>
            </w:r>
          </w:p>
        </w:tc>
      </w:tr>
      <w:tr w:rsidR="006156B0" w:rsidRPr="005446F8" w14:paraId="1A2D61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01D2" w14:textId="5A0CFE8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A2FD" w14:textId="3F8EAA0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AB9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688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AE65" w14:textId="5F1DFF4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45DC" w14:textId="1CD7F34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096C" w14:textId="239BECF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</w:tr>
      <w:tr w:rsidR="006156B0" w:rsidRPr="005446F8" w14:paraId="228D87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B028" w14:textId="2AA0800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C78D" w14:textId="6A5D10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179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75A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EB3A" w14:textId="0F4AC9D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DC33" w14:textId="432DD3B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58FD" w14:textId="5020A79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69.00</w:t>
            </w:r>
          </w:p>
        </w:tc>
      </w:tr>
      <w:tr w:rsidR="006156B0" w:rsidRPr="005446F8" w14:paraId="6CEFD5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C266" w14:textId="47DD421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БОРИС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78BA8" w14:textId="0E3E7DE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AC9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AAD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2571" w14:textId="0E70A3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A09C9" w14:textId="124A4D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4487" w14:textId="4783F6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43.60</w:t>
            </w:r>
          </w:p>
        </w:tc>
      </w:tr>
      <w:tr w:rsidR="006156B0" w:rsidRPr="005446F8" w14:paraId="1546C6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ADBB" w14:textId="57410CA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A31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9AF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3EF" w14:textId="758F3DC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49.018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FCD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B0B5" w14:textId="1341F6B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45.941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E480" w14:textId="64A2112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1378.24</w:t>
            </w:r>
          </w:p>
        </w:tc>
      </w:tr>
      <w:tr w:rsidR="006156B0" w:rsidRPr="005446F8" w14:paraId="4219F9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110" w14:textId="7975E5D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A8B02" w14:textId="3AFF0D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AE67" w14:textId="65B96BB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AE16" w14:textId="156724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67D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B76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1F67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317DCA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2017" w14:textId="41D3A9A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D5A4" w14:textId="70204EB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D2C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690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9B8B" w14:textId="2278EDF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0773" w14:textId="144EFA9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AC74" w14:textId="34EF8FF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6156B0" w:rsidRPr="005446F8" w14:paraId="2D255A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DB01" w14:textId="0D0836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B8F1" w14:textId="0F2CB1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A78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C5C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288E" w14:textId="40A305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BBCAF" w14:textId="49250B9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4.783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4B08" w14:textId="2D3A4F9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143.49</w:t>
            </w:r>
          </w:p>
        </w:tc>
      </w:tr>
      <w:tr w:rsidR="006156B0" w:rsidRPr="005446F8" w14:paraId="238D49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0324" w14:textId="7E578A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4D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992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F1C2D" w14:textId="7F67AF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16.810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8D97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9262" w14:textId="47BC0B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5.091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7FA9" w14:textId="1413716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152.74</w:t>
            </w:r>
          </w:p>
        </w:tc>
      </w:tr>
      <w:tr w:rsidR="006156B0" w:rsidRPr="005446F8" w14:paraId="6C1939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3940" w14:textId="1EC5AD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0B6A" w14:textId="209A64C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C012" w14:textId="5E199CC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2EDC" w14:textId="17A17B9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69D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291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119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76B611C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7573" w14:textId="41D502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C632" w14:textId="23BF186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4B19" w14:textId="7519248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DD3F" w14:textId="609A3B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613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AF6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1D1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1DB743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1B28" w14:textId="1A98B7D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7851" w14:textId="6FD095A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A16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CE7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D56D" w14:textId="300B1C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70AB" w14:textId="354BE1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2132" w14:textId="3B23EEF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</w:tr>
      <w:tr w:rsidR="006156B0" w:rsidRPr="005446F8" w14:paraId="2387FC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664B" w14:textId="32F1B9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1FD8" w14:textId="7E69D1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57B7" w14:textId="3C93972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F4CD" w14:textId="051A0C6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36D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8BD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E26E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531C4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EC89" w14:textId="615CA1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45B2" w14:textId="39AD5AF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964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039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1FE9" w14:textId="4A875B9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F5E1" w14:textId="45D0BF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701B" w14:textId="744E006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</w:tr>
      <w:tr w:rsidR="006156B0" w:rsidRPr="005446F8" w14:paraId="36FD0DD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F3EA" w14:textId="2507A74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1E10" w14:textId="31A80F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45A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B21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074F" w14:textId="175646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3671" w14:textId="63DC9C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779A" w14:textId="217E3C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27.67</w:t>
            </w:r>
          </w:p>
        </w:tc>
      </w:tr>
      <w:tr w:rsidR="006156B0" w:rsidRPr="005446F8" w14:paraId="24FD61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3A1F" w14:textId="279B292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8C87" w14:textId="0685F4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A0C03" w14:textId="5BF892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7107" w14:textId="6A112CE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249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534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C0F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BAA02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79FD" w14:textId="04353ED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A57D" w14:textId="09B8034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B0A9" w14:textId="7362F12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0DCC" w14:textId="35CADC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331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978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240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2C083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D43D" w14:textId="4E6FC2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FE68" w14:textId="3084330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91E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441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3BF1" w14:textId="5AA6B80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6EDB" w14:textId="48EE19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AD63" w14:textId="7153C3E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</w:tr>
      <w:tr w:rsidR="006156B0" w:rsidRPr="005446F8" w14:paraId="105380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26E4" w14:textId="6E639EB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AE55" w14:textId="7ECD2E0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9A84" w14:textId="206B57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972A" w14:textId="511223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FE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135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CFB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D5D45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02BA" w14:textId="3E4A5FB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48DB" w14:textId="464614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9E47" w14:textId="098558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BD6B" w14:textId="5BB0D0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917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ECD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765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2F38D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635F" w14:textId="14790B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F97F" w14:textId="02AE399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49A3" w14:textId="70E49F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DD83" w14:textId="0DCD102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C8A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7A6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271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6C9E2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68E9" w14:textId="19FED66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8D88" w14:textId="60739FC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80E9" w14:textId="4EC5933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30B5" w14:textId="0CAEBEB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3CD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3AB1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BC9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C82A7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C56E" w14:textId="1B599A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8BABE" w14:textId="5782626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E430" w14:textId="4006EE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E51F" w14:textId="64FC5F3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AE6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8A1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7FE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4618D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5C2B" w14:textId="5D6C905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ACD2" w14:textId="28EB815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CDE7" w14:textId="6DCD2D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FA0C" w14:textId="736344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842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F98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C26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0933D8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4B0B" w14:textId="2BAB484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994C" w14:textId="650040B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CA35" w14:textId="55BF233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25AD" w14:textId="20B744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303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B98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D9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A1714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B32F" w14:textId="127ADBC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D805" w14:textId="0E4D3F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1404" w14:textId="44936AE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B7AB" w14:textId="667955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E94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E73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F93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AEEE6A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5A2E" w14:textId="6A12A4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51D5" w14:textId="68435F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17EA" w14:textId="7BAED5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6D68" w14:textId="7D3C5B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234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DF6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3F5F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FBCDB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DB80" w14:textId="2B32951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AF64" w14:textId="4E8D569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6CC4" w14:textId="1F4089A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6215" w14:textId="09EE4D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B96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EB3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B96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81BAC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DD83" w14:textId="58C1D4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AFFA" w14:textId="1EFF0E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C4F0" w14:textId="39EA60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1118" w14:textId="6F83C52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7A6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42C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3D6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D08D6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08C7" w14:textId="671AD7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8FB6" w14:textId="0BCE11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15A7" w14:textId="7B87096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38E05" w14:textId="0681A6C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344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49A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A50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FD9BF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63EE" w14:textId="0FA6B9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54A4" w14:textId="0A32E18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E45F" w14:textId="5D032C7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E208" w14:textId="5DCDE0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3EB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15C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38C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02B5B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5E87" w14:textId="0A51EC1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291F" w14:textId="03DA7E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806D" w14:textId="7038A5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9A4E" w14:textId="482976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91D5" w14:textId="79C2405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56A4" w14:textId="2C2C63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CF9C" w14:textId="3E01D4F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67.79</w:t>
            </w:r>
          </w:p>
        </w:tc>
      </w:tr>
      <w:tr w:rsidR="006156B0" w:rsidRPr="005446F8" w14:paraId="3A40E8C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F80AB" w14:textId="672E42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11DC" w14:textId="74AAC14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1AEE" w14:textId="55C6895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1FE3" w14:textId="3C902E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120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196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E76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A96B41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F483" w14:textId="2286AE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3B9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E600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F721" w14:textId="23E1DC9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96.326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94F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8C3E" w14:textId="2AD8502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5.952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1AAA" w14:textId="478753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178.55</w:t>
            </w:r>
          </w:p>
        </w:tc>
      </w:tr>
      <w:tr w:rsidR="006156B0" w:rsidRPr="005446F8" w14:paraId="6A51D9F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BE7D" w14:textId="6123B77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B8FE" w14:textId="3241344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E494" w14:textId="0A806E6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E8CA" w14:textId="7C1825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843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357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6810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480E7C6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3E13" w14:textId="6EC6583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3D64" w14:textId="4A336B6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DAA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05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33E3" w14:textId="31AB5F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3CB2" w14:textId="1668590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391B" w14:textId="3C2BDC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132.34</w:t>
            </w:r>
          </w:p>
        </w:tc>
      </w:tr>
      <w:tr w:rsidR="006156B0" w:rsidRPr="005446F8" w14:paraId="3A851F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D851" w14:textId="200347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78DD" w14:textId="38E54B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7D2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AE0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AFBD" w14:textId="4F94F00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A8CC" w14:textId="1FC947F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6A5C" w14:textId="07DB69A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100.20</w:t>
            </w:r>
          </w:p>
        </w:tc>
      </w:tr>
      <w:tr w:rsidR="006156B0" w:rsidRPr="005446F8" w14:paraId="780BB8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3540" w14:textId="74C36F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B48F" w14:textId="089F8C8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C9C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026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4E49D" w14:textId="6BDEBA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218B" w14:textId="5A9F3DE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A869" w14:textId="2A17681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80.31</w:t>
            </w:r>
          </w:p>
        </w:tc>
      </w:tr>
      <w:tr w:rsidR="006156B0" w:rsidRPr="005446F8" w14:paraId="445739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4CA9" w14:textId="614DBF7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A3F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34B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4566" w14:textId="7EB691C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34D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0830" w14:textId="3D03EB9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10.428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BD41" w14:textId="5A72E25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312.85</w:t>
            </w:r>
          </w:p>
        </w:tc>
      </w:tr>
      <w:tr w:rsidR="006156B0" w:rsidRPr="005446F8" w14:paraId="5531B1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2F16" w14:textId="6E61DF5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1024" w14:textId="3BC1FF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3B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D29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819A" w14:textId="1C7289F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DFFD" w14:textId="7123ADB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E518" w14:textId="00CCD97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</w:tr>
      <w:tr w:rsidR="006156B0" w:rsidRPr="005446F8" w14:paraId="0FDB1B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4E85" w14:textId="63C7567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2859" w14:textId="714D649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A4B1" w14:textId="41186EF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E347" w14:textId="6164B9B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17D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BFD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82A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5E05D7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52CC" w14:textId="3B6E01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1E80" w14:textId="063AC8F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C56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D7E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2044" w14:textId="183B541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B3D6" w14:textId="3715B2F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D822" w14:textId="567FD2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6156B0" w:rsidRPr="005446F8" w14:paraId="63632B3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E324" w14:textId="6E7D682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89A3" w14:textId="5C112F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F679" w14:textId="1A61D0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6C00" w14:textId="358AE8C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398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D4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31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BE08D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8AEA5" w14:textId="10B16D4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D219" w14:textId="01BA0E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E0F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8CC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3303" w14:textId="59D544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E4F0" w14:textId="65A27D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A5C7" w14:textId="25B76E7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</w:tr>
      <w:tr w:rsidR="006156B0" w:rsidRPr="005446F8" w14:paraId="70985E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F875" w14:textId="2073FCF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67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432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B0F7" w14:textId="1CBD826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DB5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13FD" w14:textId="2D4073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2.009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BA43" w14:textId="1C8888B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60.27</w:t>
            </w:r>
          </w:p>
        </w:tc>
      </w:tr>
      <w:tr w:rsidR="006156B0" w:rsidRPr="005446F8" w14:paraId="754614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289B" w14:textId="1C8C406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BE76" w14:textId="4B8F45D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B4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869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BEFA" w14:textId="52766F0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1CD2" w14:textId="248EC61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8.540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46E8" w14:textId="1452836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256.21</w:t>
            </w:r>
          </w:p>
        </w:tc>
      </w:tr>
      <w:tr w:rsidR="006156B0" w:rsidRPr="005446F8" w14:paraId="05532D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8E59" w14:textId="630BA5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CB92" w14:textId="50DB07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14E59" w14:textId="7DB824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698D" w14:textId="1C54AF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090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5F3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8D0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49A1B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144C" w14:textId="170AC55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9E5F" w14:textId="134060A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789A" w14:textId="27C8072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A0D6" w14:textId="3FC68CD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F30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4F3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F9B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52586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73FC" w14:textId="3BB6B4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7CF7" w14:textId="6B37ACE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D13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21B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4C0C" w14:textId="51F1E7C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098E" w14:textId="485665E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51FA" w14:textId="359160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</w:tr>
      <w:tr w:rsidR="006156B0" w:rsidRPr="005446F8" w14:paraId="0A581B3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D07C" w14:textId="7118E8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06AD" w14:textId="63A9747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0EB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48E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E2DE" w14:textId="76E5FC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0D2F" w14:textId="7023230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6FD5" w14:textId="0F045F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6156B0" w:rsidRPr="005446F8" w14:paraId="724A3C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A192" w14:textId="2506FDE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2FC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12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DD58" w14:textId="1847A2B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8.303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451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9889" w14:textId="0F39525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9.435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B269" w14:textId="2518BEF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283.06</w:t>
            </w:r>
          </w:p>
        </w:tc>
      </w:tr>
      <w:tr w:rsidR="006156B0" w:rsidRPr="005446F8" w14:paraId="5E68A4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15CF" w14:textId="6F6DFFC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9C97" w14:textId="69FB259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000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0F1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E90D" w14:textId="62DD6AF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6472" w14:textId="635D7B8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699E" w14:textId="1458657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64.72</w:t>
            </w:r>
          </w:p>
        </w:tc>
      </w:tr>
      <w:tr w:rsidR="006156B0" w:rsidRPr="005446F8" w14:paraId="13300D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7014" w14:textId="357F8C2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636B" w14:textId="792F81B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C387" w14:textId="2E8F238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1312" w14:textId="44524C0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19.605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76A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9C3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F43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5C40C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4A77" w14:textId="4D2EF6C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6F0D" w14:textId="1DBEA8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42BEC" w14:textId="36543A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F3A5" w14:textId="585A086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E4E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0AD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D32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E8A5C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B7C3" w14:textId="7D0E5BE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B0F8" w14:textId="2AE97BD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011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D2D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333A" w14:textId="5A410B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24B7" w14:textId="0C5A554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10.272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76A5" w14:textId="008708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308.15</w:t>
            </w:r>
          </w:p>
        </w:tc>
      </w:tr>
      <w:tr w:rsidR="006156B0" w:rsidRPr="005446F8" w14:paraId="567B32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06E0" w14:textId="4F471A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7ED7" w14:textId="75D5895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D22C" w14:textId="1C02122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0DA8B" w14:textId="167EB29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EA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43A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7B9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0A6E7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E876" w14:textId="1E1C5A9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F1C0" w14:textId="40CD525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2865" w14:textId="1FDCAB0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75C4" w14:textId="6F99545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E08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874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3A2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E2399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3B71" w14:textId="56C519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3EDC" w14:textId="626D0E1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4B7A" w14:textId="0CC34C2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3AB9" w14:textId="3B4C161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95E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E92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716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77D38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F881" w14:textId="29F9F73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3FBB" w14:textId="758E60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E516" w14:textId="721C1F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7C72" w14:textId="3BE8B70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FA2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A03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9B8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EA719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F293" w14:textId="7B9722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A733" w14:textId="70172B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3966" w14:textId="43DCCD3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F139" w14:textId="08B9E2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D22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EFB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3F9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EE55E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43BA" w14:textId="00655F1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F25D" w14:textId="4BFC90E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B1AD" w14:textId="334FA8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1628" w14:textId="11F513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F45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988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54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7FB2A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69B7" w14:textId="09A888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9761" w14:textId="2180C8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2E7E" w14:textId="64953B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71D6" w14:textId="4C2A21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B05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E7E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EC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0257E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F816" w14:textId="196BF0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5F67" w14:textId="5CF9EB2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AC1D" w14:textId="7ABE511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A921" w14:textId="723AB6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339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61E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B54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BE06D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B235" w14:textId="0BC2B11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54A6" w14:textId="4711284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4363" w14:textId="78442DD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1A11" w14:textId="6A9ECA4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9D4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488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E8B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6AC5E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14D1" w14:textId="7DB6311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5B03" w14:textId="5185C52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47B3" w14:textId="13E8360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6E0E" w14:textId="4E6D05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C24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60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F8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C157D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C9EE" w14:textId="0F7AC85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809B" w14:textId="7464C5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AFA6" w14:textId="5908813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382A" w14:textId="3651D64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7A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9E8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ECA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2EEF5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18E5" w14:textId="745488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D41F" w14:textId="69F6308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7550" w14:textId="24AF7D7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65EA" w14:textId="7B6BEA7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928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358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6D4C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B8193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128B" w14:textId="24FBC53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4D04" w14:textId="69CA82B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6938" w14:textId="190559E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7039" w14:textId="7D55FDC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FD3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18C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66C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D7D41F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CCC6" w14:textId="395941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B015" w14:textId="30412CB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DB89" w14:textId="4F5CD8A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02AA" w14:textId="37F10BD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232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530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4F8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9D4B2E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9A48" w14:textId="6FE009D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8105" w14:textId="00E6EA6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4D85" w14:textId="35BB552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C3B4" w14:textId="6EBE639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A8C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CD9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E8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B3410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8C33" w14:textId="276D23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64A1" w14:textId="20FAE3D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681B" w14:textId="5403B1B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91B3" w14:textId="2CC537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5B3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28F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743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E58845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A7D8" w14:textId="54DA7F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C6FD" w14:textId="5D54C0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9042" w14:textId="1760D4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FE3A" w14:textId="78BF973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F77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A9D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5E4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64F6C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64D3" w14:textId="0FF486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DAA8" w14:textId="32CE678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1701" w14:textId="336603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4F25" w14:textId="6BAF88C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F76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6C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2F6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8A892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8F89" w14:textId="16060F7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3536" w14:textId="018C97C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4C88" w14:textId="09A7B30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E2A2" w14:textId="018C693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49F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CF9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B08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5FFC4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6DF0" w14:textId="401C330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836D" w14:textId="14DE12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D486" w14:textId="2678572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F020" w14:textId="71B40B7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AE2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EBC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D9C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DE4F6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119B" w14:textId="13D42B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517B" w14:textId="4DA560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C448" w14:textId="5C7642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EDE0" w14:textId="3FEC13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7D9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0F0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90D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088D98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53D74" w14:textId="5D0E4C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84E7" w14:textId="08908AF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4BD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3A3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2CC5" w14:textId="2C3023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7002" w14:textId="4DD8B73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F2E4" w14:textId="0DFAC9B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45.96</w:t>
            </w:r>
          </w:p>
        </w:tc>
      </w:tr>
      <w:tr w:rsidR="006156B0" w:rsidRPr="005446F8" w14:paraId="2F31FF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790F" w14:textId="2C2E6B2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E899" w14:textId="0BD1AC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1F9C" w14:textId="05D97BA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57FA" w14:textId="036A83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BD0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948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119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09F34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B814" w14:textId="26BE6D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A052" w14:textId="726EFB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5E74" w14:textId="26A92D3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5AEF" w14:textId="4338CA6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780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FE83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CA7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7C499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C19B" w14:textId="2C4C0D0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23F6" w14:textId="7C9DC0E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673E" w14:textId="4AFE508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64F3" w14:textId="1965547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BDA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A7C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5DA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DB350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EB5C" w14:textId="232972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FD64" w14:textId="080E16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BE6B" w14:textId="1F92F94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E795" w14:textId="647248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41B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6D7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23F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7A2A40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0F39" w14:textId="557B16B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F12B" w14:textId="6E23BF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FB61" w14:textId="6C6DDB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7C59" w14:textId="4D8081E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407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0E4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DB3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0DA33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AE29" w14:textId="5DECF2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2D65" w14:textId="662A453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2EA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373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6F67" w14:textId="7EADF3B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8E2B" w14:textId="726ACD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F9F7" w14:textId="06605F5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</w:tr>
      <w:tr w:rsidR="006156B0" w:rsidRPr="005446F8" w14:paraId="3E22A1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7069" w14:textId="519598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4BE6" w14:textId="730ECC2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BC0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392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1969" w14:textId="19BC0EC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B578" w14:textId="5E8FAAC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C531" w14:textId="48968C5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6156B0" w:rsidRPr="005446F8" w14:paraId="4FE67E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1AF4" w14:textId="58992F5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C25D" w14:textId="07BA012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696D" w14:textId="05CB52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5185" w14:textId="642C5CB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036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671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29E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E3E5D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4D79" w14:textId="699C54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F432" w14:textId="2D652AC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08D1" w14:textId="1D27B21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0E13" w14:textId="16E72D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A1B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561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EF0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0EECE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7A7B" w14:textId="4475C0B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82D8" w14:textId="746E5A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813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18A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F024" w14:textId="4895F1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877F" w14:textId="3B6D000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3.837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D4A0" w14:textId="5FA61A3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</w:tr>
      <w:tr w:rsidR="006156B0" w:rsidRPr="005446F8" w14:paraId="67F8E0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4159" w14:textId="51BE32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F1E3" w14:textId="089EDCD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635E" w14:textId="518B3A1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AEB8" w14:textId="654136B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8AB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0EA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1E4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6D375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93D8" w14:textId="395725B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9F4E" w14:textId="5F4E1D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6B60" w14:textId="52CB601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F50D" w14:textId="5F326AD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CFE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FAF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158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64D38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F47D" w14:textId="4B86D68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ЕТ АРДИС - АЛЕКСАНДЪР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2A30" w14:textId="0EE19D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57E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C1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6118" w14:textId="00667BF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B2C9" w14:textId="76ADDC8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8411" w14:textId="06F35E8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99.00</w:t>
            </w:r>
          </w:p>
        </w:tc>
      </w:tr>
      <w:tr w:rsidR="006156B0" w:rsidRPr="005446F8" w14:paraId="3C9E54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A4C1" w14:textId="211D66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572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5C1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037F" w14:textId="7FF05EC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151.721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1CD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314B0" w14:textId="43720FE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21.829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8BF1" w14:textId="09D8EF8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654.86</w:t>
            </w:r>
          </w:p>
        </w:tc>
      </w:tr>
      <w:tr w:rsidR="006156B0" w:rsidRPr="005446F8" w14:paraId="4B99186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03CA" w14:textId="4B4924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КИРИЛ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4043" w14:textId="50108F6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290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A1F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CDE1" w14:textId="265985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3DAE" w14:textId="53667C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8.456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0950" w14:textId="1DD425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253.68</w:t>
            </w:r>
          </w:p>
        </w:tc>
      </w:tr>
      <w:tr w:rsidR="006156B0" w:rsidRPr="005446F8" w14:paraId="17FB7A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1D36" w14:textId="25940F5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КИРИЛ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6674" w14:textId="3C1C9C5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3A35" w14:textId="30A5E6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DF14" w14:textId="67821DF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DFE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62E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659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3278F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3249" w14:textId="0FAB17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КИРИЛ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E991" w14:textId="31BE83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51B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C4D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C434" w14:textId="74B64B6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ACAB" w14:textId="1078C6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1BA5" w14:textId="0468D82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</w:tr>
      <w:tr w:rsidR="006156B0" w:rsidRPr="005446F8" w14:paraId="22EBC12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B0B3" w14:textId="495CF3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BF6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E6B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4CC7" w14:textId="0DE98C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7.829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296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870D" w14:textId="53CCF43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9.328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B266" w14:textId="78C2A3B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279.85</w:t>
            </w:r>
          </w:p>
        </w:tc>
      </w:tr>
      <w:tr w:rsidR="006156B0" w:rsidRPr="005446F8" w14:paraId="63C998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0BEF" w14:textId="47F3ADB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7A89" w14:textId="6A5C54F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A1C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181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4C62" w14:textId="733481D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0D63" w14:textId="4066D7F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5.075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7B3E" w14:textId="447839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152.25</w:t>
            </w:r>
          </w:p>
        </w:tc>
      </w:tr>
      <w:tr w:rsidR="006156B0" w:rsidRPr="005446F8" w14:paraId="15B1AD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A52A" w14:textId="5C66340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17AC" w14:textId="57E7734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EC0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0B3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C658" w14:textId="653DFF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12EF" w14:textId="168A23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230E" w14:textId="4C7BE8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103.98</w:t>
            </w:r>
          </w:p>
        </w:tc>
      </w:tr>
      <w:tr w:rsidR="006156B0" w:rsidRPr="005446F8" w14:paraId="121E85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B2A3" w14:textId="37F2AE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FA32" w14:textId="7410B1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27F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9D8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199D" w14:textId="3F78CA8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6024" w14:textId="17FDDE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498D" w14:textId="014715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98.09</w:t>
            </w:r>
          </w:p>
        </w:tc>
      </w:tr>
      <w:tr w:rsidR="006156B0" w:rsidRPr="005446F8" w14:paraId="44CD5B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BA48" w14:textId="1546E5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4F18" w14:textId="5BE96F7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3DF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C67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7581" w14:textId="2564F0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D191" w14:textId="2C65B6A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CA39B" w14:textId="551C74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35.84</w:t>
            </w:r>
          </w:p>
        </w:tc>
      </w:tr>
      <w:tr w:rsidR="006156B0" w:rsidRPr="005446F8" w14:paraId="4E2C30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26C9" w14:textId="1040AAF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B9F9" w14:textId="1BEC0BF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4DD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F66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1B06" w14:textId="4994DA9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78D7" w14:textId="6E9228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AAC5" w14:textId="7820BED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114.02</w:t>
            </w:r>
          </w:p>
        </w:tc>
      </w:tr>
      <w:tr w:rsidR="006156B0" w:rsidRPr="005446F8" w14:paraId="356925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57A5" w14:textId="1DE1096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062A" w14:textId="5D31B9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866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BF2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979A" w14:textId="57B8DA0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FDFB" w14:textId="6991247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7CF3" w14:textId="003004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36.76</w:t>
            </w:r>
          </w:p>
        </w:tc>
      </w:tr>
      <w:tr w:rsidR="006156B0" w:rsidRPr="005446F8" w14:paraId="3D827C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331A" w14:textId="51DC57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68AD" w14:textId="0D2435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94D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7D0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7018" w14:textId="41364B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35AA" w14:textId="5AF285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98CB" w14:textId="24F4E3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92.23</w:t>
            </w:r>
          </w:p>
        </w:tc>
      </w:tr>
      <w:tr w:rsidR="006156B0" w:rsidRPr="005446F8" w14:paraId="0D6516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F567" w14:textId="7A14B7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31D6" w14:textId="07D63FF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81CF" w14:textId="415F8B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BC56" w14:textId="097A080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1CC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3A4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F8A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B612E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1360" w14:textId="7A3D49C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0764" w14:textId="1C4451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660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57E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7987" w14:textId="0405DE8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16C5" w14:textId="7035FCC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5E9A" w14:textId="622FA9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77.43</w:t>
            </w:r>
          </w:p>
        </w:tc>
      </w:tr>
      <w:tr w:rsidR="006156B0" w:rsidRPr="005446F8" w14:paraId="0ADF12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B050" w14:textId="2AC39C7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DB70" w14:textId="2D55653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FA3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79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D790" w14:textId="40195B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7598" w14:textId="27D934B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3098" w14:textId="52C929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70.74</w:t>
            </w:r>
          </w:p>
        </w:tc>
      </w:tr>
      <w:tr w:rsidR="006156B0" w:rsidRPr="005446F8" w14:paraId="4211E1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1132" w14:textId="42F4A58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9A49" w14:textId="3E7F80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A44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309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9634" w14:textId="3C7E8C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3850" w14:textId="5DE2CBE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0C70" w14:textId="60B505C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</w:tr>
      <w:tr w:rsidR="006156B0" w:rsidRPr="005446F8" w14:paraId="4DA3D6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370A" w14:textId="216757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72BF" w14:textId="148BA2D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C36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50B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FBE2" w14:textId="4BF31BD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D58F" w14:textId="487F41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9B3A" w14:textId="5511C80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17.08</w:t>
            </w:r>
          </w:p>
        </w:tc>
      </w:tr>
      <w:tr w:rsidR="006156B0" w:rsidRPr="005446F8" w14:paraId="4FCA56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F206" w14:textId="205460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7D10" w14:textId="601852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A11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8D6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7C09" w14:textId="203013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5A62" w14:textId="6F772A3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A37C6" w14:textId="499ADE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</w:tr>
      <w:tr w:rsidR="006156B0" w:rsidRPr="005446F8" w14:paraId="0A8B7C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13F6" w14:textId="242D93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8B8C" w14:textId="038C384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692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E6C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9804" w14:textId="3556D7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B9FB" w14:textId="5F86D0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9492" w14:textId="5206C47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58.35</w:t>
            </w:r>
          </w:p>
        </w:tc>
      </w:tr>
      <w:tr w:rsidR="006156B0" w:rsidRPr="005446F8" w14:paraId="30C30EF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9E6C" w14:textId="46230BF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4F02" w14:textId="498E55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B4E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C09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2831" w14:textId="747D675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9048" w14:textId="09F3643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E1A2" w14:textId="5957FDD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28.91</w:t>
            </w:r>
          </w:p>
        </w:tc>
      </w:tr>
      <w:tr w:rsidR="006156B0" w:rsidRPr="005446F8" w14:paraId="65034DA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1439" w14:textId="4AC636B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CB77" w14:textId="312CDAE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6F4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782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E143" w14:textId="20D779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7532" w14:textId="055E42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DF4C" w14:textId="0C2B130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</w:tr>
      <w:tr w:rsidR="006156B0" w:rsidRPr="005446F8" w14:paraId="5B8EF5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2F70" w14:textId="167996C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Иванов</w:t>
            </w:r>
            <w:proofErr w:type="spellEnd"/>
            <w:r w:rsidRPr="005C3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sz w:val="18"/>
                <w:szCs w:val="18"/>
              </w:rPr>
              <w:t>Кирилов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B72E" w14:textId="519A95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0AE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D87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23B3" w14:textId="3274B20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5508" w14:textId="41DF8A5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E6EE" w14:textId="37CB21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</w:tr>
      <w:tr w:rsidR="006156B0" w:rsidRPr="005446F8" w14:paraId="1DE9C0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9693" w14:textId="2B78150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456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EBD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6647" w14:textId="38CB4A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5.054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71D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C404" w14:textId="69E915E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32.510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7EAE" w14:textId="2DFB422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975.30</w:t>
            </w:r>
          </w:p>
        </w:tc>
      </w:tr>
      <w:tr w:rsidR="006156B0" w:rsidRPr="005446F8" w14:paraId="67A7AD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CA04" w14:textId="26BEB8F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C64E" w14:textId="7DC9A90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89C9" w14:textId="3C6643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A9A0" w14:textId="3A2D6E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558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5C2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3A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7F0E9E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5236" w14:textId="6ED66CA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AF78" w14:textId="3314045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5DDD" w14:textId="21F728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EE3B" w14:textId="21E6928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2C8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B10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052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337DFC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5187" w14:textId="034FA1B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6D0D" w14:textId="20FADA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70B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63B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3CB8" w14:textId="52A3A40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457E" w14:textId="6AD832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ED22" w14:textId="031FCE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118.54</w:t>
            </w:r>
          </w:p>
        </w:tc>
      </w:tr>
      <w:tr w:rsidR="006156B0" w:rsidRPr="005446F8" w14:paraId="658689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F2F4" w14:textId="7568675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6C88" w14:textId="4150F9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7AD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775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8B3D" w14:textId="5A71306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914F" w14:textId="435A2CE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37C7" w14:textId="7579FC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</w:tr>
      <w:tr w:rsidR="006156B0" w:rsidRPr="005446F8" w14:paraId="76396B2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F376" w14:textId="13CFD3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B87A" w14:textId="26F7F23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0C8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08E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935B" w14:textId="11139FB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C807" w14:textId="38E3F04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37056" w14:textId="1B8491E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64.93</w:t>
            </w:r>
          </w:p>
        </w:tc>
      </w:tr>
      <w:tr w:rsidR="006156B0" w:rsidRPr="005446F8" w14:paraId="487ED1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42EF" w14:textId="4449A07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8066" w14:textId="579D9D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9E0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25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A0C7" w14:textId="54ABECF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F4E5" w14:textId="62AE2E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BFBF" w14:textId="4F3AA08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55.09</w:t>
            </w:r>
          </w:p>
        </w:tc>
      </w:tr>
      <w:tr w:rsidR="006156B0" w:rsidRPr="005446F8" w14:paraId="454EDC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79D9B" w14:textId="7D7923B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1654" w14:textId="2B5C511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3783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D9A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FAE4" w14:textId="0F9FB3F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D637" w14:textId="7CC74D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F092" w14:textId="0503EAC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35.95</w:t>
            </w:r>
          </w:p>
        </w:tc>
      </w:tr>
      <w:tr w:rsidR="006156B0" w:rsidRPr="005446F8" w14:paraId="64EC91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531F" w14:textId="62901A0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9371" w14:textId="4D4483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45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2A8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C7A0" w14:textId="5872952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E50C" w14:textId="3ED01D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BF5F" w14:textId="5106DEC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</w:tr>
      <w:tr w:rsidR="006156B0" w:rsidRPr="005446F8" w14:paraId="1B18AA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27C2" w14:textId="1C58996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063A" w14:textId="0E019C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ED9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598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49B2" w14:textId="6EE80C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F279" w14:textId="573B444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10BB" w14:textId="17B651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57.50</w:t>
            </w:r>
          </w:p>
        </w:tc>
      </w:tr>
      <w:tr w:rsidR="006156B0" w:rsidRPr="005446F8" w14:paraId="27A569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CF98" w14:textId="0FCC896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FB9E" w14:textId="34BFCF3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D0E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65D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CCC9" w14:textId="3D7E58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44BD" w14:textId="33129A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DB1A" w14:textId="6BC398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</w:tr>
      <w:tr w:rsidR="006156B0" w:rsidRPr="005446F8" w14:paraId="04DAA2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C55F" w14:textId="5298D5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D714" w14:textId="4C4A2B2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06F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E0E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6186" w14:textId="546596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0B39" w14:textId="5851AD0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76BA" w14:textId="5067EB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</w:tr>
      <w:tr w:rsidR="006156B0" w:rsidRPr="005446F8" w14:paraId="24A104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148D" w14:textId="502FA9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3912" w14:textId="4F9079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24D4" w14:textId="748CCCE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C92F" w14:textId="589ED91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E6B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ED3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2E6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FF257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44F0" w14:textId="0F159AC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572C" w14:textId="4ADFCD7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FE5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054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90A6" w14:textId="06DAFE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DC96" w14:textId="1A5A3A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4DBE" w14:textId="1281E2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</w:tr>
      <w:tr w:rsidR="006156B0" w:rsidRPr="005446F8" w14:paraId="271ADC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9486" w14:textId="4C9AF45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ЛИЛЯНА ДИМИТРОВА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19945" w14:textId="6F9BE7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B592" w14:textId="4B1765A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8325" w14:textId="5BA49A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0BD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0D0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B29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5E96F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C665" w14:textId="37780F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09C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DF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9610" w14:textId="13F755A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22.506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B4D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509A" w14:textId="129DAB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19.078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F0E5" w14:textId="45C290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572.33</w:t>
            </w:r>
          </w:p>
        </w:tc>
      </w:tr>
      <w:tr w:rsidR="006156B0" w:rsidRPr="005446F8" w14:paraId="0738B19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946E" w14:textId="2500A28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2557" w14:textId="2466E3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4B3C" w14:textId="1A2E337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DAFE" w14:textId="797948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23D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7FE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1BA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171FD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01059" w14:textId="3CD5877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0977" w14:textId="66BB4F0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D99E" w14:textId="3AD3951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13.341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75DD" w14:textId="620C3D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759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78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D62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2D453C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E26F" w14:textId="542824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68A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C96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6DAE" w14:textId="230B49F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10.923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9BA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4D25" w14:textId="03222C3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8697" w14:textId="510690B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6156B0" w:rsidRPr="005446F8" w14:paraId="6A9E6D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F8B7" w14:textId="5AE3F0E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49A4" w14:textId="759EA01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E527" w14:textId="616FA2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FB6E" w14:textId="12BC47D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AB5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FBC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A6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2D3A5D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75C4" w14:textId="332F886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85D0" w14:textId="4190BC3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83C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7C5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A471" w14:textId="6890AFC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5B8B" w14:textId="11B3D7B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AAD4" w14:textId="3B67FF7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</w:tr>
      <w:tr w:rsidR="006156B0" w:rsidRPr="005446F8" w14:paraId="29B520C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1836" w14:textId="24B803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A94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FF7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26F4" w14:textId="426789B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0.974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527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227C" w14:textId="191A2E2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0.214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B4CE" w14:textId="1C6898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6.42</w:t>
            </w:r>
          </w:p>
        </w:tc>
      </w:tr>
      <w:tr w:rsidR="006156B0" w:rsidRPr="005446F8" w14:paraId="151355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B061" w14:textId="21B5EA1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4B49" w14:textId="5AE368E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0564" w14:textId="613C1D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86F2" w14:textId="5A5381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E5E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AFA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603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0C3678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9F84" w14:textId="20B95BE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70A2" w14:textId="0208915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BCFB" w14:textId="1DBD060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E9FC" w14:textId="779C4C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4BA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11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0E3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0C197E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C1AD" w14:textId="4917742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ECFB" w14:textId="23CFF31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1893" w14:textId="7BAD2A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8C81" w14:textId="3D398C0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159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3A5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D25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5C7287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6256" w14:textId="30C878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2F71" w14:textId="15CF65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F6B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9D3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9BC0" w14:textId="5078CA7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CFA4" w14:textId="44FB053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BDF1" w14:textId="6D035F8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</w:tr>
      <w:tr w:rsidR="006156B0" w:rsidRPr="005446F8" w14:paraId="3FB318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11EB" w14:textId="54AFFB8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4C00" w14:textId="7E5052D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577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5F2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47F7" w14:textId="6A86C6D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9EAD" w14:textId="4F86092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4BC7" w14:textId="641922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</w:tr>
      <w:tr w:rsidR="006156B0" w:rsidRPr="005446F8" w14:paraId="69F0B4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61E2" w14:textId="524654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C8CF" w14:textId="6F218E1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7F6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297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C4E2" w14:textId="755621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BA1C" w14:textId="045A22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C439" w14:textId="10E137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6156B0" w:rsidRPr="005446F8" w14:paraId="4CA1EC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988A" w14:textId="7B0845D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C092" w14:textId="076BBF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8F8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37C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2E3B" w14:textId="4BA4BB1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4BD9" w14:textId="09AA55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A96F" w14:textId="669EB17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</w:tr>
      <w:tr w:rsidR="006156B0" w:rsidRPr="005446F8" w14:paraId="1F346D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89DD" w14:textId="395D66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ПЕТЪР ГРИГОРОВ ВЕЛКОВ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D1A9" w14:textId="4F23571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E2F0" w14:textId="19D06D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E0EA" w14:textId="6C004D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2EA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692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FF5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60EB9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99F8" w14:textId="3DF372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732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21BA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9AA1" w14:textId="3F8280D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0A1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50D9" w14:textId="0C95312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1.840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5580" w14:textId="528AE9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55.21</w:t>
            </w:r>
          </w:p>
        </w:tc>
      </w:tr>
      <w:tr w:rsidR="006156B0" w:rsidRPr="005446F8" w14:paraId="7789AE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08D9" w14:textId="77F543B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55F6" w14:textId="1733C5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6BC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5679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E652" w14:textId="38319EF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D465" w14:textId="62AC054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033A" w14:textId="7C54552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149.28</w:t>
            </w:r>
          </w:p>
        </w:tc>
      </w:tr>
      <w:tr w:rsidR="006156B0" w:rsidRPr="005446F8" w14:paraId="6223D2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C435" w14:textId="13553A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058A" w14:textId="47A553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4245" w14:textId="2C8F5A1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2150" w14:textId="12801A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E88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932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F7E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D3DF7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71A6" w14:textId="3D50A4F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E62A" w14:textId="59D55F4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B2A6" w14:textId="69B55F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5887" w14:textId="6E14952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25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61F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68C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37C17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A05F" w14:textId="2A9E84C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31C8" w14:textId="1E57D8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9441" w14:textId="2B1D42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7034" w14:textId="1C89DEB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7EF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92B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4CE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D9C7D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5F6E" w14:textId="2794F6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BA61" w14:textId="18CFD1C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F6A7" w14:textId="77AEC5E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2F3A" w14:textId="06EB4B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6D4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394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31C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B1A95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5705" w14:textId="45DF6A9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2944" w14:textId="270A04B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F65C" w14:textId="4664C29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0D66" w14:textId="228A05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E40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03C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5AC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28A30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AE18" w14:textId="3A71D49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C0D6" w14:textId="3BF587D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9DB7" w14:textId="5568F48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7CBA" w14:textId="367AE7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C0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E7D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1CF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1D3E9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F2E0" w14:textId="39C132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3106" w14:textId="43B20B0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8F1E" w14:textId="205E28D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46DD" w14:textId="5750BD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8BB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AA7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E0F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AD2D3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6167" w14:textId="351974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74F8F" w14:textId="2CA89B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020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BC8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B6DF" w14:textId="5B68BF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5536" w14:textId="5C8B073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EE69" w14:textId="5CA03FB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156B0" w:rsidRPr="005446F8" w14:paraId="2EF87B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C3F7" w14:textId="0D9F7F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CC3F" w14:textId="3ADB2C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6DD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D2F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D288" w14:textId="0541963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507F" w14:textId="402BCE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EE9B" w14:textId="6BA402B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</w:tr>
      <w:tr w:rsidR="006156B0" w:rsidRPr="005446F8" w14:paraId="7B1A13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D2B8" w14:textId="3271149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B8C8" w14:textId="373072D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A5A0" w14:textId="58B1CD6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C437" w14:textId="382311C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4AB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6AE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EA6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8CE04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78DB" w14:textId="028B7EE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5E13" w14:textId="3C90CA4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C3AF" w14:textId="19ABBAA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0709" w14:textId="6C24EC3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3C4D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BE3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B70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7A25D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C02A" w14:textId="7AE6C43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EC10" w14:textId="0202437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15BB" w14:textId="2BE41B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5A68" w14:textId="68FE137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3FD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0E5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07A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3A6E9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85BD" w14:textId="056B2C9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4F0B" w14:textId="7B9A27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395B" w14:textId="63E165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2229" w14:textId="58FCB4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716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AB6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1A8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20920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4B35" w14:textId="5340602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F8C9" w14:textId="67B5023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0A45" w14:textId="2623009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A4FA" w14:textId="27D9E6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CF3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DE0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8DD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CBE93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E0E0" w14:textId="262024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A3CD" w14:textId="3A2F7F1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D2AD" w14:textId="4B2B9A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2391" w14:textId="62CA78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610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D3A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C1E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1629F3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F9574" w14:textId="1F81FEA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46E0" w14:textId="591437E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E102" w14:textId="77B222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D734" w14:textId="07F51DF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B8B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06C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43F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5E210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EF4E" w14:textId="2CB1A9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5CA7" w14:textId="36BB92F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39EC" w14:textId="550174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08F8" w14:textId="33E4241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043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579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3431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116657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FD42" w14:textId="133EAE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9E93" w14:textId="66B5F6D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3FD3" w14:textId="6DCB8A3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53FF" w14:textId="34835B3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4F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0BE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E08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1FFA2F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B5A2" w14:textId="271C412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DA0C" w14:textId="01FBC0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E229" w14:textId="320BE7C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3D00" w14:textId="0DC715B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F77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D76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A34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7BBAE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A359" w14:textId="3628E2B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7B2E" w14:textId="598D4A7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5221" w14:textId="1C6F5B0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7B39" w14:textId="7702F4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459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DD3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70A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403EA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BFF9" w14:textId="2551D0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9803" w14:textId="4EBE1E4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7BC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BFE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2B15" w14:textId="6E9DAAC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8B83" w14:textId="31AD1A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F3FC" w14:textId="58ED4FB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297.71</w:t>
            </w:r>
          </w:p>
        </w:tc>
      </w:tr>
      <w:tr w:rsidR="006156B0" w:rsidRPr="005446F8" w14:paraId="6DC199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233F" w14:textId="372C131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F52E" w14:textId="30E4DF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93E8" w14:textId="575667A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F13B" w14:textId="28D4639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1A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A33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5F5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C60CED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73BD" w14:textId="68ECC1A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0F4C" w14:textId="5DCF48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B758" w14:textId="74275A2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718E" w14:textId="24BA40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0C1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58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078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CF755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3428" w14:textId="779A0F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D0BF" w14:textId="6C573A6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3702" w14:textId="69687F3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18DF" w14:textId="68E586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185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F98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93A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0624A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5DE7" w14:textId="25D1916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0E68" w14:textId="73C4FC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7B0E" w14:textId="67262E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B64D" w14:textId="3ECD6B8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AFA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0B2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0E3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2ECFA6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561B" w14:textId="084FEA3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0049" w14:textId="7CD8DF8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A605" w14:textId="2704039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DBD1" w14:textId="600A0DD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BE2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51D0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81E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48EEB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45DD" w14:textId="19E76C6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E994" w14:textId="5E3698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B8BE" w14:textId="6F8B852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3308" w14:textId="568009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83D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737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E00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EC2DF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0A580" w14:textId="750C9F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E110" w14:textId="004E25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FA2F" w14:textId="5106F23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889C" w14:textId="12865E6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909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4C2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00D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78868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05AA" w14:textId="570CB2E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3887" w14:textId="1D38559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70DB" w14:textId="153907A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44EB" w14:textId="47E7848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D08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86E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778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F255B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C187" w14:textId="17356A5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33D5" w14:textId="773C6D3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3969" w14:textId="6436648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527A" w14:textId="15BBFDB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EA5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B5A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50B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5A5B7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876F" w14:textId="7180C1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9374" w14:textId="738819A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92C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64C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7A90" w14:textId="474E07E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D6B5" w14:textId="1791B46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5.586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A2E9" w14:textId="4BC1E5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167.57</w:t>
            </w:r>
          </w:p>
        </w:tc>
      </w:tr>
      <w:tr w:rsidR="006156B0" w:rsidRPr="005446F8" w14:paraId="0E74CC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6420" w14:textId="31D927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E5FC" w14:textId="72BBFD0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BD86" w14:textId="30E6F78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0BABD" w14:textId="27B36F0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9E3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1DE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589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62575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CC26" w14:textId="0621C4A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87CC" w14:textId="5880EB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8D94" w14:textId="64C8B23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32E4" w14:textId="0268E8E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43A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039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418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2E41B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650F" w14:textId="13F0C9A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C352" w14:textId="1773F1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F695" w14:textId="560EC2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68B26" w14:textId="0F4C2B9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DC3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FDC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453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8277B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B824" w14:textId="2DB6F2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FAE4" w14:textId="5E829DB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F76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574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1A5B" w14:textId="53E8BD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ED8E" w14:textId="22BB0A2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018D" w14:textId="7C806F0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119.97</w:t>
            </w:r>
          </w:p>
        </w:tc>
      </w:tr>
      <w:tr w:rsidR="006156B0" w:rsidRPr="005446F8" w14:paraId="5999AD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73C5" w14:textId="77A9A0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4068" w14:textId="418958E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A8B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C45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C5C6" w14:textId="4D240D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0F20" w14:textId="7B13A19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226E" w14:textId="3B2B5A4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119.97</w:t>
            </w:r>
          </w:p>
        </w:tc>
      </w:tr>
      <w:tr w:rsidR="006156B0" w:rsidRPr="005446F8" w14:paraId="447052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75FB" w14:textId="2408E1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D1CF" w14:textId="03B1034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D1CE" w14:textId="38D8A52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C359" w14:textId="6A44662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FC4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276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B0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27AC9E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14D8" w14:textId="1BA029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8AB2" w14:textId="6A5FA0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9B8A" w14:textId="718D5AE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E4E9" w14:textId="56E489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88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5FAE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A61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446E5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0444" w14:textId="4EEAF6D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9698" w14:textId="270D4CC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22A7" w14:textId="44468B7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4DE9" w14:textId="616117A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DD8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585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E87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DE8AB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5F8F" w14:textId="72135F3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F439" w14:textId="6C37A9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118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A50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41D4" w14:textId="2E6D7CA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1E69" w14:textId="395493B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650F" w14:textId="7CB4E83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86.88</w:t>
            </w:r>
          </w:p>
        </w:tc>
      </w:tr>
      <w:tr w:rsidR="006156B0" w:rsidRPr="005446F8" w14:paraId="0DE658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3FAB" w14:textId="58E74A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4C1B" w14:textId="3C2A12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15822" w14:textId="3509A99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169F" w14:textId="4EBCB98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CA5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8F9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1F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0789B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F106" w14:textId="6DFD251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6B85" w14:textId="2384D0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8CEF" w14:textId="3943777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6877" w14:textId="6C4BE4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8D8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186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6B3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43DB4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C00A" w14:textId="4E31361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25B0" w14:textId="50F58C6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93B3" w14:textId="771899D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0DCC" w14:textId="05D2DD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27C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8B0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AE8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34C76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FFCF" w14:textId="67718A7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8D3E" w14:textId="09D9B2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4816" w14:textId="7FB0055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2F30" w14:textId="1EC94C1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0AF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3BCD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05D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5AA10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A702" w14:textId="084ED3C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F873" w14:textId="531E663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5660" w14:textId="5043E9F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91CA" w14:textId="587302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E8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680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D75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FD1D9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4C5D" w14:textId="70814D5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5823" w14:textId="2B8225E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1414" w14:textId="3AF4FA7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032D" w14:textId="63388DA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D33A" w14:textId="0B9E256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37E8" w14:textId="4D0D473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7EF9" w14:textId="1172EE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92.40</w:t>
            </w:r>
          </w:p>
        </w:tc>
      </w:tr>
      <w:tr w:rsidR="006156B0" w:rsidRPr="005446F8" w14:paraId="50E6B2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20AE" w14:textId="3D6C5A1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8208" w14:textId="00C8EC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706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173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F6EB" w14:textId="371AB4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701D" w14:textId="1699C6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BABC" w14:textId="245C1D6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156B0" w:rsidRPr="005446F8" w14:paraId="41C43D3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8468" w14:textId="206E2B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6B90" w14:textId="3D95D4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4EB9" w14:textId="37FD0E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001F" w14:textId="022C5BC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9B4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A99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F10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C6987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983F" w14:textId="5771990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AD4A" w14:textId="3C07F66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A1D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54A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764B" w14:textId="1883F5D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0857" w14:textId="197A92E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DD6E" w14:textId="0E621C9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</w:tr>
      <w:tr w:rsidR="006156B0" w:rsidRPr="005446F8" w14:paraId="725C89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EB1A" w14:textId="63144D5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1C69" w14:textId="1CE6F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CB6D" w14:textId="63B05E4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E1ED" w14:textId="001EBA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05F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5F1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11E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93238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96DE" w14:textId="36A2A3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69E9" w14:textId="1869BD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F061" w14:textId="2B97D0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7FD3" w14:textId="7A3271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792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7DA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36E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89D49C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78C9" w14:textId="5524EA3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6061" w14:textId="0439B7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4D4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165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3CB5" w14:textId="3544E8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C692" w14:textId="2F98961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8836" w14:textId="0BC312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156B0" w:rsidRPr="005446F8" w14:paraId="644E366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D5C3" w14:textId="2789BB8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8450" w14:textId="69EAEC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CF2C" w14:textId="7473498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AA38" w14:textId="05D9597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FB0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85A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DA6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93A5C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0A6C" w14:textId="6EFA849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lastRenderedPageBreak/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83F7" w14:textId="1BBE0D0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4D14" w14:textId="6507B3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FADE" w14:textId="736F685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CE12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77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DC6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9B064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6D32" w14:textId="0F11CA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D38F" w14:textId="389A67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D7DD" w14:textId="1681B35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F4A1" w14:textId="08C973D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98E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D78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18B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0AC23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6C27" w14:textId="16EC3B8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19C3" w14:textId="7FB590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48F2" w14:textId="737277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5676" w14:textId="09566B9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D21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CBC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115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05FAE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7710" w14:textId="41C3900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78DA" w14:textId="067924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2D7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379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93FF" w14:textId="706D9EB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712F" w14:textId="386E16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4.584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DFDA" w14:textId="725DBA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137.51</w:t>
            </w:r>
          </w:p>
        </w:tc>
      </w:tr>
      <w:tr w:rsidR="006156B0" w:rsidRPr="005446F8" w14:paraId="208627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3153" w14:textId="55AE697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0BF9" w14:textId="1F10560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52F6" w14:textId="50C1A1B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5273" w14:textId="2F669C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F0A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04B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AB1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BF516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8C54" w14:textId="545A8D3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2219" w14:textId="30E94BA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D9AC" w14:textId="010928F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64FE" w14:textId="5775E5B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1F0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C5E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120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A7A20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A72A" w14:textId="2A3D618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ПЛАМЕН НИКОЛОВ КОНСУЛОВ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CB28" w14:textId="0FD37D7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694A" w14:textId="3F82118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38.43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518B9" w14:textId="7BE66DA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26B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BBC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B85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0323E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2F84" w14:textId="728326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9ED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675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2D4D" w14:textId="2C605C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263.265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90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1650" w14:textId="07C63A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43.795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E3BA" w14:textId="5AC4107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1313.85</w:t>
            </w:r>
          </w:p>
        </w:tc>
      </w:tr>
      <w:tr w:rsidR="006156B0" w:rsidRPr="005446F8" w14:paraId="1B4F66A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C423" w14:textId="502122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27D8" w14:textId="222623B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34A0" w14:textId="2C3465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CFF0" w14:textId="711BCAF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271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95B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763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11741B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6FFF" w14:textId="2E4E96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39AA" w14:textId="18019F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192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01A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2423" w14:textId="114826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27D5" w14:textId="1801C5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08DE" w14:textId="16F9C7E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89.97</w:t>
            </w:r>
          </w:p>
        </w:tc>
      </w:tr>
      <w:tr w:rsidR="006156B0" w:rsidRPr="005446F8" w14:paraId="2972782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4728" w14:textId="27796E4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A8FD" w14:textId="788967E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DB7D" w14:textId="4A63B9E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FB44" w14:textId="6EE064C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23A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00E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91E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6D451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3A5C" w14:textId="1A4E90E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A89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D2D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6DF5" w14:textId="531997B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2BA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120A" w14:textId="17DEA2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CCD7" w14:textId="52FB7A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89.97</w:t>
            </w:r>
          </w:p>
        </w:tc>
      </w:tr>
      <w:tr w:rsidR="006156B0" w:rsidRPr="005446F8" w14:paraId="327377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EC5C" w14:textId="12CAC9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6C38" w14:textId="08A4209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A8A4" w14:textId="1B83E5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5EA5" w14:textId="2E06526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82D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FE2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E10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1E8B15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9A4D" w14:textId="58CC89A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4CD1" w14:textId="39C9E8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EDC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DA7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9025" w14:textId="11DAAAE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CCE2" w14:textId="0CDC32B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D43D" w14:textId="76938B6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42.68</w:t>
            </w:r>
          </w:p>
        </w:tc>
      </w:tr>
      <w:tr w:rsidR="006156B0" w:rsidRPr="005446F8" w14:paraId="4C10E7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E832" w14:textId="3F93359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78D2" w14:textId="0D7B2EA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BBA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95D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4993" w14:textId="49BAA0B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5887" w14:textId="17B4DF6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21DD" w14:textId="10EB58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</w:tr>
      <w:tr w:rsidR="006156B0" w:rsidRPr="005446F8" w14:paraId="17F37A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D1FC" w14:textId="72B25A3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6AB1" w14:textId="3F3B5FF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E057" w14:textId="63DCA5D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53DB" w14:textId="22D354F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C1C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417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393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6799F8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BB3D" w14:textId="18D7E70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116B" w14:textId="2DC713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EBD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A8B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1F25" w14:textId="49373CB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A908" w14:textId="672178D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2.163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6289" w14:textId="0A24F48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64.90</w:t>
            </w:r>
          </w:p>
        </w:tc>
      </w:tr>
      <w:tr w:rsidR="006156B0" w:rsidRPr="005446F8" w14:paraId="7EF66A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A128" w14:textId="4E581C1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24BF" w14:textId="253B0A7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631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446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CADD" w14:textId="650CEB6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3BC8" w14:textId="3BAF40B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23AD" w14:textId="4D52306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59.68</w:t>
            </w:r>
          </w:p>
        </w:tc>
      </w:tr>
      <w:tr w:rsidR="006156B0" w:rsidRPr="005446F8" w14:paraId="5340F9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D3F6" w14:textId="7E9EE0E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554B" w14:textId="3026F54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D85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6C8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3282" w14:textId="619C8C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6E0F" w14:textId="4DBE06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FE35" w14:textId="0E1EDC2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108.89</w:t>
            </w:r>
          </w:p>
        </w:tc>
      </w:tr>
      <w:tr w:rsidR="006156B0" w:rsidRPr="005446F8" w14:paraId="23CBC0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4866" w14:textId="5AA6B04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5683" w14:textId="47C5391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90D2" w14:textId="742CAC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88BB" w14:textId="70D645B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298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FCD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F98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B387C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0F22" w14:textId="6114431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5348" w14:textId="615E399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D96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C518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7D0B" w14:textId="76D55D0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DB46" w14:textId="725FC92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E2D2" w14:textId="5FB60D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27.46</w:t>
            </w:r>
          </w:p>
        </w:tc>
      </w:tr>
      <w:tr w:rsidR="006156B0" w:rsidRPr="005446F8" w14:paraId="094905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DC78" w14:textId="515A3DF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EC5ED" w14:textId="0E06FF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093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317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86EE" w14:textId="3D73478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5D75" w14:textId="0A8CBE0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3B3A" w14:textId="5463935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108.33</w:t>
            </w:r>
          </w:p>
        </w:tc>
      </w:tr>
      <w:tr w:rsidR="006156B0" w:rsidRPr="005446F8" w14:paraId="3138BB9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E766" w14:textId="6881E43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2438" w14:textId="5A1C6FE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7552" w14:textId="0FFD3E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CA17" w14:textId="0161979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C59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5D9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29F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F2201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900D" w14:textId="66B0439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1F55" w14:textId="131D48E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ED33" w14:textId="6581977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97E3" w14:textId="379D4F4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E1E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B0F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B1B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19F2A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65A2" w14:textId="721F499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B2BE" w14:textId="3557026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1A6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B091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182F" w14:textId="66039CC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ADB2" w14:textId="33A17D9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71B5" w14:textId="555AFB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48.72</w:t>
            </w:r>
          </w:p>
        </w:tc>
      </w:tr>
      <w:tr w:rsidR="006156B0" w:rsidRPr="005446F8" w14:paraId="37654C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A682" w14:textId="444199D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СВЕТОСАВ ГЕОРГИЕВ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87DF" w14:textId="23B8913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23CC" w14:textId="7AA8EF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13.143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FBE9" w14:textId="3DECBAF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F95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E3A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88B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FA9C5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AC4D" w14:textId="0F1A083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8D16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191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6C2E" w14:textId="74BAAD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F3B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30AB" w14:textId="388DC1F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15.574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BA88" w14:textId="3156C61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467.21</w:t>
            </w:r>
          </w:p>
        </w:tc>
      </w:tr>
      <w:tr w:rsidR="006156B0" w:rsidRPr="005446F8" w14:paraId="24B98E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2FC5" w14:textId="7DACDD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СВЕТОСЛАВ ПЕТРОВ ГРИГОРОВ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412E" w14:textId="6BB8B6A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466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665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E26A" w14:textId="28442D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D42C" w14:textId="5A89424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89C1" w14:textId="5EC0569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66.23</w:t>
            </w:r>
          </w:p>
        </w:tc>
      </w:tr>
      <w:tr w:rsidR="006156B0" w:rsidRPr="005446F8" w14:paraId="564D2D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3E5C" w14:textId="69DBE1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СВЕТОСЛАВ ПЕТРОВ ГРИГОРОВ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0166" w14:textId="3372B31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85D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5BA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B60A" w14:textId="524E557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6318" w14:textId="2231D90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51CE" w14:textId="6D60963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25.59</w:t>
            </w:r>
          </w:p>
        </w:tc>
      </w:tr>
      <w:tr w:rsidR="006156B0" w:rsidRPr="005446F8" w14:paraId="10705FB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64F2" w14:textId="4214F50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СВЕТОСЛАВ ПЕТРОВ ГРИГОРОВ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8070" w14:textId="3907F51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318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4CD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0E27" w14:textId="01514E8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C89B" w14:textId="273DE06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C55E" w14:textId="0BD720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</w:tr>
      <w:tr w:rsidR="006156B0" w:rsidRPr="005446F8" w14:paraId="0EB1500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B4B6" w14:textId="4357CC1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СВЕТОСЛАВ ПЕТРОВ ГРИГОРОВ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8E13" w14:textId="1A3EA83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2E38" w14:textId="70C80F7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E07A" w14:textId="4606E92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82C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2F8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533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38BD1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6EA7" w14:textId="35FC804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СВЕТОСЛАВ ПЕТРОВ ГРИГОРОВ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C294" w14:textId="32D2500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6D4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EC0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A633" w14:textId="4955F34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F4AD" w14:textId="01624AC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7E52" w14:textId="32DC5EC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6156B0" w:rsidRPr="005446F8" w14:paraId="2B294D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3137" w14:textId="6AA17E2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0A4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5D4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1117" w14:textId="5072AF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0.589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691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40A4" w14:textId="5AC01CE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3.905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B0A4" w14:textId="1722520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117.14</w:t>
            </w:r>
          </w:p>
        </w:tc>
      </w:tr>
      <w:tr w:rsidR="006156B0" w:rsidRPr="005446F8" w14:paraId="31BBE5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5F2F" w14:textId="106222C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5435" w14:textId="1FDCC38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4FB1" w14:textId="7345AAF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1C5C" w14:textId="52BDBE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ADD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08B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443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56B0" w:rsidRPr="005446F8" w14:paraId="1BE128F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FE53" w14:textId="27ED708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7938" w14:textId="5B0210D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FC4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628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3DEB" w14:textId="794C7A8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4EE4" w14:textId="0606050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57AD" w14:textId="2FFCCCE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110.73</w:t>
            </w:r>
          </w:p>
        </w:tc>
      </w:tr>
      <w:tr w:rsidR="006156B0" w:rsidRPr="005446F8" w14:paraId="034310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AC38" w14:textId="3EDE89E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9073" w14:textId="7A5C26F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56C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09A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1593" w14:textId="3C51069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59F8B" w14:textId="0B759AF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43C8" w14:textId="39C657E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62.97</w:t>
            </w:r>
          </w:p>
        </w:tc>
      </w:tr>
      <w:tr w:rsidR="006156B0" w:rsidRPr="005446F8" w14:paraId="7D8661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F41C" w14:textId="275E784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CBBC" w14:textId="6E38FF7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C4E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01C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EEAF" w14:textId="1BACDFC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7CAE" w14:textId="5212B3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CF29" w14:textId="32803B7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</w:tr>
      <w:tr w:rsidR="006156B0" w:rsidRPr="005446F8" w14:paraId="007383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442D" w14:textId="6A767F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320A" w14:textId="5EF9E72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6C3E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72B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E1C6" w14:textId="342651A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0361C" w14:textId="3D178F9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8718" w14:textId="4BEC93D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20.96</w:t>
            </w:r>
          </w:p>
        </w:tc>
      </w:tr>
      <w:tr w:rsidR="006156B0" w:rsidRPr="005446F8" w14:paraId="00613B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9835" w14:textId="2D2E017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F65A" w14:textId="58FA6B4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D760" w14:textId="19F1BD0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614F" w14:textId="69EC68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C89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789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042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66A7B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0A1D" w14:textId="6E0498C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B8E1" w14:textId="4166385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480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5E6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57E10" w14:textId="098CACB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08F3" w14:textId="74CB928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23A7" w14:textId="40C1CE1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</w:tr>
      <w:tr w:rsidR="006156B0" w:rsidRPr="005446F8" w14:paraId="27A38E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40CD" w14:textId="48A77F5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EE55" w14:textId="5CCDEE0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287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50AA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6CE3" w14:textId="6332255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92637" w14:textId="15CF526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FF73" w14:textId="4D99CE9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96.89</w:t>
            </w:r>
          </w:p>
        </w:tc>
      </w:tr>
      <w:tr w:rsidR="006156B0" w:rsidRPr="005446F8" w14:paraId="5C5139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8F5F" w14:textId="331073D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2A53" w14:textId="1939381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5A89" w14:textId="432A295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364E" w14:textId="4380DE0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D9D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617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5F4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1E806C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5DAD" w14:textId="3FD5B8A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8DAA" w14:textId="0519EB6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8819" w14:textId="4E67ED1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2304" w14:textId="03FF40B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14B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762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004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54E3278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016F" w14:textId="2970727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F1D0" w14:textId="59E3DB7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A761" w14:textId="1567C38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26F5" w14:textId="48C483E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3C0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B24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254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4CC4DA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B1F3" w14:textId="370487B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AE91" w14:textId="43D84669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AAB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3275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A0DF" w14:textId="5B12016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7A48" w14:textId="5CCDF09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EBF5" w14:textId="6394A97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19.05</w:t>
            </w:r>
          </w:p>
        </w:tc>
      </w:tr>
      <w:tr w:rsidR="006156B0" w:rsidRPr="005446F8" w14:paraId="6A070C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9F31" w14:textId="2B810E8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E55B" w14:textId="1117E0D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A3A1" w14:textId="5C1837C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53F2" w14:textId="282060D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3970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655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8FE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39FFEC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D559" w14:textId="2A26BA2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AA7F" w14:textId="2AC145B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AB06" w14:textId="539B35A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B356" w14:textId="0465EA7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BFE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328B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D87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2AAD5A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C1C7" w14:textId="5768B36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CFBB" w14:textId="66B8695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E3A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F8F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4B1C" w14:textId="4BAD008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39EE" w14:textId="46FAD69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2140" w14:textId="20068578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</w:tr>
      <w:tr w:rsidR="006156B0" w:rsidRPr="005446F8" w14:paraId="7E9C89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6FF7" w14:textId="564C8CE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2269" w14:textId="51C6D88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DB2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4C2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0821" w14:textId="546DA5F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DB328" w14:textId="0D8580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3.587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BEDA" w14:textId="559D95B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107.61</w:t>
            </w:r>
          </w:p>
        </w:tc>
      </w:tr>
      <w:tr w:rsidR="006156B0" w:rsidRPr="005446F8" w14:paraId="5F9421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D254" w14:textId="50C334A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D314" w14:textId="6BC7A5D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9C22" w14:textId="6532D5C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6D1D" w14:textId="6A40A3B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C42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FFF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65BF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B6ED7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DFC71" w14:textId="663FAC0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61DB" w14:textId="33B6AA5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CA2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16F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3721" w14:textId="01B258E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E3C1" w14:textId="3209425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12C5" w14:textId="28434586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59.93</w:t>
            </w:r>
          </w:p>
        </w:tc>
      </w:tr>
      <w:tr w:rsidR="006156B0" w:rsidRPr="005446F8" w14:paraId="5D3C73E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4DA5" w14:textId="7337037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7361" w14:textId="208DB073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322B" w14:textId="76B6DDC0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84F8" w14:textId="606614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06EC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43A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64A8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0B6F433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4FC2" w14:textId="46721F3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66F8" w14:textId="2325894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195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62B2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07C7" w14:textId="721151DF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3137" w14:textId="1D7EBE5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CF3D" w14:textId="2259D46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29.01</w:t>
            </w:r>
          </w:p>
        </w:tc>
      </w:tr>
      <w:tr w:rsidR="006156B0" w:rsidRPr="005446F8" w14:paraId="4306E0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0E04" w14:textId="79D63BA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9461" w14:textId="2ABAB92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40C6" w14:textId="585CE374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EFBA" w14:textId="7E8EC961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9FE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C84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BBC1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6B0" w:rsidRPr="005446F8" w14:paraId="71279D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FC13" w14:textId="17D5CBEE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67E1" w14:textId="7FFD18BD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E9B3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2C07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E4A1" w14:textId="2BAAFC1A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D764" w14:textId="59964B9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0E89" w14:textId="75DE80AC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sz w:val="18"/>
                <w:szCs w:val="18"/>
              </w:rPr>
              <w:t>17.03</w:t>
            </w:r>
          </w:p>
        </w:tc>
      </w:tr>
      <w:tr w:rsidR="006156B0" w:rsidRPr="005446F8" w14:paraId="4FDCAB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0E2C" w14:textId="5FB1E535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9816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3F44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BAD1" w14:textId="46B2FD4B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15.258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B6B9" w14:textId="7777777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3B188" w14:textId="5BABF452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19.337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9A28" w14:textId="6EC8D1F7" w:rsidR="006156B0" w:rsidRPr="005C373C" w:rsidRDefault="006156B0" w:rsidP="006156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373C">
              <w:rPr>
                <w:rFonts w:ascii="Arial" w:hAnsi="Arial" w:cs="Arial"/>
                <w:b/>
                <w:bCs/>
                <w:sz w:val="18"/>
                <w:szCs w:val="18"/>
              </w:rPr>
              <w:t>580.11</w:t>
            </w:r>
          </w:p>
        </w:tc>
      </w:tr>
      <w:tr w:rsidR="003F2BD5" w:rsidRPr="005446F8" w14:paraId="3ACB36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D294" w14:textId="1C3E8671" w:rsidR="003F2BD5" w:rsidRPr="00F319E6" w:rsidRDefault="003F2BD5" w:rsidP="003F2B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73549" w14:textId="77777777" w:rsidR="003F2BD5" w:rsidRPr="005C373C" w:rsidRDefault="003F2BD5" w:rsidP="003F2B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E9DF" w14:textId="77777777" w:rsidR="003F2BD5" w:rsidRPr="005C373C" w:rsidRDefault="003F2BD5" w:rsidP="003F2B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B3E7" w14:textId="1D358A0D" w:rsidR="003F2BD5" w:rsidRPr="00007BF2" w:rsidRDefault="003F2BD5" w:rsidP="003F2B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7BF2">
              <w:rPr>
                <w:b/>
                <w:sz w:val="22"/>
                <w:szCs w:val="22"/>
              </w:rPr>
              <w:t>1268.077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7EFB" w14:textId="77777777" w:rsidR="003F2BD5" w:rsidRPr="00007BF2" w:rsidRDefault="003F2BD5" w:rsidP="003F2BD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49C3" w14:textId="29FDD922" w:rsidR="003F2BD5" w:rsidRPr="00007BF2" w:rsidRDefault="003F2BD5" w:rsidP="003F2B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7BF2">
              <w:rPr>
                <w:b/>
                <w:sz w:val="22"/>
                <w:szCs w:val="22"/>
              </w:rPr>
              <w:t>360.819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8ADE" w14:textId="0A7FC0FA" w:rsidR="003F2BD5" w:rsidRPr="00007BF2" w:rsidRDefault="003F2BD5" w:rsidP="003F2BD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7BF2">
              <w:rPr>
                <w:b/>
                <w:sz w:val="22"/>
                <w:szCs w:val="22"/>
              </w:rPr>
              <w:t>10824.57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lastRenderedPageBreak/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1AC00411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6156B0">
        <w:rPr>
          <w:lang w:val="bg-BG"/>
        </w:rPr>
        <w:t>Туден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0C9F693B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254401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9737989" w14:textId="7C0310A1" w:rsidR="006D37C1" w:rsidRPr="006D37C1" w:rsidRDefault="006D37C1" w:rsidP="006D37C1">
      <w:pPr>
        <w:ind w:firstLine="709"/>
        <w:jc w:val="both"/>
        <w:rPr>
          <w:b/>
          <w:lang w:val="bg-BG"/>
        </w:rPr>
      </w:pPr>
      <w:r w:rsidRPr="006D37C1">
        <w:rPr>
          <w:b/>
          <w:lang w:val="bg-BG"/>
        </w:rPr>
        <w:t>/П/</w:t>
      </w:r>
    </w:p>
    <w:p w14:paraId="656B5A42" w14:textId="77777777" w:rsidR="00254401" w:rsidRPr="00535D58" w:rsidRDefault="00254401" w:rsidP="002213A1">
      <w:pPr>
        <w:jc w:val="both"/>
        <w:rPr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bookmarkStart w:id="6" w:name="_GoBack"/>
      <w:bookmarkEnd w:id="6"/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F95DD" w14:textId="77777777" w:rsidR="006E39BD" w:rsidRDefault="006E39BD">
      <w:r>
        <w:separator/>
      </w:r>
    </w:p>
  </w:endnote>
  <w:endnote w:type="continuationSeparator" w:id="0">
    <w:p w14:paraId="778A32B3" w14:textId="77777777" w:rsidR="006E39BD" w:rsidRDefault="006E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F2BD5" w:rsidRDefault="003F2BD5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F2BD5" w:rsidRDefault="003F2BD5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4089C4DE" w:rsidR="003F2BD5" w:rsidRDefault="003F2BD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7C1">
          <w:rPr>
            <w:noProof/>
          </w:rPr>
          <w:t>11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/12</w:t>
        </w:r>
      </w:p>
    </w:sdtContent>
  </w:sdt>
  <w:p w14:paraId="0DF700C8" w14:textId="77777777" w:rsidR="003F2BD5" w:rsidRPr="00835BBA" w:rsidRDefault="003F2B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BE03E" w14:textId="77777777" w:rsidR="006E39BD" w:rsidRDefault="006E39BD">
      <w:r>
        <w:separator/>
      </w:r>
    </w:p>
  </w:footnote>
  <w:footnote w:type="continuationSeparator" w:id="0">
    <w:p w14:paraId="576C64B3" w14:textId="77777777" w:rsidR="006E39BD" w:rsidRDefault="006E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F2BD5" w:rsidRPr="005B69F7" w:rsidRDefault="003F2BD5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F2BD5" w:rsidRPr="005B69F7" w:rsidRDefault="003F2BD5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F2BD5" w:rsidRPr="0023186B" w:rsidRDefault="003F2B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F2BD5" w:rsidRPr="00983B22" w:rsidRDefault="003F2B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F2BD5" w:rsidRPr="00983B22" w:rsidRDefault="003F2B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07BF2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C6681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4401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2BD5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56B0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37C1"/>
    <w:rsid w:val="006E1608"/>
    <w:rsid w:val="006E26A3"/>
    <w:rsid w:val="006E2F1D"/>
    <w:rsid w:val="006E39B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260E3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770FF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77D7A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96C0B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19E6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A196-5F4F-41D8-9DEE-234BA741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70</TotalTime>
  <Pages>12</Pages>
  <Words>4009</Words>
  <Characters>22853</Characters>
  <Application>Microsoft Office Word</Application>
  <DocSecurity>0</DocSecurity>
  <Lines>190</Lines>
  <Paragraphs>53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23</cp:revision>
  <cp:lastPrinted>2022-09-30T06:32:00Z</cp:lastPrinted>
  <dcterms:created xsi:type="dcterms:W3CDTF">2022-09-26T08:20:00Z</dcterms:created>
  <dcterms:modified xsi:type="dcterms:W3CDTF">2022-09-30T06:33:00Z</dcterms:modified>
</cp:coreProperties>
</file>