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65E7998C" w14:textId="77777777" w:rsidR="008B67C0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5410315D" w14:textId="7B518DBD" w:rsidR="008B67C0" w:rsidRDefault="008B67C0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</w:t>
      </w:r>
    </w:p>
    <w:p w14:paraId="1735725E" w14:textId="77777777" w:rsidR="008B67C0" w:rsidRDefault="008B67C0" w:rsidP="00713EC9">
      <w:pPr>
        <w:ind w:left="2160" w:firstLine="720"/>
        <w:rPr>
          <w:b/>
          <w:sz w:val="32"/>
          <w:lang w:val="bg-BG"/>
        </w:rPr>
      </w:pPr>
    </w:p>
    <w:p w14:paraId="40DFF367" w14:textId="57E40707" w:rsidR="00454CDE" w:rsidRPr="00713EC9" w:rsidRDefault="00E500EC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713EC9">
        <w:rPr>
          <w:b/>
          <w:sz w:val="32"/>
          <w:lang w:val="bg-BG"/>
        </w:rPr>
        <w:t xml:space="preserve">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25756AF8" w:rsidR="00454CDE" w:rsidRPr="00E500EC" w:rsidRDefault="005A2287" w:rsidP="005A2287">
      <w:pPr>
        <w:ind w:left="3600"/>
        <w:rPr>
          <w:b/>
          <w:lang w:val="bg-BG"/>
        </w:rPr>
      </w:pPr>
      <w:r w:rsidRPr="00CE78CA">
        <w:rPr>
          <w:lang w:val="bg-BG"/>
        </w:rPr>
        <w:t xml:space="preserve">   </w:t>
      </w:r>
      <w:r w:rsidR="00454CDE" w:rsidRPr="00E500EC">
        <w:rPr>
          <w:b/>
          <w:lang w:val="bg-BG"/>
        </w:rPr>
        <w:t>№</w:t>
      </w:r>
      <w:r w:rsidR="00E500EC" w:rsidRPr="00E500EC">
        <w:rPr>
          <w:b/>
          <w:sz w:val="26"/>
          <w:szCs w:val="26"/>
          <w:lang w:val="bg-BG"/>
        </w:rPr>
        <w:t xml:space="preserve"> </w:t>
      </w:r>
      <w:r w:rsidR="00E500EC" w:rsidRPr="00E500EC">
        <w:rPr>
          <w:b/>
          <w:sz w:val="26"/>
          <w:szCs w:val="26"/>
          <w:lang w:val="bg-BG"/>
        </w:rPr>
        <w:t>ПО-09-3157</w:t>
      </w:r>
      <w:r w:rsidR="00E500EC" w:rsidRPr="00E500EC">
        <w:rPr>
          <w:b/>
          <w:lang w:val="bg-BG"/>
        </w:rPr>
        <w:t>-3</w:t>
      </w:r>
    </w:p>
    <w:p w14:paraId="3795E67F" w14:textId="4921C9E2" w:rsidR="00454CDE" w:rsidRPr="00E500EC" w:rsidRDefault="00454CDE" w:rsidP="00BE4052">
      <w:pPr>
        <w:ind w:left="2880" w:firstLine="720"/>
        <w:rPr>
          <w:b/>
          <w:lang w:val="bg-BG"/>
        </w:rPr>
      </w:pPr>
      <w:r w:rsidRPr="00E500EC">
        <w:rPr>
          <w:b/>
          <w:lang w:val="bg-BG"/>
        </w:rPr>
        <w:t>София,</w:t>
      </w:r>
      <w:r w:rsidR="00E500EC" w:rsidRPr="00E500EC">
        <w:rPr>
          <w:b/>
          <w:lang w:val="bg-BG"/>
        </w:rPr>
        <w:t>28.09.</w:t>
      </w:r>
      <w:r w:rsidR="0023186B" w:rsidRPr="00E500EC">
        <w:rPr>
          <w:b/>
          <w:lang w:val="bg-BG"/>
        </w:rPr>
        <w:t>20</w:t>
      </w:r>
      <w:r w:rsidR="005A5B96" w:rsidRPr="00E500EC">
        <w:rPr>
          <w:b/>
          <w:lang w:val="bg-BG"/>
        </w:rPr>
        <w:t>2</w:t>
      </w:r>
      <w:r w:rsidR="00CC444F" w:rsidRPr="00E500EC">
        <w:rPr>
          <w:b/>
          <w:lang w:val="bg-BG"/>
        </w:rPr>
        <w:t>2</w:t>
      </w:r>
      <w:r w:rsidR="0023186B" w:rsidRPr="00E500EC">
        <w:rPr>
          <w:b/>
          <w:lang w:val="bg-BG"/>
        </w:rPr>
        <w:t>г.</w:t>
      </w:r>
      <w:r w:rsidR="006727E9" w:rsidRPr="00E500EC">
        <w:rPr>
          <w:b/>
          <w:lang w:val="bg-BG"/>
        </w:rPr>
        <w:t xml:space="preserve">  </w:t>
      </w:r>
    </w:p>
    <w:p w14:paraId="0CB87A78" w14:textId="3953BDAE" w:rsidR="00576362" w:rsidRDefault="00576362" w:rsidP="00576362">
      <w:pPr>
        <w:spacing w:line="360" w:lineRule="auto"/>
        <w:rPr>
          <w:lang w:val="bg-BG"/>
        </w:rPr>
      </w:pPr>
    </w:p>
    <w:p w14:paraId="5CA09946" w14:textId="638AF1D5" w:rsidR="00CF6799" w:rsidRDefault="00CF6799" w:rsidP="00576362">
      <w:pPr>
        <w:spacing w:line="360" w:lineRule="auto"/>
        <w:rPr>
          <w:lang w:val="bg-BG"/>
        </w:rPr>
      </w:pPr>
    </w:p>
    <w:p w14:paraId="31639020" w14:textId="73A8B06C" w:rsidR="004A3929" w:rsidRPr="00374CAD" w:rsidRDefault="004A3929" w:rsidP="004A3929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ал.4 от Устройствения правилник на областните дирекции “Земеделие”, в сила от 26.01.2010г., издаден от Министерството на земеделието и храните, </w:t>
      </w:r>
      <w:r w:rsidRPr="0083710E">
        <w:rPr>
          <w:lang w:val="bg-BG"/>
        </w:rPr>
        <w:t>обн.ДВ, бр.7/26.01.2010г.,</w:t>
      </w:r>
      <w:r w:rsidRPr="0083710E">
        <w:rPr>
          <w:lang w:val="ru-RU"/>
        </w:rPr>
        <w:t xml:space="preserve"> </w:t>
      </w:r>
      <w:r w:rsidRPr="0083710E">
        <w:rPr>
          <w:lang w:val="bg-BG"/>
        </w:rPr>
        <w:t>посл. изм. ДВ</w:t>
      </w:r>
      <w:bookmarkStart w:id="0" w:name="_Hlk83647061"/>
      <w:r w:rsidRPr="0083710E">
        <w:rPr>
          <w:lang w:val="bg-BG"/>
        </w:rPr>
        <w:t xml:space="preserve">, </w:t>
      </w:r>
      <w:bookmarkStart w:id="1" w:name="_Hlk83647891"/>
      <w:r w:rsidRPr="0083710E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>
        <w:rPr>
          <w:lang w:val="bg-BG"/>
        </w:rPr>
        <w:t>41</w:t>
      </w:r>
      <w:r w:rsidRPr="0083710E">
        <w:rPr>
          <w:lang w:val="bg-BG"/>
        </w:rPr>
        <w:t xml:space="preserve"> от 0</w:t>
      </w:r>
      <w:r>
        <w:rPr>
          <w:lang w:val="bg-BG"/>
        </w:rPr>
        <w:t>3</w:t>
      </w:r>
      <w:r w:rsidRPr="0083710E">
        <w:rPr>
          <w:lang w:val="bg-BG"/>
        </w:rPr>
        <w:t xml:space="preserve"> </w:t>
      </w:r>
      <w:bookmarkEnd w:id="2"/>
      <w:bookmarkEnd w:id="3"/>
      <w:bookmarkEnd w:id="4"/>
      <w:r>
        <w:rPr>
          <w:lang w:val="bg-BG"/>
        </w:rPr>
        <w:t>юни</w:t>
      </w:r>
      <w:r w:rsidRPr="0083710E">
        <w:rPr>
          <w:lang w:val="bg-BG"/>
        </w:rPr>
        <w:t xml:space="preserve"> 202</w:t>
      </w:r>
      <w:r>
        <w:rPr>
          <w:lang w:val="bg-BG"/>
        </w:rPr>
        <w:t xml:space="preserve">2 </w:t>
      </w:r>
      <w:r w:rsidRPr="0083710E">
        <w:rPr>
          <w:lang w:val="bg-BG"/>
        </w:rPr>
        <w:t xml:space="preserve">г., </w:t>
      </w:r>
      <w:bookmarkEnd w:id="0"/>
      <w:bookmarkEnd w:id="1"/>
      <w:r w:rsidRPr="0083710E">
        <w:rPr>
          <w:lang w:val="bg-BG"/>
        </w:rPr>
        <w:t>чл.37в, ал.4 от Закона</w:t>
      </w:r>
      <w:r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>
        <w:rPr>
          <w:lang w:val="bg-BG"/>
        </w:rPr>
        <w:t xml:space="preserve">Заповед </w:t>
      </w:r>
      <w:r>
        <w:rPr>
          <w:sz w:val="26"/>
          <w:szCs w:val="26"/>
          <w:lang w:val="bg-BG"/>
        </w:rPr>
        <w:t xml:space="preserve">№ </w:t>
      </w:r>
      <w:r w:rsidRPr="00373762">
        <w:rPr>
          <w:b/>
          <w:sz w:val="26"/>
          <w:szCs w:val="26"/>
          <w:lang w:val="bg-BG"/>
        </w:rPr>
        <w:t>ПО-09-</w:t>
      </w:r>
      <w:r w:rsidR="008B67C0">
        <w:rPr>
          <w:b/>
          <w:sz w:val="26"/>
          <w:szCs w:val="26"/>
          <w:lang w:val="bg-BG"/>
        </w:rPr>
        <w:t>3157</w:t>
      </w:r>
      <w:r w:rsidRPr="00373762">
        <w:rPr>
          <w:b/>
          <w:sz w:val="26"/>
          <w:szCs w:val="26"/>
          <w:lang w:val="bg-BG"/>
        </w:rPr>
        <w:t>/</w:t>
      </w:r>
      <w:r w:rsidR="00373762">
        <w:rPr>
          <w:b/>
          <w:sz w:val="26"/>
          <w:szCs w:val="26"/>
          <w:lang w:val="bg-BG"/>
        </w:rPr>
        <w:t>26</w:t>
      </w:r>
      <w:r w:rsidRPr="00373762">
        <w:rPr>
          <w:b/>
          <w:sz w:val="26"/>
          <w:szCs w:val="26"/>
          <w:lang w:val="bg-BG"/>
        </w:rPr>
        <w:t>.07.2022 г.</w:t>
      </w:r>
    </w:p>
    <w:p w14:paraId="3E9EF101" w14:textId="77777777" w:rsidR="008B67C0" w:rsidRDefault="00C41B72" w:rsidP="005E5F37">
      <w:pPr>
        <w:ind w:left="2160" w:firstLine="720"/>
        <w:jc w:val="both"/>
        <w:rPr>
          <w:b/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</w:p>
    <w:p w14:paraId="753AA370" w14:textId="77777777" w:rsidR="008B67C0" w:rsidRDefault="008B67C0" w:rsidP="005E5F37">
      <w:pPr>
        <w:ind w:left="2160" w:firstLine="720"/>
        <w:jc w:val="both"/>
        <w:rPr>
          <w:b/>
          <w:lang w:val="bg-BG"/>
        </w:rPr>
      </w:pPr>
    </w:p>
    <w:p w14:paraId="7E0C97DE" w14:textId="4F9EF4BE" w:rsidR="008F3A6E" w:rsidRDefault="008B67C0" w:rsidP="008B67C0">
      <w:pPr>
        <w:rPr>
          <w:lang w:val="bg-BG"/>
        </w:rPr>
      </w:pPr>
      <w:r>
        <w:rPr>
          <w:b/>
          <w:lang w:val="bg-BG"/>
        </w:rPr>
        <w:t xml:space="preserve">                                                             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534DAFD9" w14:textId="272730E4" w:rsidR="008B67C0" w:rsidRDefault="008B67C0" w:rsidP="005E5F37">
      <w:pPr>
        <w:ind w:left="2160" w:firstLine="720"/>
        <w:jc w:val="both"/>
        <w:rPr>
          <w:lang w:val="bg-BG"/>
        </w:rPr>
      </w:pPr>
    </w:p>
    <w:p w14:paraId="258B526D" w14:textId="77777777" w:rsidR="008B67C0" w:rsidRPr="00CE78CA" w:rsidRDefault="008B67C0" w:rsidP="005E5F37">
      <w:pPr>
        <w:ind w:left="2160" w:firstLine="720"/>
        <w:jc w:val="both"/>
        <w:rPr>
          <w:lang w:val="bg-BG"/>
        </w:rPr>
      </w:pPr>
    </w:p>
    <w:p w14:paraId="790F0D27" w14:textId="4F83BC6B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 xml:space="preserve">за землището на </w:t>
      </w:r>
      <w:r w:rsidR="003361C6" w:rsidRPr="00373762">
        <w:rPr>
          <w:b/>
          <w:lang w:val="bg-BG"/>
        </w:rPr>
        <w:t>с</w:t>
      </w:r>
      <w:r w:rsidR="0011621C" w:rsidRPr="00373762">
        <w:rPr>
          <w:b/>
          <w:lang w:val="bg-BG"/>
        </w:rPr>
        <w:t>.</w:t>
      </w:r>
      <w:r w:rsidR="008B67C0">
        <w:rPr>
          <w:b/>
          <w:lang w:val="bg-BG"/>
        </w:rPr>
        <w:t xml:space="preserve"> Равна</w:t>
      </w:r>
      <w:r w:rsidRPr="00373762">
        <w:rPr>
          <w:b/>
          <w:lang w:val="bg-BG"/>
        </w:rPr>
        <w:t xml:space="preserve">, общ. </w:t>
      </w:r>
      <w:r w:rsidR="00373762" w:rsidRPr="00373762">
        <w:rPr>
          <w:b/>
          <w:lang w:val="bg-BG"/>
        </w:rPr>
        <w:t>Годеч</w:t>
      </w:r>
      <w:r w:rsidRPr="00373762">
        <w:rPr>
          <w:b/>
          <w:lang w:val="bg-BG"/>
        </w:rPr>
        <w:t>,</w:t>
      </w:r>
      <w:r w:rsidRPr="00373762">
        <w:rPr>
          <w:b/>
          <w:lang w:val="ru-RU"/>
        </w:rPr>
        <w:t xml:space="preserve"> </w:t>
      </w:r>
      <w:r w:rsidRPr="00373762">
        <w:rPr>
          <w:b/>
          <w:lang w:val="bg-BG"/>
        </w:rPr>
        <w:t xml:space="preserve">ЕКАТТЕ </w:t>
      </w:r>
      <w:r w:rsidR="008B67C0">
        <w:rPr>
          <w:b/>
          <w:lang w:val="bg-BG"/>
        </w:rPr>
        <w:t>61100</w:t>
      </w:r>
      <w:r w:rsidRPr="00CE78CA">
        <w:rPr>
          <w:lang w:val="bg-BG"/>
        </w:rPr>
        <w:t xml:space="preserve"> </w:t>
      </w:r>
      <w:r w:rsidRPr="00373762">
        <w:rPr>
          <w:b/>
          <w:lang w:val="bg-BG"/>
        </w:rPr>
        <w:t xml:space="preserve">област </w:t>
      </w:r>
      <w:r w:rsidR="00D66684" w:rsidRPr="00373762">
        <w:rPr>
          <w:b/>
          <w:lang w:val="bg-BG"/>
        </w:rPr>
        <w:t>София</w:t>
      </w:r>
      <w:r w:rsidRPr="00CE78CA">
        <w:rPr>
          <w:lang w:val="bg-BG"/>
        </w:rPr>
        <w:t xml:space="preserve">, за стопанската </w:t>
      </w:r>
      <w:r w:rsidRPr="00373762">
        <w:rPr>
          <w:b/>
          <w:lang w:val="bg-BG"/>
        </w:rPr>
        <w:t>20</w:t>
      </w:r>
      <w:r w:rsidR="005A5B96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2</w:t>
      </w:r>
      <w:r w:rsidR="00EE2FF9" w:rsidRPr="00373762">
        <w:rPr>
          <w:b/>
          <w:lang w:val="bg-BG"/>
        </w:rPr>
        <w:t xml:space="preserve"> – 20</w:t>
      </w:r>
      <w:r w:rsidR="002E0A30" w:rsidRPr="00373762">
        <w:rPr>
          <w:b/>
          <w:lang w:val="bg-BG"/>
        </w:rPr>
        <w:t>2</w:t>
      </w:r>
      <w:r w:rsidR="00CC444F" w:rsidRPr="00373762">
        <w:rPr>
          <w:b/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6CA6FEEC" w14:textId="1EF54051" w:rsidR="00373762" w:rsidRDefault="00373762" w:rsidP="005745ED">
      <w:pPr>
        <w:ind w:firstLine="720"/>
        <w:jc w:val="both"/>
        <w:rPr>
          <w:lang w:val="bg-BG"/>
        </w:rPr>
      </w:pPr>
    </w:p>
    <w:p w14:paraId="64D3EE07" w14:textId="77777777" w:rsidR="008B67C0" w:rsidRDefault="008B67C0" w:rsidP="005745ED">
      <w:pPr>
        <w:ind w:firstLine="720"/>
        <w:jc w:val="both"/>
        <w:rPr>
          <w:lang w:val="bg-BG"/>
        </w:rPr>
      </w:pPr>
    </w:p>
    <w:tbl>
      <w:tblPr>
        <w:tblW w:w="10348" w:type="dxa"/>
        <w:tblInd w:w="-8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03"/>
        <w:gridCol w:w="1134"/>
        <w:gridCol w:w="1275"/>
        <w:gridCol w:w="993"/>
        <w:gridCol w:w="992"/>
        <w:gridCol w:w="992"/>
        <w:gridCol w:w="1559"/>
      </w:tblGrid>
      <w:tr w:rsidR="00373762" w:rsidRPr="00B97607" w14:paraId="229DCFD6" w14:textId="77777777" w:rsidTr="006412DD">
        <w:trPr>
          <w:cantSplit/>
          <w:trHeight w:val="495"/>
        </w:trPr>
        <w:tc>
          <w:tcPr>
            <w:tcW w:w="3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BB5DEE4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ПОЛЗВАТЕЛ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4AD3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E5EF65" w14:textId="77777777" w:rsidR="00373762" w:rsidRPr="00B97607" w:rsidRDefault="00373762" w:rsidP="006412DD">
            <w:pPr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С  РЕГИСТРИРАНО</w:t>
            </w:r>
            <w:r w:rsidRPr="00B97607">
              <w:rPr>
                <w:b/>
                <w:lang w:val="ru-RU"/>
              </w:rPr>
              <w:t xml:space="preserve"> </w:t>
            </w:r>
            <w:r w:rsidRPr="00B97607">
              <w:rPr>
                <w:b/>
                <w:lang w:val="bg-BG"/>
              </w:rPr>
              <w:t>ПРАВНО ОСНОВАНИЕ</w:t>
            </w:r>
          </w:p>
        </w:tc>
        <w:tc>
          <w:tcPr>
            <w:tcW w:w="354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1DDC6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ИМОТ ПО ЧЛ. 37В, АЛ. 3, Т. 2 ОТ ЗСПЗЗ</w:t>
            </w:r>
          </w:p>
        </w:tc>
      </w:tr>
      <w:tr w:rsidR="00373762" w:rsidRPr="00B97607" w14:paraId="521B4EAC" w14:textId="77777777" w:rsidTr="006412DD">
        <w:trPr>
          <w:cantSplit/>
          <w:trHeight w:val="227"/>
        </w:trPr>
        <w:tc>
          <w:tcPr>
            <w:tcW w:w="340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3B0BDA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3426C2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3B2832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 НА ИМОТ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681E9D3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0F3E718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№</w:t>
            </w:r>
          </w:p>
          <w:p w14:paraId="67F55A55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НА ИМОТ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A976E2F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ПЛОЩ ДКА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6ACBDB" w14:textId="77777777" w:rsidR="00373762" w:rsidRPr="00B97607" w:rsidRDefault="00373762" w:rsidP="006412DD">
            <w:pPr>
              <w:jc w:val="center"/>
              <w:rPr>
                <w:b/>
                <w:lang w:val="bg-BG"/>
              </w:rPr>
            </w:pPr>
            <w:r w:rsidRPr="00B97607">
              <w:rPr>
                <w:b/>
                <w:lang w:val="bg-BG"/>
              </w:rPr>
              <w:t>ДЪЛЖИМО РЕНТНО ПЛАЩАНЕ ЛВ.</w:t>
            </w:r>
          </w:p>
        </w:tc>
      </w:tr>
      <w:tr w:rsidR="008B67C0" w:rsidRPr="005446F8" w14:paraId="1386F03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96E" w14:textId="6A80113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9003" w14:textId="4E2097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28EC4" w14:textId="536708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E093" w14:textId="32CAB6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34C7B" w14:textId="5C96CD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9E5CC" w14:textId="3484900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827" w14:textId="7832160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86C8A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AB5AA" w14:textId="25C59F1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175F" w14:textId="2975C66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5E78" w14:textId="2648E6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FBF4" w14:textId="55C4BB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3.580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C218" w14:textId="40AE1D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5CF56" w14:textId="6C34CD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EE0F" w14:textId="562533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101A33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6350" w14:textId="776597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DEB0" w14:textId="0F6BC5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CBB2" w14:textId="751E96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9499F" w14:textId="41765E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A506C" w14:textId="348CC0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C1C38" w14:textId="16C35DC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7A25" w14:textId="5FF167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49.05</w:t>
            </w:r>
          </w:p>
        </w:tc>
      </w:tr>
      <w:tr w:rsidR="008B67C0" w:rsidRPr="005446F8" w14:paraId="3A1B4FD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B97D" w14:textId="4B1C42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C1B6" w14:textId="163256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2521" w14:textId="242C10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3DCE" w14:textId="497C80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2C103" w14:textId="024B466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33E8" w14:textId="15DAB4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B3560" w14:textId="2E4486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E6358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764D" w14:textId="4852CC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3778" w14:textId="2B7C7C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EC15" w14:textId="61BF57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5.44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B447" w14:textId="0480BF9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BC8AF" w14:textId="3F31E3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EA098" w14:textId="20678A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A87B" w14:textId="2928E1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7C8ACA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8883" w14:textId="5A4357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9F662" w14:textId="648A54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E03E9" w14:textId="74D31D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8FAA7" w14:textId="2FE1645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BFFE" w14:textId="29DED78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65FA0" w14:textId="64FEFA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2343" w14:textId="24D85F1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</w:tr>
      <w:tr w:rsidR="008B67C0" w:rsidRPr="005446F8" w14:paraId="019F1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DE53" w14:textId="1BC5A96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512C3" w14:textId="09000A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D78F1" w14:textId="6195A6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56E92" w14:textId="452AA6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B9A6" w14:textId="3A73E9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CA47" w14:textId="167250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9EFBE" w14:textId="63823D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F456DC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0AB90" w14:textId="1030670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855C" w14:textId="2BED8DD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2FBC1" w14:textId="5367A5E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0F314" w14:textId="4A549A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298C" w14:textId="7F9497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D2F" w14:textId="5498A8E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CF4C" w14:textId="64B0256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782340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421B" w14:textId="2ABB36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A1A" w14:textId="6B1918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FFE8C" w14:textId="312259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184D" w14:textId="4C45E9A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AD6" w14:textId="3CCD2E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DEA" w14:textId="267357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929B" w14:textId="31F215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29.95</w:t>
            </w:r>
          </w:p>
        </w:tc>
      </w:tr>
      <w:tr w:rsidR="008B67C0" w:rsidRPr="005446F8" w14:paraId="5A8B944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C3C9" w14:textId="2F2673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DEEA8" w14:textId="713525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6771" w14:textId="5A2E6FE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2DAB" w14:textId="755508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EE3C" w14:textId="1EE81D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49F6" w14:textId="49BB16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5E3A" w14:textId="295C3D8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</w:tr>
      <w:tr w:rsidR="008B67C0" w:rsidRPr="005446F8" w14:paraId="1A8BB85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9DB8" w14:textId="52B0D0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37696" w14:textId="642F961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AB3" w14:textId="109E6D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5.59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1CF7" w14:textId="28D7582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00274" w14:textId="560A8B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E3FF" w14:textId="55165D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8EE5" w14:textId="34AC67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B2D569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BB094" w14:textId="685E1D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08D7" w14:textId="7DB198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9E950" w14:textId="2128D1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674B" w14:textId="35EE17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2.540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FA227" w14:textId="6105DD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CA063" w14:textId="7D9F3D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1D74B" w14:textId="6940FF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A385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28D6" w14:textId="0A0C176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E4EA4" w14:textId="0CEACDE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CC90" w14:textId="536F7D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61C4" w14:textId="0AD975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A718D" w14:textId="26EA81B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DD6D" w14:textId="0D8039E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8912" w14:textId="0B3A31A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53.83</w:t>
            </w:r>
          </w:p>
        </w:tc>
      </w:tr>
      <w:tr w:rsidR="008B67C0" w:rsidRPr="005446F8" w14:paraId="42312A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8069" w14:textId="528EB7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40CB1" w14:textId="482BCE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C641" w14:textId="538E089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14A" w14:textId="0AEB961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B075" w14:textId="546F867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38C" w14:textId="0332F1B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60CB" w14:textId="35B531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A32138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D3FB" w14:textId="0AE8D98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2BE3" w14:textId="21EDD1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C65EC" w14:textId="3B809F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F135B" w14:textId="506CF3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1.532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67760" w14:textId="667DB8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9E9A" w14:textId="7EB7A6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562E" w14:textId="29A374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21D7EE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F757" w14:textId="7EBE4A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lastRenderedPageBreak/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1ACC2" w14:textId="653565C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5463" w14:textId="1D6A4C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F80" w14:textId="6DDEF50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43A8E" w14:textId="4C8F772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73740" w14:textId="36DB4C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F47AC" w14:textId="1608B3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44.82</w:t>
            </w:r>
          </w:p>
        </w:tc>
      </w:tr>
      <w:tr w:rsidR="008B67C0" w:rsidRPr="005446F8" w14:paraId="371B91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5F12" w14:textId="66C8D8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10D82" w14:textId="42259E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126" w14:textId="3838E1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5C4" w14:textId="792905F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3.777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7B6E" w14:textId="395A97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F2AB" w14:textId="0ACC11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65D72" w14:textId="27D3FE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6AD9964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1AA89" w14:textId="35D5D1C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81DC3" w14:textId="66DCC5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B36E" w14:textId="3E9E6B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6AE4" w14:textId="5E976EE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B5DD4" w14:textId="0E56CF7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8647" w14:textId="20EF10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19CC" w14:textId="4E1BF0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1A059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7F718" w14:textId="72864D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1596" w14:textId="255694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C202" w14:textId="39F641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8824" w14:textId="11425C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9681" w14:textId="059AAD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D35F" w14:textId="19FAC8D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C8467" w14:textId="44F8C9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27.57</w:t>
            </w:r>
          </w:p>
        </w:tc>
      </w:tr>
      <w:tr w:rsidR="008B67C0" w:rsidRPr="005446F8" w14:paraId="5F613B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64B5" w14:textId="1767B5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07C6D" w14:textId="009CB4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2C9A" w14:textId="16D82D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5E2F8" w14:textId="7E5158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0175" w14:textId="7B775D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DCA4" w14:textId="2C70B90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A5239" w14:textId="11A2C5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35642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0B62" w14:textId="11C593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7F3A" w14:textId="63C8BD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98A1" w14:textId="293FEB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3A0B" w14:textId="0309C7B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A4DE" w14:textId="2724094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0AFA4" w14:textId="2C84A7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EFBFF" w14:textId="782680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</w:tr>
      <w:tr w:rsidR="008B67C0" w:rsidRPr="005446F8" w14:paraId="1151F0E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7857" w14:textId="7828E3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59BA" w14:textId="53A170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D1048" w14:textId="735C14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8096" w14:textId="2E96D6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FB996" w14:textId="45A9CC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60B9" w14:textId="3FAEFD1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59A6" w14:textId="2A3EA0E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0340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845D" w14:textId="6BA5AD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A61A" w14:textId="4DEB37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DD68" w14:textId="11C22A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6ADD5" w14:textId="3AFCDD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7A710" w14:textId="53BE6E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CCC2" w14:textId="4BB0FE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3.937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EDF0" w14:textId="602B5C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118.11</w:t>
            </w:r>
          </w:p>
        </w:tc>
      </w:tr>
      <w:tr w:rsidR="008B67C0" w:rsidRPr="005446F8" w14:paraId="4FDD3A8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FFA0" w14:textId="7A8F5C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9C33" w14:textId="68CDF41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5321" w14:textId="54B0B85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E38B" w14:textId="00D70A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1B12" w14:textId="401A06A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57A2" w14:textId="417ED9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B060" w14:textId="3A59255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92.46</w:t>
            </w:r>
          </w:p>
        </w:tc>
      </w:tr>
      <w:tr w:rsidR="008B67C0" w:rsidRPr="005446F8" w14:paraId="19B2F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85233" w14:textId="08F9F96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2812" w14:textId="78E1E8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2790" w14:textId="0D9673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67DCE" w14:textId="5FCF4B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E0C" w14:textId="2C4DC5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9D67" w14:textId="76F83D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575B" w14:textId="0BAFEBD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5A5D8C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B4EE" w14:textId="2E94B4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F08A" w14:textId="19D123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D56B" w14:textId="5575F8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4A4D" w14:textId="5DD1D21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6369" w14:textId="07388C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7B26" w14:textId="1F6441E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2.896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C5000" w14:textId="6441F1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86.87</w:t>
            </w:r>
          </w:p>
        </w:tc>
      </w:tr>
      <w:tr w:rsidR="008B67C0" w:rsidRPr="005446F8" w14:paraId="477054F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847F4" w14:textId="50DD4B0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65CF" w14:textId="54940E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8DF1" w14:textId="4F0F78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24ED" w14:textId="1F9F93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71CA" w14:textId="63F2730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0161D" w14:textId="76FD06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D5E88" w14:textId="07CA4D1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228DE3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814C5" w14:textId="47EAD9E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19446" w14:textId="17B5B6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F895" w14:textId="312263B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7.102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139E" w14:textId="0F57E0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3AC" w14:textId="7C7E90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E11" w14:textId="74019A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D130" w14:textId="7541AF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FF483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3A78" w14:textId="395184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F5AB" w14:textId="075291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9D6D" w14:textId="05A4F3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7.103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45A0" w14:textId="2419B1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DB9A" w14:textId="232775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5991" w14:textId="361A1F1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F97A" w14:textId="51654B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2DEABE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7439" w14:textId="08AFA6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8A685" w14:textId="559926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00CC" w14:textId="46A72C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9310" w14:textId="1CE98BD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9784" w14:textId="6F5AF14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F8077" w14:textId="0EE621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2314" w14:textId="2D8FED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44.09</w:t>
            </w:r>
          </w:p>
        </w:tc>
      </w:tr>
      <w:tr w:rsidR="008B67C0" w:rsidRPr="005446F8" w14:paraId="6725428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59D7F" w14:textId="05A1F29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1683" w14:textId="30E54C8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5F5A" w14:textId="67B582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7.100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EFA3" w14:textId="3950D0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3F4A" w14:textId="5D01E4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FC7B" w14:textId="36A46D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2EB99" w14:textId="5085C3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A9306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BE90" w14:textId="6C5596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506A" w14:textId="2A7911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5AB87" w14:textId="18D592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23CA7" w14:textId="32AFAEE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87A4" w14:textId="01A886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8887" w14:textId="3938BB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776BD" w14:textId="5079B7F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6.99</w:t>
            </w:r>
          </w:p>
        </w:tc>
      </w:tr>
      <w:tr w:rsidR="008B67C0" w:rsidRPr="005446F8" w14:paraId="5FEB00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88949" w14:textId="6893F6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8B64" w14:textId="0F651A1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34F2" w14:textId="34A6D3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1BE7" w14:textId="7EFA71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2.895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4DA6" w14:textId="458A14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C63F" w14:textId="653BE34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6323" w14:textId="279DA1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59C726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66E6" w14:textId="68EFC9B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63E3" w14:textId="521B1B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EF9B" w14:textId="74E873F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0D59E" w14:textId="14B5D3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CCBE" w14:textId="65FC634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E4D4C" w14:textId="521AB77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1FE5" w14:textId="616DF3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019A7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CB314" w14:textId="1E7336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D6D1" w14:textId="44F8B5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CD84" w14:textId="078D06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026A2" w14:textId="293F96E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DAFB" w14:textId="1452CA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BCFFC" w14:textId="472DFF9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D9AE" w14:textId="4AB3EF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</w:tr>
      <w:tr w:rsidR="008B67C0" w:rsidRPr="005446F8" w14:paraId="6B64E7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F8C0C" w14:textId="73F1DD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EAE" w14:textId="20CAA1B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9647" w14:textId="174672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FD0F" w14:textId="2599C5D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E510" w14:textId="18AA77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594FE" w14:textId="5EB6F5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A99E" w14:textId="2BEED8E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8B67C0" w:rsidRPr="005446F8" w14:paraId="3271647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D935" w14:textId="05040F0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7E14" w14:textId="07C0613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851B" w14:textId="7A5E82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7.97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2D5B" w14:textId="16C51EF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4E003" w14:textId="03066EE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B8C5" w14:textId="5CC816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23B3" w14:textId="190E831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0B311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0C49" w14:textId="2340EB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2B4D" w14:textId="0C853F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208F" w14:textId="7E5232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BE3E4" w14:textId="166A127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88C7" w14:textId="6EE07C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2A29" w14:textId="3514B3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4800" w14:textId="763566A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35.68</w:t>
            </w:r>
          </w:p>
        </w:tc>
      </w:tr>
      <w:tr w:rsidR="008B67C0" w:rsidRPr="005446F8" w14:paraId="10660A9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4BE0" w14:textId="79AFAB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C2F0" w14:textId="634B570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66F9" w14:textId="5C5782D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4CFB" w14:textId="244321E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6E997" w14:textId="245388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C065F" w14:textId="35FC1F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2D0C" w14:textId="28B1544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57669B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059E" w14:textId="3E78BD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522B" w14:textId="38FCCB3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184E" w14:textId="386EDF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5CA0" w14:textId="2C2F94D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3C5E" w14:textId="550D05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BE9C" w14:textId="6F9BB74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460D" w14:textId="43D25D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</w:tr>
      <w:tr w:rsidR="008B67C0" w:rsidRPr="005446F8" w14:paraId="323477F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86A3" w14:textId="785AFC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53D" w14:textId="558E04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0CFD3" w14:textId="44468C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1A33F" w14:textId="619953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0AC" w14:textId="1AB88BE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B8D4" w14:textId="34BEE73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8EC3" w14:textId="2A2DA9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A1A314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B80F2" w14:textId="521EF2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E968F" w14:textId="0837734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D333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30E8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A04E8" w14:textId="524D120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FCD8" w14:textId="71B95D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A5A9" w14:textId="6F4D71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38.05</w:t>
            </w:r>
          </w:p>
        </w:tc>
      </w:tr>
      <w:tr w:rsidR="008B67C0" w:rsidRPr="005446F8" w14:paraId="124417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D49E" w14:textId="090725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9A635" w14:textId="7227DA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647" w14:textId="7E084B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6D18F" w14:textId="1F489E2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487" w14:textId="279AD6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0371F" w14:textId="099EAE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5F34" w14:textId="40F4C7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30EA4B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1E8A" w14:textId="3FE6E3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87551" w14:textId="179F6B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6E75" w14:textId="7D3249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43AA" w14:textId="21816C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9D56" w14:textId="59F50B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B826" w14:textId="28C13F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3D5B" w14:textId="18AB40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</w:tr>
      <w:tr w:rsidR="008B67C0" w:rsidRPr="005446F8" w14:paraId="4FC9104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3C4B" w14:textId="7CD9D4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2FE36" w14:textId="4BC183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25ED" w14:textId="64528C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EB371" w14:textId="368D431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AE53" w14:textId="59DD14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696F" w14:textId="1172874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BCBDF" w14:textId="71BDAE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</w:tr>
      <w:tr w:rsidR="008B67C0" w:rsidRPr="005446F8" w14:paraId="0EBC06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BE65" w14:textId="14ED84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2EE4" w14:textId="770230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6A097" w14:textId="2A14D2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BB0CC" w14:textId="7BEE6E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A6A56" w14:textId="30847C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E321E" w14:textId="701D56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590AC" w14:textId="4E8C1C0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130F3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ABEE" w14:textId="050A63A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B701" w14:textId="7A9CE1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90A2" w14:textId="4DEC44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B6693" w14:textId="6F4890E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F96E" w14:textId="6F81909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FDD9C" w14:textId="58955B2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6BAE" w14:textId="74D6E71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</w:tr>
      <w:tr w:rsidR="008B67C0" w:rsidRPr="005446F8" w14:paraId="13EE548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FC80" w14:textId="736B79B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84AE" w14:textId="7D28B20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DA4E" w14:textId="1D43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CD08" w14:textId="404AC2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F9EED" w14:textId="30604C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969A" w14:textId="138354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E8E1A" w14:textId="56C9B72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71501D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E47C" w14:textId="0F14CA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4549" w14:textId="2BA938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5CC01" w14:textId="15F272E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E49B" w14:textId="112E729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1E887" w14:textId="45ED7A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41D5" w14:textId="41827C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6A75" w14:textId="693F6E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E1AD0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62C2" w14:textId="3DEDE11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AA6C2" w14:textId="69E032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C4B1A" w14:textId="58FC47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9EA34" w14:textId="614F34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AADA" w14:textId="7C0D3A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3E7F" w14:textId="45AF95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44AF" w14:textId="793D74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A8955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FA9" w14:textId="369D94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03FB" w14:textId="5654CE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18902" w14:textId="0E9526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1B684" w14:textId="0AF053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C6EA" w14:textId="1F74081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2B422" w14:textId="3356AE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54DE0" w14:textId="7F246C2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573D9D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7C7C" w14:textId="40BE6EE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6C0D" w14:textId="64B114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001BE" w14:textId="786457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B9C0" w14:textId="3C8012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4.084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F1E3" w14:textId="03AA7C1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63F5" w14:textId="00DEF0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0ADAF" w14:textId="05ED6F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847453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042" w14:textId="185BDE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2D938" w14:textId="176E596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F762" w14:textId="06EA5F6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53BA" w14:textId="1443C5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DA57" w14:textId="7F67653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184B" w14:textId="3CA277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C32C" w14:textId="3FE15D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118.59</w:t>
            </w:r>
          </w:p>
        </w:tc>
      </w:tr>
      <w:tr w:rsidR="008B67C0" w:rsidRPr="005446F8" w14:paraId="41D1367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9E88" w14:textId="43CCF3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9A6CB" w14:textId="28AF2C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5FE" w14:textId="635B00F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B463F" w14:textId="354217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C8D5" w14:textId="05CADC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F8D97" w14:textId="049290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9739" w14:textId="25AD4DE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6EA39E1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3DF2F" w14:textId="43875E1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5C108" w14:textId="3B319C9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AF0CC" w14:textId="39150B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B859" w14:textId="06139A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FA15" w14:textId="7951B0A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6E9F9" w14:textId="4DF23E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AB020" w14:textId="614AD9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30.86</w:t>
            </w:r>
          </w:p>
        </w:tc>
      </w:tr>
      <w:tr w:rsidR="008B67C0" w:rsidRPr="005446F8" w14:paraId="553727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45908" w14:textId="0F83B2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53CF" w14:textId="4A59BC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4061E" w14:textId="6F96F6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B5F2D" w14:textId="0D8523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169E" w14:textId="4697F1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7A00" w14:textId="7922C97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1A3B" w14:textId="34D8B8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BAFB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67F60" w14:textId="47AA1A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6F27" w14:textId="63C47C3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1E684" w14:textId="03DD77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5.47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0408" w14:textId="62436A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9BF2" w14:textId="2C710C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3621C" w14:textId="6EF0F1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CC26" w14:textId="7E611F0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6A8D0E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A6A6" w14:textId="4F4C2E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28BE" w14:textId="388E0CB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ACDC" w14:textId="3C8BC5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5.92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315C" w14:textId="5918BF6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9488" w14:textId="4B14F6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CCD7E" w14:textId="1D6F1F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43B6F" w14:textId="242E408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D49EC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6932" w14:textId="257444D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6D1E" w14:textId="7880AA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FC73" w14:textId="5D7600C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3BED6" w14:textId="288DA8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09A2" w14:textId="7B13B0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6949" w14:textId="3D5705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02C3" w14:textId="4E8639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</w:tr>
      <w:tr w:rsidR="008B67C0" w:rsidRPr="005446F8" w14:paraId="4D0D161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89CA" w14:textId="0E644D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0ECE9" w14:textId="38F96F4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A160" w14:textId="3B9999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CE17" w14:textId="400C86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34FF9" w14:textId="542E1BD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FAF8" w14:textId="07EE80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B25" w14:textId="63C7DBE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8.86</w:t>
            </w:r>
          </w:p>
        </w:tc>
      </w:tr>
      <w:tr w:rsidR="008B67C0" w:rsidRPr="005446F8" w14:paraId="58F64E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66846" w14:textId="054BE5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B0413" w14:textId="4BAFCB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7FAAE" w14:textId="32216D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E4BD" w14:textId="477BD3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C067E" w14:textId="5B37243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F5D4" w14:textId="7E609B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8A0" w14:textId="756352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3A7B1D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9499" w14:textId="746859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06F2D" w14:textId="6234A4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D0AA" w14:textId="1BDD89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E6E5" w14:textId="7F87E8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B091" w14:textId="188A0C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6832" w14:textId="03186F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E83" w14:textId="5B6EF9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57.59</w:t>
            </w:r>
          </w:p>
        </w:tc>
      </w:tr>
      <w:tr w:rsidR="008B67C0" w:rsidRPr="005446F8" w14:paraId="4B8384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E8589" w14:textId="4B78CEB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598FC" w14:textId="749F9D6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AC893" w14:textId="2A6708A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7EC1" w14:textId="4DC304F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734D" w14:textId="46E24B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2BDD" w14:textId="6A8337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7D6E" w14:textId="201F441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638F28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481" w14:textId="4DA186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9AC" w14:textId="48AF5E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0043" w14:textId="485F9E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AB8B9" w14:textId="7CF46F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5564" w14:textId="0AC204E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C267" w14:textId="50438D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BEAE4" w14:textId="4AA1EB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</w:tr>
      <w:tr w:rsidR="008B67C0" w:rsidRPr="005446F8" w14:paraId="61A3636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65DC" w14:textId="40D629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5727" w14:textId="730EBC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B4FC7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0729D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CB66" w14:textId="176CB1D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CE424" w14:textId="3FEFBB6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91BFC" w14:textId="6AF55BF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</w:tr>
      <w:tr w:rsidR="008B67C0" w:rsidRPr="005446F8" w14:paraId="7C9737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8F328" w14:textId="61D72FF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51ABA" w14:textId="1757C09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1933" w14:textId="1C8535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AC3F" w14:textId="3D617F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A3E3" w14:textId="747A3C7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FB61" w14:textId="404D672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1A6C2" w14:textId="52EF45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F2961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0C45" w14:textId="60647C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97FF" w14:textId="0A1007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CDED0" w14:textId="2405A00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AEDA" w14:textId="06D9C3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A24" w14:textId="441E51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32B7" w14:textId="680FE05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075F1" w14:textId="2F804C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DE3A4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84D0F" w14:textId="6B33A8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0FC69" w14:textId="37D7C1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1851" w14:textId="59A964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C2E8" w14:textId="2220A6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EEBD6" w14:textId="6B2C4B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5B5D" w14:textId="1D63E8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EAE8" w14:textId="1CE16D7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</w:tr>
      <w:tr w:rsidR="008B67C0" w:rsidRPr="005446F8" w14:paraId="2965E4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B1" w14:textId="0F305DE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C5218" w14:textId="4D8FE0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F90" w14:textId="239ED0B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9DAC" w14:textId="1EB8AA4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9877" w14:textId="77E550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BE3EB" w14:textId="5A793B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B4A5" w14:textId="16AF34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C6B60B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FA66F" w14:textId="2D6A5F4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DCE6" w14:textId="64D62B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71E9A" w14:textId="073E0F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283" w14:textId="72DEC42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511C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9363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0C3E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C27286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B3809" w14:textId="6719218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109" w14:textId="4A282BF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2FD9" w14:textId="022B2F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A7FE8" w14:textId="4DD4634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CC95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6025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5A7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CBF2C3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E948" w14:textId="67F12B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331E" w14:textId="2A21B19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D612" w14:textId="69A7E6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5805" w14:textId="695499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655F" w14:textId="6A1600F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D822" w14:textId="3F1A2BF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7C65" w14:textId="3E1ECF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A7FFF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D99" w14:textId="6D91A2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6B7C" w14:textId="07115B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30AA" w14:textId="3FEF71E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C194" w14:textId="5FF153D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F9BF" w14:textId="51D22F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E9F5" w14:textId="2C6C4CF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2DC0" w14:textId="79FE50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F569B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9F46" w14:textId="4829CC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32EC" w14:textId="069AE8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5031" w14:textId="7FD9CEF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3414" w14:textId="61E6632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6B9A9" w14:textId="704855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D4C6E" w14:textId="57804E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EF1A" w14:textId="768E98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7615C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DBC4" w14:textId="5E75AAD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2D54E" w14:textId="63283A1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DE8C7" w14:textId="23BBEF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F328" w14:textId="06FC9A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2FB4" w14:textId="1948AC5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AF4FD" w14:textId="140768D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7DA1" w14:textId="7B4E73B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</w:tr>
      <w:tr w:rsidR="008B67C0" w:rsidRPr="005446F8" w14:paraId="325E1E0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6A91" w14:textId="0BB9613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82772" w14:textId="61D31DA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E3A65" w14:textId="7B262D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29CE" w14:textId="029EC0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9A01" w14:textId="4F6C2A0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EDDB" w14:textId="73C45E8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0CE10" w14:textId="6FADA5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9DA6F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6AEE" w14:textId="1F415E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lastRenderedPageBreak/>
              <w:t>АНДРЕЙ ПЕТРОВ АСПАРУХОВ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0BA0" w14:textId="29D4BC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A076" w14:textId="419A01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4B692" w14:textId="575A63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CCF6" w14:textId="614DD92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FF5F8" w14:textId="029147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0.828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C2DEB" w14:textId="1A739D0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24.84</w:t>
            </w:r>
          </w:p>
        </w:tc>
      </w:tr>
      <w:tr w:rsidR="008B67C0" w:rsidRPr="005446F8" w14:paraId="3C5F590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3E176" w14:textId="605C12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3EF6" w14:textId="58A0B8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E10" w14:textId="421C74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AED5" w14:textId="473CAE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106.175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FCDE2" w14:textId="18EAED8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5341" w14:textId="7E08E7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36.746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E3FE" w14:textId="36B713D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1102.39</w:t>
            </w:r>
          </w:p>
        </w:tc>
      </w:tr>
      <w:tr w:rsidR="008B67C0" w:rsidRPr="005446F8" w14:paraId="5EDB5D7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F52D" w14:textId="288112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8974" w14:textId="7AB8011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F345" w14:textId="000EF7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6685" w14:textId="5930EE2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EEF5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0366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2417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17E23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B47E" w14:textId="452D31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F1A12" w14:textId="71C084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7E547" w14:textId="01A3A5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3AC3C" w14:textId="7E17C44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52AA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0792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2E46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B7671C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3BFA" w14:textId="70D196E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B11F" w14:textId="33963F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E129" w14:textId="1C7EED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8EC7" w14:textId="259692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73A91" w14:textId="2604A0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9116" w14:textId="1A84FE6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0CC9C" w14:textId="7B20D4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8B67C0" w:rsidRPr="005446F8" w14:paraId="0C27202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0243" w14:textId="357EF16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BA0CD" w14:textId="620020E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4B7DC" w14:textId="3DF052F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E2F2B" w14:textId="723D8A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3998" w14:textId="39FA72D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662B" w14:textId="58147B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65351" w14:textId="24DE04D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8B67C0" w:rsidRPr="005446F8" w14:paraId="3B916B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FD7D" w14:textId="746CB41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7A46" w14:textId="094616E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CD5C8" w14:textId="1942FE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00FE" w14:textId="6B4D8DB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F7FA" w14:textId="60EA2E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F448" w14:textId="130DA5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4C6A" w14:textId="0DA516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8B67C0" w:rsidRPr="005446F8" w14:paraId="128F046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BEA3" w14:textId="11574C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578B" w14:textId="5D2ACAC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51A7" w14:textId="131F7C0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4B8E" w14:textId="362A62D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98942" w14:textId="4DB176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0C9" w14:textId="2C23A5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29DE" w14:textId="6E8CCA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14.97</w:t>
            </w:r>
          </w:p>
        </w:tc>
      </w:tr>
      <w:tr w:rsidR="008B67C0" w:rsidRPr="005446F8" w14:paraId="42BD339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2288" w14:textId="2A42E8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89B5" w14:textId="63DD49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B779" w14:textId="218D4C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8B2E" w14:textId="0363AA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1E9C" w14:textId="3B64B0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9F14E" w14:textId="20D17B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4BD" w14:textId="1F73FE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6.00</w:t>
            </w:r>
          </w:p>
        </w:tc>
      </w:tr>
      <w:tr w:rsidR="008B67C0" w:rsidRPr="005446F8" w14:paraId="75E55A2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D66A" w14:textId="400309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B8C2D" w14:textId="4F9A71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9B4C" w14:textId="3243DC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BA3AE" w14:textId="5A8EC5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3016F" w14:textId="72FC738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AD425" w14:textId="59E8BAF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95A99" w14:textId="505A57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</w:tr>
      <w:tr w:rsidR="008B67C0" w:rsidRPr="005446F8" w14:paraId="1089B2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4BD5" w14:textId="34DD75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256" w14:textId="2EEA8E0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D361A" w14:textId="77566D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7.63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5CC2" w14:textId="49A8C14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6C18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CAF4" w14:textId="7B32CE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9E4C1" w14:textId="604CBE7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EF7FEC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ED07" w14:textId="6A0C9D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4D3B2" w14:textId="01064B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A4FAC" w14:textId="698E16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4491" w14:textId="0AF68D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224D" w14:textId="5799EFC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EC395" w14:textId="21AF27E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FC47" w14:textId="153EB4E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ADD5A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9047" w14:textId="2FA041A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CBCED" w14:textId="32041D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88E5C" w14:textId="44FFE8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5D74" w14:textId="2CF819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FF28C" w14:textId="62FA21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C2AC" w14:textId="30D63FF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03D9" w14:textId="2660B11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</w:tr>
      <w:tr w:rsidR="008B67C0" w:rsidRPr="005446F8" w14:paraId="5066D8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67D7" w14:textId="66756D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9A64" w14:textId="41F5EA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CEC4" w14:textId="6541E20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9DFEA" w14:textId="248033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FDC04" w14:textId="122434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84E49" w14:textId="11FE1E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0F47" w14:textId="5CE55A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3.14</w:t>
            </w:r>
          </w:p>
        </w:tc>
      </w:tr>
      <w:tr w:rsidR="008B67C0" w:rsidRPr="005446F8" w14:paraId="01ED0F1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920A" w14:textId="65CF168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24F2A" w14:textId="54A034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DAE" w14:textId="530AF0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1E381" w14:textId="44CBA1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CE03" w14:textId="2103401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9368F" w14:textId="14BEB5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5.211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EF440" w14:textId="7347E47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156.33</w:t>
            </w:r>
          </w:p>
        </w:tc>
      </w:tr>
      <w:tr w:rsidR="008B67C0" w:rsidRPr="005446F8" w14:paraId="0189DC5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EF5F" w14:textId="2813DDC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FAF" w14:textId="1D2FF8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4A3D6" w14:textId="546025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5.74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240" w14:textId="077B25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7338" w14:textId="2A871E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E962" w14:textId="07823D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3DB9" w14:textId="2956F1A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68296C0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D24B" w14:textId="1A5BFE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552C" w14:textId="5642D06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5ABB" w14:textId="5C6673D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37CCC" w14:textId="00B5E0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74ED0" w14:textId="5C42E3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DF4" w14:textId="0D121FA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0BB2" w14:textId="0B55D9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</w:tr>
      <w:tr w:rsidR="008B67C0" w:rsidRPr="005446F8" w14:paraId="64B55B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382" w14:textId="778BE9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F955" w14:textId="4D89F4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1A2F" w14:textId="5530A60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2A8F" w14:textId="61354F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6D3F" w14:textId="40681A1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FC455" w14:textId="74BCC3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BE6D" w14:textId="08B2A5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3.48</w:t>
            </w:r>
          </w:p>
        </w:tc>
      </w:tr>
      <w:tr w:rsidR="008B67C0" w:rsidRPr="005446F8" w14:paraId="049BAC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CB96D" w14:textId="4893D7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4FAE" w14:textId="6ABF2D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B22F" w14:textId="426C50B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B8518" w14:textId="3E0AE1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DE99E" w14:textId="432E61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54EC" w14:textId="6562E3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ECBC1" w14:textId="1DAE4E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38.34</w:t>
            </w:r>
          </w:p>
        </w:tc>
      </w:tr>
      <w:tr w:rsidR="008B67C0" w:rsidRPr="005446F8" w14:paraId="04249C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929E" w14:textId="4304B0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B307" w14:textId="25ED47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0882" w14:textId="1ADBFF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2B89" w14:textId="04EC0F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51C" w14:textId="0EAA58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341D0" w14:textId="3A133A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07C7C" w14:textId="5255A12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185A06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CE13" w14:textId="6F20320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5904" w14:textId="412D47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6A514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7B3B3" w14:textId="0D25268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C627" w14:textId="011C38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F7DC4" w14:textId="32AC0D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9980" w14:textId="0D9751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149.94</w:t>
            </w:r>
          </w:p>
        </w:tc>
      </w:tr>
      <w:tr w:rsidR="008B67C0" w:rsidRPr="005446F8" w14:paraId="713A57B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BEFA" w14:textId="01167C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646B3" w14:textId="56B24E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31E9D" w14:textId="1185844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A41DA" w14:textId="4A2F3E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39B6" w14:textId="0BA383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BDC26" w14:textId="033B0E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8043" w14:textId="137ED1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F4D41A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4DFD9" w14:textId="118ED6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C8123" w14:textId="2FD55C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31ED7" w14:textId="274DB5D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2F327" w14:textId="6B45E0A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8DC" w14:textId="11A0F1E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A6AE0" w14:textId="3CFEAF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659" w14:textId="5053E1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73EFE7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7E1C" w14:textId="72C867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EB4DE" w14:textId="0D4788F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6112" w14:textId="5A087C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C0C2" w14:textId="63449B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EC8" w14:textId="0C5D9F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B59C" w14:textId="7EB8228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4EB2D" w14:textId="791285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14.73</w:t>
            </w:r>
          </w:p>
        </w:tc>
      </w:tr>
      <w:tr w:rsidR="008B67C0" w:rsidRPr="005446F8" w14:paraId="012E29E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7C21F" w14:textId="5685C5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БЕТИНА ЛЮДМИЛОВА БОЯНОВА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0862" w14:textId="6501C06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191BC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0B622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236" w14:textId="0F3F30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F95FC" w14:textId="063257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9B78" w14:textId="5440E0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</w:tr>
      <w:tr w:rsidR="008B67C0" w:rsidRPr="005446F8" w14:paraId="6DFFDA2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A5E8E" w14:textId="57F1D3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4D0C" w14:textId="298732B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9409" w14:textId="1D6E3F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EC78" w14:textId="735C699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25.957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9135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8162" w14:textId="3B4AAF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17.049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725C" w14:textId="3B2F20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511.48</w:t>
            </w:r>
          </w:p>
        </w:tc>
      </w:tr>
      <w:tr w:rsidR="008B67C0" w:rsidRPr="005446F8" w14:paraId="791271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2D37" w14:textId="1A0074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0540C" w14:textId="1E81291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52B9F" w14:textId="61775D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55BE" w14:textId="598BC0F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131D6" w14:textId="5C1216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DA73" w14:textId="3CFF6A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4.094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4358" w14:textId="2DA513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122.82</w:t>
            </w:r>
          </w:p>
        </w:tc>
      </w:tr>
      <w:tr w:rsidR="008B67C0" w:rsidRPr="005446F8" w14:paraId="6DCE95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DA29" w14:textId="30F2AA0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3620" w14:textId="68709D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564A8" w14:textId="434DF6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649D" w14:textId="20EF7F9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2.915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79DE0" w14:textId="372D93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4EBF" w14:textId="3FAEFD0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F451" w14:textId="1264CA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9D153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2D34B" w14:textId="1EFF32A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AC1A" w14:textId="3F4706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42B5" w14:textId="7FDE35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6C464" w14:textId="57CA1D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F15E" w14:textId="22C716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701A" w14:textId="4AAE33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95DD3" w14:textId="17EE24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16.47</w:t>
            </w:r>
          </w:p>
        </w:tc>
      </w:tr>
      <w:tr w:rsidR="008B67C0" w:rsidRPr="005446F8" w14:paraId="559D98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671BD" w14:textId="25FE3C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650BA" w14:textId="256F41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CD29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C5A" w14:textId="7B58B1F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E3DA" w14:textId="3837E6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DCCA" w14:textId="5384A77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0CDE" w14:textId="2318E5B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</w:tr>
      <w:tr w:rsidR="008B67C0" w:rsidRPr="005446F8" w14:paraId="07673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18B3A" w14:textId="0D311F0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E02C" w14:textId="30812E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E95B" w14:textId="389B40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F4B8" w14:textId="77CAC2A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F436" w14:textId="66ED830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8C65" w14:textId="40C991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5AAD3" w14:textId="0FD9AD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60.03</w:t>
            </w:r>
          </w:p>
        </w:tc>
      </w:tr>
      <w:tr w:rsidR="008B67C0" w:rsidRPr="005446F8" w14:paraId="23356C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7A65A" w14:textId="2CF3C4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9A91" w14:textId="1EB8194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79EA5" w14:textId="17AF8D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8.107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DE0E" w14:textId="44DC912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AF2E" w14:textId="351383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475D" w14:textId="3C12B7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3717C" w14:textId="260F829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75F4B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E5FC7" w14:textId="5CB95F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3A1" w14:textId="4E9880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7543" w14:textId="08C369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A02" w14:textId="5135672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836E" w14:textId="4B7C58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F198" w14:textId="7C5A78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3DDF" w14:textId="35CC3FA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8B67C0" w:rsidRPr="005446F8" w14:paraId="198250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D1096" w14:textId="77B2BC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F4AD" w14:textId="1EE3B0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74CE" w14:textId="1CE8452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C228" w14:textId="228D2C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2184E" w14:textId="2003AB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1C6A" w14:textId="47C5089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DD6B2" w14:textId="6CE7ECB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58.47</w:t>
            </w:r>
          </w:p>
        </w:tc>
      </w:tr>
      <w:tr w:rsidR="008B67C0" w:rsidRPr="005446F8" w14:paraId="3FFADA8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0DE5" w14:textId="1870EA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DF28" w14:textId="3ED25F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00FC" w14:textId="5882E3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F9C56" w14:textId="5998DDD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D7273" w14:textId="279C4E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C6C22" w14:textId="327F25B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D43B2" w14:textId="52D675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57.17</w:t>
            </w:r>
          </w:p>
        </w:tc>
      </w:tr>
      <w:tr w:rsidR="008B67C0" w:rsidRPr="005446F8" w14:paraId="280A02A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74B6" w14:textId="0864E8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888" w14:textId="222A705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CF03" w14:textId="0C2D98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06541" w14:textId="7AAE4F8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4D2C" w14:textId="51257D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73AA" w14:textId="265E79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2311" w14:textId="1160292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47.51</w:t>
            </w:r>
          </w:p>
        </w:tc>
      </w:tr>
      <w:tr w:rsidR="008B67C0" w:rsidRPr="005446F8" w14:paraId="378A6B1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21A6" w14:textId="3117C7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AF80" w14:textId="784CC5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A54F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7914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3C2A5" w14:textId="344A36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E744" w14:textId="1E2171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05CE" w14:textId="0418B5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38.79</w:t>
            </w:r>
          </w:p>
        </w:tc>
      </w:tr>
      <w:tr w:rsidR="008B67C0" w:rsidRPr="005446F8" w14:paraId="3FB864E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849" w14:textId="42E752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9B52" w14:textId="3F4E0B6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8413F" w14:textId="1F153D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1162" w14:textId="1A3FDD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3D46A" w14:textId="301737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AAFE" w14:textId="05C533E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4ACDE" w14:textId="796408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55.98</w:t>
            </w:r>
          </w:p>
        </w:tc>
      </w:tr>
      <w:tr w:rsidR="008B67C0" w:rsidRPr="005446F8" w14:paraId="1FE64B2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43B8E" w14:textId="0D9D13A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6DA8" w14:textId="5E06F0E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B347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E7E31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D7A5" w14:textId="4B550A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B778" w14:textId="187885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7166" w14:textId="62966C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42.02</w:t>
            </w:r>
          </w:p>
        </w:tc>
      </w:tr>
      <w:tr w:rsidR="008B67C0" w:rsidRPr="005446F8" w14:paraId="06FB86D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86DD" w14:textId="3FCA0D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A8BF" w14:textId="45629C4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86C6" w14:textId="11CD40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5162D" w14:textId="010E047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07153" w14:textId="731369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40BC" w14:textId="4AC615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65B" w14:textId="2C2C103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27.93</w:t>
            </w:r>
          </w:p>
        </w:tc>
      </w:tr>
      <w:tr w:rsidR="008B67C0" w:rsidRPr="005446F8" w14:paraId="5BA515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235" w14:textId="31765D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135D" w14:textId="24F0C3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B739" w14:textId="22C6FE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8B06C" w14:textId="13E712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4C0E2" w14:textId="438B72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4092" w14:textId="57B3CC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00CB" w14:textId="27BCE3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</w:tr>
      <w:tr w:rsidR="008B67C0" w:rsidRPr="005446F8" w14:paraId="646C365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A70B5" w14:textId="146A98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2B847" w14:textId="58576EC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648B" w14:textId="5293C4F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1FFCA" w14:textId="4410C6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B350" w14:textId="2D41BC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D01E" w14:textId="4DE996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9D063" w14:textId="153F8D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</w:tr>
      <w:tr w:rsidR="008B67C0" w:rsidRPr="005446F8" w14:paraId="488B5E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7171" w14:textId="42143D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2C5DA" w14:textId="1D8D7C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392D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74C49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7DAA" w14:textId="57E805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FA107" w14:textId="7B29B3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13AD8" w14:textId="09E8BD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</w:tr>
      <w:tr w:rsidR="008B67C0" w:rsidRPr="005446F8" w14:paraId="16649B4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B280C" w14:textId="40AC64A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C1EB0" w14:textId="309DD6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26F8" w14:textId="592E93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DA8D" w14:textId="397504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0A0" w14:textId="323F72F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E65F4" w14:textId="472977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1497" w14:textId="1CEB44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</w:tr>
      <w:tr w:rsidR="008B67C0" w:rsidRPr="005446F8" w14:paraId="5A8A4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E182" w14:textId="089F59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C0A59" w14:textId="64388F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5D52B" w14:textId="68E9476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AE7D" w14:textId="586539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3.593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990D" w14:textId="177DA8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3E92" w14:textId="254D09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F60" w14:textId="261240C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C2664C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54E0" w14:textId="3E58B9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C3AE" w14:textId="6CD158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CDC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4A794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DD9DE" w14:textId="363B95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F24A" w14:textId="26E1AD9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D627" w14:textId="3ACDCF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8B67C0" w:rsidRPr="005446F8" w14:paraId="38FC40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A1CC" w14:textId="04A5EF4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FECD9" w14:textId="6CDA3EA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DFD3A" w14:textId="6DF4BC3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5CFC" w14:textId="0159D2B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EAE4" w14:textId="0BA36D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0147" w14:textId="17B294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A91B" w14:textId="390292D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29.00</w:t>
            </w:r>
          </w:p>
        </w:tc>
      </w:tr>
      <w:tr w:rsidR="008B67C0" w:rsidRPr="005446F8" w14:paraId="2DE04F8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6657" w14:textId="32C77E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2FABD" w14:textId="2A3F34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9E40E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93D3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9DBF9" w14:textId="55DF0A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9C87" w14:textId="68950C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9BF2" w14:textId="3905BE2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12.03</w:t>
            </w:r>
          </w:p>
        </w:tc>
      </w:tr>
      <w:tr w:rsidR="008B67C0" w:rsidRPr="005446F8" w14:paraId="41C69B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7EC3A" w14:textId="2C5D23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1C0C" w14:textId="0C179D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6F44B" w14:textId="468FF9E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6A581" w14:textId="7C00D24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831E9" w14:textId="010596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8EA3" w14:textId="4E6015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D8A2" w14:textId="572188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12.00</w:t>
            </w:r>
          </w:p>
        </w:tc>
      </w:tr>
      <w:tr w:rsidR="008B67C0" w:rsidRPr="005446F8" w14:paraId="1D696E9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0B50" w14:textId="3C834B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00E8" w14:textId="13F9096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C66E" w14:textId="707598F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576F" w14:textId="2F0BBD9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FF42" w14:textId="53E96FF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A8130" w14:textId="3D78D9C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ACBCE" w14:textId="6048787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</w:tr>
      <w:tr w:rsidR="008B67C0" w:rsidRPr="005446F8" w14:paraId="69746C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5292A" w14:textId="57427C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2FEF" w14:textId="2CA073A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0D171" w14:textId="041E17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D249" w14:textId="79992B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32CA3" w14:textId="22817E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43545" w14:textId="5CE27E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98E" w14:textId="781C33A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14.14</w:t>
            </w:r>
          </w:p>
        </w:tc>
      </w:tr>
      <w:tr w:rsidR="008B67C0" w:rsidRPr="005446F8" w14:paraId="68AD6CA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D591" w14:textId="6CF6026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E33B" w14:textId="34C806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3A2D" w14:textId="630049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4D832" w14:textId="2A10D6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6B5C8" w14:textId="78AE8D4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754C" w14:textId="5B6DE34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D4EE" w14:textId="21B443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</w:tr>
      <w:tr w:rsidR="008B67C0" w:rsidRPr="005446F8" w14:paraId="460C397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135D" w14:textId="1B8E6E4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9C8AD" w14:textId="422864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7249" w14:textId="211E4D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2167" w14:textId="3309FC3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3FD1" w14:textId="22A5F36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EEC6" w14:textId="537868A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3DE19" w14:textId="4D53902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209.94</w:t>
            </w:r>
          </w:p>
        </w:tc>
      </w:tr>
      <w:tr w:rsidR="008B67C0" w:rsidRPr="005446F8" w14:paraId="5904C6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DED8" w14:textId="19CE1E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FE26" w14:textId="138566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3F768" w14:textId="41805F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3782" w14:textId="296C799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5131" w14:textId="7FB944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BE9" w14:textId="017BC3E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02B95" w14:textId="04177C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104.97</w:t>
            </w:r>
          </w:p>
        </w:tc>
      </w:tr>
      <w:tr w:rsidR="008B67C0" w:rsidRPr="005446F8" w14:paraId="2433FC7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2221D" w14:textId="141FEA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7C58" w14:textId="2773755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5EC39" w14:textId="031D5C0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41FA7" w14:textId="497E08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EE15" w14:textId="136960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801B" w14:textId="4CA629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BF9" w14:textId="1DA5C5A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104.94</w:t>
            </w:r>
          </w:p>
        </w:tc>
      </w:tr>
      <w:tr w:rsidR="008B67C0" w:rsidRPr="005446F8" w14:paraId="6468123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2DA0" w14:textId="7B9D2D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4445" w14:textId="57E7756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C955" w14:textId="659075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6998C" w14:textId="71FFEF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D5743" w14:textId="5CD2CF3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A983" w14:textId="1BD887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051" w14:textId="21502C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7648F2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AA11" w14:textId="029D7A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F8BD" w14:textId="6E728E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224BC" w14:textId="3BE0B8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EB01" w14:textId="371B27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F73BC" w14:textId="77FF2E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BC21" w14:textId="0AB25F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06BE" w14:textId="5C24CBF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E1EBA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57742" w14:textId="27B472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БОЯН ТОДОРОВ ДИМИТРОВ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E483" w14:textId="5097E0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73EA5" w14:textId="07F3EF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1D9A" w14:textId="049FF7D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B78BC" w14:textId="6D8F3A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8B55" w14:textId="2ACCA4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F6DA" w14:textId="07CD90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90.06</w:t>
            </w:r>
          </w:p>
        </w:tc>
      </w:tr>
      <w:tr w:rsidR="008B67C0" w:rsidRPr="005446F8" w14:paraId="4F636CC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12E3" w14:textId="741F90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E90CE" w14:textId="159A76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5F426" w14:textId="147CDF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09F4" w14:textId="79E5BD1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20.492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EBFAA" w14:textId="2617B7C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B76B" w14:textId="7D9476D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43.385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7BD4" w14:textId="439F31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1301.56</w:t>
            </w:r>
          </w:p>
        </w:tc>
      </w:tr>
      <w:tr w:rsidR="008B67C0" w:rsidRPr="005446F8" w14:paraId="09313DA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C6D2" w14:textId="4D2E71E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31AB" w14:textId="09D55E2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3C9F" w14:textId="5988C0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6EE3" w14:textId="6E5FF8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CD1D" w14:textId="526B11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926D" w14:textId="670553C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61E9D" w14:textId="01D86E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912EE2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40F4" w14:textId="72BA3F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233" w14:textId="6E27509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81509" w14:textId="754C64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BD131" w14:textId="0EAA691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ECE3" w14:textId="4B94092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A11F" w14:textId="6B6638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083E" w14:textId="55925F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A8B426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7B193" w14:textId="3A8F1B4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lastRenderedPageBreak/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8F5" w14:textId="1F16774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9DFB3" w14:textId="3BEA4AF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C7EC" w14:textId="2649ADD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5FCE" w14:textId="654DC3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14F15" w14:textId="72C75D2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3AC05" w14:textId="1E7468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9D5086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EB280" w14:textId="739F8E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8682" w14:textId="4B1CBDE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EF0F0" w14:textId="28AE94B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D426" w14:textId="4C8D3BF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68AE" w14:textId="1057BC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CC1DE" w14:textId="623B19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0F47" w14:textId="4B71A7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A73B24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1BB9" w14:textId="6141CDF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40C8" w14:textId="348669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F173" w14:textId="0690AC1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C858" w14:textId="7707F0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811" w14:textId="23816A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74B0" w14:textId="36D753C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359D" w14:textId="7DB5CA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18.97</w:t>
            </w:r>
          </w:p>
        </w:tc>
      </w:tr>
      <w:tr w:rsidR="008B67C0" w:rsidRPr="005446F8" w14:paraId="3AC8C82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B63B9" w14:textId="421E60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D9BE1" w14:textId="22609D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E140" w14:textId="6F85F35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3E46" w14:textId="00D515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0DE17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1050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C5EC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8C6DE4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241DA" w14:textId="09B68C9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13F3" w14:textId="3B3C943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1D40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277E" w14:textId="774F161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7BB" w14:textId="1E0EBD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B6D8D" w14:textId="368EDD0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65AD2" w14:textId="21C321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</w:tr>
      <w:tr w:rsidR="008B67C0" w:rsidRPr="005446F8" w14:paraId="050094F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AFFA" w14:textId="55F0B2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BD4C" w14:textId="0DEACD3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DE47" w14:textId="7A7111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498C" w14:textId="0081464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4E29" w14:textId="03CFE8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D9D" w14:textId="5A0E230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6E42" w14:textId="6B63022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</w:tr>
      <w:tr w:rsidR="008B67C0" w:rsidRPr="005446F8" w14:paraId="73AFDE9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DFE2" w14:textId="5056BC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F9E06" w14:textId="2A83CFD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325" w14:textId="5B8330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AE4B" w14:textId="1A44C6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585D" w14:textId="1DC91F1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B32A" w14:textId="47BB2AE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21C2" w14:textId="7269761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</w:tr>
      <w:tr w:rsidR="008B67C0" w:rsidRPr="005446F8" w14:paraId="67E23B9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8C97" w14:textId="52E46D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642F" w14:textId="205A1D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250F" w14:textId="5C83C0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CF3" w14:textId="3C13BE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96193" w14:textId="3C17652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226F" w14:textId="6890BF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2FAF5" w14:textId="1419B5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32.07</w:t>
            </w:r>
          </w:p>
        </w:tc>
      </w:tr>
      <w:tr w:rsidR="008B67C0" w:rsidRPr="005446F8" w14:paraId="246F7D0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48DE8" w14:textId="394CD8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E1C3" w14:textId="540A95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BFA6" w14:textId="3F04C46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F38E" w14:textId="45FABB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D8DE4" w14:textId="351C74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92EAE" w14:textId="1FA0A4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B4A9" w14:textId="70C192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31.92</w:t>
            </w:r>
          </w:p>
        </w:tc>
      </w:tr>
      <w:tr w:rsidR="008B67C0" w:rsidRPr="005446F8" w14:paraId="0AA15DC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5F63" w14:textId="4D2429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3282" w14:textId="7F5402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5B07" w14:textId="54F270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5DF0E" w14:textId="73E40E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E8D1" w14:textId="756860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24D67" w14:textId="7263B0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A17" w14:textId="309C2C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F3CE9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369C" w14:textId="0F01479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F0C9" w14:textId="3F2350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74170" w14:textId="552725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62740" w14:textId="6278F3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999E" w14:textId="48D536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144C" w14:textId="3698456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F8A" w14:textId="0AAA90A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29.32</w:t>
            </w:r>
          </w:p>
        </w:tc>
      </w:tr>
      <w:tr w:rsidR="008B67C0" w:rsidRPr="005446F8" w14:paraId="7857067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13B4C" w14:textId="4C7B23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CBA62" w14:textId="2B140CE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79" w14:textId="3B407D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1A9C6" w14:textId="3411A6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0153" w14:textId="156FF6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9250" w14:textId="0348A8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D3A3" w14:textId="591B31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0BCED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7699" w14:textId="2431AEE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A439" w14:textId="210E990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F3FA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68C6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D378" w14:textId="48123A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59F8" w14:textId="7E64A5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3B7C" w14:textId="764033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</w:tr>
      <w:tr w:rsidR="008B67C0" w:rsidRPr="005446F8" w14:paraId="4E805AA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94480" w14:textId="18075A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59096" w14:textId="6D25FC1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72CE" w14:textId="1BE0F2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1809" w14:textId="4577B1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1E4" w14:textId="6543EF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3B9A" w14:textId="7A4979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8707D" w14:textId="6FC89F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</w:tr>
      <w:tr w:rsidR="008B67C0" w:rsidRPr="005446F8" w14:paraId="159F842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94F0" w14:textId="7E9692E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78DA" w14:textId="718F1D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2FD7" w14:textId="121311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337C" w14:textId="5961A5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D07E" w14:textId="1A58B5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77AD" w14:textId="582E95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7E2AB" w14:textId="0E2DC2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</w:tr>
      <w:tr w:rsidR="008B67C0" w:rsidRPr="005446F8" w14:paraId="58D6B20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D9154" w14:textId="0C832A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017" w14:textId="1F0B3B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F349F" w14:textId="21EDCF5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291C1" w14:textId="504C80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E525B" w14:textId="0CEFAE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6491" w14:textId="62064C0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0416" w14:textId="26A069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15.00</w:t>
            </w:r>
          </w:p>
        </w:tc>
      </w:tr>
      <w:tr w:rsidR="008B67C0" w:rsidRPr="005446F8" w14:paraId="505695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C847" w14:textId="73006C2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30CD" w14:textId="7242C06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641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C54C6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35FA" w14:textId="05DC295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C9003" w14:textId="6A2A43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D94EA" w14:textId="726774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8B67C0" w:rsidRPr="005446F8" w14:paraId="100FAD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43771" w14:textId="05F77A9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B68E" w14:textId="0225CD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2A86" w14:textId="3D4E4F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0E5B" w14:textId="1DB82A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6AF5" w14:textId="7F5492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E3829" w14:textId="6A7D7E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39D1" w14:textId="6B6E90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</w:tr>
      <w:tr w:rsidR="008B67C0" w:rsidRPr="005446F8" w14:paraId="2F6AFEF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C8B0" w14:textId="0BA174F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F01" w14:textId="4C120A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05C0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6F2A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84FC" w14:textId="6B2A46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283" w14:textId="4FDC2F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72B2" w14:textId="4D2620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5.68</w:t>
            </w:r>
          </w:p>
        </w:tc>
      </w:tr>
      <w:tr w:rsidR="008B67C0" w:rsidRPr="005446F8" w14:paraId="151B1C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41D93" w14:textId="4AB9FD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F740F" w14:textId="5C4030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42D42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8ED3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960" w14:textId="258741D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732A7" w14:textId="50F6B3D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3.800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F1526" w14:textId="235E49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114.01</w:t>
            </w:r>
          </w:p>
        </w:tc>
      </w:tr>
      <w:tr w:rsidR="008B67C0" w:rsidRPr="005446F8" w14:paraId="2C2511A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2836B" w14:textId="732DDA2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87CEE" w14:textId="411798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DA73A" w14:textId="2A96E7C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4413" w14:textId="445276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44E0" w14:textId="413CDB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C1327" w14:textId="56B46B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3.474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7877A" w14:textId="627A2B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104.21</w:t>
            </w:r>
          </w:p>
        </w:tc>
      </w:tr>
      <w:tr w:rsidR="008B67C0" w:rsidRPr="005446F8" w14:paraId="4C9A536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F08" w14:textId="03E2DBE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7931" w14:textId="311B45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2AFD" w14:textId="7643ADE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EBC0" w14:textId="59503D1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F54C" w14:textId="7E4226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890" w14:textId="4AB9E1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A1FD" w14:textId="5817D6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</w:tr>
      <w:tr w:rsidR="008B67C0" w:rsidRPr="005446F8" w14:paraId="36CB00D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9738" w14:textId="259F11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266" w14:textId="626C964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D6" w14:textId="465074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1E654" w14:textId="2021A8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FA75" w14:textId="7ACE22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E4174" w14:textId="510F246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1EF02" w14:textId="4CF466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</w:tr>
      <w:tr w:rsidR="008B67C0" w:rsidRPr="005446F8" w14:paraId="33E0230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D4CE" w14:textId="57092ED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AC1F" w14:textId="1657F6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C71A" w14:textId="7FBF45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FFDF" w14:textId="68C8F0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D62C" w14:textId="4792D6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D0663" w14:textId="6740A2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AD7" w14:textId="35AAA5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9.71</w:t>
            </w:r>
          </w:p>
        </w:tc>
      </w:tr>
      <w:tr w:rsidR="008B67C0" w:rsidRPr="005446F8" w14:paraId="6B2456D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BC298" w14:textId="6EA3568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3E8" w14:textId="0B3B9A7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A815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0E6F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AC3D" w14:textId="08A09E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7A00" w14:textId="14EA3FA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B23AB" w14:textId="79986F6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</w:tr>
      <w:tr w:rsidR="008B67C0" w:rsidRPr="005446F8" w14:paraId="656FBC0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59DAC" w14:textId="67F7F50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EC8A4" w14:textId="2E7EEE9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430D8" w14:textId="569519A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8C48" w14:textId="31054D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A0BC" w14:textId="1E48CC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52CC" w14:textId="15EF74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81162" w14:textId="4B5BA5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902963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7507" w14:textId="33872F5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3E66" w14:textId="642F92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29304" w14:textId="0233DA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D0A0" w14:textId="5A36C51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6719A" w14:textId="1019715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0F4F1" w14:textId="3B1E40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C7" w14:textId="128ACDB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</w:tr>
      <w:tr w:rsidR="008B67C0" w:rsidRPr="005446F8" w14:paraId="7C9980B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B9C9" w14:textId="7203C8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92CE3" w14:textId="1626B52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C446" w14:textId="6600EB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59A08" w14:textId="4C6294E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EE44" w14:textId="1A489BD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B5383" w14:textId="0D809E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F93E5" w14:textId="76A75BF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8567C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0C74" w14:textId="7CF81B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907D" w14:textId="553811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D6CB" w14:textId="4EB2939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9D2E2" w14:textId="3560694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F73A" w14:textId="630428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55B8" w14:textId="318533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522D" w14:textId="5E03DC6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128.28</w:t>
            </w:r>
          </w:p>
        </w:tc>
      </w:tr>
      <w:tr w:rsidR="008B67C0" w:rsidRPr="005446F8" w14:paraId="278C818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8FB8" w14:textId="552C1A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442F" w14:textId="1805CA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9DB6" w14:textId="31413B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1266" w14:textId="2E81D2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D79A" w14:textId="72AB29D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153A" w14:textId="4E3F6FA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0338" w14:textId="07471D6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374F1B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CC" w14:textId="4577841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8D00" w14:textId="1512BB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0329D" w14:textId="6E03F1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25D04" w14:textId="78624BD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5432" w14:textId="0AB874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D1AA" w14:textId="61598F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35E2" w14:textId="43E0A6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125.97</w:t>
            </w:r>
          </w:p>
        </w:tc>
      </w:tr>
      <w:tr w:rsidR="008B67C0" w:rsidRPr="005446F8" w14:paraId="34997F6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13A3" w14:textId="1C5071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3998" w14:textId="551108B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CD8" w14:textId="74BBD7D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BBF08" w14:textId="610AC1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5119" w14:textId="0987DC0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018F5" w14:textId="3C119F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A1F8F" w14:textId="0B1F49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8B67C0" w:rsidRPr="005446F8" w14:paraId="0BB17D5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94CB5" w14:textId="4A4C349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0C819" w14:textId="688962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22CD" w14:textId="207141F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E366" w14:textId="6DE25F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89120" w14:textId="799417A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66FF" w14:textId="415C04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0D77" w14:textId="022B9AA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19.63</w:t>
            </w:r>
          </w:p>
        </w:tc>
      </w:tr>
      <w:tr w:rsidR="008B67C0" w:rsidRPr="005446F8" w14:paraId="26CD034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A78F" w14:textId="5DD857D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5D3" w14:textId="4FAF0A9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B76D" w14:textId="6CBD172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064" w14:textId="3E12A7D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9678" w14:textId="0936C6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A40C7" w14:textId="157A84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DB33" w14:textId="183A463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11.77</w:t>
            </w:r>
          </w:p>
        </w:tc>
      </w:tr>
      <w:tr w:rsidR="008B67C0" w:rsidRPr="005446F8" w14:paraId="753EB7B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9248" w14:textId="0EA4A7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9A70" w14:textId="5DC4C06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BA30F" w14:textId="276194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B779F" w14:textId="42468B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14A9" w14:textId="6015093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A61A7" w14:textId="220FD4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F75E" w14:textId="545A27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</w:tr>
      <w:tr w:rsidR="008B67C0" w:rsidRPr="005446F8" w14:paraId="2D6C0EC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3E9B" w14:textId="21A275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604D" w14:textId="7070BF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5951" w14:textId="3077F3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661E" w14:textId="04D0BFF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3.885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8A1A" w14:textId="74DA72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BF55D" w14:textId="46F30A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C9C" w14:textId="77B3C75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76ACD9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F0A43" w14:textId="57620F7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6CE5" w14:textId="67F76DA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4009" w14:textId="37A453F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C42E4" w14:textId="083A17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F0E10" w14:textId="1A3615A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6D53" w14:textId="27E88E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0.850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107A" w14:textId="1FA78D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25.50</w:t>
            </w:r>
          </w:p>
        </w:tc>
      </w:tr>
      <w:tr w:rsidR="008B67C0" w:rsidRPr="005446F8" w14:paraId="7B72E1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E1FAD" w14:textId="79F38CD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2196D" w14:textId="0F6F60F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1B74" w14:textId="3EE7883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7F51B" w14:textId="5361B7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B6A0" w14:textId="3BBE3CB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C9DE" w14:textId="2114F3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12B9C" w14:textId="2A97EAB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233391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19B34" w14:textId="66D4AC5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D2C2" w14:textId="07E4EF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5783" w14:textId="6258C0B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70545" w14:textId="3019A1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940" w14:textId="74B4D22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9A647" w14:textId="57EF97C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DD52" w14:textId="1D9EBDA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27.00</w:t>
            </w:r>
          </w:p>
        </w:tc>
      </w:tr>
      <w:tr w:rsidR="008B67C0" w:rsidRPr="005446F8" w14:paraId="6A37087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8724" w14:textId="6DDF96D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1F82" w14:textId="35ABE0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AE3D" w14:textId="34B5BB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4190" w14:textId="4E552D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FE45" w14:textId="1DE282F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3F16" w14:textId="15C6A3F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F44D" w14:textId="008CB5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19.02</w:t>
            </w:r>
          </w:p>
        </w:tc>
      </w:tr>
      <w:tr w:rsidR="008B67C0" w:rsidRPr="005446F8" w14:paraId="6BD2426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6712" w14:textId="31129B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F834" w14:textId="31D9589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B47D" w14:textId="1C66221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DF1D5" w14:textId="783ECDB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4ABA" w14:textId="7A283C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8CF2" w14:textId="7493F6A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15C6" w14:textId="6B6B45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18.99</w:t>
            </w:r>
          </w:p>
        </w:tc>
      </w:tr>
      <w:tr w:rsidR="008B67C0" w:rsidRPr="005446F8" w14:paraId="5F17FD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279F1" w14:textId="0D564D0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F05C" w14:textId="42D657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DE326" w14:textId="33D8F5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FE7AB" w14:textId="2553481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2.831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7742B" w14:textId="42E81C3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088C9" w14:textId="315C74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67D4" w14:textId="624CA4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B1C68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77D71" w14:textId="0701CC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22C1" w14:textId="6B107B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23A0" w14:textId="0F54B01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7EF9" w14:textId="0305C49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0C17" w14:textId="72595F3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9D54D" w14:textId="69A6EFA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CA0E" w14:textId="444429A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34.65</w:t>
            </w:r>
          </w:p>
        </w:tc>
      </w:tr>
      <w:tr w:rsidR="008B67C0" w:rsidRPr="005446F8" w14:paraId="689C149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9888" w14:textId="05FE41D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1DA" w14:textId="0631612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907E" w14:textId="5CCA58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F4D5" w14:textId="1C6B55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37F05" w14:textId="2F67D80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CD562" w14:textId="3DD832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2E019" w14:textId="2A24B8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30.96</w:t>
            </w:r>
          </w:p>
        </w:tc>
      </w:tr>
      <w:tr w:rsidR="008B67C0" w:rsidRPr="005446F8" w14:paraId="0E1CAC4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F7AF" w14:textId="5DC713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DBD3" w14:textId="394D22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1308" w14:textId="5F33AD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5.90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EA88" w14:textId="5C87806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D27F7" w14:textId="2CE756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31049" w14:textId="7755AD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AD65" w14:textId="47ADF32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779BA2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8BB55" w14:textId="555595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B2E6" w14:textId="4F62D35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07AE" w14:textId="18B8FC5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8E28" w14:textId="4F62B4A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0563E" w14:textId="1D538A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96DD3" w14:textId="28FCCE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27AB" w14:textId="05960C7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</w:tr>
      <w:tr w:rsidR="008B67C0" w:rsidRPr="005446F8" w14:paraId="582A15C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BE98" w14:textId="686875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77EE6" w14:textId="0A6865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0171" w14:textId="6C5B627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1542" w14:textId="36656EE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C4A35" w14:textId="6213AC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CD2A" w14:textId="27D03D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8C1D" w14:textId="7AD8DB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8B67C0" w:rsidRPr="005446F8" w14:paraId="67EBACC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BE" w14:textId="6C73FA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1A96C" w14:textId="386548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878D" w14:textId="246084C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F49B" w14:textId="44524C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39F" w14:textId="20943A8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BEEA" w14:textId="7196CEA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DAAB" w14:textId="41827C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20.97</w:t>
            </w:r>
          </w:p>
        </w:tc>
      </w:tr>
      <w:tr w:rsidR="008B67C0" w:rsidRPr="005446F8" w14:paraId="40DD59F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C9E" w14:textId="45E40F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BBD2" w14:textId="5936E3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39A2" w14:textId="3BE852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ED98" w14:textId="1F5FDE8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BAFB8" w14:textId="29D1084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0F4F7" w14:textId="533767F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2A0BE" w14:textId="0F9BE58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8B67C0" w:rsidRPr="005446F8" w14:paraId="2B95748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04E6" w14:textId="6AC0C5A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91B2" w14:textId="006C7E0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1E99" w14:textId="5D2C8A6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8.114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B19F" w14:textId="10C61E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D2AA" w14:textId="4EBFA89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E9C8D" w14:textId="0DE2BE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8A10" w14:textId="2DCC33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487A068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74D4" w14:textId="1B7CE5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A051" w14:textId="21763E8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D9" w14:textId="50497C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8A3C" w14:textId="2E32D6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CB67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23AF" w14:textId="6268131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7AE64" w14:textId="621F36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06D380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08FF" w14:textId="6F5D3EE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D3D5" w14:textId="6743FF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6913C" w14:textId="248ABB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7235" w14:textId="62D8719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12B4" w14:textId="36A570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46C0" w14:textId="03DFAE6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18E6" w14:textId="3732894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27.31</w:t>
            </w:r>
          </w:p>
        </w:tc>
      </w:tr>
      <w:tr w:rsidR="008B67C0" w:rsidRPr="005446F8" w14:paraId="7E6DE8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2900" w14:textId="28CA07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3A609" w14:textId="69879F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9A97" w14:textId="2FEE66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834E0" w14:textId="6AC8AEF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3AAF" w14:textId="12ED431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2616" w14:textId="33327D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0404" w14:textId="32F342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13.83</w:t>
            </w:r>
          </w:p>
        </w:tc>
      </w:tr>
      <w:tr w:rsidR="008B67C0" w:rsidRPr="005446F8" w14:paraId="25FA50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987E" w14:textId="394DAA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D12A3" w14:textId="738E7F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AA2A" w14:textId="3CBEC5D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FAE1" w14:textId="7DB8AFA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2.052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709C" w14:textId="329426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A1FF0" w14:textId="5435E4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F90E" w14:textId="2E1AC6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B12595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88BC" w14:textId="3138999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F4EBE" w14:textId="636978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9C92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F8D2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77579" w14:textId="6038BC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8E68" w14:textId="7BAFB8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DF163" w14:textId="1F58F5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32.81</w:t>
            </w:r>
          </w:p>
        </w:tc>
      </w:tr>
      <w:tr w:rsidR="008B67C0" w:rsidRPr="005446F8" w14:paraId="1B99122E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AB3C" w14:textId="32C12C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F8F6" w14:textId="37C70E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B8E0" w14:textId="3DCDF7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5C78" w14:textId="452F2C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B269B" w14:textId="6A78084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4FF4D" w14:textId="19E15D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CB2B" w14:textId="75D2F1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93.24</w:t>
            </w:r>
          </w:p>
        </w:tc>
      </w:tr>
      <w:tr w:rsidR="008B67C0" w:rsidRPr="005446F8" w14:paraId="5D726AC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B40AE" w14:textId="3879B6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НИКОЛАЙ АЛЕКОВ ЯНУЗОВ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D4878" w14:textId="30520D9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2E0F" w14:textId="096F7C2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E90F" w14:textId="212E54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EF10" w14:textId="56DF5C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3A83" w14:textId="51F518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11.379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9D9D" w14:textId="42B4D5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341.37</w:t>
            </w:r>
          </w:p>
        </w:tc>
      </w:tr>
      <w:tr w:rsidR="008B67C0" w:rsidRPr="005446F8" w14:paraId="4121D9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0680" w14:textId="2E68785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10470" w14:textId="003630C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40F68" w14:textId="290357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FF700" w14:textId="78DD7B5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41.192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39C56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140EC" w14:textId="63D2B6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58.029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619F" w14:textId="25A5399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1740.87</w:t>
            </w:r>
          </w:p>
        </w:tc>
      </w:tr>
      <w:tr w:rsidR="008B67C0" w:rsidRPr="005446F8" w14:paraId="248DA6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454" w14:textId="4E9E447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9E0F" w14:textId="28B687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F9398" w14:textId="7D7102D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08A8" w14:textId="7386CD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26.202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EF816" w14:textId="33EAE8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042C7" w14:textId="5D201C4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9D85" w14:textId="5D067E1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5F2C89A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624" w14:textId="158A11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2F3" w14:textId="6CDA516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DF05" w14:textId="5616A9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AC3D" w14:textId="3DF409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8FCE" w14:textId="0E72758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D9E09" w14:textId="581469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B50F" w14:textId="221F63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</w:tr>
      <w:tr w:rsidR="008B67C0" w:rsidRPr="005446F8" w14:paraId="269A67F8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B912" w14:textId="293B308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F4ED" w14:textId="5EC275A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F1F02" w14:textId="65B601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3AE" w14:textId="60EFAC6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BFE3" w14:textId="652764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53F5" w14:textId="333DBF0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ECE" w14:textId="62D5FF8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</w:tr>
      <w:tr w:rsidR="008B67C0" w:rsidRPr="005446F8" w14:paraId="2272E65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3547D" w14:textId="46B7C5C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lastRenderedPageBreak/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CE627" w14:textId="132BACA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6161F" w14:textId="624CF56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B86B1" w14:textId="16374B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FA3" w14:textId="0D8A52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CA2B" w14:textId="0E8F23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80F3" w14:textId="24602AF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52.91</w:t>
            </w:r>
          </w:p>
        </w:tc>
      </w:tr>
      <w:tr w:rsidR="008B67C0" w:rsidRPr="005446F8" w14:paraId="3BF5A4E6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978" w14:textId="185DBA8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FB676" w14:textId="5EC96A4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ACDA" w14:textId="6FFE866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F4D3" w14:textId="1276CCC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D06" w14:textId="5827D6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5C3" w14:textId="49E1027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37B9" w14:textId="5512B61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02D024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EC96" w14:textId="729A99F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18F3" w14:textId="3011E1B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EFAD" w14:textId="11EAC6A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B20A" w14:textId="5FCE8C5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EFC95" w14:textId="390BFD1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C9688" w14:textId="1BF8771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8DEF" w14:textId="25FDF8F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44.81</w:t>
            </w:r>
          </w:p>
        </w:tc>
      </w:tr>
      <w:tr w:rsidR="008B67C0" w:rsidRPr="005446F8" w14:paraId="42E2911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6D89" w14:textId="1B43D68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СИМОНА ВЛАДИМИРОВА ВАСИЛЕВА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FCA2" w14:textId="1489832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4A0DA" w14:textId="07951C1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A868" w14:textId="74E81C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7620" w14:textId="7A7983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6305" w14:textId="22B1DE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95E7" w14:textId="1CB792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37.65</w:t>
            </w:r>
          </w:p>
        </w:tc>
      </w:tr>
      <w:tr w:rsidR="008B67C0" w:rsidRPr="005446F8" w14:paraId="7DB0597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E958" w14:textId="497626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58658" w14:textId="4ADDC11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D2B5" w14:textId="0C198A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34397" w14:textId="54AE7D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29.202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EFE3" w14:textId="5A5D6D7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3D75F" w14:textId="4517EC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5.341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D62" w14:textId="41CC59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160.24</w:t>
            </w:r>
          </w:p>
        </w:tc>
      </w:tr>
      <w:tr w:rsidR="008B67C0" w:rsidRPr="005446F8" w14:paraId="339078E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43304" w14:textId="57843E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6211B" w14:textId="076163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DE02" w14:textId="6F0FA4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93FF" w14:textId="187132B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69FE" w14:textId="3E2D0DE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346" w14:textId="617BE0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71A4" w14:textId="685665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209.94</w:t>
            </w:r>
          </w:p>
        </w:tc>
      </w:tr>
      <w:tr w:rsidR="008B67C0" w:rsidRPr="005446F8" w14:paraId="6025F5A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BAF21" w14:textId="5577CB2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6412" w14:textId="6FB87A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F3A2" w14:textId="133775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879AC" w14:textId="519AA79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A3EF" w14:textId="5B9C60E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DE99B" w14:textId="11072ED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BACC" w14:textId="538ADB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A67DEB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134E" w14:textId="351B34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A6DCE" w14:textId="6FC56F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42D7" w14:textId="0444B92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80521" w14:textId="5B7FCC5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805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F3D5" w14:textId="0D2124E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004E0" w14:textId="0A056C8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48FAF52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F38F" w14:textId="50CEB7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A84D2" w14:textId="256026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65E40" w14:textId="0601C80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AC804" w14:textId="5C355B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2A94" w14:textId="74ACC67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439D" w14:textId="234635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9B53" w14:textId="57913F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44.91</w:t>
            </w:r>
          </w:p>
        </w:tc>
      </w:tr>
      <w:tr w:rsidR="008B67C0" w:rsidRPr="005446F8" w14:paraId="2D37E2B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B37C" w14:textId="7A33E0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5598" w14:textId="3331AFD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76EE0" w14:textId="14337CF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6C3A" w14:textId="164CAEA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D9A4" w14:textId="1086E70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4A0F" w14:textId="1BA127F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075B" w14:textId="6BCC673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6FAAAE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21460" w14:textId="16D4D74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7BB1" w14:textId="7E53380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A26D1" w14:textId="599A173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00F4" w14:textId="0779D1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19975" w14:textId="06F106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9116A" w14:textId="64CC269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0FA4" w14:textId="4A4C1B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387F2C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D6E1" w14:textId="6756D1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69F3" w14:textId="08A7183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84EA" w14:textId="0D58A8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7E5BE" w14:textId="1D4FE0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709B" w14:textId="2BFCA1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DC832" w14:textId="7A445E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F07E" w14:textId="486232D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4C0769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4A" w14:textId="1C5E41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29A6" w14:textId="670C210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9122" w14:textId="5F446DD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8984C" w14:textId="6AF54AD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785E" w14:textId="575D27E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A968" w14:textId="2BD0682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CCF9" w14:textId="7538E34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</w:tr>
      <w:tr w:rsidR="008B67C0" w:rsidRPr="005446F8" w14:paraId="17D6D5FB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AFDE" w14:textId="22741AB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A619" w14:textId="5B30FAE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EDBE" w14:textId="01163A6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51A2" w14:textId="4CCB23A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BC39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A0AA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57F2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3690217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BA5A" w14:textId="2823E49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8E311" w14:textId="04060E4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CAE2" w14:textId="0325AC5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136D" w14:textId="505C61E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CEF79" w14:textId="775EE9A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DB9D" w14:textId="0F366B1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4C3D1" w14:textId="35B5EB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44.01</w:t>
            </w:r>
          </w:p>
        </w:tc>
      </w:tr>
      <w:tr w:rsidR="008B67C0" w:rsidRPr="005446F8" w14:paraId="544ACD9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20C09" w14:textId="1F20164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4B3BF" w14:textId="2D03A35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0979A" w14:textId="7F9E42F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DA64" w14:textId="757C73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B1A4D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CCBFE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F2D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BD1C72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BDF8" w14:textId="4259414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C211" w14:textId="752B2D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ABA08" w14:textId="736E1D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F6CB1" w14:textId="0E1269B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AD73" w14:textId="147C302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FE4E0" w14:textId="7B50472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C45E3" w14:textId="51C7384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</w:tr>
      <w:tr w:rsidR="008B67C0" w:rsidRPr="005446F8" w14:paraId="4BEFC30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19A55" w14:textId="62C5E4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A68B7" w14:textId="5CD699F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07C2" w14:textId="2FDCFB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650CD" w14:textId="4B9B2A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B291" w14:textId="067E3F0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6CAC" w14:textId="2DBEA9A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D00A" w14:textId="485631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CD3333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9FAF9" w14:textId="1AC7F5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DFFF8" w14:textId="042D25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9AF2" w14:textId="52FA93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20531" w14:textId="7201A5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E305" w14:textId="6949411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15D4" w14:textId="119056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125C7" w14:textId="25DFB0D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28F14F51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C357F" w14:textId="442F62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024F" w14:textId="68DAEA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5AE1" w14:textId="315108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13CD6" w14:textId="0CBB320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A214" w14:textId="216246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A5EB" w14:textId="664F57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B3E" w14:textId="7714716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F37041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10B3" w14:textId="047BFB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8975" w14:textId="235E1C1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C97" w14:textId="1613878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0FAD0" w14:textId="0F8901B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BE13" w14:textId="6C68AF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C7CE" w14:textId="0718A8C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E8B4" w14:textId="580FDBD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59.97</w:t>
            </w:r>
          </w:p>
        </w:tc>
      </w:tr>
      <w:tr w:rsidR="008B67C0" w:rsidRPr="005446F8" w14:paraId="0AEC9C2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5010" w14:textId="7371C9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15DAA" w14:textId="6F4B4F9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1328" w14:textId="6E216F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BB8C" w14:textId="774D5E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D7C7" w14:textId="373A5BC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D90A" w14:textId="54E0CDF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3.712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3644" w14:textId="4F4A7E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111.36</w:t>
            </w:r>
          </w:p>
        </w:tc>
      </w:tr>
      <w:tr w:rsidR="008B67C0" w:rsidRPr="005446F8" w14:paraId="49438BFF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8EF34" w14:textId="77E9CB8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D5E42" w14:textId="5F319B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BE94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CFADF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2551" w14:textId="0D1498E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141E8" w14:textId="6A3BD04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44EF" w14:textId="13B325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74.97</w:t>
            </w:r>
          </w:p>
        </w:tc>
      </w:tr>
      <w:tr w:rsidR="008B67C0" w:rsidRPr="005446F8" w14:paraId="1A7A59F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D106" w14:textId="5AA3AF2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94F" w14:textId="5482B73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9D55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CCBD" w14:textId="2BCD03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D4FD8" w14:textId="35BCA41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DB80" w14:textId="20EF9C5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82AA" w14:textId="234C650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63.09</w:t>
            </w:r>
          </w:p>
        </w:tc>
      </w:tr>
      <w:tr w:rsidR="008B67C0" w:rsidRPr="005446F8" w14:paraId="0CDDCFB9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4650" w14:textId="44CBBD3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3FBA" w14:textId="5725D4D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CC83" w14:textId="616441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A6DE" w14:textId="5E26720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4E11" w14:textId="766F7EE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BD97" w14:textId="68328D9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1468" w14:textId="7703CF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069A3E4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DB88" w14:textId="03F2813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A310" w14:textId="0953032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5F34" w14:textId="27D0373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FED2" w14:textId="12216FF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38938" w14:textId="50ADAF0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F566" w14:textId="3220D6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0B8A" w14:textId="30CCB5C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20.07</w:t>
            </w:r>
          </w:p>
        </w:tc>
      </w:tr>
      <w:tr w:rsidR="008B67C0" w:rsidRPr="005446F8" w14:paraId="120E7755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3CFB" w14:textId="386687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663C4" w14:textId="505AF62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E3656" w14:textId="2CFAC7B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5CCF" w14:textId="0B789B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02354" w14:textId="4CA1DEA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814DA" w14:textId="78E6A39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9FAD" w14:textId="4320027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</w:tr>
      <w:tr w:rsidR="008B67C0" w:rsidRPr="005446F8" w14:paraId="71498E3C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A5989" w14:textId="3E0CA62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9AF57" w14:textId="064F85E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87CE4" w14:textId="33D0D74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3.38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BF9F8" w14:textId="6DE0330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148FA" w14:textId="7996EDD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8D44" w14:textId="7FC3120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39A7" w14:textId="548B51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DE2536D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08D2" w14:textId="4D13A5F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521DA" w14:textId="05D37EC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7F90" w14:textId="1DB4588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A8935" w14:textId="2AB5665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11.906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EA48C" w14:textId="5BFC79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B7717" w14:textId="0959FAF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53DF" w14:textId="7DC8546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593B3843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55DA" w14:textId="0C24315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6A88" w14:textId="638665C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B12E" w14:textId="35FB1E1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7.110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2062" w14:textId="7DBF3FC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DF0" w14:textId="407152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1B52F" w14:textId="4943932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0B5CD" w14:textId="1B2DDB5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367F390" w14:textId="77777777" w:rsidTr="006412DD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FFDC" w14:textId="2CFEE88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57B0" w14:textId="4A2B22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E0B0" w14:textId="3806B6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B367" w14:textId="2B4CAF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4CCF" w14:textId="73E0802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8B9A" w14:textId="06A0592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43B9" w14:textId="50897EB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11.80</w:t>
            </w:r>
          </w:p>
        </w:tc>
      </w:tr>
      <w:tr w:rsidR="008B67C0" w:rsidRPr="005446F8" w14:paraId="2881451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0514" w14:textId="45D01AB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B62A" w14:textId="5B9E84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6AAA" w14:textId="6B5692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A38B" w14:textId="734534F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5.694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F6A5" w14:textId="07C492A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E80A" w14:textId="3E9225E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824" w14:textId="40E8D07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3054CB3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7A27" w14:textId="410E8E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BCD03" w14:textId="667AAE3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4B153" w14:textId="466D2C9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A7B3" w14:textId="213341B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5631B" w14:textId="0B7A137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DDFE" w14:textId="654907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5BA7" w14:textId="3DB977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95.88</w:t>
            </w:r>
          </w:p>
        </w:tc>
      </w:tr>
      <w:tr w:rsidR="008B67C0" w:rsidRPr="005446F8" w14:paraId="701A9F08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5DE7E" w14:textId="0F3AC2C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560DD" w14:textId="5C4DF8B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1D700" w14:textId="0466A98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F73D" w14:textId="160622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6A9A3" w14:textId="364AA04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12F" w14:textId="67F4896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024A" w14:textId="2B492A8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60.03</w:t>
            </w:r>
          </w:p>
        </w:tc>
      </w:tr>
      <w:tr w:rsidR="008B67C0" w:rsidRPr="005446F8" w14:paraId="4DBAB2C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E10E" w14:textId="30F1A0F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DA655" w14:textId="40B9CDD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2F953" w14:textId="1544BF4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B4F4" w14:textId="0658BC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B947" w14:textId="331BB4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9AF4" w14:textId="48DC568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E6B65" w14:textId="47F1332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48.00</w:t>
            </w:r>
          </w:p>
        </w:tc>
      </w:tr>
      <w:tr w:rsidR="008B67C0" w:rsidRPr="005446F8" w14:paraId="7EAC22E1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9086F" w14:textId="0B43D6B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E22" w14:textId="44907D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56F4" w14:textId="761B18E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97FF" w14:textId="0896DE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E4CE" w14:textId="37B6E10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A480" w14:textId="4BFCAE4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B177" w14:textId="1C7EEAA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1742E41A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0D4C" w14:textId="1EE6E33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451" w14:textId="1AA74E9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ABF" w14:textId="1F7F6E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DAA0" w14:textId="76CA3D7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7.000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2C6" w14:textId="27E0052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3049" w14:textId="44C3D57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8521C" w14:textId="1E4128B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644FE93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6A72" w14:textId="47A497E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AD" w14:textId="10656AF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A7DA" w14:textId="3DD5030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14563" w14:textId="2522A9B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D615" w14:textId="1DC64A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CBC8" w14:textId="5B23C04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7D91" w14:textId="05941FB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59.91</w:t>
            </w:r>
          </w:p>
        </w:tc>
      </w:tr>
      <w:tr w:rsidR="008B67C0" w:rsidRPr="005446F8" w14:paraId="5A3FC98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85AC" w14:textId="1E92552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F526" w14:textId="6ED880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683A" w14:textId="2FD1A3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6678" w14:textId="163FFCC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C490" w14:textId="02CDFED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AA049" w14:textId="33B721C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BE14" w14:textId="1398943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30.00</w:t>
            </w:r>
          </w:p>
        </w:tc>
      </w:tr>
      <w:tr w:rsidR="008B67C0" w:rsidRPr="005446F8" w14:paraId="04A1A6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05BA" w14:textId="5F79B0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8790" w14:textId="5A6E7DE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074BA" w14:textId="5872951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0679" w14:textId="1BCE67D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005" w14:textId="5BDFE1C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7545" w14:textId="36E55C3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AFA8" w14:textId="1810A545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149.94</w:t>
            </w:r>
          </w:p>
        </w:tc>
      </w:tr>
      <w:tr w:rsidR="008B67C0" w:rsidRPr="005446F8" w14:paraId="1FB02FB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972F8" w14:textId="51A10D6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C4C83" w14:textId="2A8AF66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352E" w14:textId="03A0933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D54A" w14:textId="7B799D9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5ED5" w14:textId="301B1DF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0140" w14:textId="1B5A4D9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AEFE" w14:textId="725ED1F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29.97</w:t>
            </w:r>
          </w:p>
        </w:tc>
      </w:tr>
      <w:tr w:rsidR="008B67C0" w:rsidRPr="005446F8" w14:paraId="6F77249C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AF4F" w14:textId="3AAB1C6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35E6" w14:textId="516E2D9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CAE58" w14:textId="1B0092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92E21" w14:textId="0979A6C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5865" w14:textId="0AD7788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DB35" w14:textId="0736E2B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842C9" w14:textId="5FA4C8B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98.10</w:t>
            </w:r>
          </w:p>
        </w:tc>
      </w:tr>
      <w:tr w:rsidR="008B67C0" w:rsidRPr="005446F8" w14:paraId="6E57979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5DCC" w14:textId="4FB4274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2EF5" w14:textId="4D54E8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2A4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F6B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70C20" w14:textId="4D7997A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0091" w14:textId="4CBBD8A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2.331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78574" w14:textId="5D73699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69.94</w:t>
            </w:r>
          </w:p>
        </w:tc>
      </w:tr>
      <w:tr w:rsidR="008B67C0" w:rsidRPr="005446F8" w14:paraId="1DD8AD93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87E" w14:textId="2FA6A76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496C" w14:textId="2771540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914C" w14:textId="41B0F45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DB03" w14:textId="3C9BAEF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EA18" w14:textId="3FCCFBD0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52B1" w14:textId="64EEFF8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1E14" w14:textId="534A501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0512AFDE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9EBF" w14:textId="3B93F40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1BDA9" w14:textId="36057028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BFAF" w14:textId="1C83BC0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75466" w14:textId="1DE6061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8CE5" w14:textId="09AC90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FDBC" w14:textId="3C31C816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1F9D" w14:textId="5CD5D88B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60.00</w:t>
            </w:r>
          </w:p>
        </w:tc>
      </w:tr>
      <w:tr w:rsidR="008B67C0" w:rsidRPr="005446F8" w14:paraId="770820D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1856E" w14:textId="12E1438F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A621" w14:textId="66E9907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F950" w14:textId="295875C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23D0" w14:textId="41AA5A5C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D3C7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4BE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92A2" w14:textId="77777777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B67C0" w:rsidRPr="005446F8" w14:paraId="7849FE3F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20AEB" w14:textId="3F594ED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ТЕОДОР ВЕЛИСЛАВОВ ГЕОРГИЕВ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8F3F" w14:textId="6031882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2E5D" w14:textId="352E6C7D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94C0" w14:textId="33A0A6D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B8A53" w14:textId="674062E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86AB" w14:textId="2C1E4C79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912FB" w14:textId="216885AA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sz w:val="18"/>
                <w:szCs w:val="18"/>
              </w:rPr>
              <w:t>47.66</w:t>
            </w:r>
          </w:p>
        </w:tc>
      </w:tr>
      <w:tr w:rsidR="008B67C0" w:rsidRPr="005446F8" w14:paraId="103002D6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B9A3" w14:textId="41DC9E1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D7AB4" w14:textId="0E75105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3916" w14:textId="086EEAC2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FD7D5" w14:textId="47A93E81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72.639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7F439" w14:textId="2AF830CE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1137D" w14:textId="42CFC184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50.052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61A6" w14:textId="373FB8F3" w:rsidR="008B67C0" w:rsidRPr="005446F8" w:rsidRDefault="008B67C0" w:rsidP="008B67C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4820">
              <w:rPr>
                <w:rFonts w:ascii="Arial" w:hAnsi="Arial" w:cs="Arial"/>
                <w:b/>
                <w:bCs/>
                <w:sz w:val="18"/>
                <w:szCs w:val="18"/>
              </w:rPr>
              <w:t>1501.57</w:t>
            </w:r>
          </w:p>
        </w:tc>
      </w:tr>
      <w:tr w:rsidR="00C63362" w:rsidRPr="005446F8" w14:paraId="3E7D9E55" w14:textId="77777777" w:rsidTr="000A0D55">
        <w:trPr>
          <w:cantSplit/>
          <w:trHeight w:val="227"/>
        </w:trPr>
        <w:tc>
          <w:tcPr>
            <w:tcW w:w="3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8404" w14:textId="7F2238CD" w:rsidR="00C63362" w:rsidRPr="008B67C0" w:rsidRDefault="00C63362" w:rsidP="00C633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  <w:lang w:val="bg-BG"/>
              </w:rPr>
            </w:pPr>
            <w:r w:rsidRPr="008B67C0">
              <w:rPr>
                <w:rFonts w:ascii="Arial" w:hAnsi="Arial" w:cs="Arial"/>
                <w:b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0BD" w14:textId="4B46B403" w:rsidR="00C63362" w:rsidRPr="005446F8" w:rsidRDefault="00C63362" w:rsidP="00C633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40D9" w14:textId="18F35D15" w:rsidR="00C63362" w:rsidRPr="005446F8" w:rsidRDefault="00C63362" w:rsidP="00C633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C84AC" w14:textId="4D33D371" w:rsidR="00C63362" w:rsidRPr="00C63362" w:rsidRDefault="00C63362" w:rsidP="00C6336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63362">
              <w:rPr>
                <w:b/>
              </w:rPr>
              <w:t>295.657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A8B09" w14:textId="7F6B7C52" w:rsidR="00C63362" w:rsidRPr="00C63362" w:rsidRDefault="00C63362" w:rsidP="00C63362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A15C" w14:textId="584374C2" w:rsidR="00C63362" w:rsidRPr="00C63362" w:rsidRDefault="00C63362" w:rsidP="00C6336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63362">
              <w:rPr>
                <w:b/>
              </w:rPr>
              <w:t>210.602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3AC0" w14:textId="2EE32718" w:rsidR="00C63362" w:rsidRPr="00C63362" w:rsidRDefault="00C63362" w:rsidP="00C6336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63362">
              <w:rPr>
                <w:b/>
              </w:rPr>
              <w:t>6318.11</w:t>
            </w:r>
          </w:p>
        </w:tc>
      </w:tr>
    </w:tbl>
    <w:p w14:paraId="1B114AF3" w14:textId="06B2AD0A" w:rsidR="00373762" w:rsidRDefault="00373762" w:rsidP="005745ED">
      <w:pPr>
        <w:ind w:firstLine="720"/>
        <w:jc w:val="both"/>
        <w:rPr>
          <w:lang w:val="bg-BG"/>
        </w:rPr>
      </w:pPr>
    </w:p>
    <w:p w14:paraId="13E63776" w14:textId="0CCC1B4C" w:rsidR="00373762" w:rsidRPr="00884578" w:rsidRDefault="00373762" w:rsidP="005745ED">
      <w:pPr>
        <w:ind w:firstLine="720"/>
        <w:jc w:val="both"/>
      </w:pPr>
    </w:p>
    <w:p w14:paraId="075E98E9" w14:textId="77777777" w:rsidR="0097789C" w:rsidRPr="00CE78CA" w:rsidRDefault="0097789C" w:rsidP="00E500EC">
      <w:pPr>
        <w:spacing w:line="360" w:lineRule="auto"/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proofErr w:type="spellStart"/>
      <w:r w:rsidRPr="00CE78CA">
        <w:rPr>
          <w:lang w:val="ru-RU"/>
        </w:rPr>
        <w:t>астоящата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заповед</w:t>
      </w:r>
      <w:proofErr w:type="spellEnd"/>
      <w:r w:rsidRPr="00CE78CA">
        <w:rPr>
          <w:lang w:val="ru-RU"/>
        </w:rPr>
        <w:t xml:space="preserve">, </w:t>
      </w:r>
      <w:proofErr w:type="spellStart"/>
      <w:r w:rsidRPr="00CE78CA">
        <w:rPr>
          <w:lang w:val="ru-RU"/>
        </w:rPr>
        <w:t>заедно</w:t>
      </w:r>
      <w:proofErr w:type="spellEnd"/>
      <w:r w:rsidRPr="00CE78CA">
        <w:rPr>
          <w:lang w:val="ru-RU"/>
        </w:rPr>
        <w:t xml:space="preserve"> с </w:t>
      </w:r>
      <w:proofErr w:type="spellStart"/>
      <w:r w:rsidRPr="00CE78CA">
        <w:rPr>
          <w:lang w:val="ru-RU"/>
        </w:rPr>
        <w:t>окончателните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регистри</w:t>
      </w:r>
      <w:proofErr w:type="spellEnd"/>
      <w:r w:rsidRPr="00CE78CA">
        <w:rPr>
          <w:lang w:val="ru-RU"/>
        </w:rPr>
        <w:t xml:space="preserve"> и карта на </w:t>
      </w:r>
      <w:proofErr w:type="spellStart"/>
      <w:r w:rsidRPr="00CE78CA">
        <w:rPr>
          <w:lang w:val="ru-RU"/>
        </w:rPr>
        <w:t>ползването</w:t>
      </w:r>
      <w:proofErr w:type="spellEnd"/>
      <w:r w:rsidRPr="00CE78CA">
        <w:rPr>
          <w:lang w:val="ru-RU"/>
        </w:rPr>
        <w:t xml:space="preserve">, да се </w:t>
      </w:r>
      <w:proofErr w:type="spellStart"/>
      <w:r w:rsidRPr="00CE78CA">
        <w:rPr>
          <w:lang w:val="ru-RU"/>
        </w:rPr>
        <w:t>обяви</w:t>
      </w:r>
      <w:proofErr w:type="spellEnd"/>
      <w:r w:rsidRPr="00CE78CA">
        <w:rPr>
          <w:lang w:val="ru-RU"/>
        </w:rPr>
        <w:t xml:space="preserve"> в </w:t>
      </w:r>
      <w:proofErr w:type="spellStart"/>
      <w:r w:rsidRPr="00CE78CA">
        <w:rPr>
          <w:lang w:val="ru-RU"/>
        </w:rPr>
        <w:t>кметството</w:t>
      </w:r>
      <w:proofErr w:type="spellEnd"/>
      <w:r w:rsidRPr="00CE78CA">
        <w:rPr>
          <w:lang w:val="ru-RU"/>
        </w:rPr>
        <w:t xml:space="preserve"> и в </w:t>
      </w:r>
      <w:proofErr w:type="spellStart"/>
      <w:r w:rsidRPr="00CE78CA">
        <w:rPr>
          <w:lang w:val="ru-RU"/>
        </w:rPr>
        <w:t>сградата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общинската</w:t>
      </w:r>
      <w:proofErr w:type="spellEnd"/>
      <w:r w:rsidRPr="00CE78CA">
        <w:rPr>
          <w:lang w:val="ru-RU"/>
        </w:rPr>
        <w:t xml:space="preserve"> служба по 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ru-RU"/>
        </w:rPr>
        <w:t xml:space="preserve"> и се </w:t>
      </w:r>
      <w:proofErr w:type="spellStart"/>
      <w:r w:rsidRPr="00CE78CA">
        <w:rPr>
          <w:lang w:val="ru-RU"/>
        </w:rPr>
        <w:t>публикува</w:t>
      </w:r>
      <w:proofErr w:type="spellEnd"/>
      <w:r w:rsidRPr="00CE78CA">
        <w:rPr>
          <w:lang w:val="ru-RU"/>
        </w:rPr>
        <w:t xml:space="preserve"> на интернет </w:t>
      </w:r>
      <w:proofErr w:type="spellStart"/>
      <w:r w:rsidRPr="00CE78CA">
        <w:rPr>
          <w:lang w:val="ru-RU"/>
        </w:rPr>
        <w:t>страницата</w:t>
      </w:r>
      <w:proofErr w:type="spell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общината</w:t>
      </w:r>
      <w:proofErr w:type="spellEnd"/>
      <w:r w:rsidRPr="00CE78CA">
        <w:rPr>
          <w:lang w:val="ru-RU"/>
        </w:rPr>
        <w:t xml:space="preserve"> и на </w:t>
      </w:r>
      <w:proofErr w:type="spellStart"/>
      <w:r w:rsidRPr="00CE78CA">
        <w:rPr>
          <w:lang w:val="ru-RU"/>
        </w:rPr>
        <w:t>областната</w:t>
      </w:r>
      <w:proofErr w:type="spellEnd"/>
      <w:r w:rsidRPr="00CE78CA">
        <w:rPr>
          <w:lang w:val="ru-RU"/>
        </w:rPr>
        <w:t xml:space="preserve"> дирекция "</w:t>
      </w:r>
      <w:proofErr w:type="spellStart"/>
      <w:r w:rsidRPr="00CE78CA">
        <w:rPr>
          <w:lang w:val="ru-RU"/>
        </w:rPr>
        <w:t>Земеделие</w:t>
      </w:r>
      <w:proofErr w:type="spellEnd"/>
      <w:r w:rsidRPr="00CE78CA">
        <w:rPr>
          <w:lang w:val="bg-BG"/>
        </w:rPr>
        <w:t>“</w:t>
      </w:r>
    </w:p>
    <w:p w14:paraId="531CC6AF" w14:textId="77777777" w:rsidR="0097789C" w:rsidRPr="002725F6" w:rsidRDefault="0097789C" w:rsidP="00E500EC">
      <w:pPr>
        <w:spacing w:line="360" w:lineRule="auto"/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може</w:t>
      </w:r>
      <w:proofErr w:type="spellEnd"/>
      <w:r w:rsidRPr="00CE78CA">
        <w:rPr>
          <w:lang w:val="ru-RU"/>
        </w:rPr>
        <w:t xml:space="preserve"> да </w:t>
      </w:r>
      <w:proofErr w:type="spellStart"/>
      <w:r w:rsidRPr="00CE78CA">
        <w:rPr>
          <w:lang w:val="ru-RU"/>
        </w:rPr>
        <w:t>бъде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обжалвана</w:t>
      </w:r>
      <w:proofErr w:type="spellEnd"/>
      <w:r w:rsidRPr="00CE78CA">
        <w:rPr>
          <w:lang w:val="ru-RU"/>
        </w:rPr>
        <w:t xml:space="preserve"> в 14-дневен срок по </w:t>
      </w:r>
      <w:proofErr w:type="spellStart"/>
      <w:r w:rsidRPr="00CE78CA">
        <w:rPr>
          <w:lang w:val="ru-RU"/>
        </w:rPr>
        <w:t>реда</w:t>
      </w:r>
      <w:proofErr w:type="spellEnd"/>
      <w:r w:rsidRPr="00CE78CA">
        <w:rPr>
          <w:lang w:val="ru-RU"/>
        </w:rPr>
        <w:t xml:space="preserve"> на Административно</w:t>
      </w:r>
      <w:r>
        <w:rPr>
          <w:lang w:val="ru-RU"/>
        </w:rPr>
        <w:t>-</w:t>
      </w:r>
      <w:proofErr w:type="spellStart"/>
      <w:r w:rsidRPr="00CE78CA">
        <w:rPr>
          <w:lang w:val="ru-RU"/>
        </w:rPr>
        <w:t>процесуалния</w:t>
      </w:r>
      <w:proofErr w:type="spellEnd"/>
      <w:r w:rsidRPr="00CE78CA">
        <w:rPr>
          <w:lang w:val="ru-RU"/>
        </w:rPr>
        <w:t xml:space="preserve"> </w:t>
      </w:r>
      <w:proofErr w:type="spellStart"/>
      <w:proofErr w:type="gramStart"/>
      <w:r w:rsidRPr="00CE78CA">
        <w:rPr>
          <w:lang w:val="ru-RU"/>
        </w:rPr>
        <w:t>кодекс.Обжалването</w:t>
      </w:r>
      <w:proofErr w:type="spellEnd"/>
      <w:proofErr w:type="gramEnd"/>
      <w:r w:rsidRPr="00CE78CA">
        <w:rPr>
          <w:lang w:val="ru-RU"/>
        </w:rPr>
        <w:t xml:space="preserve"> на </w:t>
      </w:r>
      <w:proofErr w:type="spellStart"/>
      <w:r w:rsidRPr="00CE78CA">
        <w:rPr>
          <w:lang w:val="ru-RU"/>
        </w:rPr>
        <w:t>заповедта</w:t>
      </w:r>
      <w:proofErr w:type="spellEnd"/>
      <w:r w:rsidRPr="00CE78CA">
        <w:rPr>
          <w:lang w:val="ru-RU"/>
        </w:rPr>
        <w:t xml:space="preserve"> не </w:t>
      </w:r>
      <w:proofErr w:type="spellStart"/>
      <w:r w:rsidRPr="00CE78CA">
        <w:rPr>
          <w:lang w:val="ru-RU"/>
        </w:rPr>
        <w:t>спира</w:t>
      </w:r>
      <w:proofErr w:type="spellEnd"/>
      <w:r w:rsidRPr="00CE78CA">
        <w:rPr>
          <w:lang w:val="ru-RU"/>
        </w:rPr>
        <w:t xml:space="preserve"> </w:t>
      </w:r>
      <w:proofErr w:type="spellStart"/>
      <w:r w:rsidRPr="00CE78CA">
        <w:rPr>
          <w:lang w:val="ru-RU"/>
        </w:rPr>
        <w:t>изпълнението</w:t>
      </w:r>
      <w:proofErr w:type="spellEnd"/>
      <w:r w:rsidRPr="00CE78CA">
        <w:rPr>
          <w:lang w:val="ru-RU"/>
        </w:rPr>
        <w:t xml:space="preserve"> й.</w:t>
      </w:r>
    </w:p>
    <w:p w14:paraId="294738D5" w14:textId="77777777" w:rsidR="00B2429C" w:rsidRDefault="00B2429C" w:rsidP="00E500EC">
      <w:pPr>
        <w:spacing w:line="360" w:lineRule="auto"/>
        <w:jc w:val="both"/>
        <w:rPr>
          <w:b/>
          <w:lang w:val="ru-RU"/>
        </w:rPr>
      </w:pPr>
      <w:r>
        <w:rPr>
          <w:lang w:val="ru-RU"/>
        </w:rPr>
        <w:lastRenderedPageBreak/>
        <w:t xml:space="preserve">    </w:t>
      </w:r>
      <w:r>
        <w:rPr>
          <w:lang w:val="ru-RU"/>
        </w:rPr>
        <w:tab/>
      </w:r>
      <w:proofErr w:type="spellStart"/>
      <w:r>
        <w:rPr>
          <w:lang w:val="ru-RU"/>
        </w:rPr>
        <w:t>Ползвателите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земеделски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земи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са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длъжни</w:t>
      </w:r>
      <w:proofErr w:type="spellEnd"/>
      <w:r>
        <w:rPr>
          <w:lang w:val="ru-RU"/>
        </w:rPr>
        <w:t xml:space="preserve"> да внес</w:t>
      </w:r>
      <w:r>
        <w:rPr>
          <w:lang w:val="bg-BG"/>
        </w:rPr>
        <w:t>а</w:t>
      </w:r>
      <w:r>
        <w:rPr>
          <w:lang w:val="ru-RU"/>
        </w:rPr>
        <w:t xml:space="preserve">т </w:t>
      </w:r>
      <w:proofErr w:type="gramStart"/>
      <w:r>
        <w:rPr>
          <w:lang w:val="ru-RU"/>
        </w:rPr>
        <w:t>по сметка</w:t>
      </w:r>
      <w:proofErr w:type="gramEnd"/>
      <w:r>
        <w:rPr>
          <w:lang w:val="ru-RU"/>
        </w:rPr>
        <w:t xml:space="preserve"> за </w:t>
      </w:r>
      <w:proofErr w:type="spellStart"/>
      <w:r>
        <w:rPr>
          <w:lang w:val="ru-RU"/>
        </w:rPr>
        <w:t>чужди</w:t>
      </w:r>
      <w:proofErr w:type="spellEnd"/>
      <w:r>
        <w:rPr>
          <w:lang w:val="ru-RU"/>
        </w:rPr>
        <w:t xml:space="preserve"> средства в </w:t>
      </w:r>
      <w:proofErr w:type="spellStart"/>
      <w:r>
        <w:rPr>
          <w:lang w:val="ru-RU"/>
        </w:rPr>
        <w:t>областна</w:t>
      </w:r>
      <w:proofErr w:type="spellEnd"/>
      <w:r>
        <w:rPr>
          <w:lang w:val="ru-RU"/>
        </w:rPr>
        <w:t xml:space="preserve"> дирекция "</w:t>
      </w:r>
      <w:proofErr w:type="spellStart"/>
      <w:r>
        <w:rPr>
          <w:lang w:val="ru-RU"/>
        </w:rPr>
        <w:t>Земеделие</w:t>
      </w:r>
      <w:proofErr w:type="spellEnd"/>
      <w:r>
        <w:rPr>
          <w:lang w:val="ru-RU"/>
        </w:rPr>
        <w:t xml:space="preserve">" – София </w:t>
      </w:r>
      <w:proofErr w:type="spellStart"/>
      <w:r>
        <w:rPr>
          <w:lang w:val="ru-RU"/>
        </w:rPr>
        <w:t>област</w:t>
      </w:r>
      <w:proofErr w:type="spellEnd"/>
      <w:r>
        <w:rPr>
          <w:b/>
          <w:lang w:val="ru-RU"/>
        </w:rPr>
        <w:t xml:space="preserve">, Банка: </w:t>
      </w:r>
      <w:proofErr w:type="spellStart"/>
      <w:r>
        <w:rPr>
          <w:b/>
          <w:lang w:val="ru-RU"/>
        </w:rPr>
        <w:t>УниКредитБулбанк</w:t>
      </w:r>
      <w:proofErr w:type="spellEnd"/>
      <w:r>
        <w:rPr>
          <w:b/>
          <w:lang w:val="ru-RU"/>
        </w:rPr>
        <w:t xml:space="preserve">, </w:t>
      </w:r>
      <w:r>
        <w:rPr>
          <w:b/>
        </w:rPr>
        <w:t>BIC</w:t>
      </w:r>
      <w:r>
        <w:rPr>
          <w:b/>
          <w:lang w:val="ru-RU"/>
        </w:rPr>
        <w:t xml:space="preserve">: </w:t>
      </w:r>
      <w:r>
        <w:rPr>
          <w:b/>
        </w:rPr>
        <w:t>UNCRBGSF</w:t>
      </w:r>
      <w:r>
        <w:rPr>
          <w:b/>
          <w:lang w:val="ru-RU"/>
        </w:rPr>
        <w:t xml:space="preserve">, </w:t>
      </w:r>
      <w:r>
        <w:rPr>
          <w:b/>
        </w:rPr>
        <w:t>IBAN</w:t>
      </w:r>
      <w:r>
        <w:rPr>
          <w:b/>
          <w:lang w:val="ru-RU"/>
        </w:rPr>
        <w:t xml:space="preserve">: </w:t>
      </w:r>
      <w:r>
        <w:rPr>
          <w:b/>
        </w:rPr>
        <w:t>BG</w:t>
      </w:r>
      <w:r>
        <w:rPr>
          <w:b/>
          <w:lang w:val="ru-RU"/>
        </w:rPr>
        <w:t xml:space="preserve">67 </w:t>
      </w:r>
      <w:r>
        <w:rPr>
          <w:b/>
        </w:rPr>
        <w:t>UNCR</w:t>
      </w:r>
      <w:r>
        <w:rPr>
          <w:b/>
          <w:lang w:val="ru-RU"/>
        </w:rPr>
        <w:t xml:space="preserve"> 7000 3319 7337 51</w:t>
      </w:r>
      <w:r>
        <w:rPr>
          <w:lang w:val="ru-RU"/>
        </w:rPr>
        <w:t xml:space="preserve">, </w:t>
      </w:r>
      <w:proofErr w:type="spellStart"/>
      <w:r>
        <w:rPr>
          <w:lang w:val="ru-RU"/>
        </w:rPr>
        <w:t>сумата</w:t>
      </w:r>
      <w:proofErr w:type="spellEnd"/>
      <w:r>
        <w:rPr>
          <w:lang w:val="ru-RU"/>
        </w:rPr>
        <w:t xml:space="preserve"> в размер на </w:t>
      </w:r>
      <w:proofErr w:type="spellStart"/>
      <w:r>
        <w:rPr>
          <w:lang w:val="ru-RU"/>
        </w:rPr>
        <w:t>средното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годишно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рентно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плащане</w:t>
      </w:r>
      <w:proofErr w:type="spellEnd"/>
      <w:r>
        <w:rPr>
          <w:lang w:val="ru-RU"/>
        </w:rPr>
        <w:t xml:space="preserve"> за </w:t>
      </w:r>
      <w:proofErr w:type="spellStart"/>
      <w:r>
        <w:rPr>
          <w:lang w:val="ru-RU"/>
        </w:rPr>
        <w:t>землището</w:t>
      </w:r>
      <w:proofErr w:type="spellEnd"/>
      <w:r>
        <w:rPr>
          <w:lang w:val="ru-RU"/>
        </w:rPr>
        <w:t xml:space="preserve"> </w:t>
      </w:r>
      <w:r>
        <w:rPr>
          <w:b/>
          <w:lang w:val="ru-RU"/>
        </w:rPr>
        <w:t xml:space="preserve">в срок до три </w:t>
      </w:r>
      <w:proofErr w:type="spellStart"/>
      <w:r>
        <w:rPr>
          <w:b/>
          <w:lang w:val="ru-RU"/>
        </w:rPr>
        <w:t>месеца</w:t>
      </w:r>
      <w:proofErr w:type="spellEnd"/>
      <w:r>
        <w:rPr>
          <w:lang w:val="ru-RU"/>
        </w:rPr>
        <w:t xml:space="preserve"> от </w:t>
      </w:r>
      <w:proofErr w:type="spellStart"/>
      <w:r>
        <w:rPr>
          <w:lang w:val="ru-RU"/>
        </w:rPr>
        <w:t>публикуване</w:t>
      </w:r>
      <w:proofErr w:type="spellEnd"/>
      <w:r>
        <w:rPr>
          <w:lang w:val="ru-RU"/>
        </w:rPr>
        <w:t xml:space="preserve"> на </w:t>
      </w:r>
      <w:proofErr w:type="spellStart"/>
      <w:r>
        <w:rPr>
          <w:lang w:val="ru-RU"/>
        </w:rPr>
        <w:t>заповедта</w:t>
      </w:r>
      <w:proofErr w:type="spellEnd"/>
      <w:r>
        <w:rPr>
          <w:lang w:val="ru-RU"/>
        </w:rPr>
        <w:t>.</w:t>
      </w:r>
    </w:p>
    <w:p w14:paraId="119E4050" w14:textId="77777777" w:rsidR="004A3929" w:rsidRPr="004A35CC" w:rsidRDefault="004A3929" w:rsidP="00E500EC">
      <w:pPr>
        <w:spacing w:line="360" w:lineRule="auto"/>
        <w:ind w:firstLine="720"/>
        <w:jc w:val="both"/>
        <w:rPr>
          <w:i/>
          <w:lang w:val="ru-RU"/>
        </w:rPr>
      </w:pPr>
      <w:r w:rsidRPr="004A3929">
        <w:rPr>
          <w:i/>
          <w:lang w:val="ru-RU"/>
        </w:rPr>
        <w:t xml:space="preserve">За </w:t>
      </w:r>
      <w:proofErr w:type="spellStart"/>
      <w:r w:rsidRPr="004A3929">
        <w:rPr>
          <w:i/>
          <w:lang w:val="ru-RU"/>
        </w:rPr>
        <w:t>ползвател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който</w:t>
      </w:r>
      <w:proofErr w:type="spellEnd"/>
      <w:r w:rsidRPr="004A3929">
        <w:rPr>
          <w:i/>
          <w:lang w:val="ru-RU"/>
        </w:rPr>
        <w:t xml:space="preserve"> не е заплатил </w:t>
      </w:r>
      <w:proofErr w:type="spellStart"/>
      <w:r w:rsidRPr="004A3929">
        <w:rPr>
          <w:i/>
          <w:lang w:val="ru-RU"/>
        </w:rPr>
        <w:t>сумите</w:t>
      </w:r>
      <w:proofErr w:type="spellEnd"/>
      <w:r w:rsidRPr="004A3929">
        <w:rPr>
          <w:i/>
          <w:lang w:val="ru-RU"/>
        </w:rPr>
        <w:t xml:space="preserve"> за </w:t>
      </w:r>
      <w:proofErr w:type="spellStart"/>
      <w:r w:rsidRPr="004A3929">
        <w:rPr>
          <w:i/>
          <w:lang w:val="ru-RU"/>
        </w:rPr>
        <w:t>ползваните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земи</w:t>
      </w:r>
      <w:proofErr w:type="spellEnd"/>
      <w:r w:rsidRPr="004A3929">
        <w:rPr>
          <w:i/>
          <w:lang w:val="ru-RU"/>
        </w:rPr>
        <w:t xml:space="preserve"> по чл.37в ал. 3 т. 2 от ЗСПЗЗ, </w:t>
      </w:r>
      <w:proofErr w:type="spellStart"/>
      <w:r w:rsidRPr="004A3929">
        <w:rPr>
          <w:i/>
          <w:lang w:val="ru-RU"/>
        </w:rPr>
        <w:t>съгласно</w:t>
      </w:r>
      <w:proofErr w:type="spellEnd"/>
      <w:r w:rsidRPr="004A3929">
        <w:rPr>
          <w:i/>
          <w:lang w:val="ru-RU"/>
        </w:rPr>
        <w:t xml:space="preserve"> </w:t>
      </w:r>
      <w:proofErr w:type="spellStart"/>
      <w:r w:rsidRPr="004A3929">
        <w:rPr>
          <w:i/>
          <w:lang w:val="ru-RU"/>
        </w:rPr>
        <w:t>заповедта</w:t>
      </w:r>
      <w:proofErr w:type="spellEnd"/>
      <w:r w:rsidRPr="004A3929">
        <w:rPr>
          <w:i/>
          <w:lang w:val="ru-RU"/>
        </w:rPr>
        <w:t xml:space="preserve"> по ал. 4, </w:t>
      </w:r>
      <w:r w:rsidRPr="004A3929">
        <w:rPr>
          <w:b/>
          <w:i/>
          <w:lang w:val="ru-RU"/>
        </w:rPr>
        <w:t xml:space="preserve">се </w:t>
      </w:r>
      <w:proofErr w:type="spellStart"/>
      <w:r w:rsidRPr="004A3929">
        <w:rPr>
          <w:b/>
          <w:i/>
          <w:lang w:val="ru-RU"/>
        </w:rPr>
        <w:t>прилага</w:t>
      </w:r>
      <w:proofErr w:type="spellEnd"/>
      <w:r w:rsidRPr="004A3929">
        <w:rPr>
          <w:b/>
          <w:i/>
          <w:lang w:val="ru-RU"/>
        </w:rPr>
        <w:t xml:space="preserve"> чл. 37в, ал. 7 от ЗСПЗЗ.</w:t>
      </w:r>
    </w:p>
    <w:p w14:paraId="452A1870" w14:textId="77777777" w:rsidR="0097789C" w:rsidRPr="004A35CC" w:rsidRDefault="0097789C" w:rsidP="00E500EC">
      <w:pPr>
        <w:spacing w:line="360" w:lineRule="auto"/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proofErr w:type="spellStart"/>
      <w:r w:rsidRPr="004A35CC">
        <w:rPr>
          <w:i/>
          <w:lang w:val="ru-RU"/>
        </w:rPr>
        <w:t>Заповедта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влиза</w:t>
      </w:r>
      <w:proofErr w:type="spellEnd"/>
      <w:r w:rsidRPr="004A35CC">
        <w:rPr>
          <w:i/>
          <w:lang w:val="ru-RU"/>
        </w:rPr>
        <w:t xml:space="preserve"> в сила по отношение на </w:t>
      </w:r>
      <w:proofErr w:type="spellStart"/>
      <w:r w:rsidRPr="004A35CC">
        <w:rPr>
          <w:i/>
          <w:lang w:val="ru-RU"/>
        </w:rPr>
        <w:t>съответния</w:t>
      </w:r>
      <w:proofErr w:type="spellEnd"/>
      <w:r w:rsidRPr="004A35CC">
        <w:rPr>
          <w:i/>
          <w:lang w:val="ru-RU"/>
        </w:rPr>
        <w:t xml:space="preserve"> </w:t>
      </w:r>
      <w:proofErr w:type="spellStart"/>
      <w:r w:rsidRPr="004A35CC">
        <w:rPr>
          <w:i/>
          <w:lang w:val="ru-RU"/>
        </w:rPr>
        <w:t>ползвател</w:t>
      </w:r>
      <w:proofErr w:type="spellEnd"/>
      <w:r w:rsidRPr="004A35CC">
        <w:rPr>
          <w:i/>
          <w:lang w:val="ru-RU"/>
        </w:rPr>
        <w:t xml:space="preserve"> при </w:t>
      </w:r>
      <w:proofErr w:type="spellStart"/>
      <w:r w:rsidRPr="004A35CC">
        <w:rPr>
          <w:i/>
          <w:lang w:val="ru-RU"/>
        </w:rPr>
        <w:t>изпълнение</w:t>
      </w:r>
      <w:proofErr w:type="spellEnd"/>
      <w:r w:rsidRPr="004A35CC">
        <w:rPr>
          <w:i/>
          <w:lang w:val="ru-RU"/>
        </w:rPr>
        <w:t xml:space="preserve"> на </w:t>
      </w:r>
      <w:proofErr w:type="spellStart"/>
      <w:r w:rsidRPr="004A35CC">
        <w:rPr>
          <w:i/>
          <w:lang w:val="ru-RU"/>
        </w:rPr>
        <w:t>условието</w:t>
      </w:r>
      <w:proofErr w:type="spellEnd"/>
      <w:r w:rsidRPr="004A35CC">
        <w:rPr>
          <w:i/>
          <w:lang w:val="ru-RU"/>
        </w:rPr>
        <w:t xml:space="preserve"> по чл.72 ал.1 от ППЗСПЗЗ.</w:t>
      </w:r>
    </w:p>
    <w:p w14:paraId="12D9C5D2" w14:textId="3FD168AC" w:rsidR="00DC12F3" w:rsidRDefault="0097789C" w:rsidP="00E500EC">
      <w:pPr>
        <w:spacing w:line="360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proofErr w:type="spellStart"/>
      <w:r w:rsidR="00DC12F3" w:rsidRPr="00CE78CA">
        <w:rPr>
          <w:lang w:val="ru-RU"/>
        </w:rPr>
        <w:t>Копие</w:t>
      </w:r>
      <w:proofErr w:type="spellEnd"/>
      <w:r w:rsidR="00DC12F3" w:rsidRPr="00CE78CA">
        <w:rPr>
          <w:lang w:val="ru-RU"/>
        </w:rPr>
        <w:t xml:space="preserve"> от </w:t>
      </w:r>
      <w:proofErr w:type="spellStart"/>
      <w:r w:rsidR="00DC12F3" w:rsidRPr="00CE78CA">
        <w:rPr>
          <w:lang w:val="ru-RU"/>
        </w:rPr>
        <w:t>заповедта</w:t>
      </w:r>
      <w:proofErr w:type="spellEnd"/>
      <w:r w:rsidR="00DC12F3" w:rsidRPr="00CE78CA">
        <w:rPr>
          <w:lang w:val="ru-RU"/>
        </w:rPr>
        <w:t xml:space="preserve"> да </w:t>
      </w:r>
      <w:proofErr w:type="spellStart"/>
      <w:r w:rsidR="00DC12F3" w:rsidRPr="00CE78CA">
        <w:rPr>
          <w:lang w:val="ru-RU"/>
        </w:rPr>
        <w:t>бъд</w:t>
      </w:r>
      <w:r w:rsidR="00DC12F3">
        <w:rPr>
          <w:lang w:val="ru-RU"/>
        </w:rPr>
        <w:t>е</w:t>
      </w:r>
      <w:proofErr w:type="spellEnd"/>
      <w:r w:rsidR="00DC12F3">
        <w:rPr>
          <w:lang w:val="ru-RU"/>
        </w:rPr>
        <w:t xml:space="preserve"> </w:t>
      </w:r>
      <w:proofErr w:type="spellStart"/>
      <w:r w:rsidR="00DC12F3">
        <w:rPr>
          <w:lang w:val="ru-RU"/>
        </w:rPr>
        <w:t>връчена</w:t>
      </w:r>
      <w:proofErr w:type="spellEnd"/>
      <w:r w:rsidR="00DC12F3">
        <w:rPr>
          <w:lang w:val="ru-RU"/>
        </w:rPr>
        <w:t xml:space="preserve"> на </w:t>
      </w:r>
      <w:proofErr w:type="spellStart"/>
      <w:r w:rsidR="00DC12F3">
        <w:rPr>
          <w:lang w:val="ru-RU"/>
        </w:rPr>
        <w:t>нач</w:t>
      </w:r>
      <w:r w:rsidR="00373762">
        <w:rPr>
          <w:lang w:val="ru-RU"/>
        </w:rPr>
        <w:t>алника</w:t>
      </w:r>
      <w:proofErr w:type="spellEnd"/>
      <w:r w:rsidR="00373762">
        <w:rPr>
          <w:lang w:val="ru-RU"/>
        </w:rPr>
        <w:t xml:space="preserve"> на ОСЗ – </w:t>
      </w:r>
      <w:proofErr w:type="spellStart"/>
      <w:r w:rsidR="00373762">
        <w:rPr>
          <w:lang w:val="ru-RU"/>
        </w:rPr>
        <w:t>Годеч</w:t>
      </w:r>
      <w:proofErr w:type="spellEnd"/>
      <w:r w:rsidR="00DC12F3" w:rsidRPr="00CE78CA">
        <w:rPr>
          <w:lang w:val="ru-RU"/>
        </w:rPr>
        <w:t xml:space="preserve"> и на </w:t>
      </w:r>
      <w:proofErr w:type="spellStart"/>
      <w:r w:rsidR="00DC12F3" w:rsidRPr="00CE78CA">
        <w:rPr>
          <w:lang w:val="ru-RU"/>
        </w:rPr>
        <w:t>представителите</w:t>
      </w:r>
      <w:proofErr w:type="spellEnd"/>
      <w:r w:rsidR="00DC12F3" w:rsidRPr="00CE78CA">
        <w:rPr>
          <w:lang w:val="ru-RU"/>
        </w:rPr>
        <w:t xml:space="preserve"> </w:t>
      </w:r>
      <w:proofErr w:type="gramStart"/>
      <w:r w:rsidR="00DC12F3" w:rsidRPr="00CE78CA">
        <w:rPr>
          <w:lang w:val="ru-RU"/>
        </w:rPr>
        <w:t>на община</w:t>
      </w:r>
      <w:proofErr w:type="gramEnd"/>
      <w:r w:rsidR="00373762">
        <w:rPr>
          <w:lang w:val="ru-RU"/>
        </w:rPr>
        <w:t xml:space="preserve"> </w:t>
      </w:r>
      <w:proofErr w:type="spellStart"/>
      <w:r w:rsidR="00373762">
        <w:rPr>
          <w:lang w:val="ru-RU"/>
        </w:rPr>
        <w:t>Годеч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 xml:space="preserve">и </w:t>
      </w:r>
      <w:proofErr w:type="spellStart"/>
      <w:r w:rsidR="00DC12F3" w:rsidRPr="00CE78CA">
        <w:rPr>
          <w:lang w:val="ru-RU"/>
        </w:rPr>
        <w:t>кметс</w:t>
      </w:r>
      <w:r w:rsidR="000E478C">
        <w:rPr>
          <w:lang w:val="ru-RU"/>
        </w:rPr>
        <w:t>тво</w:t>
      </w:r>
      <w:proofErr w:type="spellEnd"/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8B67C0">
        <w:rPr>
          <w:lang w:val="bg-BG"/>
        </w:rPr>
        <w:t>Равна</w:t>
      </w:r>
      <w:r w:rsidR="00DC12F3" w:rsidRPr="00CE78CA">
        <w:rPr>
          <w:lang w:val="ru-RU"/>
        </w:rPr>
        <w:t xml:space="preserve">, </w:t>
      </w:r>
      <w:proofErr w:type="spellStart"/>
      <w:r w:rsidR="00DC12F3" w:rsidRPr="00CE78CA">
        <w:rPr>
          <w:lang w:val="ru-RU"/>
        </w:rPr>
        <w:t>участници</w:t>
      </w:r>
      <w:proofErr w:type="spellEnd"/>
      <w:r w:rsidR="00DC12F3" w:rsidRPr="00CE78CA">
        <w:rPr>
          <w:lang w:val="ru-RU"/>
        </w:rPr>
        <w:t xml:space="preserve"> в </w:t>
      </w:r>
      <w:proofErr w:type="spellStart"/>
      <w:r w:rsidR="00DC12F3" w:rsidRPr="00CE78CA">
        <w:rPr>
          <w:lang w:val="ru-RU"/>
        </w:rPr>
        <w:t>комисията</w:t>
      </w:r>
      <w:proofErr w:type="spellEnd"/>
      <w:r w:rsidR="00DC12F3" w:rsidRPr="00CE78CA">
        <w:rPr>
          <w:lang w:val="ru-RU"/>
        </w:rPr>
        <w:t xml:space="preserve"> – за сведение и </w:t>
      </w:r>
      <w:proofErr w:type="spellStart"/>
      <w:r w:rsidR="00DC12F3" w:rsidRPr="00CE78CA">
        <w:rPr>
          <w:lang w:val="ru-RU"/>
        </w:rPr>
        <w:t>изпълнение</w:t>
      </w:r>
      <w:proofErr w:type="spellEnd"/>
      <w:r w:rsidR="00DC12F3" w:rsidRPr="00CE78CA">
        <w:rPr>
          <w:lang w:val="ru-RU"/>
        </w:rPr>
        <w:t>.</w:t>
      </w:r>
    </w:p>
    <w:p w14:paraId="16689823" w14:textId="4C79B856" w:rsidR="002213A1" w:rsidRDefault="002213A1" w:rsidP="00E500EC">
      <w:pPr>
        <w:spacing w:line="360" w:lineRule="auto"/>
        <w:ind w:firstLine="709"/>
        <w:jc w:val="both"/>
        <w:rPr>
          <w:lang w:val="bg-BG"/>
        </w:rPr>
      </w:pPr>
      <w:bookmarkStart w:id="5" w:name="_Hlk83646044"/>
      <w:r>
        <w:rPr>
          <w:lang w:val="bg-BG"/>
        </w:rPr>
        <w:tab/>
      </w:r>
      <w:r w:rsidR="00E500EC">
        <w:rPr>
          <w:lang w:val="bg-BG"/>
        </w:rPr>
        <w:t>Контрол</w:t>
      </w:r>
      <w:r w:rsidRPr="0083710E">
        <w:rPr>
          <w:lang w:val="bg-BG"/>
        </w:rPr>
        <w:t xml:space="preserve">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45A126E5" w14:textId="77777777" w:rsidR="002213A1" w:rsidRDefault="002213A1" w:rsidP="00E500EC">
      <w:pPr>
        <w:spacing w:line="360" w:lineRule="auto"/>
        <w:jc w:val="both"/>
        <w:rPr>
          <w:lang w:val="bg-BG"/>
        </w:rPr>
      </w:pPr>
    </w:p>
    <w:p w14:paraId="525DF12A" w14:textId="1D5FBD37" w:rsidR="002213A1" w:rsidRDefault="002213A1" w:rsidP="002213A1">
      <w:pPr>
        <w:jc w:val="both"/>
        <w:rPr>
          <w:lang w:val="bg-BG"/>
        </w:rPr>
      </w:pPr>
    </w:p>
    <w:p w14:paraId="7CEAB248" w14:textId="11D10E5B" w:rsidR="00E500EC" w:rsidRDefault="00E500EC" w:rsidP="002213A1">
      <w:pPr>
        <w:jc w:val="both"/>
        <w:rPr>
          <w:lang w:val="bg-BG"/>
        </w:rPr>
      </w:pPr>
    </w:p>
    <w:p w14:paraId="1C2086B0" w14:textId="328814EB" w:rsidR="00E500EC" w:rsidRPr="007758DC" w:rsidRDefault="007758DC" w:rsidP="007758DC">
      <w:pPr>
        <w:ind w:firstLine="720"/>
        <w:jc w:val="both"/>
        <w:rPr>
          <w:b/>
          <w:lang w:val="bg-BG"/>
        </w:rPr>
      </w:pPr>
      <w:bookmarkStart w:id="6" w:name="_GoBack"/>
      <w:r w:rsidRPr="007758DC">
        <w:rPr>
          <w:b/>
          <w:lang w:val="bg-BG"/>
        </w:rPr>
        <w:t>/П/</w:t>
      </w:r>
    </w:p>
    <w:bookmarkEnd w:id="6"/>
    <w:p w14:paraId="78F9A727" w14:textId="77777777" w:rsidR="002213A1" w:rsidRPr="00CE78CA" w:rsidRDefault="002213A1" w:rsidP="002213A1">
      <w:pPr>
        <w:ind w:firstLine="709"/>
        <w:jc w:val="both"/>
        <w:rPr>
          <w:u w:val="single"/>
          <w:lang w:val="bg-BG"/>
        </w:rPr>
      </w:pPr>
    </w:p>
    <w:p w14:paraId="1C8E8DA3" w14:textId="77777777" w:rsidR="002213A1" w:rsidRPr="00CE78CA" w:rsidRDefault="002213A1" w:rsidP="002213A1">
      <w:pPr>
        <w:rPr>
          <w:b/>
          <w:lang w:val="bg-BG"/>
        </w:rPr>
      </w:pPr>
      <w:r>
        <w:rPr>
          <w:b/>
          <w:lang w:val="bg-BG"/>
        </w:rPr>
        <w:t>ЕМИЛ АТАНАСОВ</w:t>
      </w:r>
    </w:p>
    <w:p w14:paraId="23DC7378" w14:textId="77777777" w:rsidR="002213A1" w:rsidRPr="00FA15EF" w:rsidRDefault="002213A1" w:rsidP="002213A1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CE78CA" w:rsidRDefault="002213A1" w:rsidP="002213A1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CE78CA" w:rsidRDefault="002213A1" w:rsidP="002213A1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56FC09CF" w14:textId="77777777" w:rsidR="002213A1" w:rsidRPr="00374CAD" w:rsidRDefault="002213A1" w:rsidP="002213A1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374CAD">
        <w:rPr>
          <w:iCs/>
          <w:sz w:val="20"/>
          <w:lang w:val="bg-BG"/>
        </w:rPr>
        <w:t>)</w:t>
      </w:r>
    </w:p>
    <w:p w14:paraId="1E112623" w14:textId="77777777" w:rsidR="002213A1" w:rsidRDefault="002213A1" w:rsidP="002213A1">
      <w:pPr>
        <w:rPr>
          <w:i/>
          <w:lang w:val="bg-BG"/>
        </w:rPr>
      </w:pPr>
    </w:p>
    <w:bookmarkEnd w:id="5"/>
    <w:p w14:paraId="11F2CBA5" w14:textId="2A7B30D7" w:rsidR="00EE0F93" w:rsidRDefault="00EE0F93" w:rsidP="002213A1">
      <w:pPr>
        <w:ind w:firstLine="709"/>
        <w:jc w:val="both"/>
        <w:rPr>
          <w:i/>
          <w:iCs/>
          <w:sz w:val="20"/>
          <w:lang w:val="bg-BG"/>
        </w:rPr>
      </w:pPr>
    </w:p>
    <w:sectPr w:rsidR="00EE0F93" w:rsidSect="00505A7C">
      <w:footerReference w:type="even" r:id="rId8"/>
      <w:footerReference w:type="default" r:id="rId9"/>
      <w:headerReference w:type="first" r:id="rId10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1FEE4" w14:textId="77777777" w:rsidR="000446A4" w:rsidRDefault="000446A4">
      <w:r>
        <w:separator/>
      </w:r>
    </w:p>
  </w:endnote>
  <w:endnote w:type="continuationSeparator" w:id="0">
    <w:p w14:paraId="2281DCC7" w14:textId="77777777" w:rsidR="000446A4" w:rsidRDefault="00044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DD53B3" w:rsidRDefault="00DD53B3" w:rsidP="00C37346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240DF26" w14:textId="77777777" w:rsidR="00DD53B3" w:rsidRDefault="00DD53B3" w:rsidP="00C373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69097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CD1C1F" w14:textId="536CE499" w:rsidR="00DD53B3" w:rsidRDefault="00DD53B3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58DC">
          <w:rPr>
            <w:noProof/>
          </w:rPr>
          <w:t>5</w:t>
        </w:r>
        <w:r>
          <w:rPr>
            <w:noProof/>
          </w:rPr>
          <w:fldChar w:fldCharType="end"/>
        </w:r>
        <w:r w:rsidR="008B67C0">
          <w:rPr>
            <w:noProof/>
            <w:lang w:val="bg-BG"/>
          </w:rPr>
          <w:t>/6</w:t>
        </w:r>
      </w:p>
    </w:sdtContent>
  </w:sdt>
  <w:p w14:paraId="0DF700C8" w14:textId="77777777" w:rsidR="00DD53B3" w:rsidRPr="00835BBA" w:rsidRDefault="00DD53B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6AFC5" w14:textId="77777777" w:rsidR="000446A4" w:rsidRDefault="000446A4">
      <w:r>
        <w:separator/>
      </w:r>
    </w:p>
  </w:footnote>
  <w:footnote w:type="continuationSeparator" w:id="0">
    <w:p w14:paraId="11BEA13C" w14:textId="77777777" w:rsidR="000446A4" w:rsidRDefault="000446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DD53B3" w:rsidRPr="005B69F7" w:rsidRDefault="00DD53B3" w:rsidP="005B69F7">
    <w:pPr>
      <w:pStyle w:val="2"/>
      <w:rPr>
        <w:rStyle w:val="a9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F574748" w:rsidR="00DD53B3" w:rsidRPr="005B69F7" w:rsidRDefault="00DD53B3" w:rsidP="001761C8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91210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DD53B3" w:rsidRPr="0023186B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DD53B3" w:rsidRPr="00983B22" w:rsidRDefault="00DD53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DD53B3" w:rsidRPr="00983B22" w:rsidRDefault="00DD53B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446A4"/>
    <w:rsid w:val="000801CD"/>
    <w:rsid w:val="0008557E"/>
    <w:rsid w:val="0009344D"/>
    <w:rsid w:val="00094932"/>
    <w:rsid w:val="000A0D55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07C07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2DF8"/>
    <w:rsid w:val="001956ED"/>
    <w:rsid w:val="001A06E4"/>
    <w:rsid w:val="001A1BA3"/>
    <w:rsid w:val="001A1C66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544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C2417"/>
    <w:rsid w:val="002C5874"/>
    <w:rsid w:val="002D3B8A"/>
    <w:rsid w:val="002E0A30"/>
    <w:rsid w:val="002E25EF"/>
    <w:rsid w:val="002F2872"/>
    <w:rsid w:val="003015D9"/>
    <w:rsid w:val="00307648"/>
    <w:rsid w:val="003140CD"/>
    <w:rsid w:val="00315EA9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3762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C5464"/>
    <w:rsid w:val="004E31E0"/>
    <w:rsid w:val="004E5FF6"/>
    <w:rsid w:val="004F5882"/>
    <w:rsid w:val="004F625A"/>
    <w:rsid w:val="004F765C"/>
    <w:rsid w:val="00503936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12DD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758DC"/>
    <w:rsid w:val="00781F58"/>
    <w:rsid w:val="00785809"/>
    <w:rsid w:val="00787497"/>
    <w:rsid w:val="007947AE"/>
    <w:rsid w:val="00794D64"/>
    <w:rsid w:val="007964C9"/>
    <w:rsid w:val="007A06D3"/>
    <w:rsid w:val="007A6290"/>
    <w:rsid w:val="007B2B48"/>
    <w:rsid w:val="007B4B8A"/>
    <w:rsid w:val="007B5503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84578"/>
    <w:rsid w:val="00893776"/>
    <w:rsid w:val="008A1BBB"/>
    <w:rsid w:val="008A408D"/>
    <w:rsid w:val="008B0206"/>
    <w:rsid w:val="008B1300"/>
    <w:rsid w:val="008B67C0"/>
    <w:rsid w:val="008C54F3"/>
    <w:rsid w:val="008D1749"/>
    <w:rsid w:val="008D2703"/>
    <w:rsid w:val="008D7029"/>
    <w:rsid w:val="008E0E45"/>
    <w:rsid w:val="008F3A6E"/>
    <w:rsid w:val="008F411F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6313"/>
    <w:rsid w:val="00C120B5"/>
    <w:rsid w:val="00C256B4"/>
    <w:rsid w:val="00C2594B"/>
    <w:rsid w:val="00C34BD9"/>
    <w:rsid w:val="00C34FAA"/>
    <w:rsid w:val="00C37346"/>
    <w:rsid w:val="00C41B72"/>
    <w:rsid w:val="00C473A4"/>
    <w:rsid w:val="00C63362"/>
    <w:rsid w:val="00CA17DF"/>
    <w:rsid w:val="00CA3258"/>
    <w:rsid w:val="00CA41E3"/>
    <w:rsid w:val="00CA4336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CF6799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36C9"/>
    <w:rsid w:val="00DB47C4"/>
    <w:rsid w:val="00DB7D60"/>
    <w:rsid w:val="00DC12F3"/>
    <w:rsid w:val="00DC7B49"/>
    <w:rsid w:val="00DD53B3"/>
    <w:rsid w:val="00DE1CB6"/>
    <w:rsid w:val="00DF3535"/>
    <w:rsid w:val="00DF62FE"/>
    <w:rsid w:val="00E033AB"/>
    <w:rsid w:val="00E051B5"/>
    <w:rsid w:val="00E06D03"/>
    <w:rsid w:val="00E136D6"/>
    <w:rsid w:val="00E14211"/>
    <w:rsid w:val="00E14AEE"/>
    <w:rsid w:val="00E237A5"/>
    <w:rsid w:val="00E276F4"/>
    <w:rsid w:val="00E339BB"/>
    <w:rsid w:val="00E500EC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F61F2"/>
    <w:rsid w:val="00F05FFF"/>
    <w:rsid w:val="00F06BC9"/>
    <w:rsid w:val="00F1309C"/>
    <w:rsid w:val="00F304C9"/>
    <w:rsid w:val="00F37E58"/>
    <w:rsid w:val="00F41255"/>
    <w:rsid w:val="00F50B93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51324D16-F199-4358-845D-7FA2368E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78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Emphasis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b">
    <w:name w:val="Balloon Text"/>
    <w:basedOn w:val="a"/>
    <w:link w:val="ac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6"/>
    <w:uiPriority w:val="99"/>
    <w:semiHidden/>
    <w:unhideWhenUsed/>
    <w:rsid w:val="005A2287"/>
  </w:style>
  <w:style w:type="numbering" w:customStyle="1" w:styleId="NoList2">
    <w:name w:val="No List2"/>
    <w:next w:val="ListNo6"/>
    <w:uiPriority w:val="99"/>
    <w:semiHidden/>
    <w:unhideWhenUsed/>
    <w:rsid w:val="00EE2FF9"/>
  </w:style>
  <w:style w:type="character" w:styleId="ad">
    <w:name w:val="page number"/>
    <w:basedOn w:val="a0"/>
    <w:uiPriority w:val="99"/>
    <w:rsid w:val="00C37346"/>
  </w:style>
  <w:style w:type="character" w:styleId="ae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a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a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a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a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a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a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a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a4">
    <w:name w:val="Горен колонтитул Знак"/>
    <w:basedOn w:val="a0"/>
    <w:link w:val="a3"/>
    <w:uiPriority w:val="99"/>
    <w:rsid w:val="00DC7B49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A1A48-FD33-41B0-AA72-F5DF7C3C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74</TotalTime>
  <Pages>6</Pages>
  <Words>2035</Words>
  <Characters>11602</Characters>
  <Application>Microsoft Office Word</Application>
  <DocSecurity>0</DocSecurity>
  <Lines>96</Lines>
  <Paragraphs>27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19</cp:revision>
  <cp:lastPrinted>2022-09-29T09:44:00Z</cp:lastPrinted>
  <dcterms:created xsi:type="dcterms:W3CDTF">2022-09-26T08:20:00Z</dcterms:created>
  <dcterms:modified xsi:type="dcterms:W3CDTF">2022-09-29T09:45:00Z</dcterms:modified>
</cp:coreProperties>
</file>