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7EE9FC" w14:textId="36642FDA" w:rsidR="008C54F3" w:rsidRDefault="00B65A97" w:rsidP="00713EC9">
      <w:pPr>
        <w:ind w:left="2160" w:firstLine="720"/>
        <w:rPr>
          <w:b/>
          <w:sz w:val="32"/>
          <w:lang w:val="bg-BG"/>
        </w:rPr>
      </w:pPr>
      <w:r>
        <w:rPr>
          <w:b/>
          <w:sz w:val="32"/>
          <w:lang w:val="bg-BG"/>
        </w:rPr>
        <w:t xml:space="preserve"> </w:t>
      </w:r>
      <w:r w:rsidR="00713EC9">
        <w:rPr>
          <w:b/>
          <w:sz w:val="32"/>
          <w:lang w:val="bg-BG"/>
        </w:rPr>
        <w:t xml:space="preserve">            </w:t>
      </w:r>
    </w:p>
    <w:p w14:paraId="40DFF367" w14:textId="6FD32F1B" w:rsidR="00454CDE" w:rsidRPr="00713EC9" w:rsidRDefault="00995512" w:rsidP="00713EC9">
      <w:pPr>
        <w:ind w:left="2160" w:firstLine="720"/>
        <w:rPr>
          <w:b/>
          <w:sz w:val="32"/>
          <w:lang w:val="bg-BG"/>
        </w:rPr>
      </w:pPr>
      <w:r>
        <w:rPr>
          <w:b/>
          <w:sz w:val="32"/>
          <w:lang w:val="bg-BG"/>
        </w:rPr>
        <w:t xml:space="preserve">         </w:t>
      </w:r>
      <w:r w:rsidR="00454CDE" w:rsidRPr="00713EC9">
        <w:rPr>
          <w:b/>
          <w:sz w:val="32"/>
          <w:lang w:val="bg-BG"/>
        </w:rPr>
        <w:t>З А П О В Е Д</w:t>
      </w:r>
    </w:p>
    <w:p w14:paraId="6A897D39" w14:textId="36FFDA8E" w:rsidR="00454CDE" w:rsidRPr="00995512" w:rsidRDefault="005A2287" w:rsidP="005A2287">
      <w:pPr>
        <w:ind w:left="3600"/>
        <w:rPr>
          <w:b/>
          <w:lang w:val="bg-BG"/>
        </w:rPr>
      </w:pPr>
      <w:r w:rsidRPr="00995512">
        <w:rPr>
          <w:b/>
          <w:lang w:val="bg-BG"/>
        </w:rPr>
        <w:t xml:space="preserve">   </w:t>
      </w:r>
      <w:r w:rsidR="00454CDE" w:rsidRPr="00995512">
        <w:rPr>
          <w:b/>
          <w:lang w:val="bg-BG"/>
        </w:rPr>
        <w:t>№</w:t>
      </w:r>
      <w:r w:rsidR="00995512" w:rsidRPr="00995512">
        <w:rPr>
          <w:b/>
          <w:sz w:val="26"/>
          <w:szCs w:val="26"/>
          <w:lang w:val="bg-BG"/>
        </w:rPr>
        <w:t xml:space="preserve"> ПО-09-3159</w:t>
      </w:r>
      <w:r w:rsidR="00995512" w:rsidRPr="00995512">
        <w:rPr>
          <w:b/>
          <w:lang w:val="bg-BG"/>
        </w:rPr>
        <w:t>-3</w:t>
      </w:r>
    </w:p>
    <w:p w14:paraId="3795E67F" w14:textId="687625EE" w:rsidR="00454CDE" w:rsidRPr="00995512" w:rsidRDefault="00454CDE" w:rsidP="00BE4052">
      <w:pPr>
        <w:ind w:left="2880" w:firstLine="720"/>
        <w:rPr>
          <w:b/>
          <w:lang w:val="bg-BG"/>
        </w:rPr>
      </w:pPr>
      <w:r w:rsidRPr="00995512">
        <w:rPr>
          <w:b/>
          <w:lang w:val="bg-BG"/>
        </w:rPr>
        <w:t>София,</w:t>
      </w:r>
      <w:r w:rsidR="00995512">
        <w:rPr>
          <w:b/>
          <w:lang w:val="bg-BG"/>
        </w:rPr>
        <w:t xml:space="preserve"> </w:t>
      </w:r>
      <w:r w:rsidR="00995512" w:rsidRPr="00995512">
        <w:rPr>
          <w:b/>
          <w:lang w:val="bg-BG"/>
        </w:rPr>
        <w:t>28.09.</w:t>
      </w:r>
      <w:r w:rsidR="0023186B" w:rsidRPr="00995512">
        <w:rPr>
          <w:b/>
          <w:lang w:val="bg-BG"/>
        </w:rPr>
        <w:t>20</w:t>
      </w:r>
      <w:r w:rsidR="005A5B96" w:rsidRPr="00995512">
        <w:rPr>
          <w:b/>
          <w:lang w:val="bg-BG"/>
        </w:rPr>
        <w:t>2</w:t>
      </w:r>
      <w:r w:rsidR="00CC444F" w:rsidRPr="00995512">
        <w:rPr>
          <w:b/>
          <w:lang w:val="bg-BG"/>
        </w:rPr>
        <w:t>2</w:t>
      </w:r>
      <w:r w:rsidR="0023186B" w:rsidRPr="00995512">
        <w:rPr>
          <w:b/>
          <w:lang w:val="bg-BG"/>
        </w:rPr>
        <w:t>г.</w:t>
      </w:r>
      <w:r w:rsidR="006727E9" w:rsidRPr="00995512">
        <w:rPr>
          <w:b/>
          <w:lang w:val="bg-BG"/>
        </w:rPr>
        <w:t xml:space="preserve">  </w:t>
      </w:r>
    </w:p>
    <w:p w14:paraId="0CB87A78" w14:textId="3953BDAE" w:rsidR="00576362" w:rsidRDefault="00576362" w:rsidP="00576362">
      <w:pPr>
        <w:spacing w:line="360" w:lineRule="auto"/>
        <w:rPr>
          <w:lang w:val="bg-BG"/>
        </w:rPr>
      </w:pPr>
    </w:p>
    <w:p w14:paraId="15B80E0F" w14:textId="77777777" w:rsidR="00CF6799" w:rsidRDefault="00CF6799" w:rsidP="00576362">
      <w:pPr>
        <w:spacing w:line="360" w:lineRule="auto"/>
        <w:rPr>
          <w:lang w:val="bg-BG"/>
        </w:rPr>
      </w:pPr>
    </w:p>
    <w:p w14:paraId="31639020" w14:textId="52AB6D6D" w:rsidR="004A3929" w:rsidRPr="00374CAD" w:rsidRDefault="004A3929" w:rsidP="004A3929">
      <w:pPr>
        <w:ind w:firstLine="708"/>
        <w:jc w:val="both"/>
        <w:rPr>
          <w:sz w:val="26"/>
          <w:szCs w:val="26"/>
          <w:lang w:val="bg-BG"/>
        </w:rPr>
      </w:pPr>
      <w:r w:rsidRPr="00CE78CA">
        <w:rPr>
          <w:lang w:val="bg-BG"/>
        </w:rPr>
        <w:t xml:space="preserve">На основание чл.3, ал.4 от Устройствения правилник на областните дирекции “Земеделие”, в сила от 26.01.2010г., издаден от Министерството на земеделието и храните, </w:t>
      </w:r>
      <w:r w:rsidRPr="0083710E">
        <w:rPr>
          <w:lang w:val="bg-BG"/>
        </w:rPr>
        <w:t>обн.ДВ, бр.7/26.01.2010г.,</w:t>
      </w:r>
      <w:r w:rsidRPr="0083710E">
        <w:rPr>
          <w:lang w:val="ru-RU"/>
        </w:rPr>
        <w:t xml:space="preserve"> </w:t>
      </w:r>
      <w:r w:rsidRPr="0083710E">
        <w:rPr>
          <w:lang w:val="bg-BG"/>
        </w:rPr>
        <w:t>посл. изм. ДВ</w:t>
      </w:r>
      <w:bookmarkStart w:id="0" w:name="_Hlk83647061"/>
      <w:r w:rsidRPr="0083710E">
        <w:rPr>
          <w:lang w:val="bg-BG"/>
        </w:rPr>
        <w:t xml:space="preserve">, </w:t>
      </w:r>
      <w:bookmarkStart w:id="1" w:name="_Hlk83647891"/>
      <w:r w:rsidRPr="0083710E">
        <w:rPr>
          <w:lang w:val="bg-BG"/>
        </w:rPr>
        <w:t xml:space="preserve">бр. </w:t>
      </w:r>
      <w:bookmarkStart w:id="2" w:name="OLE_LINK4"/>
      <w:bookmarkStart w:id="3" w:name="OLE_LINK5"/>
      <w:bookmarkStart w:id="4" w:name="OLE_LINK6"/>
      <w:r>
        <w:rPr>
          <w:lang w:val="bg-BG"/>
        </w:rPr>
        <w:t>41</w:t>
      </w:r>
      <w:r w:rsidRPr="0083710E">
        <w:rPr>
          <w:lang w:val="bg-BG"/>
        </w:rPr>
        <w:t xml:space="preserve"> от 0</w:t>
      </w:r>
      <w:r>
        <w:rPr>
          <w:lang w:val="bg-BG"/>
        </w:rPr>
        <w:t>3</w:t>
      </w:r>
      <w:r w:rsidRPr="0083710E">
        <w:rPr>
          <w:lang w:val="bg-BG"/>
        </w:rPr>
        <w:t xml:space="preserve"> </w:t>
      </w:r>
      <w:bookmarkEnd w:id="2"/>
      <w:bookmarkEnd w:id="3"/>
      <w:bookmarkEnd w:id="4"/>
      <w:r>
        <w:rPr>
          <w:lang w:val="bg-BG"/>
        </w:rPr>
        <w:t>юни</w:t>
      </w:r>
      <w:r w:rsidRPr="0083710E">
        <w:rPr>
          <w:lang w:val="bg-BG"/>
        </w:rPr>
        <w:t xml:space="preserve"> 202</w:t>
      </w:r>
      <w:r>
        <w:rPr>
          <w:lang w:val="bg-BG"/>
        </w:rPr>
        <w:t xml:space="preserve">2 </w:t>
      </w:r>
      <w:r w:rsidRPr="0083710E">
        <w:rPr>
          <w:lang w:val="bg-BG"/>
        </w:rPr>
        <w:t xml:space="preserve">г., </w:t>
      </w:r>
      <w:bookmarkEnd w:id="0"/>
      <w:bookmarkEnd w:id="1"/>
      <w:r w:rsidRPr="0083710E">
        <w:rPr>
          <w:lang w:val="bg-BG"/>
        </w:rPr>
        <w:t>чл.37в, ал.4 от Закона</w:t>
      </w:r>
      <w:r w:rsidRPr="00CE78CA">
        <w:rPr>
          <w:lang w:val="bg-BG"/>
        </w:rPr>
        <w:t xml:space="preserve"> за собствеността и ползването на земеделските земи /ЗСПЗЗ/, чл.75а от Правилника за прилагане на ЗСПЗЗ и във връзка с доклад на комисия, назначена с моя </w:t>
      </w:r>
      <w:r>
        <w:rPr>
          <w:lang w:val="bg-BG"/>
        </w:rPr>
        <w:t xml:space="preserve">Заповед </w:t>
      </w:r>
      <w:r>
        <w:rPr>
          <w:sz w:val="26"/>
          <w:szCs w:val="26"/>
          <w:lang w:val="bg-BG"/>
        </w:rPr>
        <w:t xml:space="preserve">№ </w:t>
      </w:r>
      <w:r w:rsidRPr="00373762">
        <w:rPr>
          <w:b/>
          <w:sz w:val="26"/>
          <w:szCs w:val="26"/>
          <w:lang w:val="bg-BG"/>
        </w:rPr>
        <w:t>ПО-09-</w:t>
      </w:r>
      <w:r w:rsidR="00FB4D56">
        <w:rPr>
          <w:b/>
          <w:sz w:val="26"/>
          <w:szCs w:val="26"/>
          <w:lang w:val="bg-BG"/>
        </w:rPr>
        <w:t>3159</w:t>
      </w:r>
      <w:r w:rsidRPr="00373762">
        <w:rPr>
          <w:b/>
          <w:sz w:val="26"/>
          <w:szCs w:val="26"/>
          <w:lang w:val="bg-BG"/>
        </w:rPr>
        <w:t>/</w:t>
      </w:r>
      <w:r w:rsidR="00373762">
        <w:rPr>
          <w:b/>
          <w:sz w:val="26"/>
          <w:szCs w:val="26"/>
          <w:lang w:val="bg-BG"/>
        </w:rPr>
        <w:t>26</w:t>
      </w:r>
      <w:r w:rsidRPr="00373762">
        <w:rPr>
          <w:b/>
          <w:sz w:val="26"/>
          <w:szCs w:val="26"/>
          <w:lang w:val="bg-BG"/>
        </w:rPr>
        <w:t>.07.2022 г.</w:t>
      </w:r>
    </w:p>
    <w:p w14:paraId="3294B29E" w14:textId="77777777" w:rsidR="00FF131A" w:rsidRDefault="00C41B72" w:rsidP="005E5F37">
      <w:pPr>
        <w:ind w:left="2160" w:firstLine="720"/>
        <w:jc w:val="both"/>
        <w:rPr>
          <w:b/>
          <w:lang w:val="bg-BG"/>
        </w:rPr>
      </w:pPr>
      <w:r>
        <w:rPr>
          <w:b/>
          <w:lang w:val="bg-BG"/>
        </w:rPr>
        <w:t xml:space="preserve">   </w:t>
      </w:r>
      <w:r w:rsidR="0058230C">
        <w:rPr>
          <w:b/>
          <w:lang w:val="bg-BG"/>
        </w:rPr>
        <w:t xml:space="preserve">   </w:t>
      </w:r>
      <w:r w:rsidR="003813FC">
        <w:rPr>
          <w:b/>
          <w:lang w:val="bg-BG"/>
        </w:rPr>
        <w:t xml:space="preserve">  </w:t>
      </w:r>
    </w:p>
    <w:p w14:paraId="5F43A6B6" w14:textId="77777777" w:rsidR="00FF131A" w:rsidRDefault="00FF131A" w:rsidP="005E5F37">
      <w:pPr>
        <w:ind w:left="2160" w:firstLine="720"/>
        <w:jc w:val="both"/>
        <w:rPr>
          <w:b/>
          <w:lang w:val="bg-BG"/>
        </w:rPr>
      </w:pPr>
    </w:p>
    <w:p w14:paraId="7E0C97DE" w14:textId="6C37509B" w:rsidR="008F3A6E" w:rsidRDefault="00FF131A" w:rsidP="005E5F37">
      <w:pPr>
        <w:ind w:left="2160" w:firstLine="720"/>
        <w:jc w:val="both"/>
        <w:rPr>
          <w:lang w:val="bg-BG"/>
        </w:rPr>
      </w:pPr>
      <w:r>
        <w:rPr>
          <w:b/>
          <w:lang w:val="bg-BG"/>
        </w:rPr>
        <w:t xml:space="preserve">            </w:t>
      </w:r>
      <w:r w:rsidR="003813FC">
        <w:rPr>
          <w:b/>
          <w:lang w:val="bg-BG"/>
        </w:rPr>
        <w:t xml:space="preserve"> </w:t>
      </w:r>
      <w:r w:rsidR="00463733" w:rsidRPr="00CE78CA">
        <w:rPr>
          <w:b/>
          <w:lang w:val="bg-BG"/>
        </w:rPr>
        <w:t>О П Р Е Д Е Л Я</w:t>
      </w:r>
      <w:r w:rsidR="00463733" w:rsidRPr="00CE78CA">
        <w:rPr>
          <w:lang w:val="bg-BG"/>
        </w:rPr>
        <w:t xml:space="preserve"> </w:t>
      </w:r>
      <w:r w:rsidR="00463733" w:rsidRPr="00CE78CA">
        <w:rPr>
          <w:b/>
          <w:lang w:val="bg-BG"/>
        </w:rPr>
        <w:t>М</w:t>
      </w:r>
      <w:r w:rsidR="00463733" w:rsidRPr="00CE78CA">
        <w:rPr>
          <w:lang w:val="bg-BG"/>
        </w:rPr>
        <w:t>:</w:t>
      </w:r>
    </w:p>
    <w:p w14:paraId="753A6AD6" w14:textId="5D217E83" w:rsidR="00FF131A" w:rsidRDefault="00FF131A" w:rsidP="005E5F37">
      <w:pPr>
        <w:ind w:left="2160" w:firstLine="720"/>
        <w:jc w:val="both"/>
        <w:rPr>
          <w:lang w:val="bg-BG"/>
        </w:rPr>
      </w:pPr>
    </w:p>
    <w:p w14:paraId="68FF61A5" w14:textId="77777777" w:rsidR="00FF131A" w:rsidRPr="00CE78CA" w:rsidRDefault="00FF131A" w:rsidP="005E5F37">
      <w:pPr>
        <w:ind w:left="2160" w:firstLine="720"/>
        <w:jc w:val="both"/>
        <w:rPr>
          <w:lang w:val="bg-BG"/>
        </w:rPr>
      </w:pPr>
    </w:p>
    <w:p w14:paraId="442FCE6D" w14:textId="4A8CC64D" w:rsidR="00034F6D" w:rsidRPr="00374CAD" w:rsidRDefault="00034F6D" w:rsidP="008F3A6E">
      <w:pPr>
        <w:ind w:firstLine="709"/>
        <w:jc w:val="center"/>
        <w:rPr>
          <w:lang w:val="bg-BG"/>
        </w:rPr>
      </w:pPr>
    </w:p>
    <w:p w14:paraId="790F0D27" w14:textId="2CECBE8D" w:rsidR="00E52E11" w:rsidRDefault="00E52E11" w:rsidP="005745ED">
      <w:pPr>
        <w:ind w:firstLine="720"/>
        <w:jc w:val="both"/>
        <w:rPr>
          <w:lang w:val="bg-BG"/>
        </w:rPr>
      </w:pPr>
      <w:r w:rsidRPr="00CE78CA">
        <w:rPr>
          <w:lang w:val="bg-BG"/>
        </w:rPr>
        <w:t>Масивите за ползване /МП/</w:t>
      </w:r>
      <w:r w:rsidRPr="00CE78CA">
        <w:rPr>
          <w:lang w:val="ru-RU"/>
        </w:rPr>
        <w:t xml:space="preserve"> </w:t>
      </w:r>
      <w:r w:rsidRPr="00CE78CA">
        <w:rPr>
          <w:lang w:val="bg-BG"/>
        </w:rPr>
        <w:t>и имоти за ползване</w:t>
      </w:r>
      <w:r w:rsidR="00871654" w:rsidRPr="00CE78CA">
        <w:rPr>
          <w:lang w:val="bg-BG"/>
        </w:rPr>
        <w:t xml:space="preserve"> по  </w:t>
      </w:r>
      <w:r w:rsidR="00871654" w:rsidRPr="004A35CC">
        <w:rPr>
          <w:lang w:val="bg-BG"/>
        </w:rPr>
        <w:t>чл. 37в ал.</w:t>
      </w:r>
      <w:r w:rsidR="00713EC9" w:rsidRPr="004A35CC">
        <w:rPr>
          <w:lang w:val="bg-BG"/>
        </w:rPr>
        <w:t>2</w:t>
      </w:r>
      <w:r w:rsidR="00871654" w:rsidRPr="004A35CC">
        <w:rPr>
          <w:color w:val="FF0000"/>
          <w:lang w:val="ru-RU"/>
        </w:rPr>
        <w:t xml:space="preserve"> </w:t>
      </w:r>
      <w:r w:rsidR="00713EC9">
        <w:rPr>
          <w:lang w:val="ru-RU"/>
        </w:rPr>
        <w:t xml:space="preserve">  </w:t>
      </w:r>
      <w:r w:rsidR="00871654" w:rsidRPr="00CE78CA">
        <w:rPr>
          <w:lang w:val="bg-BG"/>
        </w:rPr>
        <w:t>от ЗСПЗЗ</w:t>
      </w:r>
      <w:r w:rsidRPr="00CE78CA">
        <w:rPr>
          <w:lang w:val="bg-BG"/>
        </w:rPr>
        <w:t>, разпределени в границите им съобразно, изготвеното</w:t>
      </w:r>
      <w:r w:rsidR="006655C6" w:rsidRPr="00CE78CA">
        <w:rPr>
          <w:lang w:val="bg-BG"/>
        </w:rPr>
        <w:t xml:space="preserve"> </w:t>
      </w:r>
      <w:r w:rsidR="005E5F37" w:rsidRPr="004A35CC">
        <w:rPr>
          <w:b/>
          <w:u w:val="single"/>
          <w:lang w:val="bg-BG"/>
        </w:rPr>
        <w:t>доброволно споразумение</w:t>
      </w:r>
      <w:r w:rsidR="005E5F37" w:rsidRPr="004A35CC">
        <w:rPr>
          <w:u w:val="single"/>
          <w:lang w:val="bg-BG"/>
        </w:rPr>
        <w:t xml:space="preserve"> за </w:t>
      </w:r>
      <w:r w:rsidR="005E5F37" w:rsidRPr="004A35CC">
        <w:rPr>
          <w:b/>
          <w:u w:val="single"/>
          <w:lang w:val="bg-BG"/>
        </w:rPr>
        <w:t>орна земя</w:t>
      </w:r>
      <w:r w:rsidR="005E5F37" w:rsidRPr="004A35CC">
        <w:rPr>
          <w:u w:val="single"/>
          <w:lang w:val="bg-BG"/>
        </w:rPr>
        <w:t xml:space="preserve"> </w:t>
      </w:r>
      <w:r w:rsidR="003361C6" w:rsidRPr="00CE78CA">
        <w:rPr>
          <w:lang w:val="bg-BG"/>
        </w:rPr>
        <w:t xml:space="preserve">за землището на </w:t>
      </w:r>
      <w:r w:rsidR="003361C6" w:rsidRPr="00373762">
        <w:rPr>
          <w:b/>
          <w:lang w:val="bg-BG"/>
        </w:rPr>
        <w:t>с</w:t>
      </w:r>
      <w:r w:rsidR="0011621C" w:rsidRPr="00373762">
        <w:rPr>
          <w:b/>
          <w:lang w:val="bg-BG"/>
        </w:rPr>
        <w:t>.</w:t>
      </w:r>
      <w:r w:rsidR="00FB4D56">
        <w:rPr>
          <w:b/>
          <w:lang w:val="bg-BG"/>
        </w:rPr>
        <w:t>Мургаш</w:t>
      </w:r>
      <w:r w:rsidRPr="00373762">
        <w:rPr>
          <w:b/>
          <w:lang w:val="bg-BG"/>
        </w:rPr>
        <w:t xml:space="preserve">, общ. </w:t>
      </w:r>
      <w:r w:rsidR="00373762" w:rsidRPr="00373762">
        <w:rPr>
          <w:b/>
          <w:lang w:val="bg-BG"/>
        </w:rPr>
        <w:t>Годеч</w:t>
      </w:r>
      <w:r w:rsidRPr="00373762">
        <w:rPr>
          <w:b/>
          <w:lang w:val="bg-BG"/>
        </w:rPr>
        <w:t>,</w:t>
      </w:r>
      <w:r w:rsidRPr="00373762">
        <w:rPr>
          <w:b/>
          <w:lang w:val="ru-RU"/>
        </w:rPr>
        <w:t xml:space="preserve"> </w:t>
      </w:r>
      <w:r w:rsidRPr="00373762">
        <w:rPr>
          <w:b/>
          <w:lang w:val="bg-BG"/>
        </w:rPr>
        <w:t xml:space="preserve">ЕКАТТЕ </w:t>
      </w:r>
      <w:r w:rsidR="00FB4D56">
        <w:rPr>
          <w:b/>
          <w:lang w:val="bg-BG"/>
        </w:rPr>
        <w:t>49334</w:t>
      </w:r>
      <w:r w:rsidRPr="00CE78CA">
        <w:rPr>
          <w:lang w:val="bg-BG"/>
        </w:rPr>
        <w:t xml:space="preserve"> </w:t>
      </w:r>
      <w:r w:rsidRPr="00373762">
        <w:rPr>
          <w:b/>
          <w:lang w:val="bg-BG"/>
        </w:rPr>
        <w:t xml:space="preserve">област </w:t>
      </w:r>
      <w:r w:rsidR="00D66684" w:rsidRPr="00373762">
        <w:rPr>
          <w:b/>
          <w:lang w:val="bg-BG"/>
        </w:rPr>
        <w:t>София</w:t>
      </w:r>
      <w:r w:rsidRPr="00CE78CA">
        <w:rPr>
          <w:lang w:val="bg-BG"/>
        </w:rPr>
        <w:t xml:space="preserve">, за стопанската </w:t>
      </w:r>
      <w:r w:rsidRPr="00373762">
        <w:rPr>
          <w:b/>
          <w:lang w:val="bg-BG"/>
        </w:rPr>
        <w:t>20</w:t>
      </w:r>
      <w:r w:rsidR="005A5B96" w:rsidRPr="00373762">
        <w:rPr>
          <w:b/>
          <w:lang w:val="bg-BG"/>
        </w:rPr>
        <w:t>2</w:t>
      </w:r>
      <w:r w:rsidR="00CC444F" w:rsidRPr="00373762">
        <w:rPr>
          <w:b/>
          <w:lang w:val="bg-BG"/>
        </w:rPr>
        <w:t>2</w:t>
      </w:r>
      <w:r w:rsidR="00EE2FF9" w:rsidRPr="00373762">
        <w:rPr>
          <w:b/>
          <w:lang w:val="bg-BG"/>
        </w:rPr>
        <w:t xml:space="preserve"> – 20</w:t>
      </w:r>
      <w:r w:rsidR="002E0A30" w:rsidRPr="00373762">
        <w:rPr>
          <w:b/>
          <w:lang w:val="bg-BG"/>
        </w:rPr>
        <w:t>2</w:t>
      </w:r>
      <w:r w:rsidR="00CC444F" w:rsidRPr="00373762">
        <w:rPr>
          <w:b/>
          <w:lang w:val="bg-BG"/>
        </w:rPr>
        <w:t>3</w:t>
      </w:r>
      <w:r w:rsidR="00871654" w:rsidRPr="00CE78CA">
        <w:rPr>
          <w:lang w:val="bg-BG"/>
        </w:rPr>
        <w:t xml:space="preserve"> </w:t>
      </w:r>
      <w:r w:rsidRPr="00CE78CA">
        <w:rPr>
          <w:lang w:val="bg-BG"/>
        </w:rPr>
        <w:t>година, както следва:</w:t>
      </w:r>
    </w:p>
    <w:p w14:paraId="1156E139" w14:textId="2B4B80FF" w:rsidR="00FF131A" w:rsidRDefault="00FF131A" w:rsidP="005745ED">
      <w:pPr>
        <w:ind w:firstLine="720"/>
        <w:jc w:val="both"/>
        <w:rPr>
          <w:lang w:val="bg-BG"/>
        </w:rPr>
      </w:pPr>
    </w:p>
    <w:p w14:paraId="0AA081CB" w14:textId="4AA00357" w:rsidR="00FF131A" w:rsidRDefault="00FF131A" w:rsidP="005745ED">
      <w:pPr>
        <w:ind w:firstLine="720"/>
        <w:jc w:val="both"/>
        <w:rPr>
          <w:lang w:val="bg-BG"/>
        </w:rPr>
      </w:pPr>
    </w:p>
    <w:p w14:paraId="77ACFC17" w14:textId="77777777" w:rsidR="00FF131A" w:rsidRDefault="00FF131A" w:rsidP="005745ED">
      <w:pPr>
        <w:ind w:firstLine="720"/>
        <w:jc w:val="both"/>
        <w:rPr>
          <w:lang w:val="bg-BG"/>
        </w:rPr>
      </w:pPr>
    </w:p>
    <w:p w14:paraId="6CA6FEEC" w14:textId="0FF0B8D1" w:rsidR="00373762" w:rsidRDefault="00373762" w:rsidP="005745ED">
      <w:pPr>
        <w:ind w:firstLine="720"/>
        <w:jc w:val="both"/>
        <w:rPr>
          <w:lang w:val="bg-BG"/>
        </w:rPr>
      </w:pPr>
    </w:p>
    <w:tbl>
      <w:tblPr>
        <w:tblW w:w="10348" w:type="dxa"/>
        <w:tblInd w:w="-85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403"/>
        <w:gridCol w:w="1134"/>
        <w:gridCol w:w="1275"/>
        <w:gridCol w:w="993"/>
        <w:gridCol w:w="992"/>
        <w:gridCol w:w="992"/>
        <w:gridCol w:w="1559"/>
      </w:tblGrid>
      <w:tr w:rsidR="00373762" w:rsidRPr="00B97607" w14:paraId="229DCFD6" w14:textId="77777777" w:rsidTr="006412DD">
        <w:trPr>
          <w:cantSplit/>
          <w:trHeight w:val="495"/>
        </w:trPr>
        <w:tc>
          <w:tcPr>
            <w:tcW w:w="3403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BB5DEE4" w14:textId="77777777" w:rsidR="00373762" w:rsidRPr="00B97607" w:rsidRDefault="00373762" w:rsidP="006412DD">
            <w:pPr>
              <w:jc w:val="center"/>
              <w:rPr>
                <w:b/>
                <w:lang w:val="bg-BG"/>
              </w:rPr>
            </w:pPr>
            <w:r w:rsidRPr="00B97607">
              <w:rPr>
                <w:b/>
                <w:lang w:val="bg-BG"/>
              </w:rPr>
              <w:t>ПОЛЗВАТЕЛ</w:t>
            </w:r>
          </w:p>
        </w:tc>
        <w:tc>
          <w:tcPr>
            <w:tcW w:w="113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B34AD38" w14:textId="77777777" w:rsidR="00373762" w:rsidRPr="00B97607" w:rsidRDefault="00373762" w:rsidP="006412DD">
            <w:pPr>
              <w:jc w:val="center"/>
              <w:rPr>
                <w:b/>
                <w:lang w:val="bg-BG"/>
              </w:rPr>
            </w:pPr>
            <w:r w:rsidRPr="00B97607">
              <w:rPr>
                <w:b/>
                <w:lang w:val="bg-BG"/>
              </w:rPr>
              <w:t>МАСИВ №</w:t>
            </w:r>
          </w:p>
        </w:tc>
        <w:tc>
          <w:tcPr>
            <w:tcW w:w="226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EE5EF65" w14:textId="77777777" w:rsidR="00373762" w:rsidRPr="00B97607" w:rsidRDefault="00373762" w:rsidP="006412DD">
            <w:pPr>
              <w:rPr>
                <w:b/>
                <w:lang w:val="bg-BG"/>
              </w:rPr>
            </w:pPr>
            <w:r w:rsidRPr="00B97607">
              <w:rPr>
                <w:b/>
                <w:lang w:val="bg-BG"/>
              </w:rPr>
              <w:t>ИМОТ С  РЕГИСТРИРАНО</w:t>
            </w:r>
            <w:r w:rsidRPr="00B97607">
              <w:rPr>
                <w:b/>
                <w:lang w:val="ru-RU"/>
              </w:rPr>
              <w:t xml:space="preserve"> </w:t>
            </w:r>
            <w:r w:rsidRPr="00B97607">
              <w:rPr>
                <w:b/>
                <w:lang w:val="bg-BG"/>
              </w:rPr>
              <w:t>ПРАВНО ОСНОВАНИЕ</w:t>
            </w:r>
          </w:p>
        </w:tc>
        <w:tc>
          <w:tcPr>
            <w:tcW w:w="354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61DDC6B" w14:textId="77777777" w:rsidR="00373762" w:rsidRPr="00B97607" w:rsidRDefault="00373762" w:rsidP="006412DD">
            <w:pPr>
              <w:jc w:val="center"/>
              <w:rPr>
                <w:b/>
                <w:lang w:val="bg-BG"/>
              </w:rPr>
            </w:pPr>
            <w:r w:rsidRPr="00B97607">
              <w:rPr>
                <w:b/>
                <w:lang w:val="bg-BG"/>
              </w:rPr>
              <w:t>ИМОТ ПО ЧЛ. 37В, АЛ. 3, Т. 2 ОТ ЗСПЗЗ</w:t>
            </w:r>
          </w:p>
        </w:tc>
      </w:tr>
      <w:tr w:rsidR="00373762" w:rsidRPr="00B97607" w14:paraId="521B4EAC" w14:textId="77777777" w:rsidTr="006412DD">
        <w:trPr>
          <w:cantSplit/>
          <w:trHeight w:val="227"/>
        </w:trPr>
        <w:tc>
          <w:tcPr>
            <w:tcW w:w="3403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B3B0BDA" w14:textId="77777777" w:rsidR="00373762" w:rsidRPr="00B97607" w:rsidRDefault="00373762" w:rsidP="006412DD">
            <w:pPr>
              <w:jc w:val="center"/>
              <w:rPr>
                <w:b/>
                <w:lang w:val="bg-BG"/>
              </w:rPr>
            </w:pPr>
          </w:p>
        </w:tc>
        <w:tc>
          <w:tcPr>
            <w:tcW w:w="113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3426C22" w14:textId="77777777" w:rsidR="00373762" w:rsidRPr="00B97607" w:rsidRDefault="00373762" w:rsidP="006412DD">
            <w:pPr>
              <w:jc w:val="center"/>
              <w:rPr>
                <w:b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63B2832" w14:textId="77777777" w:rsidR="00373762" w:rsidRPr="00B97607" w:rsidRDefault="00373762" w:rsidP="006412DD">
            <w:pPr>
              <w:jc w:val="center"/>
              <w:rPr>
                <w:b/>
                <w:lang w:val="bg-BG"/>
              </w:rPr>
            </w:pPr>
            <w:r w:rsidRPr="00B97607">
              <w:rPr>
                <w:b/>
                <w:lang w:val="bg-BG"/>
              </w:rPr>
              <w:t>№ НА ИМОТ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681E9D3" w14:textId="77777777" w:rsidR="00373762" w:rsidRPr="00B97607" w:rsidRDefault="00373762" w:rsidP="006412DD">
            <w:pPr>
              <w:jc w:val="center"/>
              <w:rPr>
                <w:b/>
                <w:lang w:val="bg-BG"/>
              </w:rPr>
            </w:pPr>
            <w:r w:rsidRPr="00B97607">
              <w:rPr>
                <w:b/>
                <w:lang w:val="bg-BG"/>
              </w:rPr>
              <w:t>ПЛОЩ ДКА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0F3E718" w14:textId="77777777" w:rsidR="00373762" w:rsidRPr="00B97607" w:rsidRDefault="00373762" w:rsidP="006412DD">
            <w:pPr>
              <w:jc w:val="center"/>
              <w:rPr>
                <w:b/>
                <w:lang w:val="bg-BG"/>
              </w:rPr>
            </w:pPr>
            <w:r w:rsidRPr="00B97607">
              <w:rPr>
                <w:b/>
                <w:lang w:val="bg-BG"/>
              </w:rPr>
              <w:t>№</w:t>
            </w:r>
          </w:p>
          <w:p w14:paraId="67F55A55" w14:textId="77777777" w:rsidR="00373762" w:rsidRPr="00B97607" w:rsidRDefault="00373762" w:rsidP="006412DD">
            <w:pPr>
              <w:jc w:val="center"/>
              <w:rPr>
                <w:b/>
                <w:lang w:val="bg-BG"/>
              </w:rPr>
            </w:pPr>
            <w:r w:rsidRPr="00B97607">
              <w:rPr>
                <w:b/>
                <w:lang w:val="bg-BG"/>
              </w:rPr>
              <w:t>НА ИМОТ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A976E2F" w14:textId="77777777" w:rsidR="00373762" w:rsidRPr="00B97607" w:rsidRDefault="00373762" w:rsidP="006412DD">
            <w:pPr>
              <w:jc w:val="center"/>
              <w:rPr>
                <w:b/>
                <w:lang w:val="bg-BG"/>
              </w:rPr>
            </w:pPr>
            <w:r w:rsidRPr="00B97607">
              <w:rPr>
                <w:b/>
                <w:lang w:val="bg-BG"/>
              </w:rPr>
              <w:t>ПЛОЩ ДКА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E6ACBDB" w14:textId="77777777" w:rsidR="00373762" w:rsidRPr="00B97607" w:rsidRDefault="00373762" w:rsidP="006412DD">
            <w:pPr>
              <w:jc w:val="center"/>
              <w:rPr>
                <w:b/>
                <w:lang w:val="bg-BG"/>
              </w:rPr>
            </w:pPr>
            <w:r w:rsidRPr="00B97607">
              <w:rPr>
                <w:b/>
                <w:lang w:val="bg-BG"/>
              </w:rPr>
              <w:t>ДЪЛЖИМО РЕНТНО ПЛАЩАНЕ ЛВ.</w:t>
            </w:r>
          </w:p>
        </w:tc>
      </w:tr>
      <w:tr w:rsidR="00FB4D56" w:rsidRPr="005446F8" w14:paraId="0101A334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156350" w14:textId="6221B1CE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АЛЕКСАНДЪР ГЕОРГИЕВ АЛЕКСАНДРОВ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8FDEB0" w14:textId="41AF14D0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5ECBB2" w14:textId="32E7EB44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B9499F" w14:textId="6AAE11A6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4A506C" w14:textId="74BE3565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2.272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FC1C38" w14:textId="4013489F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2.234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D37A25" w14:textId="3ED5C903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75.95</w:t>
            </w:r>
          </w:p>
        </w:tc>
      </w:tr>
      <w:tr w:rsidR="00FB4D56" w:rsidRPr="005446F8" w14:paraId="3A1B4FDC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DEB97D" w14:textId="2A8D5C58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АЛЕКСАНДЪР ГЕОРГИЕВ АЛЕКСАНДРОВ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7EC1B6" w14:textId="0C1C7729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DA2521" w14:textId="6C273B2B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CF3DCE" w14:textId="0D2C00CC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82C103" w14:textId="3B14158B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2.251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3333E8" w14:textId="0C8B5170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1.657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5B3560" w14:textId="57BFE44B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56.32</w:t>
            </w:r>
          </w:p>
        </w:tc>
      </w:tr>
      <w:tr w:rsidR="00FB4D56" w:rsidRPr="005446F8" w14:paraId="4E63588A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D3764D" w14:textId="77A5EA55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АЛЕКСАНДЪР ГЕОРГИЕВ АЛЕКСАНДРОВ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6E3778" w14:textId="331BBDF5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52EC15" w14:textId="365559FB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37B447" w14:textId="13B588FF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0BC8AF" w14:textId="4A533C3E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2.280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1EA098" w14:textId="763AE100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0.683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03A87B" w14:textId="4BD6ABF8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23.24</w:t>
            </w:r>
          </w:p>
        </w:tc>
      </w:tr>
      <w:tr w:rsidR="00FB4D56" w:rsidRPr="005446F8" w14:paraId="77C8ACA3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488883" w14:textId="05902363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АЛЕКСАНДЪР ГЕОРГИЕВ АЛЕКСАНДРОВ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A9F662" w14:textId="05AA3BB9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5E03E9" w14:textId="6EC1E8DE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2.248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C8FAA7" w14:textId="200F837D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0.263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44BFFE" w14:textId="5D33B850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865FA0" w14:textId="02965B28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0F2343" w14:textId="6C653B07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B4D56" w:rsidRPr="005446F8" w14:paraId="019F1FB9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93DE53" w14:textId="0E340930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АЛЕКСАНДЪР ГЕОРГИЕВ АЛЕКСАНДРОВ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C512C3" w14:textId="7D512171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6D78F1" w14:textId="2C7CF64C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7.18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C56E92" w14:textId="51017A08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2.256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2FB9A6" w14:textId="3A73E99D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F1CA47" w14:textId="16725001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E9EFBE" w14:textId="63823D30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B4D56" w:rsidRPr="005446F8" w14:paraId="1F456DC1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90AB90" w14:textId="40B35621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АЛЕКСАНДЪР ГЕОРГИЕВ АЛЕКСАНДРОВ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12855C" w14:textId="3AFC05EF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70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92FBC1" w14:textId="717C6269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7.62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D0F314" w14:textId="4BD84603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0A298C" w14:textId="2DC67AE6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E8AD2F" w14:textId="1DED258E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48CF4C" w14:textId="1A4681C5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B4D56" w:rsidRPr="005446F8" w14:paraId="47823407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90421B" w14:textId="4302C246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АЛЕКСАНДЪР ГЕОРГИЕВ АЛЕКСАНДРОВ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44DA1A" w14:textId="5BE3C175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70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6FFE8C" w14:textId="208ADBC5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85184D" w14:textId="77673F08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021AD6" w14:textId="4B819107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7.65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CC6DEA" w14:textId="44A5861F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A1929B" w14:textId="1D171F2B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51.00</w:t>
            </w:r>
          </w:p>
        </w:tc>
      </w:tr>
      <w:tr w:rsidR="00FB4D56" w:rsidRPr="005446F8" w14:paraId="5A8B9449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12C3C9" w14:textId="1B13682D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АЛЕКСАНДЪР ГЕОРГИЕВ АЛЕКСАНДРОВ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EDEEA8" w14:textId="529038A0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70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E96771" w14:textId="663D58D8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322DAB" w14:textId="034E19B8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0EEE3C" w14:textId="01D92766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7.102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D649F6" w14:textId="02C91C4C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0.319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E05E3A" w14:textId="784F317A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10.85</w:t>
            </w:r>
          </w:p>
        </w:tc>
      </w:tr>
      <w:tr w:rsidR="00FB4D56" w:rsidRPr="005446F8" w14:paraId="1A8BB857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C49DB8" w14:textId="112A0A0F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lastRenderedPageBreak/>
              <w:t>АЛЕКСАНДЪР ГЕОРГИЕВ АЛЕКСАНДРОВ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E37696" w14:textId="14D08D49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75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490AB3" w14:textId="1FC8E6F7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7.46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2C1CF7" w14:textId="7951431B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3.199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600274" w14:textId="560A8BB7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4AE3FF" w14:textId="55165D6A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198EE5" w14:textId="34AC67C9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B4D56" w:rsidRPr="005446F8" w14:paraId="4B2D5693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2BB094" w14:textId="3D88578C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АЛЕКСАНДЪР ГЕОРГИЕВ АЛЕКСАНДРОВ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2208D7" w14:textId="32936FB3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95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B9E950" w14:textId="5D30F7B3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6.62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38674B" w14:textId="3A9B676B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9.684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DFA227" w14:textId="6105DD9D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5CA063" w14:textId="7D9F3D76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81D74B" w14:textId="6940FFB9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B4D56" w:rsidRPr="005446F8" w14:paraId="5A3855B9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5F28D6" w14:textId="76DB4218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АЛЕКСАНДЪР ГЕОРГИЕВ АЛЕКСАНДРОВ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AE4EA4" w14:textId="548384D5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95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0BCC90" w14:textId="79352823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B361C4" w14:textId="0B0FD398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BA718D" w14:textId="548BD1CB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14.33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A2DD6D" w14:textId="12FC409A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6.098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158912" w14:textId="7246FDFA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207.33</w:t>
            </w:r>
          </w:p>
        </w:tc>
      </w:tr>
      <w:tr w:rsidR="00FB4D56" w:rsidRPr="005446F8" w14:paraId="42312AE8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3D8069" w14:textId="288A5C34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АЛЕКСАНДЪР ГЕОРГИЕВ АЛЕКСАНДРОВ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740CB1" w14:textId="5EFFFE72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95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17C641" w14:textId="4236DE31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1D914A" w14:textId="3D8C160E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5BB075" w14:textId="1DD1472A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6.63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8D338C" w14:textId="00A3D161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5.039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FF60CB" w14:textId="27A435C7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171.33</w:t>
            </w:r>
          </w:p>
        </w:tc>
      </w:tr>
      <w:tr w:rsidR="00FB4D56" w:rsidRPr="005446F8" w14:paraId="0A32138E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47D3FB" w14:textId="61AFEE55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АЛЕКСАНДЪР ГЕОРГИЕВ АЛЕКСАНДРОВ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9C2BE3" w14:textId="35570C75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95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4C65EC" w14:textId="58FB510C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EF135B" w14:textId="628D1213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C67760" w14:textId="6785B0EE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3.1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DE9E9A" w14:textId="0EE17ECB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4.918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77562E" w14:textId="7BC9ED89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167.20</w:t>
            </w:r>
          </w:p>
        </w:tc>
      </w:tr>
      <w:tr w:rsidR="00FB4D56" w:rsidRPr="005446F8" w14:paraId="321D7EE1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24F757" w14:textId="0CAA9F07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АЛЕКСАНДЪР ГЕОРГИЕВ АЛЕКСАНДРОВ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31ACC2" w14:textId="08A38592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95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BD5463" w14:textId="0447E418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6.65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5B1F80" w14:textId="55062D15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4.890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D43A8E" w14:textId="2F9B168E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D73740" w14:textId="5DFC3571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6F47AC" w14:textId="510C3FE6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B4D56" w:rsidRPr="005446F8" w14:paraId="371B914B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995F12" w14:textId="68FC5997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АЛЕКСАНДЪР ГЕОРГИЕВ АЛЕКСАНДРОВ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E10D82" w14:textId="3405E354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95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CFF126" w14:textId="5052627F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62E5C4" w14:textId="742F295A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157B6E" w14:textId="60EECF73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3.133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2CF2AB" w14:textId="449968FC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4.498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665D72" w14:textId="4C5D6F33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152.95</w:t>
            </w:r>
          </w:p>
        </w:tc>
      </w:tr>
      <w:tr w:rsidR="00FB4D56" w:rsidRPr="005446F8" w14:paraId="6AD9964D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A1AA89" w14:textId="377FE7B2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АЛЕКСАНДЪР ГЕОРГИЕВ АЛЕКСАНДРОВ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181DC3" w14:textId="40E86E48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95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3AB36E" w14:textId="510CD0A0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026AE4" w14:textId="457FC09B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CB5DD4" w14:textId="2FDB9919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3.120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DB8647" w14:textId="168D1EDD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4.498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BB19CC" w14:textId="3EE5C267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152.93</w:t>
            </w:r>
          </w:p>
        </w:tc>
      </w:tr>
      <w:tr w:rsidR="00FB4D56" w:rsidRPr="005446F8" w14:paraId="01A059A9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67F718" w14:textId="0F5FB327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АЛЕКСАНДЪР ГЕОРГИЕВ АЛЕКСАНДРОВ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7F1596" w14:textId="65688874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95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6BC202" w14:textId="35E5340C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FE8824" w14:textId="7F81E96F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B99681" w14:textId="7647A733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14.32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CFD35F" w14:textId="35E6404C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3.749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EC8467" w14:textId="5D3D6552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127.47</w:t>
            </w:r>
          </w:p>
        </w:tc>
      </w:tr>
      <w:tr w:rsidR="00FB4D56" w:rsidRPr="005446F8" w14:paraId="5F613BF5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9C64B5" w14:textId="1764E018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АЛЕКСАНДЪР ГЕОРГИЕВ АЛЕКСАНДРОВ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D07C6D" w14:textId="13F5C260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95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422C9A" w14:textId="562EA58E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14.21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B5E2F8" w14:textId="569219C4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3.275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D10175" w14:textId="16D5FBFE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31DCA4" w14:textId="7D8DFFCD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EA5239" w14:textId="33A9361F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B4D56" w:rsidRPr="005446F8" w14:paraId="0356422D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460B62" w14:textId="3DF36499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АЛЕКСАНДЪР ГЕОРГИЕВ АЛЕКСАНДРОВ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2F7F3A" w14:textId="3D6706BE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95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3098A1" w14:textId="347A739A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14.37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5C3A0B" w14:textId="58B1A6D9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3.199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2BA4DE" w14:textId="529178A5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60AFA4" w14:textId="653237BF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3EFBFF" w14:textId="0C4243DD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B4D56" w:rsidRPr="005446F8" w14:paraId="1151F0E0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357857" w14:textId="325AACBF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АЛЕКСАНДЪР ГЕОРГИЕВ АЛЕКСАНДРОВ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5659BA" w14:textId="5BA1F407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95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BD1048" w14:textId="5981172E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268096" w14:textId="4A4F2667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1FB996" w14:textId="6F1B85CF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6.64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1F60B9" w14:textId="0DE94B2A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3.099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CE59A6" w14:textId="49F55290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105.37</w:t>
            </w:r>
          </w:p>
        </w:tc>
      </w:tr>
      <w:tr w:rsidR="00FB4D56" w:rsidRPr="005446F8" w14:paraId="50340A9F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92845D" w14:textId="636D4304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АЛЕКСАНДЪР ГЕОРГИЕВ АЛЕКСАНДРОВ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ECA61A" w14:textId="71B0CF16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95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ACDD68" w14:textId="270568A5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3.79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B6ADD5" w14:textId="158C39EA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2.508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37A710" w14:textId="4F68B233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10CCC2" w14:textId="55B30236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8BEDF0" w14:textId="2FF7EFB0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B4D56" w:rsidRPr="005446F8" w14:paraId="4FDD3A80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DEFFA0" w14:textId="3F9693C9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АЛЕКСАНДЪР ГЕОРГИЕВ АЛЕКСАНДРОВ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019C33" w14:textId="0EB04E54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95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D25321" w14:textId="1CB9AADC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14.31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CBE38B" w14:textId="19DC7232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0.237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E51B12" w14:textId="06B7050A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4C57A2" w14:textId="616F5259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CAB060" w14:textId="52249B86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B4D56" w:rsidRPr="005446F8" w14:paraId="19B2F6DB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185233" w14:textId="3915AB73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АЛЕКСАНДЪР ГЕОРГИЕВ АЛЕКСАНДРОВ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162812" w14:textId="0F5F38F7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107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0C2790" w14:textId="55E63516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567DCE" w14:textId="0F5F4BA8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250E0C" w14:textId="53191B92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6.68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989D67" w14:textId="05438097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4.200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DB575B" w14:textId="09A8DE73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142.78</w:t>
            </w:r>
          </w:p>
        </w:tc>
      </w:tr>
      <w:tr w:rsidR="00FB4D56" w:rsidRPr="005446F8" w14:paraId="35A5D8C2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0DB4EE" w14:textId="2E6AA118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АЛЕКСАНДЪР ГЕОРГИЕВ АЛЕКСАНДРОВ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E2F08A" w14:textId="4BB2DBDA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109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32D56B" w14:textId="27A914A3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14.14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324A4D" w14:textId="1C896DE9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1.070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596369" w14:textId="05FDEC26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477B26" w14:textId="19AFBD4D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4C5000" w14:textId="1263CCAD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B4D56" w:rsidRPr="005446F8" w14:paraId="477054F5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8847F4" w14:textId="5F4A3C10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АЛЕКСАНДЪР ГЕОРГИЕВ АЛЕКСАНДРОВ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3D65CF" w14:textId="3DEF2966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109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778DF1" w14:textId="01750DF1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8D24ED" w14:textId="74CD424A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CE71CA" w14:textId="1B140400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14.13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F0161D" w14:textId="69EA3496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0.942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8D5E88" w14:textId="58F04E5C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32.03</w:t>
            </w:r>
          </w:p>
        </w:tc>
      </w:tr>
      <w:tr w:rsidR="00FB4D56" w:rsidRPr="005446F8" w14:paraId="0228DE35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7814C5" w14:textId="15FB0088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 w:rsidRPr="00A9794F"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 w:rsidRPr="00A9794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A9794F"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 w:rsidRPr="00A9794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A9794F"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 w:rsidRPr="00A9794F"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C19446" w14:textId="23DE4187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61F895" w14:textId="17293B8D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8A139E" w14:textId="59502477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b/>
                <w:bCs/>
                <w:sz w:val="18"/>
                <w:szCs w:val="18"/>
              </w:rPr>
              <w:t>32.580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1F63AC" w14:textId="0E11540C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3F9E11" w14:textId="7293D8DF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b/>
                <w:bCs/>
                <w:sz w:val="18"/>
                <w:szCs w:val="18"/>
              </w:rPr>
              <w:t>43.433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9FD130" w14:textId="2CF3D594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b/>
                <w:bCs/>
                <w:sz w:val="18"/>
                <w:szCs w:val="18"/>
              </w:rPr>
              <w:t>1476.74</w:t>
            </w:r>
          </w:p>
        </w:tc>
      </w:tr>
      <w:tr w:rsidR="00FB4D56" w:rsidRPr="005446F8" w14:paraId="7FF48313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E13A78" w14:textId="21555E44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АНТОАНЕТА ЛЮБОМИРОВА ИВАНОВА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8CF5AB" w14:textId="630E25D3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105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B99D6D" w14:textId="7F4C5036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D945A0" w14:textId="1AE5DC97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50DB9A" w14:textId="30CE08AA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6.74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055991" w14:textId="6B2F22A5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7.917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49F97A" w14:textId="0A50F953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269.17</w:t>
            </w:r>
          </w:p>
        </w:tc>
      </w:tr>
      <w:tr w:rsidR="00FB4D56" w:rsidRPr="005446F8" w14:paraId="42DEABE7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557439" w14:textId="5F798F7C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АНТОАНЕТА ЛЮБОМИРОВА ИВАНОВА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58A685" w14:textId="558279F0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105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F900CC" w14:textId="098CC9A0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6.75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A09310" w14:textId="791FC601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5.999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369784" w14:textId="0F83346F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5F8077" w14:textId="1EDC966A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D02314" w14:textId="00B79BB1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B4D56" w:rsidRPr="005446F8" w14:paraId="67254284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759D7F" w14:textId="52FC0E1F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АНТОАНЕТА ЛЮБОМИРОВА ИВАНОВА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281683" w14:textId="2AB69B8C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105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F45F5A" w14:textId="1EEBCDB8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FAEFA3" w14:textId="545368E4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C83F4A" w14:textId="3A7A0CFF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6.102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30FC7B" w14:textId="775162E2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3.963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52EB99" w14:textId="084B668D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134.76</w:t>
            </w:r>
          </w:p>
        </w:tc>
      </w:tr>
      <w:tr w:rsidR="00FB4D56" w:rsidRPr="005446F8" w14:paraId="5A930660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75BE90" w14:textId="4FA9D8CF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АНТОАНЕТА ЛЮБОМИРОВА ИВАНОВА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1C506A" w14:textId="41EF4FC5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105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45AB87" w14:textId="0DDAFA79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D23CA7" w14:textId="0BCB35C8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6D87A4" w14:textId="14D418DA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6.67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F98887" w14:textId="27CA2655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3.499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F776BD" w14:textId="112D5B21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118.96</w:t>
            </w:r>
          </w:p>
        </w:tc>
      </w:tr>
      <w:tr w:rsidR="00FB4D56" w:rsidRPr="005446F8" w14:paraId="5FEB001E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688949" w14:textId="140DC913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АНТОАНЕТА ЛЮБОМИРОВА ИВАНОВА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678B64" w14:textId="6FE78756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105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5B34F2" w14:textId="068E5524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0B1BE7" w14:textId="7ACC315A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3A4DA6" w14:textId="203FD93E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6.70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C1C63F" w14:textId="4C7DE1AF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3.388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DF6323" w14:textId="1447DF54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115.18</w:t>
            </w:r>
          </w:p>
        </w:tc>
      </w:tr>
      <w:tr w:rsidR="00FB4D56" w:rsidRPr="005446F8" w14:paraId="159C7261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7066E6" w14:textId="244F4A72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АНТОАНЕТА ЛЮБОМИРОВА ИВАНОВА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2863E3" w14:textId="10E7C258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105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8CEF9B" w14:textId="5F84AF06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D0D59E" w14:textId="2E3FC566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9FCCBE" w14:textId="26177606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6.73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7E4D4C" w14:textId="6D1785AA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2.700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681FE5" w14:textId="3A6FC185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91.80</w:t>
            </w:r>
          </w:p>
        </w:tc>
      </w:tr>
      <w:tr w:rsidR="00FB4D56" w:rsidRPr="005446F8" w14:paraId="4019A79A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DCB314" w14:textId="6C5FE168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АНТОАНЕТА ЛЮБОМИРОВА ИВАНОВА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CED6D1" w14:textId="355747AC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105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13CD84" w14:textId="3855AF22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C026A2" w14:textId="0BAE49E6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96DAFB" w14:textId="706552BF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6.99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5BCFFC" w14:textId="7A244B3D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1.890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46D9AE" w14:textId="5D676C0D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64.26</w:t>
            </w:r>
          </w:p>
        </w:tc>
      </w:tr>
      <w:tr w:rsidR="00FB4D56" w:rsidRPr="005446F8" w14:paraId="6B64E7F7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3F8C0C" w14:textId="63A92987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АНТОАНЕТА ЛЮБОМИРОВА ИВАНОВА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EC7EAE" w14:textId="6BAB1514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105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C49647" w14:textId="0D9224CE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C5FD0F" w14:textId="30642953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89E510" w14:textId="1D5495D5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6.104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2594FE" w14:textId="5104BFB4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D1A99E" w14:textId="3E3B467D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34.00</w:t>
            </w:r>
          </w:p>
        </w:tc>
      </w:tr>
      <w:tr w:rsidR="00FB4D56" w:rsidRPr="005446F8" w14:paraId="32716478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23D935" w14:textId="030C0B0C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АНТОАНЕТА ЛЮБОМИРОВА ИВАНОВА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507E14" w14:textId="0010727A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105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01851B" w14:textId="2EE273E2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5C2D5B" w14:textId="318DFAFC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44E003" w14:textId="12045EC2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6.101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52B8C5" w14:textId="4CB3F7EF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0.500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8723B3" w14:textId="2F3B754A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17.00</w:t>
            </w:r>
          </w:p>
        </w:tc>
      </w:tr>
      <w:tr w:rsidR="00FB4D56" w:rsidRPr="005446F8" w14:paraId="30B3116D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280C49" w14:textId="170F516E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АНТОАНЕТА ЛЮБОМИРОВА ИВАНОВА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6C2B4D" w14:textId="41B3AF9E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105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C6208F" w14:textId="75948DA9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DBE3E4" w14:textId="601A8CB3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C288C7" w14:textId="25652541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6.85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062A29" w14:textId="3452F4D2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0.500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8C4800" w14:textId="6D86FDB2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17.00</w:t>
            </w:r>
          </w:p>
        </w:tc>
      </w:tr>
      <w:tr w:rsidR="00FB4D56" w:rsidRPr="005446F8" w14:paraId="10660A97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B04BE0" w14:textId="6EBF7498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АНТОАНЕТА ЛЮБОМИРОВА ИВАНОВА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5BC2F0" w14:textId="41E8F0D1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105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5266F9" w14:textId="412C0956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454CFB" w14:textId="371524A8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A6E997" w14:textId="206B56AC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6.84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5C065F" w14:textId="50E8C8AB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0.500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6D2D0C" w14:textId="0D672D34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17.00</w:t>
            </w:r>
          </w:p>
        </w:tc>
      </w:tr>
      <w:tr w:rsidR="00FB4D56" w:rsidRPr="005446F8" w14:paraId="757669B0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B1059E" w14:textId="4A3DD8A4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АНТОАНЕТА ЛЮБОМИРОВА ИВАНОВА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31522B" w14:textId="41ACE09F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105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2A184E" w14:textId="38811B6A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F35CA0" w14:textId="2713AA83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353C5E" w14:textId="203213D2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6.86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59BE9C" w14:textId="3C2F33E2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0.500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F2460D" w14:textId="79E641B6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17.00</w:t>
            </w:r>
          </w:p>
        </w:tc>
      </w:tr>
      <w:tr w:rsidR="00FB4D56" w:rsidRPr="005446F8" w14:paraId="323477FA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C186A3" w14:textId="1173D071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АНТОАНЕТА ЛЮБОМИРОВА ИВАНОВА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57053D" w14:textId="23103321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105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70CFD3" w14:textId="3510C5FB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E1A33F" w14:textId="590522B1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40A0AC" w14:textId="3F8635AE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6.72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60B8D4" w14:textId="1AC632FF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0.300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9F8EC3" w14:textId="409F31DC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10.20</w:t>
            </w:r>
          </w:p>
        </w:tc>
      </w:tr>
      <w:tr w:rsidR="00FB4D56" w:rsidRPr="005446F8" w14:paraId="4A1A3144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EB80F2" w14:textId="36489ADE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lastRenderedPageBreak/>
              <w:t>АНТОАНЕТА ЛЮБОМИРОВА ИВАНОВА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BE968F" w14:textId="1A69F73D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105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A2D333" w14:textId="6E3EA8AA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6.90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8D30E8" w14:textId="74D962DD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0.273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9A04E8" w14:textId="28DEF637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BAFCD8" w14:textId="355C16AF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82A5A9" w14:textId="3396A59C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B4D56" w:rsidRPr="005446F8" w14:paraId="1244178C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E0D49E" w14:textId="52B2A1B5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АНТОАНЕТА ЛЮБОМИРОВА ИВАНОВА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49A635" w14:textId="29F28C79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105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7A4647" w14:textId="5903D120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6.100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E6D18F" w14:textId="027AAA4C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0.249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022487" w14:textId="279AD607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40371F" w14:textId="099EAE8C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8F5F34" w14:textId="40F4C7B8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B4D56" w:rsidRPr="005446F8" w14:paraId="530EA4B3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481E8A" w14:textId="36E3C7C7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 w:rsidRPr="00A9794F"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 w:rsidRPr="00A9794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A9794F"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 w:rsidRPr="00A9794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A9794F"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 w:rsidRPr="00A9794F"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C87551" w14:textId="468B2B41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496E75" w14:textId="1DAB0FD5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1F43AA" w14:textId="5B73F08A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b/>
                <w:bCs/>
                <w:sz w:val="18"/>
                <w:szCs w:val="18"/>
              </w:rPr>
              <w:t>6.521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739D56" w14:textId="25C3D4DD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67B826" w14:textId="09DFC769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b/>
                <w:bCs/>
                <w:sz w:val="18"/>
                <w:szCs w:val="18"/>
              </w:rPr>
              <w:t>26.657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103D5B" w14:textId="68F1C27C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b/>
                <w:bCs/>
                <w:sz w:val="18"/>
                <w:szCs w:val="18"/>
              </w:rPr>
              <w:t>906.33</w:t>
            </w:r>
          </w:p>
        </w:tc>
      </w:tr>
      <w:tr w:rsidR="00FB4D56" w:rsidRPr="005446F8" w14:paraId="4FC9104A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D13C4B" w14:textId="1DBF09DB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АРДИС 2006 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02FE36" w14:textId="44E9E53C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DF25ED" w14:textId="3666E19E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BEB371" w14:textId="05D779C3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F6AE53" w14:textId="5C0BFDFF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7.90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8A696F" w14:textId="531BF940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3.151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FBCBDF" w14:textId="7335EF61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107.14</w:t>
            </w:r>
          </w:p>
        </w:tc>
      </w:tr>
      <w:tr w:rsidR="00FB4D56" w:rsidRPr="005446F8" w14:paraId="0EBC0648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82BE65" w14:textId="772D41FD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АРДИС 2006 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CF2EE4" w14:textId="1E497A87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46A097" w14:textId="741D364D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8BB0CC" w14:textId="552B2AFE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0A6A56" w14:textId="03EE4B03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7.91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9E321E" w14:textId="67C06DE1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2.485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F590AC" w14:textId="5C444EFE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84.48</w:t>
            </w:r>
          </w:p>
        </w:tc>
      </w:tr>
      <w:tr w:rsidR="00FB4D56" w:rsidRPr="005446F8" w14:paraId="4130F363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49ABEE" w14:textId="43974296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АРДИС 2006 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55B701" w14:textId="1CE245F1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5A90A2" w14:textId="55043B56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6B6693" w14:textId="5DAD1B7C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4AF96E" w14:textId="2FA1F309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7.99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4FDD9C" w14:textId="72F57ADB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1.912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F56BAE" w14:textId="4E77148D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65.01</w:t>
            </w:r>
          </w:p>
        </w:tc>
      </w:tr>
      <w:tr w:rsidR="00FB4D56" w:rsidRPr="005446F8" w14:paraId="13EE548A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F5FC80" w14:textId="495C3BC4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АРДИС 2006 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E484AE" w14:textId="726DA02C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C2DA4E" w14:textId="52348F7A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3DCD08" w14:textId="05922225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EF9EED" w14:textId="72A6AD3F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7.100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B0969A" w14:textId="7F512E10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1.806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8E8E1A" w14:textId="68611678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61.39</w:t>
            </w:r>
          </w:p>
        </w:tc>
      </w:tr>
      <w:tr w:rsidR="00FB4D56" w:rsidRPr="005446F8" w14:paraId="571501DD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2DE47C" w14:textId="6FA7E0C4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АРДИС 2006 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A34549" w14:textId="1666C3FB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68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A5CC01" w14:textId="3E81B30F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8FE49B" w14:textId="76CD56A3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41E887" w14:textId="7F792290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7.77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8241D5" w14:textId="652FD8DC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2.273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246A75" w14:textId="779F5526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77.27</w:t>
            </w:r>
          </w:p>
        </w:tc>
      </w:tr>
      <w:tr w:rsidR="00FB4D56" w:rsidRPr="005446F8" w14:paraId="2E1AD068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F562C2" w14:textId="36927BDB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АРДИС 2006 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DAA6C2" w14:textId="2CA64D83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68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3C4B1A" w14:textId="02F862FA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7.78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19EA34" w14:textId="0DF9AFC5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1.285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3AAADA" w14:textId="62DB4B6A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B93E7F" w14:textId="42DE3D1D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9F44AF" w14:textId="07938EE9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B4D56" w:rsidRPr="005446F8" w14:paraId="1A8955D5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B9EFA9" w14:textId="3ED8CCB8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АРДИС 2006 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2C03FB" w14:textId="1E328982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69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A18902" w14:textId="13D211D4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7.85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11B684" w14:textId="7D029E12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2.108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93C6EA" w14:textId="37B461CF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42B422" w14:textId="2F5A567A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054DE0" w14:textId="357A4949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B4D56" w:rsidRPr="005446F8" w14:paraId="4573D9D5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AE7C7C" w14:textId="6877113F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АРДИС 2006 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EA6C0D" w14:textId="3ADD8FB4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69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4001BE" w14:textId="60DEC2DB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7.88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8FB9C0" w14:textId="5CE63CEC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D5F1E3" w14:textId="024243B0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AD63F5" w14:textId="53306291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E0ADAF" w14:textId="2728617B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B4D56" w:rsidRPr="005446F8" w14:paraId="5847453A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789042" w14:textId="07BC231F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АРДИС 2006 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42D938" w14:textId="579C19A0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69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93F762" w14:textId="1A900643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7.87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8653BA" w14:textId="224D0AD7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1.499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46DA57" w14:textId="76DB3CEF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33184B" w14:textId="79DEE3EF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37C32C" w14:textId="6AFCA8A6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B4D56" w:rsidRPr="005446F8" w14:paraId="41D1367B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379E88" w14:textId="00A58D10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АРДИС 2006 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C9A6CB" w14:textId="6A213FB4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69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1075FE" w14:textId="1895D2A2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7.89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8B463F" w14:textId="46BE418E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1.414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12C8D5" w14:textId="02E0CEDD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AF8D97" w14:textId="2F0C3883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D79739" w14:textId="2929436B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B4D56" w:rsidRPr="005446F8" w14:paraId="6EA39E14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23DF2F" w14:textId="0BE5C0FA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АРДИС 2006 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35C108" w14:textId="0828E8E0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69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3AF0CC" w14:textId="684FA532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34B859" w14:textId="017B0A88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90FA15" w14:textId="247A99BE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7.86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D6E9F9" w14:textId="0E68C2A0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0.317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DAB020" w14:textId="63FF3B3B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10.79</w:t>
            </w:r>
          </w:p>
        </w:tc>
      </w:tr>
      <w:tr w:rsidR="00FB4D56" w:rsidRPr="005446F8" w14:paraId="5537272B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F45908" w14:textId="51902EBC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 w:rsidRPr="00A9794F"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 w:rsidRPr="00A9794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A9794F"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 w:rsidRPr="00A9794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A9794F"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 w:rsidRPr="00A9794F"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0853CF" w14:textId="3B7FD378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84061E" w14:textId="6BEE9966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EB5F2D" w14:textId="235DB625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b/>
                <w:bCs/>
                <w:sz w:val="18"/>
                <w:szCs w:val="18"/>
              </w:rPr>
              <w:t>7.806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AF169E" w14:textId="13030EF4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037A00" w14:textId="5D2166BB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b/>
                <w:bCs/>
                <w:sz w:val="18"/>
                <w:szCs w:val="18"/>
              </w:rPr>
              <w:t>11.944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6C1A3B" w14:textId="656F0419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b/>
                <w:bCs/>
                <w:sz w:val="18"/>
                <w:szCs w:val="18"/>
              </w:rPr>
              <w:t>406.08</w:t>
            </w:r>
          </w:p>
        </w:tc>
      </w:tr>
      <w:tr w:rsidR="00FB4D56" w:rsidRPr="005446F8" w14:paraId="3BAFB0EF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E67F60" w14:textId="6EFD300F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АСЕН ВАСИЛЕВ АСЕНОВ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B16F27" w14:textId="0229AEC2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51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01E684" w14:textId="1421ECF8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9.38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F50408" w14:textId="748CAB2D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9.183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A89BF2" w14:textId="7170CC05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73621C" w14:textId="33E84A22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87CC26" w14:textId="3CDE36C7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B4D56" w:rsidRPr="005446F8" w14:paraId="76A8D0EF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23A6A6" w14:textId="538FE052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АСЕН ВАСИЛЕВ АСЕНОВ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BD28BE" w14:textId="519D971C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51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D0ACDC" w14:textId="26474233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84315C" w14:textId="7CE9895A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669488" w14:textId="25BAE78A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9.37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5CCD7E" w14:textId="0E514EDC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5.190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443B6F" w14:textId="604B0A76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176.45</w:t>
            </w:r>
          </w:p>
        </w:tc>
      </w:tr>
      <w:tr w:rsidR="00FB4D56" w:rsidRPr="005446F8" w14:paraId="1D49EC9A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646932" w14:textId="39DD4814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АСЕН ВАСИЛЕВ АСЕНОВ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246D1E" w14:textId="792300BA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96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7AFC73" w14:textId="4EDFDB20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3.50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33BED6" w14:textId="7CE648B1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4.993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2D09A2" w14:textId="37F3F057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D76949" w14:textId="4C74CD47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EF02C3" w14:textId="3A2C3187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B4D56" w:rsidRPr="005446F8" w14:paraId="4D0D161E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0689CA" w14:textId="297FA7FC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АСЕН ВАСИЛЕВ АСЕНОВ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E0ECE9" w14:textId="215C47CA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96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EDA160" w14:textId="6C3AD0AB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3.72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54CE17" w14:textId="27642A7B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1.040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734FF9" w14:textId="54E7484A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CFFAF8" w14:textId="04C6ACFE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DBCB25" w14:textId="7EE3D09A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B4D56" w:rsidRPr="005446F8" w14:paraId="58F64E52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166846" w14:textId="48BE7BFC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АСЕН ВАСИЛЕВ АСЕНОВ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AB0413" w14:textId="4EA76171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96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C7FAAE" w14:textId="5468294A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E8E4BD" w14:textId="5BEAA927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9C067E" w14:textId="0651FF4D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3.73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B1F5D4" w14:textId="12BBD8E2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0.922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3088A0" w14:textId="4B7C1A83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31.36</w:t>
            </w:r>
          </w:p>
        </w:tc>
      </w:tr>
      <w:tr w:rsidR="00FB4D56" w:rsidRPr="005446F8" w14:paraId="43A7B1D8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4B9499" w14:textId="7311E735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АСЕН ВАСИЛЕВ АСЕНОВ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906F2D" w14:textId="10DFD15F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96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05D0AA" w14:textId="756FD963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3.74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22E6E5" w14:textId="5EF3ADCA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0.906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00B091" w14:textId="19727F08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826832" w14:textId="4D1E2B5D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E3FE83" w14:textId="0191B01E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B4D56" w:rsidRPr="005446F8" w14:paraId="4B8384A8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5E8589" w14:textId="455EFDEB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АСЕН ВАСИЛЕВ АСЕНОВ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3598FC" w14:textId="683FEA8C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96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3AC893" w14:textId="7715F651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3.66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2D7EC1" w14:textId="20976C20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0.294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64734D" w14:textId="46E24B13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A82BDD" w14:textId="6A833703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A77D6E" w14:textId="201F4412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B4D56" w:rsidRPr="005446F8" w14:paraId="638F283C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84F481" w14:textId="6C1BD446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АСЕН ВАСИЛЕВ АСЕНОВ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A4B9AC" w14:textId="02AB7AAB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96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740043" w14:textId="07D76F41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3AB8B9" w14:textId="16D1C0A0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CD5564" w14:textId="078DA1B4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3.70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51C267" w14:textId="5F8136FB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0.117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9BEAE4" w14:textId="7B271BAE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3.97</w:t>
            </w:r>
          </w:p>
        </w:tc>
      </w:tr>
      <w:tr w:rsidR="00FB4D56" w:rsidRPr="005446F8" w14:paraId="61A36365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0765DC" w14:textId="265DD155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АСЕН ВАСИЛЕВ АСЕНОВ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DB5727" w14:textId="78346BBD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104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AB4FC7" w14:textId="0E1624E7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6.38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20729D" w14:textId="0292737C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7.198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D9CB66" w14:textId="634D7A36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5CE424" w14:textId="320E227A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A91BFC" w14:textId="36CB587A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B4D56" w:rsidRPr="005446F8" w14:paraId="7C973751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28F328" w14:textId="47650D0D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 w:rsidRPr="00A9794F"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 w:rsidRPr="00A9794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A9794F"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 w:rsidRPr="00A9794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A9794F"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 w:rsidRPr="00A9794F"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051ABA" w14:textId="2E789B7C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DF1933" w14:textId="41ECA4BC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D6AC3F" w14:textId="0AB27DA0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b/>
                <w:bCs/>
                <w:sz w:val="18"/>
                <w:szCs w:val="18"/>
              </w:rPr>
              <w:t>23.614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9AA3E3" w14:textId="5A149B56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8DFB61" w14:textId="7C8A1BB1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b/>
                <w:bCs/>
                <w:sz w:val="18"/>
                <w:szCs w:val="18"/>
              </w:rPr>
              <w:t>6.229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F1A6C2" w14:textId="59555AD2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b/>
                <w:bCs/>
                <w:sz w:val="18"/>
                <w:szCs w:val="18"/>
              </w:rPr>
              <w:t>211.78</w:t>
            </w:r>
          </w:p>
        </w:tc>
      </w:tr>
      <w:tr w:rsidR="00FB4D56" w:rsidRPr="005446F8" w14:paraId="1F2961C4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320C45" w14:textId="3A8A1E81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БОЙКО ИВАНОВ СТАНИМИРОВ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0D97FF" w14:textId="5FC10A23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82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8CDED0" w14:textId="0BAEC14D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10.7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4CAEDA" w14:textId="4A3A5F9E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2.009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DC9A24" w14:textId="3928568C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1232B7" w14:textId="4B488BCF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3075F1" w14:textId="4135E2BF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B4D56" w:rsidRPr="005446F8" w14:paraId="3DE3A451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984D0F" w14:textId="3C731687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БОЙКО ИВАНОВ СТАНИМИРОВ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D0FC69" w14:textId="263402A0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82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701851" w14:textId="345575D7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10.40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61C2E8" w14:textId="4D96780B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1.733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7EEBD6" w14:textId="19A4399F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2A5B5D" w14:textId="278AF9F7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FFEAE8" w14:textId="2DDD8D85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B4D56" w:rsidRPr="005446F8" w14:paraId="2965E49A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238FB1" w14:textId="20882E04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БОЙКО ИВАНОВ СТАНИМИРОВ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4C5218" w14:textId="235A1823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82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F61F90" w14:textId="46A1BB1F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259DAC" w14:textId="31CDFE4E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1E9877" w14:textId="525CB188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10.11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CBE3EB" w14:textId="49139ECC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0.925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F3B4A5" w14:textId="10BFE3A2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31.45</w:t>
            </w:r>
          </w:p>
        </w:tc>
      </w:tr>
      <w:tr w:rsidR="00FB4D56" w:rsidRPr="005446F8" w14:paraId="5C6B60BE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FFA66F" w14:textId="2C8C8A6E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БОЙКО ИВАНОВ СТАНИМИРОВ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A0DCE6" w14:textId="26A769DD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114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471E9A" w14:textId="7F951D32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10.3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6DB283" w14:textId="168E062C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3.999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66511C" w14:textId="424EF7AD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429363" w14:textId="1B3E5BA8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1D0C3E" w14:textId="65F8F791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B4D56" w:rsidRPr="005446F8" w14:paraId="7C272860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6B3809" w14:textId="618F74F6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 w:rsidRPr="00A9794F"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 w:rsidRPr="00A9794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A9794F"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 w:rsidRPr="00A9794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A9794F"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 w:rsidRPr="00A9794F"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517109" w14:textId="7E739155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6A2FD9" w14:textId="6467D56D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BA7FE8" w14:textId="5786FD4C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b/>
                <w:bCs/>
                <w:sz w:val="18"/>
                <w:szCs w:val="18"/>
              </w:rPr>
              <w:t>7.741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C9CC95" w14:textId="5839A528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BA6025" w14:textId="70B03714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b/>
                <w:bCs/>
                <w:sz w:val="18"/>
                <w:szCs w:val="18"/>
              </w:rPr>
              <w:t>0.925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075A7B" w14:textId="333DFEBD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b/>
                <w:bCs/>
                <w:sz w:val="18"/>
                <w:szCs w:val="18"/>
              </w:rPr>
              <w:t>31.45</w:t>
            </w:r>
          </w:p>
        </w:tc>
      </w:tr>
      <w:tr w:rsidR="00FB4D56" w:rsidRPr="005446F8" w14:paraId="3CBF2C32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44E948" w14:textId="6C6277E4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БОРИСЛАВА БОРИСЛАВОВА НИКОЛОВА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B6331E" w14:textId="189E60DD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D3D612" w14:textId="7BEEC564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C85805" w14:textId="36587E37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E5655F" w14:textId="0EF6BBA8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7.68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6ED822" w14:textId="2A89C671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11.801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667C65" w14:textId="028EAF8D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401.24</w:t>
            </w:r>
          </w:p>
        </w:tc>
      </w:tr>
      <w:tr w:rsidR="00FB4D56" w:rsidRPr="005446F8" w14:paraId="5A7FFF1B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0F5D99" w14:textId="36F1672D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БОРИСЛАВА БОРИСЛАВОВА НИКОЛОВА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866B7C" w14:textId="660FF09B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D630AA" w14:textId="0C8E5130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7.72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15C194" w14:textId="4ACD60F9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8.551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AFF9BF" w14:textId="51D22FCB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0CE9F5" w14:textId="60960ECE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782DC0" w14:textId="3715F649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B4D56" w:rsidRPr="005446F8" w14:paraId="4F569BCD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6A9F46" w14:textId="440E15AF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БОРИСЛАВА БОРИСЛАВОВА НИКОЛОВА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6D32EC" w14:textId="6B62C39F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475031" w14:textId="66797301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DC3414" w14:textId="50DA6C4C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C6B9A9" w14:textId="46F79DED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7.75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CD4C6E" w14:textId="24726DFB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3.871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F9EF1A" w14:textId="54F20AB4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131.60</w:t>
            </w:r>
          </w:p>
        </w:tc>
      </w:tr>
      <w:tr w:rsidR="00FB4D56" w:rsidRPr="005446F8" w14:paraId="27615CBC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A3DBC4" w14:textId="64917108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БОРИСЛАВА БОРИСЛАВОВА НИКОЛОВА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32D54E" w14:textId="3AAA3159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2DE8C7" w14:textId="2E33FD53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7.73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47F328" w14:textId="1B8A1266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1.465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482FB4" w14:textId="1AF0A434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7.73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5AF4FD" w14:textId="1CD82DDE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0.488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757DA1" w14:textId="2C64625C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16.61</w:t>
            </w:r>
          </w:p>
        </w:tc>
      </w:tr>
      <w:tr w:rsidR="00FB4D56" w:rsidRPr="005446F8" w14:paraId="325E1E0B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2F6A91" w14:textId="221E2C8E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БОРИСЛАВА БОРИСЛАВОВА НИКОЛОВА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182772" w14:textId="7AA001D9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44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AE3A65" w14:textId="55AEFB22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0329CE" w14:textId="2B9D8974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679A01" w14:textId="6773DFDC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5.35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8BEDDB" w14:textId="635FE8D7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3.620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30CE10" w14:textId="71746BDA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123.07</w:t>
            </w:r>
          </w:p>
        </w:tc>
      </w:tr>
      <w:tr w:rsidR="00FB4D56" w:rsidRPr="005446F8" w14:paraId="29DA6FE8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B36AEE" w14:textId="1A5A6BAE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БОРИСЛАВА БОРИСЛАВОВА НИКОЛОВА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1A0BA0" w14:textId="19E1B1D4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44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3CA076" w14:textId="026FCDAA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5.31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E4B692" w14:textId="1631965A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3CCCF6" w14:textId="40DFDC9C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8FF5F8" w14:textId="1C8F4F3F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DC2DEB" w14:textId="3C0EBDAC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B4D56" w:rsidRPr="005446F8" w14:paraId="3C5F5905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03E176" w14:textId="0761B8E4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БОРИСЛАВА БОРИСЛАВОВА НИКОЛОВА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ED3EF6" w14:textId="4AFEC42A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44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954E10" w14:textId="2AB86816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5.33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E0AED5" w14:textId="7F7DCBE3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0.300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9FCDE2" w14:textId="2A378A27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AA5341" w14:textId="49E3260D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48E3FE" w14:textId="345206FF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B4D56" w:rsidRPr="005446F8" w14:paraId="5EDB5D7F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E6F52D" w14:textId="1803B0A3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БОРИСЛАВА БОРИСЛАВОВА НИКОЛОВА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588974" w14:textId="609C29B7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44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9DF345" w14:textId="61F93CC7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5.32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8A6685" w14:textId="319D7C54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0.300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8BEEF5" w14:textId="072CFD8E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5B0366" w14:textId="1BBEF0EA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9E2417" w14:textId="1CDB14F0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B4D56" w:rsidRPr="005446F8" w14:paraId="417E2326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9EB47E" w14:textId="01B77AC9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БОРИСЛАВА БОРИСЛАВОВА НИКОЛОВА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7F1A12" w14:textId="76EE2371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44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17E547" w14:textId="5A7D2AAD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C3AC3C" w14:textId="2DE237A3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B352AA" w14:textId="28D2AFA0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2.355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770792" w14:textId="35A84433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0.281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6A2E46" w14:textId="134D1F6A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9.55</w:t>
            </w:r>
          </w:p>
        </w:tc>
      </w:tr>
      <w:tr w:rsidR="00FB4D56" w:rsidRPr="005446F8" w14:paraId="3B7671C9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173BFA" w14:textId="10BAD28B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БОРИСЛАВА БОРИСЛАВОВА НИКОЛОВА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64B11F" w14:textId="6A2BD857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44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EBE129" w14:textId="6AE46300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298EC7" w14:textId="5CAF5D53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573A91" w14:textId="2F176423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5.34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6E9116" w14:textId="2F696716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0.205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C0CC9C" w14:textId="79A47EB2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6.97</w:t>
            </w:r>
          </w:p>
        </w:tc>
      </w:tr>
      <w:tr w:rsidR="00FB4D56" w:rsidRPr="005446F8" w14:paraId="0C272026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F80243" w14:textId="369D6C59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БОРИСЛАВА БОРИСЛАВОВА НИКОЛОВА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7BA0CD" w14:textId="50526B92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60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D4B7DC" w14:textId="5B9DD700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9E2F2B" w14:textId="5793C949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843998" w14:textId="04F5A6B2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2.218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A2662B" w14:textId="5F08A84B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3.484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365351" w14:textId="6A2D36D6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118.45</w:t>
            </w:r>
          </w:p>
        </w:tc>
      </w:tr>
      <w:tr w:rsidR="00FB4D56" w:rsidRPr="005446F8" w14:paraId="3B916BAE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08FD7D" w14:textId="639D97AA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БОРИСЛАВА БОРИСЛАВОВА НИКОЛОВА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F17A46" w14:textId="2FD0527D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61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ECD5C8" w14:textId="65F9574E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2.308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D200FE" w14:textId="299739A2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1.493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7CF7FA" w14:textId="2BBC4E85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41F448" w14:textId="17BF94CE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454C6A" w14:textId="667B0018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B4D56" w:rsidRPr="005446F8" w14:paraId="128F0464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DCBEA3" w14:textId="298ABDB7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БОРИСЛАВА БОРИСЛАВОВА НИКОЛОВА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8A578B" w14:textId="4A9CE25B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61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4D51A7" w14:textId="7FA4A4D5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2.311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424B8E" w14:textId="6A546F2B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1.094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598942" w14:textId="2935D8B1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F3A0C9" w14:textId="5C7C5781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6C29DE" w14:textId="6138D626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B4D56" w:rsidRPr="005446F8" w14:paraId="42BD339D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A82288" w14:textId="4439C520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БОРИСЛАВА БОРИСЛАВОВА НИКОЛОВА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4189B5" w14:textId="774C23CE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67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4CB779" w14:textId="3F06851B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7.72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278B2E" w14:textId="782D2C9B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1.611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131E9C" w14:textId="77777777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89F14E" w14:textId="77777777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FB24BD" w14:textId="77777777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B4D56" w:rsidRPr="005446F8" w14:paraId="75E55A2C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71D66A" w14:textId="7815214E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 w:rsidRPr="00A9794F"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 w:rsidRPr="00A9794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A9794F"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 w:rsidRPr="00A9794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A9794F"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 w:rsidRPr="00A9794F"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3B8C2D" w14:textId="5CE6F41A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7D9B4C" w14:textId="5E46CB02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BBA3AE" w14:textId="5DAB95DC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b/>
                <w:bCs/>
                <w:sz w:val="18"/>
                <w:szCs w:val="18"/>
              </w:rPr>
              <w:t>17.814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83016F" w14:textId="4D394804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DAD425" w14:textId="1AA101C0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b/>
                <w:bCs/>
                <w:sz w:val="18"/>
                <w:szCs w:val="18"/>
              </w:rPr>
              <w:t>23.750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095A99" w14:textId="2DCCDAA6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b/>
                <w:bCs/>
                <w:sz w:val="18"/>
                <w:szCs w:val="18"/>
              </w:rPr>
              <w:t>807.48</w:t>
            </w:r>
          </w:p>
        </w:tc>
      </w:tr>
      <w:tr w:rsidR="00FB4D56" w:rsidRPr="005446F8" w14:paraId="1089B275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C14BD5" w14:textId="26ECD91D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ВЕНЕТКА БОРИСОВА ИВАНОВА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872256" w14:textId="6751F9F6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93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3D361A" w14:textId="4EEF36B2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16.2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515CC2" w14:textId="4A122CD2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7.520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606C18" w14:textId="1AAA1026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1FCAF4" w14:textId="30B13E26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B9E4C1" w14:textId="7DC604C0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B4D56" w:rsidRPr="005446F8" w14:paraId="1EF7FEC5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8FED07" w14:textId="364E4C2E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lastRenderedPageBreak/>
              <w:t>ВЕНЕТКА БОРИСОВА ИВАНОВА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84D3B2" w14:textId="74CD5D05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93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BA4FAC" w14:textId="057680A1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16.7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8F4491" w14:textId="2E31650D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5.694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46224D" w14:textId="6B9123E9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9EC395" w14:textId="23B82C88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C1FC47" w14:textId="4B80B54D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B4D56" w:rsidRPr="005446F8" w14:paraId="5ADD5A9F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F59047" w14:textId="37FE5EEB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ВЕНЕТКА БОРИСОВА ИВАНОВА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ACBCED" w14:textId="348C23E1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93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D88E5C" w14:textId="2063B4EF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DA5D74" w14:textId="0D30B385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3FF28C" w14:textId="7F4945A7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16.6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48C2AC" w14:textId="39020C7B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5.299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6103D9" w14:textId="1EA5AB6B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180.17</w:t>
            </w:r>
          </w:p>
        </w:tc>
      </w:tr>
      <w:tr w:rsidR="00FB4D56" w:rsidRPr="005446F8" w14:paraId="5066D894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EA67D7" w14:textId="54ADEE74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ВЕНЕТКА БОРИСОВА ИВАНОВА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9E9A64" w14:textId="2FA1B607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93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95CEC4" w14:textId="63431334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29DFEA" w14:textId="0D99E06B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7FDC04" w14:textId="69D0F4DF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16.12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284E49" w14:textId="104EF00C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5.191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500F47" w14:textId="3F5BB874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176.49</w:t>
            </w:r>
          </w:p>
        </w:tc>
      </w:tr>
      <w:tr w:rsidR="00FB4D56" w:rsidRPr="005446F8" w14:paraId="01ED0F19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8F920A" w14:textId="3CC0078B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ВЕНЕТКА БОРИСОВА ИВАНОВА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E24F2A" w14:textId="2DEE2B53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93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03EDAE" w14:textId="2500E21A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16.8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C1E381" w14:textId="2DEEB5D8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4.755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41CE03" w14:textId="6810ACD0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89368F" w14:textId="117F9F58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FEF440" w14:textId="2B9F189A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B4D56" w:rsidRPr="005446F8" w14:paraId="0189DC58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68EF5F" w14:textId="39C2F45D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ВЕНЕТКА БОРИСОВА ИВАНОВА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B3FFAF" w14:textId="072565E9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93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64A3D6" w14:textId="1AA6BFE5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EDF240" w14:textId="6E039637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737338" w14:textId="40C3521E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16.11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17E962" w14:textId="203224C3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4.184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613DB9" w14:textId="3EB91AD7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142.27</w:t>
            </w:r>
          </w:p>
        </w:tc>
      </w:tr>
      <w:tr w:rsidR="00FB4D56" w:rsidRPr="005446F8" w14:paraId="68296C06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D6D24B" w14:textId="5E478751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ВЕНЕТКА БОРИСОВА ИВАНОВА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4E552C" w14:textId="791F06C3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93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265ABB" w14:textId="36536CF6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16.15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737CCC" w14:textId="3987F89A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3.527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874ED0" w14:textId="28A4E632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E75DF4" w14:textId="61B645E9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0C0BB2" w14:textId="4EA66D27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B4D56" w:rsidRPr="005446F8" w14:paraId="64B55BB9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222382" w14:textId="3059009E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ВЕНЕТКА БОРИСОВА ИВАНОВА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B8F955" w14:textId="61796A9D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93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421A2F" w14:textId="74671837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F32A8F" w14:textId="0CDC243E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B46D3F" w14:textId="09FBF23D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16.19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CFC455" w14:textId="2188C28A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2.948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ABBE6D" w14:textId="169BDA56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100.24</w:t>
            </w:r>
          </w:p>
        </w:tc>
      </w:tr>
      <w:tr w:rsidR="00FB4D56" w:rsidRPr="005446F8" w14:paraId="049BAC38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8CB96D" w14:textId="7413E38A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ВЕНЕТКА БОРИСОВА ИВАНОВА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B24FAE" w14:textId="3A0D1E38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93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A7B22F" w14:textId="244D1234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16.13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6B8518" w14:textId="3BC00FC9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2.468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DDE99E" w14:textId="0A73B770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5854EC" w14:textId="75243E37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BECBC1" w14:textId="0A01764E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B4D56" w:rsidRPr="005446F8" w14:paraId="04249C88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2A929E" w14:textId="522A6304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ВЕНЕТКА БОРИСОВА ИВАНОВА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47B307" w14:textId="3F2577DB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93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AC0882" w14:textId="1B73D983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16.17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CF2B89" w14:textId="466C3EF8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2.199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C5E51C" w14:textId="7CBC68A9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F341D0" w14:textId="0C92F48C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307C7C" w14:textId="2646FE35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B4D56" w:rsidRPr="005446F8" w14:paraId="4185A069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95CE13" w14:textId="41B89BC4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ВЕНЕТКА БОРИСОВА ИВАНОВА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0F5904" w14:textId="623C88B7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93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D6A514" w14:textId="77777777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87B3B3" w14:textId="0D25268D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05C627" w14:textId="4755BE81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16.14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8F7DC4" w14:textId="3F7A3587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D89980" w14:textId="4E644DA4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67.98</w:t>
            </w:r>
          </w:p>
        </w:tc>
      </w:tr>
      <w:tr w:rsidR="00FB4D56" w:rsidRPr="005446F8" w14:paraId="713A57BD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67BEFA" w14:textId="79035EFF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ВЕНЕТКА БОРИСОВА ИВАНОВА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1646B3" w14:textId="11605559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93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A31E9D" w14:textId="15095E16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DA41DA" w14:textId="2BFC9C6A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1D39B6" w14:textId="37B702C9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16.9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3BDC26" w14:textId="02F2AF7E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1.777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798043" w14:textId="3343196A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60.43</w:t>
            </w:r>
          </w:p>
        </w:tc>
      </w:tr>
      <w:tr w:rsidR="00FB4D56" w:rsidRPr="005446F8" w14:paraId="0F4D41A8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44DFD9" w14:textId="3032CA88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ВЕНЕТКА БОРИСОВА ИВАНОВА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4C8123" w14:textId="279097C7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93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031ED7" w14:textId="711B74FF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16.18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C2F327" w14:textId="45645452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1.758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F6D8DC" w14:textId="06771D39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EA6AE0" w14:textId="198B0CCF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131659" w14:textId="0265E190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B4D56" w:rsidRPr="005446F8" w14:paraId="173EFE75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DC7E1C" w14:textId="3503A708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ВЕНЕТКА БОРИСОВА ИВАНОВА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DEB4DE" w14:textId="682B9E31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93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CD6112" w14:textId="5D21E140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11C0C2" w14:textId="5BAB7E87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1CCEC8" w14:textId="6C60B828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16.10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35B59C" w14:textId="5585C81F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0.737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84EB2D" w14:textId="085B3531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25.05</w:t>
            </w:r>
          </w:p>
        </w:tc>
      </w:tr>
      <w:tr w:rsidR="00FB4D56" w:rsidRPr="005446F8" w14:paraId="012E29E8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57C21F" w14:textId="2E1449CE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ВЕНЕТКА БОРИСОВА ИВАНОВА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BF0862" w14:textId="5B6035BB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94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B191BC" w14:textId="78B6314F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30B622" w14:textId="3373B366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C81236" w14:textId="14FA353B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16.16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6F95FC" w14:textId="5DD8DA4B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4.016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D99B78" w14:textId="633B627C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136.54</w:t>
            </w:r>
          </w:p>
        </w:tc>
      </w:tr>
      <w:tr w:rsidR="00FB4D56" w:rsidRPr="005446F8" w14:paraId="6DFFDA28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0A5E8E" w14:textId="783E16D2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ВЕНЕТКА БОРИСОВА ИВАНОВА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DA4D0C" w14:textId="00FE6616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94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CA9409" w14:textId="3A9F0DC5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16.15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9DEC78" w14:textId="02E005C1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0.968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859135" w14:textId="33D3C36A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208162" w14:textId="2D69183E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10725C" w14:textId="2CFAD278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B4D56" w:rsidRPr="005446F8" w14:paraId="79127170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612D37" w14:textId="67496B1E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ВЕНЕТКА БОРИСОВА ИВАНОВА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10540C" w14:textId="069F4BF9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113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752B9F" w14:textId="3B548269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1755BE" w14:textId="62ADA9B5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4131D6" w14:textId="2832536B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16.4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21DA73" w14:textId="2DB7000C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1.388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C64358" w14:textId="60898D78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47.18</w:t>
            </w:r>
          </w:p>
        </w:tc>
      </w:tr>
      <w:tr w:rsidR="00FB4D56" w:rsidRPr="005446F8" w14:paraId="6DCE95B9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96DA29" w14:textId="18052EE1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ВЕНЕТКА БОРИСОВА ИВАНОВА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3C3620" w14:textId="19E43200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113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F564A8" w14:textId="625EEFAE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16.1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23649D" w14:textId="6F1DE390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0.472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D79DE0" w14:textId="34781A14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D04EBF" w14:textId="786E246B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69F451" w14:textId="6B6E1024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B4D56" w:rsidRPr="005446F8" w14:paraId="79D15352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52D34B" w14:textId="68B00718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 w:rsidRPr="00A9794F"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 w:rsidRPr="00A9794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A9794F"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 w:rsidRPr="00A9794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A9794F"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 w:rsidRPr="00A9794F"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80AC1A" w14:textId="0D6A9025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5742B5" w14:textId="36379562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A6C464" w14:textId="440D0041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b/>
                <w:bCs/>
                <w:sz w:val="18"/>
                <w:szCs w:val="18"/>
              </w:rPr>
              <w:t>29.361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C8F15E" w14:textId="4F060AA3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E0701A" w14:textId="41CFA3F7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b/>
                <w:bCs/>
                <w:sz w:val="18"/>
                <w:szCs w:val="18"/>
              </w:rPr>
              <w:t>27.539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395DD3" w14:textId="55D21937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b/>
                <w:bCs/>
                <w:sz w:val="18"/>
                <w:szCs w:val="18"/>
              </w:rPr>
              <w:t>936.34</w:t>
            </w:r>
          </w:p>
        </w:tc>
      </w:tr>
      <w:tr w:rsidR="00FB4D56" w:rsidRPr="005446F8" w14:paraId="559D9888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7671BD" w14:textId="781E2EB1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ВИКТОРИЯ ВАСИЛЕВА СТАНЕВА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F650BA" w14:textId="38F222BB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86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83CD29" w14:textId="3C2B1F19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9.42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624C5A" w14:textId="5D54E0A4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2.959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17E3DA" w14:textId="0715A170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8CDCCA" w14:textId="2FEBE0A3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FF0CDE" w14:textId="4B2D9CF9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B4D56" w:rsidRPr="005446F8" w14:paraId="076739F8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F18B3A" w14:textId="1C3AD643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 w:rsidRPr="00A9794F"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 w:rsidRPr="00A9794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A9794F"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 w:rsidRPr="00A9794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A9794F"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 w:rsidRPr="00A9794F"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76E02C" w14:textId="36A72ADB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82E95B" w14:textId="66D93A87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3EF4B8" w14:textId="183A8449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b/>
                <w:bCs/>
                <w:sz w:val="18"/>
                <w:szCs w:val="18"/>
              </w:rPr>
              <w:t>2.959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3EF436" w14:textId="75D9E19B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2B8C65" w14:textId="17F1A3FD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b/>
                <w:bCs/>
                <w:sz w:val="18"/>
                <w:szCs w:val="18"/>
              </w:rPr>
              <w:t>0.000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B5AAD3" w14:textId="2C2CCE9E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b/>
                <w:bCs/>
                <w:sz w:val="18"/>
                <w:szCs w:val="18"/>
              </w:rPr>
              <w:t>0.00</w:t>
            </w:r>
          </w:p>
        </w:tc>
      </w:tr>
      <w:tr w:rsidR="00FB4D56" w:rsidRPr="005446F8" w14:paraId="23356C74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27A65A" w14:textId="4DFF5598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ВИЛИЗАР ДИМИТРОВ БОЯДЖИЕВ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259A91" w14:textId="57838C06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88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A79EA5" w14:textId="6C9F99EB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9.25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7DDE0E" w14:textId="41E0C11C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6.597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BCAF2E" w14:textId="4CEE372E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99475D" w14:textId="3F5221FA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53717C" w14:textId="090C7E33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B4D56" w:rsidRPr="005446F8" w14:paraId="275F4BD6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8E5FC7" w14:textId="665D2902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ВИЛИЗАР ДИМИТРОВ БОЯДЖИЕВ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FD33A1" w14:textId="1EFB29C4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88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B27543" w14:textId="17E4E8DF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497A02" w14:textId="18733C81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DA836E" w14:textId="247DF73B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9.22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F0F198" w14:textId="0F8260A9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3.299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713DDF" w14:textId="17C2FF26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112.17</w:t>
            </w:r>
          </w:p>
        </w:tc>
      </w:tr>
      <w:tr w:rsidR="00FB4D56" w:rsidRPr="005446F8" w14:paraId="1982507A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ED1096" w14:textId="2EC320C9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ВИЛИЗАР ДИМИТРОВ БОЯДЖИЕВ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A1F4AD" w14:textId="0ECD798B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90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3474CE" w14:textId="7BBC77A6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9.12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71C228" w14:textId="08471751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4.214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32184E" w14:textId="3B4962CD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DB1C6A" w14:textId="1D6EC406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DDD6B2" w14:textId="419F7596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B4D56" w:rsidRPr="005446F8" w14:paraId="3FFADA82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560DE5" w14:textId="2A562338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ВИЛИЗАР ДИМИТРОВ БОЯДЖИЕВ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5FDF28" w14:textId="4591D5F0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90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0100FC" w14:textId="76CD8B9D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8F9C56" w14:textId="5E83868C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6D7273" w14:textId="06C933AE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9.46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CC6C22" w14:textId="6FD0455E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2.251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5D43B2" w14:textId="240218F7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76.54</w:t>
            </w:r>
          </w:p>
        </w:tc>
      </w:tr>
      <w:tr w:rsidR="00FB4D56" w:rsidRPr="005446F8" w14:paraId="280A02A4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9D74B6" w14:textId="7F849245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ВИЛИЗАР ДИМИТРОВ БОЯДЖИЕВ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932888" w14:textId="1BEC5967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108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86CF03" w14:textId="552E9377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14.29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C06541" w14:textId="76DC2E45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5.199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F94D2C" w14:textId="31BB295B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1273AA" w14:textId="17F8755D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EC2311" w14:textId="6E784B95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B4D56" w:rsidRPr="005446F8" w14:paraId="378A6B1B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1421A6" w14:textId="77E7F870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ВИЛИЗАР ДИМИТРОВ БОЯДЖИЕВ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5BAF80" w14:textId="1932C5C5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108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68A54F" w14:textId="770F9117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9A7914" w14:textId="3550C7D9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23C2A5" w14:textId="4BD9CB64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14.30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EEE744" w14:textId="7D5C9756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3.999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2B05CE" w14:textId="6426C08A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135.97</w:t>
            </w:r>
          </w:p>
        </w:tc>
      </w:tr>
      <w:tr w:rsidR="00FB4D56" w:rsidRPr="005446F8" w14:paraId="3FB864EA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3BB849" w14:textId="3DB5698A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 w:rsidRPr="00A9794F"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 w:rsidRPr="00A9794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A9794F"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 w:rsidRPr="00A9794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A9794F"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 w:rsidRPr="00A9794F"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199B52" w14:textId="59F14055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68413F" w14:textId="2B5AEADF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9C1162" w14:textId="739EB330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b/>
                <w:bCs/>
                <w:sz w:val="18"/>
                <w:szCs w:val="18"/>
              </w:rPr>
              <w:t>16.010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53D46A" w14:textId="77777777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08AAFE" w14:textId="2A4D3365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b/>
                <w:bCs/>
                <w:sz w:val="18"/>
                <w:szCs w:val="18"/>
              </w:rPr>
              <w:t>9.549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94ACDE" w14:textId="6EB98660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b/>
                <w:bCs/>
                <w:sz w:val="18"/>
                <w:szCs w:val="18"/>
              </w:rPr>
              <w:t>324.67</w:t>
            </w:r>
          </w:p>
        </w:tc>
      </w:tr>
      <w:tr w:rsidR="00FB4D56" w:rsidRPr="005446F8" w14:paraId="1FE64B2B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043B8E" w14:textId="5E65052A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ДИАНА ВАСИЛЕВА СИМЕОНОВА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6D6DA8" w14:textId="6483F280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14B347" w14:textId="34FAF4F6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10.12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2E7E31" w14:textId="1A9460C1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8.167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ABD7A5" w14:textId="34F5F793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7CB778" w14:textId="4B206600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977166" w14:textId="2F00C207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B4D56" w:rsidRPr="005446F8" w14:paraId="06FB86DB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DE86DD" w14:textId="4950885B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ДИАНА ВАСИЛЕВА СИМЕОНОВА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E8A8BF" w14:textId="318BE666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9E86C6" w14:textId="04447EFC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A5162D" w14:textId="3128C619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507153" w14:textId="5F129AA3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10.6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1840BC" w14:textId="67C35945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3.907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78665B" w14:textId="4C44A826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132.85</w:t>
            </w:r>
          </w:p>
        </w:tc>
      </w:tr>
      <w:tr w:rsidR="00FB4D56" w:rsidRPr="005446F8" w14:paraId="5BA5152E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713235" w14:textId="00F38BDB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ДИАНА ВАСИЛЕВА СИМЕОНОВА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A0135D" w14:textId="1A490011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13B739" w14:textId="63763C41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68B06C" w14:textId="5BD708B7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44C0E2" w14:textId="7D9445CB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10.9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A84092" w14:textId="3C467C3D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C200CB" w14:textId="7718F936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101.97</w:t>
            </w:r>
          </w:p>
        </w:tc>
      </w:tr>
      <w:tr w:rsidR="00FB4D56" w:rsidRPr="005446F8" w14:paraId="646C365D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2A70B5" w14:textId="141D90A5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ДИАНА ВАСИЛЕВА СИМЕОНОВА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32B847" w14:textId="4D42BF84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D4648B" w14:textId="14B9FFED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10.15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21FFCA" w14:textId="3E9BD9D3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2.902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5EB350" w14:textId="0072FDC6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11D01E" w14:textId="52B18CCA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69D063" w14:textId="241B9F0D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B4D56" w:rsidRPr="005446F8" w14:paraId="488B5E3D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6E7171" w14:textId="7C004C5D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ДИАНА ВАСИЛЕВА СИМЕОНОВА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02C5DA" w14:textId="327E8E63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6D392D" w14:textId="7BB5BB20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374C49" w14:textId="55E98C3C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767DAA" w14:textId="3C293685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10.5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BFA107" w14:textId="141D5BE5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2.215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913AD8" w14:textId="455B0FEC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75.31</w:t>
            </w:r>
          </w:p>
        </w:tc>
      </w:tr>
      <w:tr w:rsidR="00FB4D56" w:rsidRPr="005446F8" w14:paraId="16649B42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AB280C" w14:textId="517E9F42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ДИАНА ВАСИЛЕВА СИМЕОНОВА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2C1EB0" w14:textId="01B08E9B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A226F8" w14:textId="6D5B8BCD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10.16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BDDA8D" w14:textId="6C0F19DA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1.741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7620A0" w14:textId="1ED3B9F5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CE65F4" w14:textId="3C338074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2A1497" w14:textId="323F29CE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B4D56" w:rsidRPr="005446F8" w14:paraId="5A8A4BFF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A4E182" w14:textId="1A5FC3FF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ДИАНА ВАСИЛЕВА СИМЕОНОВА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6C0A59" w14:textId="66EED497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D5D52B" w14:textId="4DBC0CA7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5FAE7D" w14:textId="36008A07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B5990D" w14:textId="735EA594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10.1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BD3E92" w14:textId="11032138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1.305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163F60" w14:textId="401E1DF6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44.37</w:t>
            </w:r>
          </w:p>
        </w:tc>
      </w:tr>
      <w:tr w:rsidR="00FB4D56" w:rsidRPr="005446F8" w14:paraId="5C2664C4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9254E0" w14:textId="5E703E2E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ДИАНА ВАСИЛЕВА СИМЕОНОВА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CEC3AE" w14:textId="130E666C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35CDCB" w14:textId="77777777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24A794" w14:textId="77777777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3DD9DE" w14:textId="2A7BEC71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10.4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DBF24A" w14:textId="6F2A6F28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0.964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EAD627" w14:textId="49F75601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32.78</w:t>
            </w:r>
          </w:p>
        </w:tc>
      </w:tr>
      <w:tr w:rsidR="00FB4D56" w:rsidRPr="005446F8" w14:paraId="38FC4002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F4A1CC" w14:textId="30AB4399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ДИАНА ВАСИЛЕВА СИМЕОНОВА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EFECD9" w14:textId="354D1941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5DFD3A" w14:textId="69CE8FD4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10.28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C85CFC" w14:textId="3470A137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0.958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A3EAE4" w14:textId="21E2FB24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770147" w14:textId="67C5949B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78A91B" w14:textId="36A80B48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B4D56" w:rsidRPr="005446F8" w14:paraId="2DE04F88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306657" w14:textId="5FE595B8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ДИАНА ВАСИЛЕВА СИМЕОНОВА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D2FABD" w14:textId="05AD8C6A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E9E40E" w14:textId="77777777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DE93D3" w14:textId="77777777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D9DBF9" w14:textId="6DF06671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10.39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D89C87" w14:textId="3A96F623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0.680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F99BF2" w14:textId="4C6D6492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23.11</w:t>
            </w:r>
          </w:p>
        </w:tc>
      </w:tr>
      <w:tr w:rsidR="00FB4D56" w:rsidRPr="005446F8" w14:paraId="41C69B63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57EC3A" w14:textId="1BB8164C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ДИАНА ВАСИЛЕВА СИМЕОНОВА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0E1C0C" w14:textId="003C329C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56F44B" w14:textId="206E4BB6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10.23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E6A581" w14:textId="425B5212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0.196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6831E9" w14:textId="18E4576D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4F8EA3" w14:textId="2EFF72D0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1FD8A2" w14:textId="3782C655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B4D56" w:rsidRPr="005446F8" w14:paraId="1D696E9C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440B50" w14:textId="4468534E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ДИАНА ВАСИЛЕВА СИМЕОНОВА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7300E8" w14:textId="7150BE36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F6C66E" w14:textId="419E0684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7.44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27576F" w14:textId="666CDB2E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6.798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51FF42" w14:textId="2EF4B6C6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BA8130" w14:textId="57D55A44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FACBCE" w14:textId="5ECC1F30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B4D56" w:rsidRPr="005446F8" w14:paraId="69746CFB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C5292A" w14:textId="79215CC2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ДИАНА ВАСИЛЕВА СИМЕОНОВА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C92FEF" w14:textId="0FF071A5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40D171" w14:textId="16448177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7.43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AFD249" w14:textId="5D276063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6.797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232CA3" w14:textId="3B1C75E5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743545" w14:textId="4E7D61C4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2C598E" w14:textId="60DE62B3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B4D56" w:rsidRPr="005446F8" w14:paraId="68AD6CA6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85D591" w14:textId="4AA98B9C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ДИАНА ВАСИЛЕВА СИМЕОНОВА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5EE33B" w14:textId="655DAAC0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403A2D" w14:textId="556C61BD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7.56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04D832" w14:textId="39EE6F45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4.799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E6B5C8" w14:textId="7312CB60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D8754C" w14:textId="17AD6BF1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18D4EE" w14:textId="026C816A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B4D56" w:rsidRPr="005446F8" w14:paraId="460C3974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2E135D" w14:textId="0B2F7B38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ДИАНА ВАСИЛЕВА СИМЕОНОВА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A9C8AD" w14:textId="3796BBF5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847249" w14:textId="082CE921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212167" w14:textId="0B1A39ED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0B3FD1" w14:textId="2CB56AB7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7.55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9BEEC6" w14:textId="46CBB79C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3.999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23DE19" w14:textId="104FC04E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135.97</w:t>
            </w:r>
          </w:p>
        </w:tc>
      </w:tr>
      <w:tr w:rsidR="00FB4D56" w:rsidRPr="005446F8" w14:paraId="5904C6F9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04DED8" w14:textId="5E9121A3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ДИАНА ВАСИЛЕВА СИМЕОНОВА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E5FE26" w14:textId="00C457FD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53F768" w14:textId="07703C5C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7.47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473782" w14:textId="77C858C8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3.499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295131" w14:textId="0ECBCC03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1C8BE9" w14:textId="53D43395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302B95" w14:textId="1EFC65A5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B4D56" w:rsidRPr="005446F8" w14:paraId="2433FC70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52221D" w14:textId="5C02E14F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ДИАНА ВАСИЛЕВА СИМЕОНОВА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F37C58" w14:textId="758A8477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F5EC39" w14:textId="3D4BAF3C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741FA7" w14:textId="7B3F0FBD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EEEE15" w14:textId="5E08B13B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7.52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30801B" w14:textId="0E8402C6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2.599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AF7BF9" w14:textId="796B0D57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88.37</w:t>
            </w:r>
          </w:p>
        </w:tc>
      </w:tr>
      <w:tr w:rsidR="00FB4D56" w:rsidRPr="005446F8" w14:paraId="64681237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682DA0" w14:textId="1AEBB147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ДИАНА ВАСИЛЕВА СИМЕОНОВА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AB4445" w14:textId="5EFCAF35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66C955" w14:textId="65F6F79A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46998C" w14:textId="69FB3A42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7D5743" w14:textId="1EDA69DC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7.45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89A983" w14:textId="3C1BDC16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2.500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38F051" w14:textId="13D7168E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85.00</w:t>
            </w:r>
          </w:p>
        </w:tc>
      </w:tr>
      <w:tr w:rsidR="00FB4D56" w:rsidRPr="005446F8" w14:paraId="17648F2D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8FAA11" w14:textId="3D8901E7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ДИАНА ВАСИЛЕВА СИМЕОНОВА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7BF8BD" w14:textId="4C1ADD39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0224BC" w14:textId="7FE9D7CE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47EB01" w14:textId="03F24265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0F73BC" w14:textId="3DA5B989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7.54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D7BC21" w14:textId="19CB90D7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2.299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5906BE" w14:textId="31805A4E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78.17</w:t>
            </w:r>
          </w:p>
        </w:tc>
      </w:tr>
      <w:tr w:rsidR="00FB4D56" w:rsidRPr="005446F8" w14:paraId="2E1EBACD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D57742" w14:textId="24151FC7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ДИАНА ВАСИЛЕВА СИМЕОНОВА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4CE483" w14:textId="5970ED08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E73EA5" w14:textId="01C8154B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5B1D9A" w14:textId="6B965858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8B78BC" w14:textId="5C4240A5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7.93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A38B55" w14:textId="74B6D3A1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1.699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24F6DA" w14:textId="24E1B197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57.78</w:t>
            </w:r>
          </w:p>
        </w:tc>
      </w:tr>
      <w:tr w:rsidR="00FB4D56" w:rsidRPr="005446F8" w14:paraId="4F636CCD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F112E3" w14:textId="0166A921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ДИАНА ВАСИЛЕВА СИМЕОНОВА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6E90CE" w14:textId="5A72FE19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B5F426" w14:textId="765B7FF9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6409F4" w14:textId="7DF33595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DEBFAA" w14:textId="088AFE3F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7.24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6BB76B" w14:textId="57486AD0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0.800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687BD4" w14:textId="103682AF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27.20</w:t>
            </w:r>
          </w:p>
        </w:tc>
      </w:tr>
      <w:tr w:rsidR="00FB4D56" w:rsidRPr="005446F8" w14:paraId="09313DA9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51C6D2" w14:textId="1640343D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ДИАНА ВАСИЛЕВА СИМЕОНОВА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4531AB" w14:textId="3820D8A2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8F3C9F" w14:textId="64C348EB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156EE3" w14:textId="4FEA2611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4BCD1D" w14:textId="5F239BD6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7.26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08926D" w14:textId="741E4A8A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0.300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E61E9D" w14:textId="491E7C41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10.20</w:t>
            </w:r>
          </w:p>
        </w:tc>
      </w:tr>
      <w:tr w:rsidR="00FB4D56" w:rsidRPr="005446F8" w14:paraId="5912EE2A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1740F4" w14:textId="3191A7A6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ДИАНА ВАСИЛЕВА СИМЕОНОВА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23B233" w14:textId="3BD96392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781509" w14:textId="4AEBB3C7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CBD131" w14:textId="3C8B6698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24ECE3" w14:textId="1DCDB0D5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7.25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A0A11F" w14:textId="77059838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0.200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52083E" w14:textId="2CAD8911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6.80</w:t>
            </w:r>
          </w:p>
        </w:tc>
      </w:tr>
      <w:tr w:rsidR="00FB4D56" w:rsidRPr="005446F8" w14:paraId="3A8B4263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47B193" w14:textId="18701A3C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ДИАНА ВАСИЛЕВА СИМЕОНОВА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7438F5" w14:textId="1FAB2719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B9DFB3" w14:textId="04079F83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7.22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C7C7EC" w14:textId="337F0542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1.935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4D5FCE" w14:textId="0420DB3D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614F15" w14:textId="4F33751E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23AC05" w14:textId="73884E5F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B4D56" w:rsidRPr="005446F8" w14:paraId="49D50862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7EB280" w14:textId="2AF9964F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ДИАНА ВАСИЛЕВА СИМЕОНОВА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928682" w14:textId="44082CAA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3EF0F0" w14:textId="140C1220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ADD426" w14:textId="21A6B8CB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B068AE" w14:textId="08A6590B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7.21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ACC1DE" w14:textId="70B2A1F5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1.027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960F47" w14:textId="0FFC1F3B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34.92</w:t>
            </w:r>
          </w:p>
        </w:tc>
      </w:tr>
      <w:tr w:rsidR="00FB4D56" w:rsidRPr="005446F8" w14:paraId="7A73B248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1B1BB9" w14:textId="5646CB36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ДИАНА ВАСИЛЕВА СИМЕОНОВА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0340C8" w14:textId="74EEB9F8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D8F173" w14:textId="056159C1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8.439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B3C858" w14:textId="02BD01EE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1.944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19A811" w14:textId="7B15A166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5174B0" w14:textId="399097A0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F6359D" w14:textId="03C86328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B4D56" w:rsidRPr="005446F8" w14:paraId="3AC8C820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8B63B9" w14:textId="27FFBF82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ДИАНА ВАСИЛЕВА СИМЕОНОВА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7D9BE1" w14:textId="1962B2FA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43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D1E140" w14:textId="7A78D5A4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5.5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BB3E46" w14:textId="08A8F6F5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10.526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50DE17" w14:textId="77777777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651050" w14:textId="175BAB75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2FC5EC" w14:textId="22EDC999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B4D56" w:rsidRPr="005446F8" w14:paraId="48C6DE4B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B241DA" w14:textId="5516CA94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ДИАНА ВАСИЛЕВА СИМЕОНОВА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9513F3" w14:textId="666664BB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43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2B1D40" w14:textId="01335964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5.1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0E277E" w14:textId="29F903AE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6.537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0E07BB" w14:textId="06556876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4B6D8D" w14:textId="7BA50FA0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B65AD2" w14:textId="27DA4566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B4D56" w:rsidRPr="005446F8" w14:paraId="050094F3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4AAFFA" w14:textId="510F0673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ДИАНА ВАСИЛЕВА СИМЕОНОВА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4DBD4C" w14:textId="48773FC2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43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63DE47" w14:textId="37514DB3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53498C" w14:textId="45AA74D8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394E29" w14:textId="21D5CCB2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5.15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784D9D" w14:textId="221A8CA0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6.499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466E42" w14:textId="6F91A64C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220.97</w:t>
            </w:r>
          </w:p>
        </w:tc>
      </w:tr>
      <w:tr w:rsidR="00FB4D56" w:rsidRPr="005446F8" w14:paraId="73AFDE99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5EDFE2" w14:textId="41A59916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ДИАНА ВАСИЛЕВА СИМЕОНОВА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BF9E06" w14:textId="08EEB4FE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43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1DF325" w14:textId="48A21923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5.8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05AE4B" w14:textId="0DAB3BA5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6.499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FC585D" w14:textId="7A457762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D6B32A" w14:textId="12C0673E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A421C2" w14:textId="40DDA99B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B4D56" w:rsidRPr="005446F8" w14:paraId="67E23B94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FB8C97" w14:textId="7D1BD9F1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ДИАНА ВАСИЛЕВА СИМЕОНОВА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4D642F" w14:textId="3084EAD0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43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09250F" w14:textId="7630F591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5.9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DF7CF3" w14:textId="4F49AADE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6.204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C96193" w14:textId="3A04F886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B1226F" w14:textId="556C6253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82FAF5" w14:textId="77D22F45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B4D56" w:rsidRPr="005446F8" w14:paraId="246F7D01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148DE8" w14:textId="582CF5C4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ДИАНА ВАСИЛЕВА СИМЕОНОВА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94E1C3" w14:textId="4FDD485A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43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A5BFA6" w14:textId="56C69837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B5F38E" w14:textId="40534D3B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4D8DE4" w14:textId="772D90F7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5.14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492EAE" w14:textId="2A1F3FA1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5.799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90B4A9" w14:textId="0BD8CC8C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197.17</w:t>
            </w:r>
          </w:p>
        </w:tc>
      </w:tr>
      <w:tr w:rsidR="00FB4D56" w:rsidRPr="005446F8" w14:paraId="0AA15DC0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1B5F63" w14:textId="172BCE29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ДИАНА ВАСИЛЕВА СИМЕОНОВА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273282" w14:textId="0690B052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43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C95B07" w14:textId="1EA0121E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B5DF0E" w14:textId="6C9EAEAD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3AE8D1" w14:textId="77C900D1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5.23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024D67" w14:textId="7531599E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4.499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603A17" w14:textId="014800CE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152.97</w:t>
            </w:r>
          </w:p>
        </w:tc>
      </w:tr>
      <w:tr w:rsidR="00FB4D56" w:rsidRPr="005446F8" w14:paraId="4F3CE95C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96369C" w14:textId="4253A2CC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ДИАНА ВАСИЛЕВА СИМЕОНОВА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B9F0C9" w14:textId="1D993C49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43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574170" w14:textId="1AAA8919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5.4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762740" w14:textId="1B5A4FFD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CC999E" w14:textId="5BD26A3A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2E144C" w14:textId="5D88953F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CD6F8A" w14:textId="7605F4AD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B4D56" w:rsidRPr="005446F8" w14:paraId="7857067A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D13B4C" w14:textId="72BB5075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lastRenderedPageBreak/>
              <w:t>ДИАНА ВАСИЛЕВА СИМЕОНОВА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DCBA62" w14:textId="170A9783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43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E73179" w14:textId="0C632B93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5.22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61A9C6" w14:textId="538B559B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BB0153" w14:textId="57C36C40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2E9250" w14:textId="59E5964A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AFD3A3" w14:textId="1AA22802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B4D56" w:rsidRPr="005446F8" w14:paraId="70BCED52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A07699" w14:textId="236005C9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ДИАНА ВАСИЛЕВА СИМЕОНОВА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F2A439" w14:textId="35CAA7C4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43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92F3FA" w14:textId="3A92E970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5.21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A68C6B" w14:textId="3112425C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65D378" w14:textId="3AF03ED8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6E59F8" w14:textId="41642BC7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7E3B7C" w14:textId="593AD758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B4D56" w:rsidRPr="005446F8" w14:paraId="4E805AAE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E94480" w14:textId="248880A4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ДИАНА ВАСИЛЕВА СИМЕОНОВА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F59096" w14:textId="23BBD66B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43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B872CE" w14:textId="52F25AF1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191809" w14:textId="1FB3E203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BC01E4" w14:textId="781D7B3E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5.25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A13B9A" w14:textId="1E0DF874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1.909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78707D" w14:textId="19014898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64.89</w:t>
            </w:r>
          </w:p>
        </w:tc>
      </w:tr>
      <w:tr w:rsidR="00FB4D56" w:rsidRPr="005446F8" w14:paraId="159F8427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2394F0" w14:textId="614AA983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ДИАНА ВАСИЛЕВА СИМЕОНОВА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1578DA" w14:textId="0855EC92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43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CA2FD7" w14:textId="6ABA1B5E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9A337C" w14:textId="44E6F10B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B5D07E" w14:textId="636158AE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5.16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0C77AD" w14:textId="2893FB88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1.552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57E2AB" w14:textId="50254E99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52.77</w:t>
            </w:r>
          </w:p>
        </w:tc>
      </w:tr>
      <w:tr w:rsidR="00FB4D56" w:rsidRPr="005446F8" w14:paraId="58D6B208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9D9154" w14:textId="42451448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ДИАНА ВАСИЛЕВА СИМЕОНОВА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DD1017" w14:textId="6F27D9AE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43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BF349F" w14:textId="66D6EC02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5.24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5291C1" w14:textId="5E28F60C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AE525B" w14:textId="3BEB4535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9A6491" w14:textId="42546D20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110416" w14:textId="556943A1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B4D56" w:rsidRPr="005446F8" w14:paraId="505695F8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78C847" w14:textId="647404B9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ДИАНА ВАСИЛЕВА СИМЕОНОВА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A830CD" w14:textId="51E6094B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43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64D641" w14:textId="54CE433F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7C54C6" w14:textId="10A63F12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CD35FA" w14:textId="00FF6528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2.347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9C9003" w14:textId="60D85A04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1.378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4D94EA" w14:textId="670224EB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46.87</w:t>
            </w:r>
          </w:p>
        </w:tc>
      </w:tr>
      <w:tr w:rsidR="00FB4D56" w:rsidRPr="005446F8" w14:paraId="100FADE4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C43771" w14:textId="584F2C07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ДИАНА ВАСИЛЕВА СИМЕОНОВА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8FB68E" w14:textId="7058EE85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43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5B2A86" w14:textId="1EC34653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5.19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7B0E5B" w14:textId="446DA81B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1.361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E26AF5" w14:textId="2274FD56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2E3829" w14:textId="4A93C839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2D39D1" w14:textId="58A8460A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B4D56" w:rsidRPr="005446F8" w14:paraId="2F6AFEF7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8EC8B0" w14:textId="3DD6F85D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ДИАНА ВАСИЛЕВА СИМЕОНОВА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B5DF01" w14:textId="7B02D87B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43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3905C0" w14:textId="5BD4F181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9E6F2A" w14:textId="09AD63A9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1B84FC" w14:textId="3737D893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5.17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C99283" w14:textId="747C5CD6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0.743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0672B2" w14:textId="62026AFC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25.26</w:t>
            </w:r>
          </w:p>
        </w:tc>
      </w:tr>
      <w:tr w:rsidR="00FB4D56" w:rsidRPr="005446F8" w14:paraId="151B1C89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C41D93" w14:textId="11CF3F75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ДИАНА ВАСИЛЕВА СИМЕОНОВА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AF740F" w14:textId="56C23349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43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042D42" w14:textId="733651CE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5.3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48ED3B" w14:textId="05ED4752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0.373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C1C960" w14:textId="74F20A21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5732A7" w14:textId="7EB80703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3F1526" w14:textId="7DF36D60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B4D56" w:rsidRPr="005446F8" w14:paraId="2C2511AA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22836B" w14:textId="7AD5D573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ДИАНА ВАСИЛЕВА СИМЕОНОВА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187CEE" w14:textId="786A939C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7DA73A" w14:textId="45D6CF9E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854413" w14:textId="2C514BD4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9144E0" w14:textId="2BADCB2C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6.39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0C1327" w14:textId="4558286E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18.291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47877A" w14:textId="6213EECF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621.89</w:t>
            </w:r>
          </w:p>
        </w:tc>
      </w:tr>
      <w:tr w:rsidR="00FB4D56" w:rsidRPr="005446F8" w14:paraId="4C9A5368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235F08" w14:textId="31BD55CA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ДИАНА ВАСИЛЕВА СИМЕОНОВА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017931" w14:textId="4790F103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932AFD" w14:textId="1E7AD6A2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6.5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E4EBC0" w14:textId="6988D6D2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12.596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34F54C" w14:textId="2BD1E3B8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B34890" w14:textId="519DBFBF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F3A1FD" w14:textId="4D4B0222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B4D56" w:rsidRPr="005446F8" w14:paraId="36CB00D6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7E9738" w14:textId="41A62B8D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ДИАНА ВАСИЛЕВА СИМЕОНОВА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7C2266" w14:textId="1EE1A454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4081D6" w14:textId="5169F7C4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6.36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C1E654" w14:textId="6952FE74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11.202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ADFA75" w14:textId="5C93380B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6E4174" w14:textId="36906584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D1EF02" w14:textId="2DE49E0F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B4D56" w:rsidRPr="005446F8" w14:paraId="33E02302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EBD4CE" w14:textId="2FF8A9B1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ДИАНА ВАСИЛЕВА СИМЕОНОВА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4FAC1F" w14:textId="7192C74F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8AC71A" w14:textId="26F52400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6.6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04FFDF" w14:textId="2572E90C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9.314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D8D62C" w14:textId="0CD6C99B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9D0663" w14:textId="037E3CB3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0AEAD7" w14:textId="65A1992D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B4D56" w:rsidRPr="005446F8" w14:paraId="6B2456DF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ABC298" w14:textId="44632B0E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ДИАНА ВАСИЛЕВА СИМЕОНОВА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5503E8" w14:textId="2B778CAE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83A815" w14:textId="245CCBD3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6.27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D40E6F" w14:textId="1704249D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7.952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3AAC3D" w14:textId="7889DE21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EE7A00" w14:textId="5ABBFA9A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CB23AB" w14:textId="407B7172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B4D56" w:rsidRPr="005446F8" w14:paraId="656FBC0F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259DAC" w14:textId="14FD4F0A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ДИАНА ВАСИЛЕВА СИМЕОНОВА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1EC8A4" w14:textId="54CDE85B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0430D8" w14:textId="7A57CDF6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6.16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D28C48" w14:textId="15854D95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5.799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5CA0BC" w14:textId="1E48CC99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8F52CC" w14:textId="15EF742E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681162" w14:textId="4B5BA5AB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B4D56" w:rsidRPr="005446F8" w14:paraId="29029638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8E7507" w14:textId="35FE004E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ДИАНА ВАСИЛЕВА СИМЕОНОВА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2C3E66" w14:textId="6C5E8C7F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629304" w14:textId="0240CE04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14.31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AED0A0" w14:textId="0B2C15E5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4.662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86719A" w14:textId="5083C289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C0F4F1" w14:textId="0685A7D1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818CC7" w14:textId="1DC76BF7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B4D56" w:rsidRPr="005446F8" w14:paraId="7C9980B8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49B9C9" w14:textId="3550ACA4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ДИАНА ВАСИЛЕВА СИМЕОНОВА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692CE3" w14:textId="72FBCDC2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EBC446" w14:textId="4111734A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6.3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D59A08" w14:textId="5580BE04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4.191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82EE44" w14:textId="1A489BD3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FB5383" w14:textId="0D809E61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BF93E5" w14:textId="76A75BFB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B4D56" w:rsidRPr="005446F8" w14:paraId="58567C7C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EC0C74" w14:textId="47067B04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ДИАНА ВАСИЛЕВА СИМЕОНОВА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A6907D" w14:textId="5EAA20F1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01D6CB" w14:textId="3FBEAB3F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6.26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99D2E2" w14:textId="10BC66BB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3.909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3BF73A" w14:textId="03043ACC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8855B8" w14:textId="0253D848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4D522D" w14:textId="3F7EE63F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B4D56" w:rsidRPr="005446F8" w14:paraId="278C818B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F28FB8" w14:textId="26BDDB6B" w:rsidR="00FB4D56" w:rsidRPr="008E690C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b/>
                <w:sz w:val="22"/>
                <w:szCs w:val="22"/>
                <w:lang w:val="bg-BG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ДИАНА ВАСИЛЕВА СИМЕОНОВА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80442F" w14:textId="5C975649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C49DB6" w14:textId="7A09693A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E31266" w14:textId="279E561D" w:rsidR="00FB4D56" w:rsidRPr="008E690C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45D79A" w14:textId="34D61420" w:rsidR="00FB4D56" w:rsidRPr="008E690C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b/>
                <w:sz w:val="22"/>
                <w:szCs w:val="22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6.91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6D153A" w14:textId="13CECECB" w:rsidR="00FB4D56" w:rsidRPr="008E690C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3.596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D40338" w14:textId="7FDFF9F0" w:rsidR="00FB4D56" w:rsidRPr="008E690C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122.26</w:t>
            </w:r>
          </w:p>
        </w:tc>
      </w:tr>
      <w:tr w:rsidR="00FB4D56" w:rsidRPr="005446F8" w14:paraId="2412CBF1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8B9852" w14:textId="4E84753B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ДИАНА ВАСИЛЕВА СИМЕОНОВА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5F7853" w14:textId="4A923AD0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97EFC8" w14:textId="77777777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D68727" w14:textId="77777777" w:rsidR="00FB4D56" w:rsidRPr="008E690C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0B9F2F" w14:textId="66E72A5B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6.92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E6BADF" w14:textId="4D50DB5F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3.596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9BCCF5" w14:textId="31FC9E15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122.26</w:t>
            </w:r>
          </w:p>
        </w:tc>
      </w:tr>
      <w:tr w:rsidR="00FB4D56" w:rsidRPr="005446F8" w14:paraId="50752F30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6EDFC4" w14:textId="43496BE9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ДИАНА ВАСИЛЕВА СИМЕОНОВА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8B488F" w14:textId="72BDB324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6B4E12" w14:textId="728E62B0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6.31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9EE440" w14:textId="5B6CE875" w:rsidR="00FB4D56" w:rsidRPr="008E690C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3.499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A751AE" w14:textId="7D44A999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F53F4C" w14:textId="6EB6FE3F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8A4491" w14:textId="7385CA83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B4D56" w:rsidRPr="005446F8" w14:paraId="4B67E12B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6162FA" w14:textId="7C1EA758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ДИАНА ВАСИЛЕВА СИМЕОНОВА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1F08B6" w14:textId="3F06C8D0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9DD334" w14:textId="0252B87F" w:rsidR="00FB4D56" w:rsidRPr="005446F8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6.21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BC6EB9" w14:textId="3A7C86F3" w:rsidR="00FB4D56" w:rsidRPr="008E690C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3.001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F07A5D" w14:textId="77777777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92FC60" w14:textId="77777777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E8F0B9" w14:textId="77777777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B4D56" w:rsidRPr="005446F8" w14:paraId="72BF3A54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9C0879" w14:textId="5651F590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ДИАНА ВАСИЛЕВА СИМЕОНОВА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FDD5B6" w14:textId="21468BA0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FC7318" w14:textId="52D0DA18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D8409A" w14:textId="12A1589A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33288A" w14:textId="2A674BB3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6.15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A712BF" w14:textId="57CFCBF2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2.500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86F058" w14:textId="59CFEC69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85.00</w:t>
            </w:r>
          </w:p>
        </w:tc>
      </w:tr>
      <w:tr w:rsidR="00FB4D56" w:rsidRPr="005446F8" w14:paraId="64E3A933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2B9E57" w14:textId="18AD6EC2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ДИАНА ВАСИЛЕВА СИМЕОНОВА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66440C" w14:textId="507ED08F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4D7566" w14:textId="34F0893C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9D9942" w14:textId="75F0E0E4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0D2C3A" w14:textId="2C13CDC0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6.40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669032" w14:textId="0EC90363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2.495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B6DA5B" w14:textId="5093AF20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84.83</w:t>
            </w:r>
          </w:p>
        </w:tc>
      </w:tr>
      <w:tr w:rsidR="00FB4D56" w:rsidRPr="005446F8" w14:paraId="194CF77B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74B740" w14:textId="4CB24760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ДИАНА ВАСИЛЕВА СИМЕОНОВА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A6DDED" w14:textId="6E69052A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9CB878" w14:textId="29DE2794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5DB89A" w14:textId="623517C7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7F99BB" w14:textId="4DF80D8D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6.13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394DBC" w14:textId="402CA646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68107B" w14:textId="0BF3B349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67.97</w:t>
            </w:r>
          </w:p>
        </w:tc>
      </w:tr>
      <w:tr w:rsidR="00FB4D56" w:rsidRPr="005446F8" w14:paraId="2420F4DF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16F253" w14:textId="1F31A18E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ДИАНА ВАСИЛЕВА СИМЕОНОВА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5B0E61" w14:textId="4E0F9A9A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4369DF" w14:textId="47AAF3DD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6.28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415732" w14:textId="045A5109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1.998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BAE213" w14:textId="77777777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7F9C43" w14:textId="77777777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9A9A5E" w14:textId="77777777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B4D56" w:rsidRPr="005446F8" w14:paraId="52AED440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A1E1CB" w14:textId="17E38164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ДИАНА ВАСИЛЕВА СИМЕОНОВА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5FE91C" w14:textId="0DE798DF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7EB223" w14:textId="08E057B1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6.12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84AFD3" w14:textId="2190C904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1.844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59F396" w14:textId="77777777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E2BBB4" w14:textId="77777777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47A5C2" w14:textId="77777777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B4D56" w:rsidRPr="005446F8" w14:paraId="0A2F50F0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E94961" w14:textId="4A7C5C45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ДИАНА ВАСИЛЕВА СИМЕОНОВА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B0F6FE" w14:textId="1FEC974A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001F33" w14:textId="5274ABA7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6.25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B9D8D1" w14:textId="60EA013B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1.302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BFBC58" w14:textId="77777777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A93D75" w14:textId="77777777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A781E7" w14:textId="77777777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B4D56" w:rsidRPr="005446F8" w14:paraId="0C0B16C9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FA72C3" w14:textId="0C3E0CED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ДИАНА ВАСИЛЕВА СИМЕОНОВА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117D6E" w14:textId="4382A76E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05AF97" w14:textId="065DFDCF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6.14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2E0A66" w14:textId="5EDE8F51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1.200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51BD08" w14:textId="77777777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CD8471" w14:textId="77777777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5EC727" w14:textId="77777777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B4D56" w:rsidRPr="005446F8" w14:paraId="06BF6983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DBAA03" w14:textId="1B2CFB35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ДИАНА ВАСИЛЕВА СИМЕОНОВА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15F65A" w14:textId="27ADDF7F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98BC8C" w14:textId="77777777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864FC1" w14:textId="77777777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AE738E" w14:textId="5463CA4D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6.7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9403A1" w14:textId="1354CA89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1.200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5BE079" w14:textId="36EAA616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40.79</w:t>
            </w:r>
          </w:p>
        </w:tc>
      </w:tr>
      <w:tr w:rsidR="00FB4D56" w:rsidRPr="005446F8" w14:paraId="0884D90C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6E74D8" w14:textId="62F27C4C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ДИАНА ВАСИЛЕВА СИМЕОНОВА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855F14" w14:textId="0B975571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9D6F96" w14:textId="122D3C96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CEA7EE" w14:textId="0031D10B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0D3885" w14:textId="47B57DC2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6.19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3DFEBE" w14:textId="18A64DAD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1.099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6269E3" w14:textId="3EFEA34A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37.37</w:t>
            </w:r>
          </w:p>
        </w:tc>
      </w:tr>
      <w:tr w:rsidR="00FB4D56" w:rsidRPr="005446F8" w14:paraId="3416D2F2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26BB48" w14:textId="49CB25A0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ДИАНА ВАСИЛЕВА СИМЕОНОВА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EB7087" w14:textId="116F3981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48CDCD" w14:textId="72FDBD30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14.28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0C02C6" w14:textId="0B4FC48A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D31C7B" w14:textId="2F853CBA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F85727" w14:textId="40950247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343D0D" w14:textId="20A6F86C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B4D56" w:rsidRPr="005446F8" w14:paraId="219FEED0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710506" w14:textId="0E339D68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ДИАНА ВАСИЛЕВА СИМЕОНОВА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DA87CE" w14:textId="6D2A45E4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98AE66" w14:textId="3D721D0C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673A40" w14:textId="2A092F8E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326FC3" w14:textId="09C834FE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6.95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F63C64" w14:textId="60A59CCF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0.800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77BD25" w14:textId="4C7D954E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27.20</w:t>
            </w:r>
          </w:p>
        </w:tc>
      </w:tr>
      <w:tr w:rsidR="00FB4D56" w:rsidRPr="005446F8" w14:paraId="585DE540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4AFBB3" w14:textId="08D59E97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ДИАНА ВАСИЛЕВА СИМЕОНОВА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A6DDF8" w14:textId="0631C4C0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9E21B3" w14:textId="77777777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7FA91F" w14:textId="77777777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87BC9D" w14:textId="3E55AE93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6.8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5BAF46" w14:textId="78171969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0.800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5FDAE8" w14:textId="2936D372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27.20</w:t>
            </w:r>
          </w:p>
        </w:tc>
      </w:tr>
      <w:tr w:rsidR="00FB4D56" w:rsidRPr="005446F8" w14:paraId="61DE6BBC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7BDE0E" w14:textId="375A9175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ДИАНА ВАСИЛЕВА СИМЕОНОВА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028B71" w14:textId="288B1590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AC250D" w14:textId="21907193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1623A3" w14:textId="2AC6A40E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61FBBB" w14:textId="7AC709E7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6.18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0314C3" w14:textId="40D3E5E5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0.800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408941" w14:textId="1C274927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27.20</w:t>
            </w:r>
          </w:p>
        </w:tc>
      </w:tr>
      <w:tr w:rsidR="00FB4D56" w:rsidRPr="005446F8" w14:paraId="5FF966BF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273133" w14:textId="2A2E112B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ДИАНА ВАСИЛЕВА СИМЕОНОВА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9747B2" w14:textId="44557AB5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A64D29" w14:textId="58AC0D19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EADB09" w14:textId="0CCABC72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E1CA80" w14:textId="1E5154A9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6.41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226F70" w14:textId="3129A83E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0.574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19D47C" w14:textId="26282BFD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19.51</w:t>
            </w:r>
          </w:p>
        </w:tc>
      </w:tr>
      <w:tr w:rsidR="00FB4D56" w:rsidRPr="005446F8" w14:paraId="56A85011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75B446" w14:textId="6E2C5E1A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ДИАНА ВАСИЛЕВА СИМЕОНОВА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91B294" w14:textId="3722F971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7CA6BE" w14:textId="7E619A76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158BBC" w14:textId="12C72EF8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9E746E" w14:textId="53C83067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6.97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E55E3A" w14:textId="41F5BCC7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0.500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5CAEBD" w14:textId="0B580493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17.00</w:t>
            </w:r>
          </w:p>
        </w:tc>
      </w:tr>
      <w:tr w:rsidR="00FB4D56" w:rsidRPr="005446F8" w14:paraId="1163D40E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7903BF" w14:textId="4AB42C8E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ДИАНА ВАСИЛЕВА СИМЕОНОВА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917BEB" w14:textId="7D1E236A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4BD5CB" w14:textId="39F7CC20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55840B" w14:textId="3227BFDA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B775C9" w14:textId="0841A5ED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6.98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2E670D" w14:textId="598737DC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0.500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343F0F" w14:textId="3376C6B1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17.00</w:t>
            </w:r>
          </w:p>
        </w:tc>
      </w:tr>
      <w:tr w:rsidR="00FB4D56" w:rsidRPr="005446F8" w14:paraId="620A5945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0B0581" w14:textId="6EB150FC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ДИАНА ВАСИЛЕВА СИМЕОНОВА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DF27CA" w14:textId="237CC7D6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064907" w14:textId="3387C726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2C4073" w14:textId="442AA84F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B14A61" w14:textId="050B32FD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6.96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7F3379" w14:textId="19AFCA03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0.400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E66054" w14:textId="07E58E1D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13.60</w:t>
            </w:r>
          </w:p>
        </w:tc>
      </w:tr>
      <w:tr w:rsidR="00FB4D56" w:rsidRPr="005446F8" w14:paraId="0D7C8336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42BB0A" w14:textId="0C89AAC8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ДИАНА ВАСИЛЕВА СИМЕОНОВА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0E349D" w14:textId="18696FA2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055DE6" w14:textId="20258A51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F02BDA" w14:textId="74DEBDD5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CF283C" w14:textId="1FEC5D70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6.9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4737B2" w14:textId="49C96562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0.202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30A6D1" w14:textId="4E433652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6.87</w:t>
            </w:r>
          </w:p>
        </w:tc>
      </w:tr>
      <w:tr w:rsidR="00FB4D56" w:rsidRPr="005446F8" w14:paraId="0E5BE450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D02079" w14:textId="0387B9D7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ДИАНА ВАСИЛЕВА СИМЕОНОВА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7A7296" w14:textId="08F11C9D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8AB9E8" w14:textId="4D6FEE32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0AFC2D" w14:textId="5E827283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795724" w14:textId="24E36CA8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6.11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10BF3E" w14:textId="43CC36A8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0.200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858C16" w14:textId="0C59ABC4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6.80</w:t>
            </w:r>
          </w:p>
        </w:tc>
      </w:tr>
      <w:tr w:rsidR="00FB4D56" w:rsidRPr="005446F8" w14:paraId="3D8B8CF2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30EAC5" w14:textId="671F44C9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ДИАНА ВАСИЛЕВА СИМЕОНОВА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AB6228" w14:textId="359EB0E8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E16329" w14:textId="23F57E9D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6.10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A5F26F" w14:textId="1C0707B5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0.200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5284A9" w14:textId="2FF397C4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B8164B" w14:textId="1A404DC1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3C1F5A" w14:textId="08254E7A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B4D56" w:rsidRPr="005446F8" w14:paraId="70D50D6F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41E1DB" w14:textId="54BF66D8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ДИАНА ВАСИЛЕВА СИМЕОНОВА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826254" w14:textId="4DD9603C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030D34" w14:textId="274DA9A0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14.2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1E51D1" w14:textId="69713212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1.210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35952A" w14:textId="172C3CD4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A86F15" w14:textId="060F61EC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BA5829" w14:textId="4952BC52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B4D56" w:rsidRPr="005446F8" w14:paraId="06AE33C0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106525" w14:textId="369AB94D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ДИАНА ВАСИЛЕВА СИМЕОНОВА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051AA1" w14:textId="68C393DD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DB5253" w14:textId="77777777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F23111" w14:textId="77777777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5124A1" w14:textId="320C7DC5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14.3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F70AF4" w14:textId="2441CB68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0.502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6C2402" w14:textId="0B250A49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17.07</w:t>
            </w:r>
          </w:p>
        </w:tc>
      </w:tr>
      <w:tr w:rsidR="00FB4D56" w:rsidRPr="005446F8" w14:paraId="2DE23D32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D67839" w14:textId="27083A29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ДИАНА ВАСИЛЕВА СИМЕОНОВА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CF0204" w14:textId="01ABEDBF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8D2F17" w14:textId="58D146BF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5464D0" w14:textId="097B434B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AC6922" w14:textId="3BCC6A5D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14.4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4A3AEF" w14:textId="2C19518C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0.468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C3A6C9" w14:textId="625A3795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15.91</w:t>
            </w:r>
          </w:p>
        </w:tc>
      </w:tr>
      <w:tr w:rsidR="00FB4D56" w:rsidRPr="005446F8" w14:paraId="35DCC658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FF28CD" w14:textId="3A133329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ДИАНА ВАСИЛЕВА СИМЕОНОВА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CCF1B4" w14:textId="0D9E722E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49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6146D4" w14:textId="128F10BA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9.9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E714F3" w14:textId="15816406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15.996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1B7144" w14:textId="77777777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D50003" w14:textId="77777777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6E69C6" w14:textId="77777777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B4D56" w:rsidRPr="005446F8" w14:paraId="3B281118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330432" w14:textId="1FE6F35A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ДИАНА ВАСИЛЕВА СИМЕОНОВА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34ECE7" w14:textId="7A128DDF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49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711258" w14:textId="77C64C66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D964D3" w14:textId="65F15E94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FDEEF5" w14:textId="34D99D79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9.8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C51408" w14:textId="1B7AEF5E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6.698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9E4775" w14:textId="563DBCC4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227.73</w:t>
            </w:r>
          </w:p>
        </w:tc>
      </w:tr>
      <w:tr w:rsidR="00FB4D56" w:rsidRPr="005446F8" w14:paraId="09626F32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D24026" w14:textId="197FA052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ДИАНА ВАСИЛЕВА СИМЕОНОВА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F3BE02" w14:textId="50361998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49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CD2226" w14:textId="4680B1B6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3.98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A3FA53" w14:textId="522E769F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5.134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C718FE" w14:textId="6325BC40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16B61E" w14:textId="40D915CA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5581D4" w14:textId="26F5DAD6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B4D56" w:rsidRPr="005446F8" w14:paraId="7783ECB4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D9A675" w14:textId="5B8993FE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ДИАНА ВАСИЛЕВА СИМЕОНОВА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D3C59F" w14:textId="47FF5622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49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514CEA" w14:textId="29982E8B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9.53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0072EB" w14:textId="4E3E5C51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4.697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4566E8" w14:textId="030AEBBD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899B56" w14:textId="5ED095AD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190FE7" w14:textId="3044E9F8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B4D56" w:rsidRPr="005446F8" w14:paraId="224602E5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34CC73" w14:textId="496876C0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ДИАНА ВАСИЛЕВА СИМЕОНОВА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9413A5" w14:textId="47A09019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49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C27FCD" w14:textId="75C4DB95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9.1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ADB3AA" w14:textId="1C28CE6E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4.199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D25295" w14:textId="77777777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B6DF17" w14:textId="77777777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9961B5" w14:textId="77777777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B4D56" w:rsidRPr="005446F8" w14:paraId="5CC69347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EA7277" w14:textId="648409A1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ДИАНА ВАСИЛЕВА СИМЕОНОВА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361552" w14:textId="3872641E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49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DCDFAD" w14:textId="77777777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7DD779" w14:textId="77777777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C01ED0" w14:textId="1777ABB1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9.46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6AF3F1" w14:textId="65026224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4.104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1D515A" w14:textId="277BEBCD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139.52</w:t>
            </w:r>
          </w:p>
        </w:tc>
      </w:tr>
      <w:tr w:rsidR="00FB4D56" w:rsidRPr="005446F8" w14:paraId="565856C1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0AD85B" w14:textId="5811E074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ДИАНА ВАСИЛЕВА СИМЕОНОВА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1AE28B" w14:textId="40DC98D5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49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71ACE9" w14:textId="77777777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034C3F" w14:textId="77777777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90F26A" w14:textId="69E00349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9.54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B0AB25" w14:textId="51EAF48A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4.016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A26DBA" w14:textId="3DB436FD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136.54</w:t>
            </w:r>
          </w:p>
        </w:tc>
      </w:tr>
      <w:tr w:rsidR="00FB4D56" w:rsidRPr="005446F8" w14:paraId="36D65A40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CA9E58" w14:textId="45AE4E1E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ДИАНА ВАСИЛЕВА СИМЕОНОВА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294C4B" w14:textId="4AF7B64E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49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60A72D" w14:textId="1C19AD46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9.21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FA193A" w14:textId="20190F3A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3.100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A6A288" w14:textId="29E4C9DC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B61AC9" w14:textId="1D32333F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2E99FE" w14:textId="24FD1C44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B4D56" w:rsidRPr="005446F8" w14:paraId="585A4EF4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5C363D" w14:textId="7C69F1C5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ДИАНА ВАСИЛЕВА СИМЕОНОВА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99A152" w14:textId="076CFA45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49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CE947D" w14:textId="77777777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23671C" w14:textId="44B14506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3785FE" w14:textId="7AC9EB86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9.3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1C65E5" w14:textId="2F5D784E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2.800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7DEF82" w14:textId="2FDD0F4B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95.20</w:t>
            </w:r>
          </w:p>
        </w:tc>
      </w:tr>
      <w:tr w:rsidR="00FB4D56" w:rsidRPr="005446F8" w14:paraId="7AE12C0E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D36E88" w14:textId="4EA08A9C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ДИАНА ВАСИЛЕВА СИМЕОНОВА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4423FC" w14:textId="7FF25EC1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49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254673" w14:textId="497759A1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0C83B1" w14:textId="43FFDABD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24F5F1" w14:textId="102A1B63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9.2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FBF3D3" w14:textId="3A694F73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2.798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C58DE4" w14:textId="7519C83D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95.13</w:t>
            </w:r>
          </w:p>
        </w:tc>
      </w:tr>
      <w:tr w:rsidR="00FB4D56" w:rsidRPr="005446F8" w14:paraId="205AB1DA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40E576" w14:textId="7923C7B7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ДИАНА ВАСИЛЕВА СИМЕОНОВА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AF8E65" w14:textId="6CB1A58C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49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F6B12C" w14:textId="77777777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F7E82F" w14:textId="77777777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932F04" w14:textId="7628E59D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9.17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7F5B10" w14:textId="19FDBEAF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2.501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D5278A" w14:textId="368902C9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85.03</w:t>
            </w:r>
          </w:p>
        </w:tc>
      </w:tr>
      <w:tr w:rsidR="00FB4D56" w:rsidRPr="005446F8" w14:paraId="3E2ACAFE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61B054" w14:textId="413CB03C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ДИАНА ВАСИЛЕВА СИМЕОНОВА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B674AA" w14:textId="5041D81F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49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A651AF" w14:textId="534AA6DB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987BB2" w14:textId="7B1798B7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CE1C53" w14:textId="090CED70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9.14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2192FD" w14:textId="4FFDA2CD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10D0E6" w14:textId="505B6664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51.00</w:t>
            </w:r>
          </w:p>
        </w:tc>
      </w:tr>
      <w:tr w:rsidR="00FB4D56" w:rsidRPr="005446F8" w14:paraId="4778BE7C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820983" w14:textId="5D73F4F3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ДИАНА ВАСИЛЕВА СИМЕОНОВА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B3D869" w14:textId="4488FA53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49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81E454" w14:textId="55F81925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3.82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211620" w14:textId="29E975DD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1.497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5AA407" w14:textId="77777777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536CEE" w14:textId="77777777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86DA7C" w14:textId="77777777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B4D56" w:rsidRPr="005446F8" w14:paraId="46DD593E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B347BA" w14:textId="7C5B5574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ДИАНА ВАСИЛЕВА СИМЕОНОВА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D36E75" w14:textId="56EA4FDB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49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4147B5" w14:textId="10198C83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68D659" w14:textId="2469F645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F40E3E" w14:textId="76066331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3.88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D3284E" w14:textId="6E183872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0.948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BE129F" w14:textId="323A721D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32.22</w:t>
            </w:r>
          </w:p>
        </w:tc>
      </w:tr>
      <w:tr w:rsidR="00FB4D56" w:rsidRPr="005446F8" w14:paraId="0C0B7743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1F5CA3" w14:textId="07389064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ДИАНА ВАСИЛЕВА СИМЕОНОВА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317E01" w14:textId="2007F53E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49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BBCD52" w14:textId="77777777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C09E46" w14:textId="77777777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84DB52" w14:textId="6C5805BE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9.15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DE7DE1" w14:textId="07E12909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0.400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8FF734" w14:textId="63EFFE08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13.60</w:t>
            </w:r>
          </w:p>
        </w:tc>
      </w:tr>
      <w:tr w:rsidR="00FB4D56" w:rsidRPr="005446F8" w14:paraId="32C02EDE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66CAC1" w14:textId="08F168DA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ДИАНА ВАСИЛЕВА СИМЕОНОВА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7D46E6" w14:textId="305034E9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49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15B7E8" w14:textId="77777777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3CE44C" w14:textId="0519FFCD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0F071C" w14:textId="100A8D96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9.16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908C4C" w14:textId="7FE67D25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0.400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631241" w14:textId="485BE37C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13.60</w:t>
            </w:r>
          </w:p>
        </w:tc>
      </w:tr>
      <w:tr w:rsidR="00FB4D56" w:rsidRPr="005446F8" w14:paraId="1AAB6F44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81C8D6" w14:textId="0832ED62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lastRenderedPageBreak/>
              <w:t>ДИАНА ВАСИЛЕВА СИМЕОНОВА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028A98" w14:textId="24C97A35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58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8B9C53" w14:textId="77777777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F8CAFC" w14:textId="77777777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8FED2F" w14:textId="6062002B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2.126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8ACA10" w14:textId="2AAD6550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3.833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76A52D" w14:textId="591472EC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130.32</w:t>
            </w:r>
          </w:p>
        </w:tc>
      </w:tr>
      <w:tr w:rsidR="00FB4D56" w:rsidRPr="005446F8" w14:paraId="7C01A904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972879" w14:textId="00899ECE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ДИАНА ВАСИЛЕВА СИМЕОНОВА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F89448" w14:textId="3A9DFADC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58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5D5E55" w14:textId="54BC6AB9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F8A3FE" w14:textId="5D1DA128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B81B31" w14:textId="59ADA256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2.4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F8116D" w14:textId="7539AF6E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3.041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C1485A" w14:textId="410C0845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103.38</w:t>
            </w:r>
          </w:p>
        </w:tc>
      </w:tr>
      <w:tr w:rsidR="00FB4D56" w:rsidRPr="005446F8" w14:paraId="784B48C5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66A215" w14:textId="05A61BE8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ДИАНА ВАСИЛЕВА СИМЕОНОВА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64FA5D" w14:textId="508948C8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58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E5897E" w14:textId="38DEFE6C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D87A19" w14:textId="1DCF683F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D0C3F6" w14:textId="3DB9EEA8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2.8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FA74A9" w14:textId="2105803F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0.210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5A2507" w14:textId="6B15A2DD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7.14</w:t>
            </w:r>
          </w:p>
        </w:tc>
      </w:tr>
      <w:tr w:rsidR="00FB4D56" w:rsidRPr="005446F8" w14:paraId="54028BE1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321AEB" w14:textId="3815D80B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ДИАНА ВАСИЛЕВА СИМЕОНОВА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3F6AA2" w14:textId="390DFD3B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59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EAAAB5" w14:textId="6EF7718D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A3DB23" w14:textId="62AF0248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1AB171" w14:textId="68B8951A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2.2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163330" w14:textId="0C3CEA07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0.916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B68B15" w14:textId="17EAD162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31.15</w:t>
            </w:r>
          </w:p>
        </w:tc>
      </w:tr>
      <w:tr w:rsidR="00FB4D56" w:rsidRPr="005446F8" w14:paraId="3C7A4BB0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3B51D2" w14:textId="266F50FA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ДИАНА ВАСИЛЕВА СИМЕОНОВА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BECCEA" w14:textId="17825F63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59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C80EF0" w14:textId="16BBA215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F1F689" w14:textId="0C6EEE60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8BCE72" w14:textId="7F922743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2.355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7BBBD0" w14:textId="24F92E6D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0.455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E0F094" w14:textId="0676D375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15.46</w:t>
            </w:r>
          </w:p>
        </w:tc>
      </w:tr>
      <w:tr w:rsidR="00FB4D56" w:rsidRPr="005446F8" w14:paraId="554651B8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35E79F" w14:textId="179AEA66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ДИАНА ВАСИЛЕВА СИМЕОНОВА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03AC14" w14:textId="2D1F1C0E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62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ED7C12" w14:textId="4F5E132F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BD7B4E" w14:textId="701E2428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304517" w14:textId="1D840620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2.217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D75076" w14:textId="6CEBC693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0.992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366ED2" w14:textId="2C2DE426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33.73</w:t>
            </w:r>
          </w:p>
        </w:tc>
      </w:tr>
      <w:tr w:rsidR="00FB4D56" w:rsidRPr="005446F8" w14:paraId="2BD20AC7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1D42D4" w14:textId="77964B43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ДИАНА ВАСИЛЕВА СИМЕОНОВА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99605D" w14:textId="5BD231CA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62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1293BE" w14:textId="77777777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BAA88D" w14:textId="77777777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E122D5" w14:textId="29CCF451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2.560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0217B9" w14:textId="36C58A6A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0.111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5505F2" w14:textId="535BC6D2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3.77</w:t>
            </w:r>
          </w:p>
        </w:tc>
      </w:tr>
      <w:tr w:rsidR="00FB4D56" w:rsidRPr="005446F8" w14:paraId="04FE419C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2C2625" w14:textId="02E7369E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ДИАНА ВАСИЛЕВА СИМЕОНОВА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C039CD" w14:textId="7B26F415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63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763793" w14:textId="206EBBAD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1.7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3EF4E4" w14:textId="53229192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7.503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45BDA6" w14:textId="48B15075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8955A8" w14:textId="70C4CB1F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A7EB64" w14:textId="5C9C3C5E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B4D56" w:rsidRPr="005446F8" w14:paraId="21A38AF1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1C683D" w14:textId="703770F1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ДИАНА ВАСИЛЕВА СИМЕОНОВА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D7BCA3" w14:textId="19F4C4C4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64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6C6FD7" w14:textId="61329554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0B4E8B" w14:textId="499E83C9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D0F042" w14:textId="5E2D4661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1.18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9DCB93" w14:textId="09F1D367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3.626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9797B4" w14:textId="1D47D9EE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123.30</w:t>
            </w:r>
          </w:p>
        </w:tc>
      </w:tr>
      <w:tr w:rsidR="00FB4D56" w:rsidRPr="005446F8" w14:paraId="0D28852E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3A266F" w14:textId="68804C2F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ДИАНА ВАСИЛЕВА СИМЕОНОВА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E1540D" w14:textId="1CF7A747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71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626DDB" w14:textId="3FE06EFC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1D6392" w14:textId="0FA4C9DA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819902" w14:textId="63D92077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7.2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D7815A" w14:textId="1BBF4E9F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2.066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89FFD7" w14:textId="1537F7FD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70.23</w:t>
            </w:r>
          </w:p>
        </w:tc>
      </w:tr>
      <w:tr w:rsidR="00FB4D56" w:rsidRPr="005446F8" w14:paraId="5436CE75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D04820" w14:textId="1F3170AA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ДИАНА ВАСИЛЕВА СИМЕОНОВА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6BCB71" w14:textId="46BBF5BC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71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688365" w14:textId="33CF0E2E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7.3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858F42" w14:textId="295FCF3B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1.086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D5C172" w14:textId="77777777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6B36F7" w14:textId="77777777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2861A6" w14:textId="77777777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B4D56" w:rsidRPr="005446F8" w14:paraId="608C1F9F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D8873C" w14:textId="5B9DE013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ДИАНА ВАСИЛЕВА СИМЕОНОВА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C8C63D" w14:textId="52AA2A58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74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69E9E6" w14:textId="4E7AF670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3F114B" w14:textId="01A5BE1C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8743F0" w14:textId="65274BF5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7.5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4611EC" w14:textId="2F99D59D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10.760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2A6C5D" w14:textId="3BA4B92F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365.85</w:t>
            </w:r>
          </w:p>
        </w:tc>
      </w:tr>
      <w:tr w:rsidR="00FB4D56" w:rsidRPr="005446F8" w14:paraId="032395A3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9669CF" w14:textId="39610F0D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ДИАНА ВАСИЛЕВА СИМЕОНОВА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6625C2" w14:textId="5B8B2A6E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74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C34B2F" w14:textId="04E7AD75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7.33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281D65" w14:textId="46F61FC5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7.998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FC84EE" w14:textId="77777777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84851D" w14:textId="77777777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F37D87" w14:textId="77777777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B4D56" w:rsidRPr="005446F8" w14:paraId="2ECB6EA1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FA02CC" w14:textId="6B2DA03B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ДИАНА ВАСИЛЕВА СИМЕОНОВА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4A22E0" w14:textId="5068E534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74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28D240" w14:textId="632DD9C6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7.32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16CA3B" w14:textId="7108719F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6.998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58D8FB" w14:textId="77777777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88DAB8" w14:textId="77777777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3B9B8D" w14:textId="77777777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B4D56" w:rsidRPr="005446F8" w14:paraId="10EA8AD4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6CB1D5" w14:textId="6BFBC1CB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ДИАНА ВАСИЛЕВА СИМЕОНОВА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EEF0CD" w14:textId="34466B47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74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98B9B2" w14:textId="77777777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18B79C" w14:textId="77777777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489C43" w14:textId="0C8E573E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7.6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9F7FD8" w14:textId="4BB58DD6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6.365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F86293" w14:textId="0F0F19F2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216.41</w:t>
            </w:r>
          </w:p>
        </w:tc>
      </w:tr>
      <w:tr w:rsidR="00FB4D56" w:rsidRPr="005446F8" w14:paraId="4913EA74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AC847C" w14:textId="51630C2A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ДИАНА ВАСИЛЕВА СИМЕОНОВА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6367C2" w14:textId="5FD68A63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74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9047BB" w14:textId="77777777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1CAAFF" w14:textId="77777777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D8DF37" w14:textId="4487DDB8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7.9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F80E03" w14:textId="2B51A8F2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2.607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3E3214" w14:textId="76CB223A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88.65</w:t>
            </w:r>
          </w:p>
        </w:tc>
      </w:tr>
      <w:tr w:rsidR="00FB4D56" w:rsidRPr="005446F8" w14:paraId="52B09D32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02CEBB" w14:textId="69ED14DC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ДИАНА ВАСИЛЕВА СИМЕОНОВА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C1A4E9" w14:textId="47463D9F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74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E07BB3" w14:textId="35DC4100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F66202" w14:textId="5D1CD31F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1ADAB7" w14:textId="6CB6E6B5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7.92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457F37" w14:textId="3FBDA7D0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2.458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2E2790" w14:textId="69DBAC5A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83.56</w:t>
            </w:r>
          </w:p>
        </w:tc>
      </w:tr>
      <w:tr w:rsidR="00FB4D56" w:rsidRPr="005446F8" w14:paraId="1AD1C060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52492B" w14:textId="2B6FF813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ДИАНА ВАСИЛЕВА СИМЕОНОВА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CDCECF" w14:textId="018CC2A7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74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83D362" w14:textId="3831E565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513DEE" w14:textId="20B0C2E7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C19972" w14:textId="10143AAA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7.36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2876EB" w14:textId="731B55DC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66DA4F" w14:textId="7AB9D6E9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68.00</w:t>
            </w:r>
          </w:p>
        </w:tc>
      </w:tr>
      <w:tr w:rsidR="00FB4D56" w:rsidRPr="005446F8" w14:paraId="3C5C46C6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00BD2C" w14:textId="4676A626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ДИАНА ВАСИЛЕВА СИМЕОНОВА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6614D5" w14:textId="50D0E33C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74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3A03AC" w14:textId="78AA500E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7.30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ABC497" w14:textId="38CE326E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A185EF" w14:textId="77777777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9BFAB1" w14:textId="77777777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ED1C1C" w14:textId="77777777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B4D56" w:rsidRPr="005446F8" w14:paraId="3C520C24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3A7876" w14:textId="59717DDA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ДИАНА ВАСИЛЕВА СИМЕОНОВА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2C02BD" w14:textId="71F5F081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74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71C529" w14:textId="03187CAD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7.34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A567B8" w14:textId="5D73BD68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88F607" w14:textId="77777777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5351DF" w14:textId="77777777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789DFE" w14:textId="77777777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B4D56" w:rsidRPr="005446F8" w14:paraId="2A3EA2CC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FCDBB4" w14:textId="3C362057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ДИАНА ВАСИЛЕВА СИМЕОНОВА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856BD1" w14:textId="0383871F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74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86328D" w14:textId="1763CCE4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4E2E5B" w14:textId="104DE556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551886" w14:textId="67E357BF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7.35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9AA0BF" w14:textId="17AA3007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15B7F3" w14:textId="770136C2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51.00</w:t>
            </w:r>
          </w:p>
        </w:tc>
      </w:tr>
      <w:tr w:rsidR="00FB4D56" w:rsidRPr="005446F8" w14:paraId="34ABAF41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440BA6" w14:textId="049EB5DA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ДИАНА ВАСИЛЕВА СИМЕОНОВА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7FE414" w14:textId="57B32BF5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74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5DA803" w14:textId="0FAA45F3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7.31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033F46" w14:textId="124A3CFE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1.499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9F4582" w14:textId="460702E5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3A676B" w14:textId="3A7F7061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9E2986" w14:textId="5F61802F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B4D56" w:rsidRPr="005446F8" w14:paraId="7EBCD33F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E54E00" w14:textId="45129B37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ДИАНА ВАСИЛЕВА СИМЕОНОВА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EE2799" w14:textId="75D956A2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74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71EB01" w14:textId="2DDD73E6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7.29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5157B7" w14:textId="23B3F986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1.307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9EAC7F" w14:textId="77777777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4C53A4" w14:textId="77777777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316357" w14:textId="77777777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B4D56" w:rsidRPr="005446F8" w14:paraId="243754AD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1F50E6" w14:textId="4A7861A5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ДИАНА ВАСИЛЕВА СИМЕОНОВА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6F4ECF" w14:textId="0746DA3A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74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2F5170" w14:textId="7028BFAB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54014A" w14:textId="302E02A8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C25849" w14:textId="442E8A08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7.15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C1D1A5" w14:textId="48724021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0.900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947AC9" w14:textId="6213090E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30.60</w:t>
            </w:r>
          </w:p>
        </w:tc>
      </w:tr>
      <w:tr w:rsidR="00FB4D56" w:rsidRPr="005446F8" w14:paraId="60E2DFEF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4B4E7B" w14:textId="0F4F3A7A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ДИАНА ВАСИЛЕВА СИМЕОНОВА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0E9CE0" w14:textId="6D830C5F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76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A50F33" w14:textId="577E7F3D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7.66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44D87D" w14:textId="2AE42233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18.683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321FC2" w14:textId="5780B95B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F921FA" w14:textId="7D12DBA1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995F1E" w14:textId="14B4F475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B4D56" w:rsidRPr="005446F8" w14:paraId="73E4791A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0396C7" w14:textId="0D00CC9B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ДИАНА ВАСИЛЕВА СИМЕОНОВА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BC04F8" w14:textId="72B6141F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76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176C2B" w14:textId="14C08A31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9D91CE" w14:textId="594A5C37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EF39B1" w14:textId="4E2EE3D8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7.90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851B6E" w14:textId="77E7B599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0.343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7A4CE3" w14:textId="0F2EB083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11.66</w:t>
            </w:r>
          </w:p>
        </w:tc>
      </w:tr>
      <w:tr w:rsidR="00FB4D56" w:rsidRPr="005446F8" w14:paraId="29CC273B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0F7100" w14:textId="0D3643DF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ДИАНА ВАСИЛЕВА СИМЕОНОВА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6EF84D" w14:textId="75D670EA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76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3859A6" w14:textId="4D30ED82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D3E734" w14:textId="3B587FF0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59B50C" w14:textId="3EB6B5F9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7.91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834A34" w14:textId="026FD9C4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0.101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C2733F" w14:textId="1801F28C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3.44</w:t>
            </w:r>
          </w:p>
        </w:tc>
      </w:tr>
      <w:tr w:rsidR="00FB4D56" w:rsidRPr="005446F8" w14:paraId="13EAF312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725B61" w14:textId="1DC29D23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ДИАНА ВАСИЛЕВА СИМЕОНОВА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28930B" w14:textId="4E12FBA4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80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9E021C" w14:textId="4331284F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C3C257" w14:textId="6D9D3618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03591A" w14:textId="494C97B2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10.35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7DF797" w14:textId="1A646EB1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2.225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9017B9" w14:textId="19F74CC7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75.65</w:t>
            </w:r>
          </w:p>
        </w:tc>
      </w:tr>
      <w:tr w:rsidR="00FB4D56" w:rsidRPr="005446F8" w14:paraId="79273901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C03B51" w14:textId="3F4924EB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ДИАНА ВАСИЛЕВА СИМЕОНОВА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B07AE0" w14:textId="741A0ECE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80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66C529" w14:textId="2F970C6B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A66AF2" w14:textId="6A6E96AB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619078" w14:textId="26B6E0F6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10.18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F01B2B" w14:textId="50E0F50A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1.976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4F16B6" w14:textId="612558E6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67.19</w:t>
            </w:r>
          </w:p>
        </w:tc>
      </w:tr>
      <w:tr w:rsidR="00FB4D56" w:rsidRPr="005446F8" w14:paraId="1ABE255F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95FD64" w14:textId="70D04858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ДИАНА ВАСИЛЕВА СИМЕОНОВА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26DDBD" w14:textId="01743B2E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80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15719A" w14:textId="630EF3B4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10.20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B407E5" w14:textId="4FA82FBC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1.935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9FCC0E" w14:textId="77777777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643C8F" w14:textId="77777777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73FD03" w14:textId="77777777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B4D56" w:rsidRPr="005446F8" w14:paraId="0AAE840C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6C076A" w14:textId="023C2175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ДИАНА ВАСИЛЕВА СИМЕОНОВА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654195" w14:textId="57DC3708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80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919CF6" w14:textId="36380A39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10.14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3F6D2C" w14:textId="1EECEECC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1.341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4C08BA" w14:textId="0E13595D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F795F3" w14:textId="36D114AF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403E9B" w14:textId="448ED6BE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B4D56" w:rsidRPr="005446F8" w14:paraId="328C2014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DD1F99" w14:textId="0291C388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ДИАНА ВАСИЛЕВА СИМЕОНОВА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122937" w14:textId="2D06ED75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80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C40DC2" w14:textId="24E031D5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5078CF" w14:textId="12F6E5F2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3772EB" w14:textId="7DD06C0E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10.38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408A6C" w14:textId="3FCE6207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0.306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0B1E09" w14:textId="6B9373A4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10.40</w:t>
            </w:r>
          </w:p>
        </w:tc>
      </w:tr>
      <w:tr w:rsidR="00FB4D56" w:rsidRPr="005446F8" w14:paraId="4B9FEBE7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1489E5" w14:textId="12C85743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ДИАНА ВАСИЛЕВА СИМЕОНОВА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FAC792" w14:textId="2AC86268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80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C6FA6B" w14:textId="4D3F84D5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81A534" w14:textId="48179F1A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AB7690" w14:textId="64740B0B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10.36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F02E68" w14:textId="52D887FA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0.157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31192E" w14:textId="57E559A3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5.35</w:t>
            </w:r>
          </w:p>
        </w:tc>
      </w:tr>
      <w:tr w:rsidR="00FB4D56" w:rsidRPr="005446F8" w14:paraId="37BED272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EFC191" w14:textId="14AC9790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ДИАНА ВАСИЛЕВА СИМЕОНОВА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E1D554" w14:textId="3C3F1E85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83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C1E8E1" w14:textId="5C82986D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10.8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0FF932" w14:textId="191E6BB6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1.785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D7DDEF" w14:textId="77777777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6A13D0" w14:textId="77777777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86BAF3" w14:textId="77777777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B4D56" w:rsidRPr="005446F8" w14:paraId="4B65721D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B9F06B" w14:textId="3F16DDFD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ДИАНА ВАСИЛЕВА СИМЕОНОВА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4918A1" w14:textId="6B4F0794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91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42B792" w14:textId="77A0D175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894922" w14:textId="16EF5BC8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C7892C" w14:textId="51E29C58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9.32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E64583" w14:textId="7D94C53D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6.913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0574F9" w14:textId="4F5FBD3B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235.03</w:t>
            </w:r>
          </w:p>
        </w:tc>
      </w:tr>
      <w:tr w:rsidR="00FB4D56" w:rsidRPr="005446F8" w14:paraId="23D9C093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DB2868" w14:textId="26EB54E1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ДИАНА ВАСИЛЕВА СИМЕОНОВА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A9FA78" w14:textId="2D240A6A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91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FA9B85" w14:textId="52555749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2D138E" w14:textId="6A5ECFC3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54316A" w14:textId="5AB053B5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9.29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F868AD" w14:textId="3988205E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6.499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D4A564" w14:textId="364E9948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220.97</w:t>
            </w:r>
          </w:p>
        </w:tc>
      </w:tr>
      <w:tr w:rsidR="00FB4D56" w:rsidRPr="005446F8" w14:paraId="40D006AD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5452BE" w14:textId="005B1E8D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ДИАНА ВАСИЛЕВА СИМЕОНОВА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F7240E" w14:textId="42AFADF6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91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2F0F8B" w14:textId="68B18CAF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9.33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74150B" w14:textId="7E6F0763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6.498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584721" w14:textId="359CAA1B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AD617B" w14:textId="1960E778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8170C5" w14:textId="2DBF27A6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B4D56" w:rsidRPr="005446F8" w14:paraId="418504DE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5FD390" w14:textId="047B5DCD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ДИАНА ВАСИЛЕВА СИМЕОНОВА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440B43" w14:textId="0BCA2644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91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70DBE9" w14:textId="6CDF5E5B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B159EE" w14:textId="513B5958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D3C2AC" w14:textId="652AB94C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9.34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E017B3" w14:textId="33137419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5.795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FA185A" w14:textId="0C59B49C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197.03</w:t>
            </w:r>
          </w:p>
        </w:tc>
      </w:tr>
      <w:tr w:rsidR="00FB4D56" w:rsidRPr="005446F8" w14:paraId="21F51EE4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F1EEDC" w14:textId="687269C2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ДИАНА ВАСИЛЕВА СИМЕОНОВА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65771E" w14:textId="08503450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91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9783DB" w14:textId="07F385B5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9.30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AA26C0" w14:textId="245D1D6A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2.950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9D6472" w14:textId="7F18ECF1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235B4D" w14:textId="6370F2A1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729CC6" w14:textId="3D6EEC6D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B4D56" w:rsidRPr="005446F8" w14:paraId="26E2C4CD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48A5AE" w14:textId="233E28E0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ДИАНА ВАСИЛЕВА СИМЕОНОВА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08B536" w14:textId="22B2EA26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91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1CD0E0" w14:textId="77777777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860FBE" w14:textId="77777777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16DB4B" w14:textId="44CD864D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9.31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E79C0B" w14:textId="1BA6114A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1.498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5A3CFE" w14:textId="4CF20B24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50.93</w:t>
            </w:r>
          </w:p>
        </w:tc>
      </w:tr>
      <w:tr w:rsidR="00FB4D56" w:rsidRPr="005446F8" w14:paraId="6412915C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99AEE6" w14:textId="7CA233F3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ДИАНА ВАСИЛЕВА СИМЕОНОВА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D7A691" w14:textId="75AFE33E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97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1DC990" w14:textId="77ADA600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14.20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CA7EB0" w14:textId="5BC63E2B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3.793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6B1CEC" w14:textId="3BF23BB8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4174A9" w14:textId="2954F971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253297" w14:textId="1FC37B11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B4D56" w:rsidRPr="005446F8" w14:paraId="2B1E56A5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E20C77" w14:textId="5F4BCE50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ДИАНА ВАСИЛЕВА СИМЕОНОВА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051782" w14:textId="7A36B2F8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97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63ADBF" w14:textId="1F7CC11E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14.19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0D31DB" w14:textId="10095A78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1.320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3E849C" w14:textId="03751CCD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723DA6" w14:textId="56472C23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B3CF24" w14:textId="15897B2D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B4D56" w:rsidRPr="005446F8" w14:paraId="501269B6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965927" w14:textId="51E05468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ДИАНА ВАСИЛЕВА СИМЕОНОВА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E70488" w14:textId="2612F712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99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A5CDAB" w14:textId="100BC35F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CFE121" w14:textId="635A08AD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FC77D1" w14:textId="409D267C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14.15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8D7C0B" w14:textId="67DA3EAF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1.749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DC9A25" w14:textId="3AA39F09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59.47</w:t>
            </w:r>
          </w:p>
        </w:tc>
      </w:tr>
      <w:tr w:rsidR="00FB4D56" w:rsidRPr="005446F8" w14:paraId="0CFAAEFB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0543B3" w14:textId="3218DF7B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ДИАНА ВАСИЛЕВА СИМЕОНОВА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02F748" w14:textId="7F4248E6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99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D5430C" w14:textId="2CF389E1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14.8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79FE8C" w14:textId="15FD4CFD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1.688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271CE0" w14:textId="77777777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8B72F3" w14:textId="77777777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C5A93E" w14:textId="77777777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B4D56" w:rsidRPr="005446F8" w14:paraId="2447624A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71F2BD" w14:textId="317F4DFE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ДИАНА ВАСИЛЕВА СИМЕОНОВА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7A29AE" w14:textId="7BDFD912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99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9DDD11" w14:textId="301FE150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369B62" w14:textId="3AB4409F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F3E002" w14:textId="55977289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14.24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E58BAA" w14:textId="2E11DA4C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0.850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2BB18E" w14:textId="7DF057FE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28.90</w:t>
            </w:r>
          </w:p>
        </w:tc>
      </w:tr>
      <w:tr w:rsidR="00FB4D56" w:rsidRPr="005446F8" w14:paraId="4250E01B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E94C36" w14:textId="086CA8EF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ДИАНА ВАСИЛЕВА СИМЕОНОВА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1DA07C" w14:textId="4B997D77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99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A2B253" w14:textId="77777777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A00EF8" w14:textId="77777777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6AFA77" w14:textId="5A6F1140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14.25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176DD1" w14:textId="71F5A7FA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0.848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DCA274" w14:textId="783A18F4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28.83</w:t>
            </w:r>
          </w:p>
        </w:tc>
      </w:tr>
      <w:tr w:rsidR="00FB4D56" w:rsidRPr="005446F8" w14:paraId="5D745B60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CC14D0" w14:textId="67DC41A6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ДИАНА ВАСИЛЕВА СИМЕОНОВА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475AEF" w14:textId="07CF64A2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99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7867D4" w14:textId="63B06B4F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340428" w14:textId="242CBF37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90720F" w14:textId="3A5460D6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14.7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748948" w14:textId="5213BE3E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0.567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C37535" w14:textId="5A763BD2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19.27</w:t>
            </w:r>
          </w:p>
        </w:tc>
      </w:tr>
      <w:tr w:rsidR="00FB4D56" w:rsidRPr="005446F8" w14:paraId="6B833503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683E8A" w14:textId="04E1C554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ДИАНА ВАСИЛЕВА СИМЕОНОВА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341D09" w14:textId="645BD96A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99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4AA122" w14:textId="1C0503C4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147E67" w14:textId="10F4D7BC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42025F" w14:textId="32B0B6AA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3.75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61BEE4" w14:textId="405C549A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0.315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E51C80" w14:textId="31265E4E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10.73</w:t>
            </w:r>
          </w:p>
        </w:tc>
      </w:tr>
      <w:tr w:rsidR="00FB4D56" w:rsidRPr="005446F8" w14:paraId="2826F384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CA5931" w14:textId="27FC9F51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ДИАНА ВАСИЛЕВА СИМЕОНОВА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CC8931" w14:textId="2178BD1F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102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B7CEDB" w14:textId="2FFC07CF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6.2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8767EC" w14:textId="72C456DB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3.168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AAA3B3" w14:textId="77777777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56D122" w14:textId="77777777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A1EDA6" w14:textId="77777777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B4D56" w:rsidRPr="005446F8" w14:paraId="1F6C2A37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55201A" w14:textId="7144F469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ДИАНА ВАСИЛЕВА СИМЕОНОВА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BD6CFE" w14:textId="7D614CDD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102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0B4D86" w14:textId="552542B0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A9F442" w14:textId="7814E86B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0C5513" w14:textId="18CEA9B5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6.1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28B695" w14:textId="4B513C20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2.857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F15590" w14:textId="067C7A62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97.12</w:t>
            </w:r>
          </w:p>
        </w:tc>
      </w:tr>
      <w:tr w:rsidR="00FB4D56" w:rsidRPr="005446F8" w14:paraId="7132D31B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83B3A0" w14:textId="706FC483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ДИАНА ВАСИЛЕВА СИМЕОНОВА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8ED771" w14:textId="0AD2B74D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110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EBED7B" w14:textId="25F4ED91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0262F2" w14:textId="52F1EBEE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9AC0E4" w14:textId="50CEB30E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14.12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E6E902" w14:textId="24B7EEC3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0.777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85C712" w14:textId="3F4F7E0A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26.42</w:t>
            </w:r>
          </w:p>
        </w:tc>
      </w:tr>
      <w:tr w:rsidR="00FB4D56" w:rsidRPr="005446F8" w14:paraId="369FCFAE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5576C8" w14:textId="67A31F3F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 w:rsidRPr="00A9794F"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 w:rsidRPr="00A9794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A9794F"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 w:rsidRPr="00A9794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A9794F"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 w:rsidRPr="00A9794F"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BABD9C" w14:textId="220EBD79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08D32D" w14:textId="78E91D1C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9A4675" w14:textId="77F29704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b/>
                <w:bCs/>
                <w:sz w:val="18"/>
                <w:szCs w:val="18"/>
              </w:rPr>
              <w:t>260.790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8DB991" w14:textId="77777777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14B8F4" w14:textId="30985A35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b/>
                <w:bCs/>
                <w:sz w:val="18"/>
                <w:szCs w:val="18"/>
              </w:rPr>
              <w:t>192.174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085B35" w14:textId="5FC97081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b/>
                <w:bCs/>
                <w:sz w:val="18"/>
                <w:szCs w:val="18"/>
              </w:rPr>
              <w:t>6533.92</w:t>
            </w:r>
          </w:p>
        </w:tc>
      </w:tr>
      <w:tr w:rsidR="00FB4D56" w:rsidRPr="005446F8" w14:paraId="0FCC3BFC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891440" w14:textId="4DEDE91E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ИВАЙЛО САШОВ АЛЕКСАНДРОВ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DA94A5" w14:textId="3B14FF16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87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855D06" w14:textId="2F8ACB01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9.43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4E9C5A" w14:textId="7A9AC14C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4.728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D0F520" w14:textId="34A2C69C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588A97" w14:textId="3D99140B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C9A503" w14:textId="3012000F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B4D56" w:rsidRPr="005446F8" w14:paraId="5C1F1E31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F8C4C3" w14:textId="1DF67BF2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ИВАЙЛО САШОВ АЛЕКСАНДРОВ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A14C87" w14:textId="13FDA5CB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89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0188DF" w14:textId="04CE1D0A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9.50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ECA4D6" w14:textId="723CB643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2.504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7C66B4" w14:textId="081815AA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7CF3BE" w14:textId="01006B11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9F6629" w14:textId="71C3D648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B4D56" w:rsidRPr="005446F8" w14:paraId="6461D162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D04B25" w14:textId="1E2919EF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ИВАЙЛО САШОВ АЛЕКСАНДРОВ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DFB5A9" w14:textId="29D4A763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89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4911E7" w14:textId="448E1003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4087FC" w14:textId="6430F0AD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ADA9CF" w14:textId="5E265854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9.23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584D2E" w14:textId="001786C8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2.414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95B587" w14:textId="219A483A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82.06</w:t>
            </w:r>
          </w:p>
        </w:tc>
      </w:tr>
      <w:tr w:rsidR="00FB4D56" w:rsidRPr="005446F8" w14:paraId="2F7EB93F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46CEF3" w14:textId="36D19AEF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ИВАЙЛО САШОВ АЛЕКСАНДРОВ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7DFD0C" w14:textId="22319D57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6174BF" w14:textId="646DD644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6.30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C8B6DB" w14:textId="64C1C95D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4.093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1B9F83" w14:textId="77777777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C34805" w14:textId="77777777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AEC315" w14:textId="77777777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B4D56" w:rsidRPr="005446F8" w14:paraId="227C06C7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8A06FA" w14:textId="7956ECBE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ИВАЙЛО САШОВ АЛЕКСАНДРОВ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3A98BB" w14:textId="16C52DD0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023E22" w14:textId="114ED0C8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169676" w14:textId="6B6809DA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970D3A" w14:textId="257B308C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6.29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E3342D" w14:textId="0202363E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3.400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556E7B" w14:textId="29E791A9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115.60</w:t>
            </w:r>
          </w:p>
        </w:tc>
      </w:tr>
      <w:tr w:rsidR="00FB4D56" w:rsidRPr="005446F8" w14:paraId="31A10BAC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6DF4BA" w14:textId="33CBCF86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ИВАЙЛО САШОВ АЛЕКСАНДРОВ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525085" w14:textId="2CE50AF7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116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E7ED10" w14:textId="69E283EA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3.77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7E4446" w14:textId="31EB8E36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1.545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0DF384" w14:textId="77777777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43F0BD" w14:textId="77777777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7737B6" w14:textId="77777777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B4D56" w:rsidRPr="005446F8" w14:paraId="2F903E9D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AFD219" w14:textId="34BB7E2B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 w:rsidRPr="00A9794F"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 w:rsidRPr="00A9794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A9794F"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 w:rsidRPr="00A9794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A9794F"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 w:rsidRPr="00A9794F"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1BD62F" w14:textId="53521BA7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F4B666" w14:textId="7AE8E2CF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061B20" w14:textId="17E3F537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b/>
                <w:bCs/>
                <w:sz w:val="18"/>
                <w:szCs w:val="18"/>
              </w:rPr>
              <w:t>12.870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4BA40C" w14:textId="77777777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E118ED" w14:textId="1F42FE4C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b/>
                <w:bCs/>
                <w:sz w:val="18"/>
                <w:szCs w:val="18"/>
              </w:rPr>
              <w:t>5.814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86419E" w14:textId="68226FBD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b/>
                <w:bCs/>
                <w:sz w:val="18"/>
                <w:szCs w:val="18"/>
              </w:rPr>
              <w:t>197.66</w:t>
            </w:r>
          </w:p>
        </w:tc>
      </w:tr>
      <w:tr w:rsidR="00FB4D56" w:rsidRPr="005446F8" w14:paraId="684F1F34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1E8204" w14:textId="0C25A677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НАДЕЖДА СТЕФАНОВА ПАВЛОВА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6E8D5F" w14:textId="1B6FDFED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325F04" w14:textId="2DEE3F85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2.196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73C657" w14:textId="2807A28A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3.533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8CBFB0" w14:textId="77777777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A2A9BE" w14:textId="77777777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569997" w14:textId="77777777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B4D56" w:rsidRPr="005446F8" w14:paraId="611C985B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AFDBC4" w14:textId="47F35E13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НАДЕЖДА СТЕФАНОВА ПАВЛОВА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8EA474" w14:textId="5E6CE5DA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47BD18" w14:textId="77777777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2E4273" w14:textId="77777777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B7EBA8" w14:textId="12BACC11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2.315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D83026" w14:textId="233362EC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1.917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BBEA69" w14:textId="0566BACD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65.19</w:t>
            </w:r>
          </w:p>
        </w:tc>
      </w:tr>
      <w:tr w:rsidR="00FB4D56" w:rsidRPr="005446F8" w14:paraId="6493360A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DE8E6A" w14:textId="5118ED63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lastRenderedPageBreak/>
              <w:t>НАДЕЖДА СТЕФАНОВА ПАВЛОВА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0A3CB2" w14:textId="4457E188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C73762" w14:textId="679D33FD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A45F5A" w14:textId="64428961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EAD4BC" w14:textId="7A73EDD4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2.222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F036B8" w14:textId="4C77CC89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1.322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700598" w14:textId="2AEE7A9D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44.96</w:t>
            </w:r>
          </w:p>
        </w:tc>
      </w:tr>
      <w:tr w:rsidR="00FB4D56" w:rsidRPr="005446F8" w14:paraId="29570E19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E4B357" w14:textId="19E2A085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НАДЕЖДА СТЕФАНОВА ПАВЛОВА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C109D7" w14:textId="2634CCBC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A352E5" w14:textId="7D27D6C5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B01A92" w14:textId="2870743B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F824CA" w14:textId="529F0789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2.235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A81360" w14:textId="39F0F84C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3.148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FC3A58" w14:textId="6C725A2B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107.04</w:t>
            </w:r>
          </w:p>
        </w:tc>
      </w:tr>
      <w:tr w:rsidR="00FB4D56" w:rsidRPr="005446F8" w14:paraId="45CFCADE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55EE28" w14:textId="79FA064C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НАДЕЖДА СТЕФАНОВА ПАВЛОВА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9E6094" w14:textId="07D09A5B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EBE4E9" w14:textId="11891DE2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B97BA3" w14:textId="394119D7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C8F082" w14:textId="68BE5B90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2.294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BF9254" w14:textId="69CBA097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3.051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5D77F5" w14:textId="43DCB5AB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103.73</w:t>
            </w:r>
          </w:p>
        </w:tc>
      </w:tr>
      <w:tr w:rsidR="00FB4D56" w:rsidRPr="005446F8" w14:paraId="010F91DE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4A6A19" w14:textId="053241C8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НАДЕЖДА СТЕФАНОВА ПАВЛОВА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D4F1B5" w14:textId="74125544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49A88A" w14:textId="0532ACA0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D38363" w14:textId="36AC25CB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642ADA" w14:textId="7E5E1A12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2.293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CCEEBF" w14:textId="7B1B14DA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3.028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EFF17A" w14:textId="58FBFA30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102.95</w:t>
            </w:r>
          </w:p>
        </w:tc>
      </w:tr>
      <w:tr w:rsidR="00FB4D56" w:rsidRPr="005446F8" w14:paraId="6911C726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644DC0" w14:textId="55B9DB2D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НАДЕЖДА СТЕФАНОВА ПАВЛОВА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07AC12" w14:textId="561A4216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6108E6" w14:textId="0261D516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9F6202" w14:textId="5DCC518F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7FA345" w14:textId="48661FAE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2.268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A75EEA" w14:textId="10DA4050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2.298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F1107A" w14:textId="1FE1F855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78.15</w:t>
            </w:r>
          </w:p>
        </w:tc>
      </w:tr>
      <w:tr w:rsidR="00FB4D56" w:rsidRPr="005446F8" w14:paraId="249194D0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84BD73" w14:textId="3B00A25B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НАДЕЖДА СТЕФАНОВА ПАВЛОВА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64C5F5" w14:textId="22614FDB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0B3866" w14:textId="7C561DD0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7F6637" w14:textId="3F4CB204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81188F" w14:textId="0A415363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2.221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97F1DA" w14:textId="0728B3BE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3.134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26121C" w14:textId="3F842B08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106.57</w:t>
            </w:r>
          </w:p>
        </w:tc>
      </w:tr>
      <w:tr w:rsidR="00FB4D56" w:rsidRPr="005446F8" w14:paraId="694D4987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429D2F" w14:textId="4C73B5C9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НАДЕЖДА СТЕФАНОВА ПАВЛОВА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94E106" w14:textId="0E11BEBB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8991EC" w14:textId="3BF7B367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AFF667" w14:textId="4AA8775B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8CCE4C" w14:textId="59CED630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2.120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D2FD46" w14:textId="6EFBC980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0.333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4B1ABA" w14:textId="4C6E1A14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11.31</w:t>
            </w:r>
          </w:p>
        </w:tc>
      </w:tr>
      <w:tr w:rsidR="00FB4D56" w:rsidRPr="005446F8" w14:paraId="0025A613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05E994" w14:textId="36EB3E5E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НАДЕЖДА СТЕФАНОВА ПАВЛОВА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DEB5AC" w14:textId="79C47276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EC5856" w14:textId="329C8155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058E58" w14:textId="1E5EB6EE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329B2A" w14:textId="006822AA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2.295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7761E4" w14:textId="360688BC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1.585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F3342F" w14:textId="33B857E2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53.90</w:t>
            </w:r>
          </w:p>
        </w:tc>
      </w:tr>
      <w:tr w:rsidR="00FB4D56" w:rsidRPr="005446F8" w14:paraId="6E4447D8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3419A1" w14:textId="42105B2F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НАДЕЖДА СТЕФАНОВА ПАВЛОВА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C8086E" w14:textId="0886EB00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42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F86715" w14:textId="3AF21912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2.150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978C09" w14:textId="74B8989C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2.080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E41553" w14:textId="77777777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130C1C" w14:textId="77777777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C46ADC" w14:textId="77777777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B4D56" w:rsidRPr="005446F8" w14:paraId="7943AE70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FC4CB3" w14:textId="68C3870A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НАДЕЖДА СТЕФАНОВА ПАВЛОВА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17512E" w14:textId="302079E7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57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924FF7" w14:textId="77777777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12931E" w14:textId="77777777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A2BE50" w14:textId="68F162A4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3.156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6BE9CA" w14:textId="0F62119C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3.721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F4C558" w14:textId="404A53F4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126.51</w:t>
            </w:r>
          </w:p>
        </w:tc>
      </w:tr>
      <w:tr w:rsidR="00FB4D56" w:rsidRPr="005446F8" w14:paraId="7B11796D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1B4ED2" w14:textId="7E83A003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НАДЕЖДА СТЕФАНОВА ПАВЛОВА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ABA343" w14:textId="1A9E9445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77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A2F412" w14:textId="50AAD43C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7.59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7A08E4" w14:textId="449CF257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5.699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B3EF10" w14:textId="77777777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E729A8" w14:textId="77777777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35DAA3" w14:textId="77777777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B4D56" w:rsidRPr="005446F8" w14:paraId="057F1D04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BAD57F" w14:textId="5409C6B3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НАДЕЖДА СТЕФАНОВА ПАВЛОВА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9D1964" w14:textId="1618ABBA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77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E3EA45" w14:textId="40A14E25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9F23D9" w14:textId="0FC62C61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2EF9F2" w14:textId="4B80CB39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7.58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37A901" w14:textId="27011C94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3.697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5B8160" w14:textId="70B22F8E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125.68</w:t>
            </w:r>
          </w:p>
        </w:tc>
      </w:tr>
      <w:tr w:rsidR="00FB4D56" w:rsidRPr="005446F8" w14:paraId="2CFC71AB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4E3060" w14:textId="7ED759F6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 w:rsidRPr="00A9794F"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 w:rsidRPr="00A9794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A9794F"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 w:rsidRPr="00A9794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A9794F"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 w:rsidRPr="00A9794F"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A29B08" w14:textId="7DE499A9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2258AD" w14:textId="43D5D8A2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B0A55C" w14:textId="26A32A7B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b/>
                <w:bCs/>
                <w:sz w:val="18"/>
                <w:szCs w:val="18"/>
              </w:rPr>
              <w:t>11.313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C4A352" w14:textId="77777777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BA6604" w14:textId="5CA16AC0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b/>
                <w:bCs/>
                <w:sz w:val="18"/>
                <w:szCs w:val="18"/>
              </w:rPr>
              <w:t>27.235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E89081" w14:textId="37893F30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b/>
                <w:bCs/>
                <w:sz w:val="18"/>
                <w:szCs w:val="18"/>
              </w:rPr>
              <w:t>925.98</w:t>
            </w:r>
          </w:p>
        </w:tc>
      </w:tr>
      <w:tr w:rsidR="00FB4D56" w:rsidRPr="005446F8" w14:paraId="2F8F1D18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2F6B0B" w14:textId="2749DC72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НИКОЛАЙ КОСТАДИНОВ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2A2631" w14:textId="579ACA3E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07EB31" w14:textId="684D9BA4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2.90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D659F1" w14:textId="0458CABB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1.949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4553A8" w14:textId="77777777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A73D74" w14:textId="77777777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ED7ADD" w14:textId="77777777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B4D56" w:rsidRPr="005446F8" w14:paraId="70179B1C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AF4C3E" w14:textId="5D662DD7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НИКОЛАЙ КОСТАДИНОВ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0CC037" w14:textId="33F97D01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36C1B6" w14:textId="0919FE3E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B26B1C" w14:textId="36662EB1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C40516" w14:textId="053D586C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2.97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03F6D5" w14:textId="1D75DE89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1.763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211B0C" w14:textId="4DE6E331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59.93</w:t>
            </w:r>
          </w:p>
        </w:tc>
      </w:tr>
      <w:tr w:rsidR="00FB4D56" w:rsidRPr="005446F8" w14:paraId="291DD74E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B99460" w14:textId="2DA6BC33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НИКОЛАЙ КОСТАДИНОВ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7DE810" w14:textId="708EAB7E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3C88B3" w14:textId="2C55FF1B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2.102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552188" w14:textId="7A286BDF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1.300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F42478" w14:textId="77777777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27BCB4" w14:textId="77777777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7F0634" w14:textId="77777777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B4D56" w:rsidRPr="005446F8" w14:paraId="5A1A07E0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D4AED0" w14:textId="7BBF4BA2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НИКОЛАЙ КОСТАДИНОВ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435BB2" w14:textId="74C58F58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21985A" w14:textId="5E9D63A4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DE829F" w14:textId="7360AB6D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45E401" w14:textId="5A1908CC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8.7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48D6D3" w14:textId="0D734E42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6.659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663C09" w14:textId="1B8DECC8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226.40</w:t>
            </w:r>
          </w:p>
        </w:tc>
      </w:tr>
      <w:tr w:rsidR="00FB4D56" w:rsidRPr="005446F8" w14:paraId="258F7221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B6EE88" w14:textId="2EC16DFA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НИКОЛАЙ КОСТАДИНОВ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E9C327" w14:textId="4DA4E7EF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F090CC" w14:textId="09B71DF8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EFD5F3" w14:textId="7CC0C0F3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EF9E13" w14:textId="4A62AD0A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8.19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900DBB" w14:textId="46954414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3.650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6B75B5" w14:textId="67619F3C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124.11</w:t>
            </w:r>
          </w:p>
        </w:tc>
      </w:tr>
      <w:tr w:rsidR="00FB4D56" w:rsidRPr="005446F8" w14:paraId="0C79A30C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F0C7D9" w14:textId="2726B72F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НИКОЛАЙ КОСТАДИНОВ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2F80B0" w14:textId="134E5F9E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68A3E6" w14:textId="02E8FB7F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6495B9" w14:textId="4089D624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D0A968" w14:textId="40B6E632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8.31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FFD465" w14:textId="43A9F60A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3.034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8409D2" w14:textId="6A50AA5B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103.15</w:t>
            </w:r>
          </w:p>
        </w:tc>
      </w:tr>
      <w:tr w:rsidR="00FB4D56" w:rsidRPr="005446F8" w14:paraId="226DB979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36F9A9" w14:textId="33A46543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НИКОЛАЙ КОСТАДИНОВ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149A37" w14:textId="44CD8D03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6D174E" w14:textId="5EAFD3D6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23F7AE" w14:textId="2558E758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E1C114" w14:textId="1CA7857B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8.2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B8E147" w14:textId="61B88DE8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2.412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A71F6F" w14:textId="0028EF67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82.00</w:t>
            </w:r>
          </w:p>
        </w:tc>
      </w:tr>
      <w:tr w:rsidR="00FB4D56" w:rsidRPr="005446F8" w14:paraId="04C4CA2D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7C433D" w14:textId="3D74E808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НИКОЛАЙ КОСТАДИНОВ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2C444A" w14:textId="48F65BCA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44AF84" w14:textId="2E2C374A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8.29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0E0C55" w14:textId="7151E2BA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2.399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FBE741" w14:textId="41F89DE2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E3824E" w14:textId="3E684A56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0AAE13" w14:textId="7651E26C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B4D56" w:rsidRPr="005446F8" w14:paraId="4F127950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CA1557" w14:textId="6D73F965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НИКОЛАЙ КОСТАДИНОВ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A156D1" w14:textId="15339367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8C49D9" w14:textId="7F650BCE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F9CCF8" w14:textId="41DABBD7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391657" w14:textId="76AA85B2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8.28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1AF60C" w14:textId="06D7EF1C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1.696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5E2085" w14:textId="24FCB8F3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57.66</w:t>
            </w:r>
          </w:p>
        </w:tc>
      </w:tr>
      <w:tr w:rsidR="00FB4D56" w:rsidRPr="005446F8" w14:paraId="7E1F4388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321A4A" w14:textId="0E500976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НИКОЛАЙ КОСТАДИНОВ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2775AE" w14:textId="2F87BCC6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DA6428" w14:textId="0561C7A8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8.10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414B77" w14:textId="133535B3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F8F4A9" w14:textId="77777777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CEEED5" w14:textId="77777777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AD2989" w14:textId="77777777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B4D56" w:rsidRPr="005446F8" w14:paraId="02F7E4BA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E9741B" w14:textId="7B59DA4F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НИКОЛАЙ КОСТАДИНОВ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182659" w14:textId="4118F113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83E598" w14:textId="2F317576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0BDA13" w14:textId="7FCB2403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B9ED6F" w14:textId="74E540CA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8.9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D68FC6" w14:textId="19F36BE3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1.399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56473E" w14:textId="2A7EA986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47.57</w:t>
            </w:r>
          </w:p>
        </w:tc>
      </w:tr>
      <w:tr w:rsidR="00FB4D56" w:rsidRPr="005446F8" w14:paraId="6FA845FB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4EAD1D" w14:textId="583A4D26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НИКОЛАЙ КОСТАДИНОВ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541B8F" w14:textId="4FAE91FB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B2179D" w14:textId="77232897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8.37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40B3A2" w14:textId="1AD923F7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1.369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382046" w14:textId="77777777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3AEFC7" w14:textId="77777777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0D70AD" w14:textId="77777777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B4D56" w:rsidRPr="005446F8" w14:paraId="3070DDCE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175FE6" w14:textId="17457EFE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НИКОЛАЙ КОСТАДИНОВ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C6D837" w14:textId="60259BF5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6191C5" w14:textId="77777777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21F999" w14:textId="77777777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7143E9" w14:textId="1DDCDD00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8.30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473FF8" w14:textId="3D16F80E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1.240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6E16E4" w14:textId="35370DA0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42.18</w:t>
            </w:r>
          </w:p>
        </w:tc>
      </w:tr>
      <w:tr w:rsidR="00FB4D56" w:rsidRPr="005446F8" w14:paraId="70B1D1BC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3FE417" w14:textId="1C12731E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НИКОЛАЙ КОСТАДИНОВ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1E0359" w14:textId="0AD6FE06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7341A1" w14:textId="74DBE187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8.4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A97E3A" w14:textId="3267DE79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1.226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5C4E83" w14:textId="55CE871F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8.4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3CD074" w14:textId="6F228ED2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0.408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15DC50" w14:textId="1BCDF0F9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13.87</w:t>
            </w:r>
          </w:p>
        </w:tc>
      </w:tr>
      <w:tr w:rsidR="00FB4D56" w:rsidRPr="005446F8" w14:paraId="2867441D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C31D59" w14:textId="46A23C79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НИКОЛАЙ КОСТАДИНОВ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498DC9" w14:textId="58F6DAC0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D1498A" w14:textId="1132EE11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8.25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FEEDBA" w14:textId="69E3AE62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1.200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F2D40F" w14:textId="77777777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BE14F9" w14:textId="77777777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375FE9" w14:textId="77777777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B4D56" w:rsidRPr="005446F8" w14:paraId="6C037D8C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78BA10" w14:textId="5EA5C5E2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НИКОЛАЙ КОСТАДИНОВ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86F05F" w14:textId="18A5589A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C05065" w14:textId="1A44DC32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8.26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D8EB09" w14:textId="5EC0323E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1.099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BDA8E2" w14:textId="77777777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04E69A" w14:textId="77777777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0F8F91" w14:textId="77777777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B4D56" w:rsidRPr="005446F8" w14:paraId="22C6F072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46FB09" w14:textId="0E546AB0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НИКОЛАЙ КОСТАДИНОВ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196B8D" w14:textId="578DA692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3FCD8D" w14:textId="6622E270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BD5F15" w14:textId="785B6AF3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F57FB3" w14:textId="703C1790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8.18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30AC0D" w14:textId="4C60D810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0.900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454723" w14:textId="3A4DB541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30.60</w:t>
            </w:r>
          </w:p>
        </w:tc>
      </w:tr>
      <w:tr w:rsidR="00FB4D56" w:rsidRPr="005446F8" w14:paraId="5F7F69D3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BD3EF9" w14:textId="522F577A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НИКОЛАЙ КОСТАДИНОВ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258F06" w14:textId="7D3BCD7E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ECDEB3" w14:textId="6FF870F2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286D3E" w14:textId="7F5160B8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F3B2CC" w14:textId="7A47435F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8.1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1F1CB1" w14:textId="1AF0833B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0.840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9C9150" w14:textId="17E741AF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28.56</w:t>
            </w:r>
          </w:p>
        </w:tc>
      </w:tr>
      <w:tr w:rsidR="00FB4D56" w:rsidRPr="005446F8" w14:paraId="03F89048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6555AB" w14:textId="1DCF827C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НИКОЛАЙ КОСТАДИНОВ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945603" w14:textId="3CCD9375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B4A992" w14:textId="3FEF3B42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DA493D" w14:textId="14BD5EEC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388519" w14:textId="359EC320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8.3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56E50D" w14:textId="26B07160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0.800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9DFCCF" w14:textId="59FA460B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27.18</w:t>
            </w:r>
          </w:p>
        </w:tc>
      </w:tr>
      <w:tr w:rsidR="00FB4D56" w:rsidRPr="005446F8" w14:paraId="7D3724BD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AE56BF" w14:textId="715DE97D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НИКОЛАЙ КОСТАДИНОВ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42B772" w14:textId="3AD343EA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849D5C" w14:textId="098489B7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95792A" w14:textId="34966A9B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55F037" w14:textId="55E14A3D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8.12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ED2B0C" w14:textId="3EE9E505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0.794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99469F" w14:textId="2E03C902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27.00</w:t>
            </w:r>
          </w:p>
        </w:tc>
      </w:tr>
      <w:tr w:rsidR="00FB4D56" w:rsidRPr="005446F8" w14:paraId="70D56E42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E7DF0D" w14:textId="6243238C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НИКОЛАЙ КОСТАДИНОВ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64C080" w14:textId="44B7992F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39D2FB" w14:textId="77777777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5FB0EB" w14:textId="77777777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12D0A8" w14:textId="527C8C6B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8.5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DB9A17" w14:textId="0F23D7BD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0.746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B3551F" w14:textId="6D183297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25.37</w:t>
            </w:r>
          </w:p>
        </w:tc>
      </w:tr>
      <w:tr w:rsidR="00FB4D56" w:rsidRPr="005446F8" w14:paraId="252E3B56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6FC607" w14:textId="5459CF41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НИКОЛАЙ КОСТАДИНОВ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0CBFB4" w14:textId="1470C8F5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2328F8" w14:textId="77777777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E77DFE" w14:textId="77777777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D9798D" w14:textId="45DA1866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8.27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18EEDC" w14:textId="5AE6E023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0.745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90698E" w14:textId="66318BCF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25.31</w:t>
            </w:r>
          </w:p>
        </w:tc>
      </w:tr>
      <w:tr w:rsidR="00FB4D56" w:rsidRPr="005446F8" w14:paraId="434CDC76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B73860" w14:textId="15CD7006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НИКОЛАЙ КОСТАДИНОВ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FAB2C4" w14:textId="054F5845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A8AE4A" w14:textId="1E0797E2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3349B7" w14:textId="3955721D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9FBCA3" w14:textId="4FFA0A7C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8.11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1473CF" w14:textId="46711276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0.600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ABA7B0" w14:textId="7ADE036B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20.40</w:t>
            </w:r>
          </w:p>
        </w:tc>
      </w:tr>
      <w:tr w:rsidR="00FB4D56" w:rsidRPr="005446F8" w14:paraId="64048A96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086C8C" w14:textId="323615CF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НИКОЛАЙ КОСТАДИНОВ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39095A" w14:textId="5FEF7C71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28C160" w14:textId="62C31EEE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8F4721" w14:textId="7BBB7D4E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A8B33B" w14:textId="0185D784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8.21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F083AD" w14:textId="06A99BFA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0.587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F841E4" w14:textId="33D18211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19.96</w:t>
            </w:r>
          </w:p>
        </w:tc>
      </w:tr>
      <w:tr w:rsidR="00FB4D56" w:rsidRPr="005446F8" w14:paraId="20D3BAE8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099462" w14:textId="077786A7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НИКОЛАЙ КОСТАДИНОВ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8E231B" w14:textId="0F7558E6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E5A2CB" w14:textId="07B150E1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A3135E" w14:textId="106B83F0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2B043E" w14:textId="23E02F6F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8.20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4EAB8C" w14:textId="6A88762C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0.510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17D85A" w14:textId="102A6B10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17.35</w:t>
            </w:r>
          </w:p>
        </w:tc>
      </w:tr>
      <w:tr w:rsidR="00FB4D56" w:rsidRPr="005446F8" w14:paraId="2D66E2D1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B27B48" w14:textId="465A045A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НИКОЛАЙ КОСТАДИНОВ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30359F" w14:textId="0665CBBD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860502" w14:textId="75411877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7AD4F4" w14:textId="2C91ED15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484318" w14:textId="0A45B960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8.17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42E13C" w14:textId="2FE555B1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0.349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C7A738" w14:textId="0C153B86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11.87</w:t>
            </w:r>
          </w:p>
        </w:tc>
      </w:tr>
      <w:tr w:rsidR="00FB4D56" w:rsidRPr="005446F8" w14:paraId="3B726583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35463A" w14:textId="25993D74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НИКОЛАЙ КОСТАДИНОВ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D3D924" w14:textId="02D74058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3E0B27" w14:textId="77777777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3E9F2C" w14:textId="77777777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6D4A2E" w14:textId="16CC2219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8.16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C38F78" w14:textId="3044E06B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0.200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63B061" w14:textId="5D62305A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6.80</w:t>
            </w:r>
          </w:p>
        </w:tc>
      </w:tr>
      <w:tr w:rsidR="00FB4D56" w:rsidRPr="005446F8" w14:paraId="01760E86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7E6C60" w14:textId="1AE5D17A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НИКОЛАЙ КОСТАДИНОВ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107364" w14:textId="7DA1F48E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27BF56" w14:textId="4AB5E11E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E41166" w14:textId="1881E834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7C30A6" w14:textId="492FF77A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8.15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632BCA" w14:textId="5035E1F4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0.100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93DC44" w14:textId="3E2A374A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3.40</w:t>
            </w:r>
          </w:p>
        </w:tc>
      </w:tr>
      <w:tr w:rsidR="00FB4D56" w:rsidRPr="005446F8" w14:paraId="6B9E40D6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851D7E" w14:textId="7497F011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НИКОЛАЙ КОСТАДИНОВ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C95D0B" w14:textId="03E1A262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03229F" w14:textId="4A976A2C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540D5F" w14:textId="4F9963D3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91C6A8" w14:textId="021F33CA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2.69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7F105F" w14:textId="021289FA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1.232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A3D139" w14:textId="1C43FB24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41.89</w:t>
            </w:r>
          </w:p>
        </w:tc>
      </w:tr>
      <w:tr w:rsidR="00FB4D56" w:rsidRPr="005446F8" w14:paraId="615439D3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84F595" w14:textId="77064AD8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НИКОЛАЙ КОСТАДИНОВ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CE0D7A" w14:textId="47723090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E7CB92" w14:textId="02BDD3F7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2.71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79A077" w14:textId="4779616E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1.069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0DDBF5" w14:textId="77777777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BC20F9" w14:textId="77777777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499133" w14:textId="77777777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B4D56" w:rsidRPr="005446F8" w14:paraId="27E21604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C9B293" w14:textId="169B835F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НИКОЛАЙ КОСТАДИНОВ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D4791C" w14:textId="670B85C9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36FA7D" w14:textId="60647705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348D03" w14:textId="4F6B3F33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1292D2" w14:textId="40186BA7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2.125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9736F7" w14:textId="03E6B446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0.200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246FCF" w14:textId="449E834C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6.80</w:t>
            </w:r>
          </w:p>
        </w:tc>
      </w:tr>
      <w:tr w:rsidR="00FB4D56" w:rsidRPr="005446F8" w14:paraId="7DA4B41F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A4B8AE" w14:textId="101FD859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НИКОЛАЙ КОСТАДИНОВ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4D9552" w14:textId="30BB8ABA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6647C6" w14:textId="5BC7C014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DC60BB" w14:textId="05D51D0A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77ABB1" w14:textId="25C5C47C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2.124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028343" w14:textId="2F0F8464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0.199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7272A2" w14:textId="0156C4C7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6.78</w:t>
            </w:r>
          </w:p>
        </w:tc>
      </w:tr>
      <w:tr w:rsidR="00FB4D56" w:rsidRPr="005446F8" w14:paraId="79637E15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610DA0" w14:textId="78C7AE9A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НИКОЛАЙ КОСТАДИНОВ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54ACCF" w14:textId="1F823F83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765A71" w14:textId="77777777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786157" w14:textId="77777777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3B1A9A" w14:textId="62CB4374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2.234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78512C" w14:textId="2AE7A231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0.199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CEECEA" w14:textId="1345FE9B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6.77</w:t>
            </w:r>
          </w:p>
        </w:tc>
      </w:tr>
      <w:tr w:rsidR="00FB4D56" w:rsidRPr="005446F8" w14:paraId="5C94DEA3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824FE7" w14:textId="7F453AC0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НИКОЛАЙ КОСТАДИНОВ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400093" w14:textId="1DEBCBAB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62CEF5" w14:textId="5AA0BD82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AA78C1" w14:textId="70A08F27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E73F62" w14:textId="79F11298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2.58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776014" w14:textId="30634941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1.206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ADB211" w14:textId="6BFE1C26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41.01</w:t>
            </w:r>
          </w:p>
        </w:tc>
      </w:tr>
      <w:tr w:rsidR="00FB4D56" w:rsidRPr="005446F8" w14:paraId="181D6271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CD3E01" w14:textId="0E8AE055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НИКОЛАЙ КОСТАДИНОВ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D0A201" w14:textId="00CCE08B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39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E3BABC" w14:textId="77777777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7F84E2" w14:textId="77777777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1989A0" w14:textId="4ECEE8CC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13.19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C18974" w14:textId="72C5ABB4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3.911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C3082D" w14:textId="24591CA4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132.96</w:t>
            </w:r>
          </w:p>
        </w:tc>
      </w:tr>
      <w:tr w:rsidR="00FB4D56" w:rsidRPr="005446F8" w14:paraId="4C6EB444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288235" w14:textId="09AC89FC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НИКОЛАЙ КОСТАДИНОВ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17F3DC" w14:textId="3B364A2F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39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F31922" w14:textId="2CC8CB69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13.18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1821DD" w14:textId="2E3048EC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3.198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D80682" w14:textId="0D6A4E0B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13.18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7E804C" w14:textId="4240BA56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1.065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0C99A2" w14:textId="483953E0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36.22</w:t>
            </w:r>
          </w:p>
        </w:tc>
      </w:tr>
      <w:tr w:rsidR="00FB4D56" w:rsidRPr="005446F8" w14:paraId="2E38ED45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0496D4" w14:textId="5A53A206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НИКОЛАЙ КОСТАДИНОВ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1AF00C" w14:textId="557B9E5D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39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77DC91" w14:textId="77777777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558935" w14:textId="77777777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7D8AA0" w14:textId="02773BFE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13.17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3BE3D4" w14:textId="33452976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1.965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A035B3" w14:textId="7F545175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66.80</w:t>
            </w:r>
          </w:p>
        </w:tc>
      </w:tr>
      <w:tr w:rsidR="00FB4D56" w:rsidRPr="005446F8" w14:paraId="320B075A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2DE5BC" w14:textId="60C5F22F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НИКОЛАЙ КОСТАДИНОВ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D34CF0" w14:textId="24E8D882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39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3B85C0" w14:textId="42E60660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870C8A" w14:textId="59162DC0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F8D249" w14:textId="13C6A821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13.16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A837A6" w14:textId="472CB69B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1.140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6BC255" w14:textId="19663021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38.78</w:t>
            </w:r>
          </w:p>
        </w:tc>
      </w:tr>
      <w:tr w:rsidR="00FB4D56" w:rsidRPr="005446F8" w14:paraId="7E7CF446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7B485F" w14:textId="005110F9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НИКОЛАЙ КОСТАДИНОВ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941A16" w14:textId="4104CFAA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39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B992F6" w14:textId="77777777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47C074" w14:textId="77777777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AF2138" w14:textId="709F70DE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13.26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9A3D95" w14:textId="2FB9E125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1.061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39479C" w14:textId="08FF22E2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36.07</w:t>
            </w:r>
          </w:p>
        </w:tc>
      </w:tr>
      <w:tr w:rsidR="00FB4D56" w:rsidRPr="005446F8" w14:paraId="7E91B7F6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EFF7B4" w14:textId="3EE9F4CB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НИКОЛАЙ КОСТАДИНОВ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FE9BCB" w14:textId="3060EE88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39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AB87B3" w14:textId="77777777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81A669" w14:textId="77777777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D9CF75" w14:textId="11ABA8A2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13.11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F86FA8" w14:textId="0170FE6F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0.758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E043B0" w14:textId="66DDA8E9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25.79</w:t>
            </w:r>
          </w:p>
        </w:tc>
      </w:tr>
      <w:tr w:rsidR="00FB4D56" w:rsidRPr="005446F8" w14:paraId="7DF8AA66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28B635" w14:textId="60A5E283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НИКОЛАЙ КОСТАДИНОВ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E2F801" w14:textId="56EFA829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39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5115A7" w14:textId="44D66702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B898F6" w14:textId="23CE8523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D0E16C" w14:textId="43130E4D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13.21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64ADB8" w14:textId="4D187EE8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0.553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69629A" w14:textId="3FC96971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18.80</w:t>
            </w:r>
          </w:p>
        </w:tc>
      </w:tr>
      <w:tr w:rsidR="00FB4D56" w:rsidRPr="005446F8" w14:paraId="68485752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086D4E" w14:textId="2CDEE1C1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НИКОЛАЙ КОСТАДИНОВ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562C65" w14:textId="7D876A73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39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F1E294" w14:textId="77777777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8E10F8" w14:textId="77777777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2DE5B1" w14:textId="4F0BA69A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13.25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D18AD9" w14:textId="0D034049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0.209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C86E9E" w14:textId="50C5D7EE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7.10</w:t>
            </w:r>
          </w:p>
        </w:tc>
      </w:tr>
      <w:tr w:rsidR="00FB4D56" w:rsidRPr="005446F8" w14:paraId="05F205BE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DE2476" w14:textId="50F9B421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НИКОЛАЙ КОСТАДИНОВ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29AC24" w14:textId="16803AB2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45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BDC2C9" w14:textId="26461735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E66D76" w14:textId="00A71E67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023CE9" w14:textId="505876EF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3.132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E75F7B" w14:textId="6CD79878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3.032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46CB4D" w14:textId="26013825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103.07</w:t>
            </w:r>
          </w:p>
        </w:tc>
      </w:tr>
      <w:tr w:rsidR="00FB4D56" w:rsidRPr="005446F8" w14:paraId="085D1EDD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F57B34" w14:textId="17D3A35C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НИКОЛАЙ КОСТАДИНОВ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84506F" w14:textId="2D2EB194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52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0E844C" w14:textId="735F343C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3.102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F62682" w14:textId="2663C7DA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1.262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302D54" w14:textId="72D0EA0E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47E320" w14:textId="256D7291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E14D3E" w14:textId="54E662E9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B4D56" w:rsidRPr="005446F8" w14:paraId="12B2E098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BD84F3" w14:textId="5CF6B8F4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НИКОЛАЙ КОСТАДИНОВ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A20FF5" w14:textId="002262C7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53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4AEDE3" w14:textId="4234229E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3.32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950D09" w14:textId="6520D553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4.052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21D793" w14:textId="77777777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582347" w14:textId="77777777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4E44D1" w14:textId="77777777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B4D56" w:rsidRPr="005446F8" w14:paraId="20024406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C13751" w14:textId="37A4B5C8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НИКОЛАЙ КОСТАДИНОВ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740D5B" w14:textId="44DE9153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53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314601" w14:textId="77777777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578E6D" w14:textId="77777777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FF9B07" w14:textId="2979E490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3.28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EB348F" w14:textId="44421FC2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3.386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4C23B2" w14:textId="37C93F34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115.11</w:t>
            </w:r>
          </w:p>
        </w:tc>
      </w:tr>
      <w:tr w:rsidR="00FB4D56" w:rsidRPr="005446F8" w14:paraId="01082A80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16B6F0" w14:textId="3E8A6CAE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НИКОЛАЙ КОСТАДИНОВ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74FBEA" w14:textId="5F78314A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53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F11AF8" w14:textId="576EE13C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A48990" w14:textId="7BDC8F35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3E419D" w14:textId="2107DB2C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3.31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67F7E1" w14:textId="456FE10E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0.970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9D5664" w14:textId="7019A728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33.00</w:t>
            </w:r>
          </w:p>
        </w:tc>
      </w:tr>
      <w:tr w:rsidR="00FB4D56" w:rsidRPr="005446F8" w14:paraId="74A11959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774B83" w14:textId="232E97E7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НИКОЛАЙ КОСТАДИНОВ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98C7FF" w14:textId="4D8641D3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54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3D2839" w14:textId="32980B61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3.25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3D0173" w14:textId="0DF945E8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1.633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6D849A" w14:textId="77777777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84CA09" w14:textId="77777777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4776AF" w14:textId="77777777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B4D56" w:rsidRPr="005446F8" w14:paraId="6DECB124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334EB8" w14:textId="2EFB9B91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lastRenderedPageBreak/>
              <w:t>НИКОЛАЙ КОСТАДИНОВ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5FBDBE" w14:textId="058BCBB1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54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FECDC9" w14:textId="7B9D90B2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294E7F" w14:textId="1A66FA50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B513A2" w14:textId="5F11F9C0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3.26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BF2236" w14:textId="4FA71A48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1.398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907532" w14:textId="58A82CB3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47.54</w:t>
            </w:r>
          </w:p>
        </w:tc>
      </w:tr>
      <w:tr w:rsidR="00FB4D56" w:rsidRPr="005446F8" w14:paraId="51764B4B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835764" w14:textId="46C7A21F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НИКОЛАЙ КОСТАДИНОВ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BC7EBB" w14:textId="73A369F5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55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5698E3" w14:textId="77777777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3404D8" w14:textId="77777777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AABE25" w14:textId="5F24CF04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3.231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4D45AA" w14:textId="2226C5C4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0.327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767BBF" w14:textId="447DA69A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11.12</w:t>
            </w:r>
          </w:p>
        </w:tc>
      </w:tr>
      <w:tr w:rsidR="00FB4D56" w:rsidRPr="005446F8" w14:paraId="09247AFC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21D45F" w14:textId="236D36D7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НИКОЛАЙ КОСТАДИНОВ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DD395F" w14:textId="2FDDA83A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55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EECAD3" w14:textId="114CA4D6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E7EE46" w14:textId="21E2B529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ACC34E" w14:textId="658B95E8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3.228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CD52F1" w14:textId="3702C125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0.313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F3A597" w14:textId="7FB87670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10.64</w:t>
            </w:r>
          </w:p>
        </w:tc>
      </w:tr>
      <w:tr w:rsidR="00FB4D56" w:rsidRPr="005446F8" w14:paraId="2C92D9EB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FAF4F4" w14:textId="62A4AA43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НИКОЛАЙ КОСТАДИНОВ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940A70" w14:textId="6224A4AE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55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611D57" w14:textId="77777777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AF645B" w14:textId="77777777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A9B10E" w14:textId="32CE86F8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3.229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FA3030" w14:textId="381CB72E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0.210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1793EE" w14:textId="40AC2672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7.13</w:t>
            </w:r>
          </w:p>
        </w:tc>
      </w:tr>
      <w:tr w:rsidR="00FB4D56" w:rsidRPr="005446F8" w14:paraId="64774130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8D0583" w14:textId="274BA8E0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НИКОЛАЙ КОСТАДИНОВ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1936D9" w14:textId="1C9A5B77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55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5A0EE1" w14:textId="77777777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F9A4E1" w14:textId="11BB91BF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372F17" w14:textId="68B39FA5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3.230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168003" w14:textId="4E007EB7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0.163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39DA44" w14:textId="040A2367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5.54</w:t>
            </w:r>
          </w:p>
        </w:tc>
      </w:tr>
      <w:tr w:rsidR="00FB4D56" w:rsidRPr="005446F8" w14:paraId="0E6E435D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EA7FF5" w14:textId="13FCCFA2" w:rsidR="00FB4D56" w:rsidRPr="00B65A97" w:rsidRDefault="00FB4D56" w:rsidP="00FB4D56">
            <w:pPr>
              <w:tabs>
                <w:tab w:val="left" w:pos="2295"/>
              </w:tabs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НИКОЛАЙ КОСТАДИНОВ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3BCA52" w14:textId="64B62994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55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CD9BCF" w14:textId="77777777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DF1CE1" w14:textId="71A0E480" w:rsidR="00FB4D56" w:rsidRPr="00C20542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63C4EB" w14:textId="3B6607A8" w:rsidR="00FB4D56" w:rsidRPr="00C20542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b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3.227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865BC4" w14:textId="5440794B" w:rsidR="00FB4D56" w:rsidRPr="00C20542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0.146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7B335D" w14:textId="487A141A" w:rsidR="00FB4D56" w:rsidRPr="00C20542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4.97</w:t>
            </w:r>
          </w:p>
        </w:tc>
      </w:tr>
      <w:tr w:rsidR="00FB4D56" w:rsidRPr="005446F8" w14:paraId="591459C3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119B09" w14:textId="7CC47B3B" w:rsidR="00FB4D56" w:rsidRPr="00A9794F" w:rsidRDefault="00FB4D56" w:rsidP="00FB4D56">
            <w:pPr>
              <w:tabs>
                <w:tab w:val="left" w:pos="2295"/>
              </w:tabs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НИКОЛАЙ КОСТАДИНОВ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757107" w14:textId="18B88E22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56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7DDB54" w14:textId="77777777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5411C9" w14:textId="77777777" w:rsidR="00FB4D56" w:rsidRPr="00C20542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3B37EC" w14:textId="7B316007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3.19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DCFB6D" w14:textId="303DD6CB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1.041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A66243" w14:textId="4F65F31A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35.39</w:t>
            </w:r>
          </w:p>
        </w:tc>
      </w:tr>
      <w:tr w:rsidR="00FB4D56" w:rsidRPr="005446F8" w14:paraId="66A7583F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8A1A3C" w14:textId="3CF15E73" w:rsidR="00FB4D56" w:rsidRPr="00A9794F" w:rsidRDefault="00FB4D56" w:rsidP="00FB4D56">
            <w:pPr>
              <w:tabs>
                <w:tab w:val="left" w:pos="2295"/>
              </w:tabs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НИКОЛАЙ КОСТАДИНОВ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1D6C53" w14:textId="12C13B65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66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D1A802" w14:textId="77777777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27384F" w14:textId="77777777" w:rsidR="00FB4D56" w:rsidRPr="00C20542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A7F19C" w14:textId="1A104E76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2.91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ECCF61" w14:textId="7E9EC441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1.607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DC90AE" w14:textId="2BDBE514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54.63</w:t>
            </w:r>
          </w:p>
        </w:tc>
      </w:tr>
      <w:tr w:rsidR="00FB4D56" w:rsidRPr="005446F8" w14:paraId="33632083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0F1B88" w14:textId="7CE31C53" w:rsidR="00FB4D56" w:rsidRPr="00A9794F" w:rsidRDefault="00FB4D56" w:rsidP="00FB4D56">
            <w:pPr>
              <w:tabs>
                <w:tab w:val="left" w:pos="2295"/>
              </w:tabs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НИКОЛАЙ КОСТАДИНОВ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9FDF9D" w14:textId="2FC29B15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66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524E25" w14:textId="77777777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8CBF8E" w14:textId="77777777" w:rsidR="00FB4D56" w:rsidRPr="00C20542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9D6375" w14:textId="57C44314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2.92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FD542C" w14:textId="1F4E36ED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1.087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92FF90" w14:textId="169DE1B7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36.94</w:t>
            </w:r>
          </w:p>
        </w:tc>
      </w:tr>
      <w:tr w:rsidR="00FB4D56" w:rsidRPr="005446F8" w14:paraId="682A05CD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66891F" w14:textId="2F2D8435" w:rsidR="00FB4D56" w:rsidRPr="00A9794F" w:rsidRDefault="00FB4D56" w:rsidP="00FB4D56">
            <w:pPr>
              <w:tabs>
                <w:tab w:val="left" w:pos="2295"/>
              </w:tabs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НИКОЛАЙ КОСТАДИНОВ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A74A78" w14:textId="0035ACF7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66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E0C020" w14:textId="77777777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375FFE" w14:textId="77777777" w:rsidR="00FB4D56" w:rsidRPr="00C20542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6A8159" w14:textId="26392CB0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2.93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F0E05E" w14:textId="7A74352D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1.033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DC2FFF" w14:textId="5728F462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35.14</w:t>
            </w:r>
          </w:p>
        </w:tc>
      </w:tr>
      <w:tr w:rsidR="00FB4D56" w:rsidRPr="005446F8" w14:paraId="7FC657F3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850E12" w14:textId="77290567" w:rsidR="00FB4D56" w:rsidRPr="00A9794F" w:rsidRDefault="00FB4D56" w:rsidP="00FB4D56">
            <w:pPr>
              <w:tabs>
                <w:tab w:val="left" w:pos="2295"/>
              </w:tabs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НИКОЛАЙ КОСТАДИНОВ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799D48" w14:textId="7BC131A2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85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93BDB5" w14:textId="77777777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E1879F" w14:textId="77777777" w:rsidR="00FB4D56" w:rsidRPr="00C20542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1CA173" w14:textId="3D99FF60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3.24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6A8595" w14:textId="57E6D287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1.812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935F93" w14:textId="4D2757EA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61.60</w:t>
            </w:r>
          </w:p>
        </w:tc>
      </w:tr>
      <w:tr w:rsidR="00FB4D56" w:rsidRPr="005446F8" w14:paraId="1D666BB0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AEA55C" w14:textId="7D3DF183" w:rsidR="00FB4D56" w:rsidRPr="00A9794F" w:rsidRDefault="00FB4D56" w:rsidP="00FB4D56">
            <w:pPr>
              <w:tabs>
                <w:tab w:val="left" w:pos="2295"/>
              </w:tabs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НИКОЛАЙ КОСТАДИНОВ СИМЕОНОВ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0A90D0" w14:textId="4C671FBB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85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6265F7" w14:textId="2B392D90" w:rsidR="00FB4D56" w:rsidRPr="00911624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3.25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EE6582" w14:textId="4B95C4FA" w:rsidR="00FB4D56" w:rsidRPr="00C20542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0.131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B90F95" w14:textId="77777777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979B6C" w14:textId="77777777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326555" w14:textId="77777777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B4D56" w:rsidRPr="005446F8" w14:paraId="1C7F0A40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2DEE1B" w14:textId="50B90860" w:rsidR="00FB4D56" w:rsidRPr="00A9794F" w:rsidRDefault="00FB4D56" w:rsidP="00FB4D56">
            <w:pPr>
              <w:tabs>
                <w:tab w:val="left" w:pos="2295"/>
              </w:tabs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 w:rsidRPr="00A9794F"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 w:rsidRPr="00A9794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A9794F"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 w:rsidRPr="00A9794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A9794F"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 w:rsidRPr="00A9794F"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148FF3" w14:textId="77777777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E326C8" w14:textId="77777777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53A7C3" w14:textId="65831D85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b/>
                <w:bCs/>
                <w:sz w:val="18"/>
                <w:szCs w:val="18"/>
              </w:rPr>
              <w:t>23.385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57CD44" w14:textId="77777777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6A72FB" w14:textId="72105E91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b/>
                <w:bCs/>
                <w:sz w:val="18"/>
                <w:szCs w:val="18"/>
              </w:rPr>
              <w:t>59.654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C9F9BF" w14:textId="7908C60D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b/>
                <w:bCs/>
                <w:sz w:val="18"/>
                <w:szCs w:val="18"/>
              </w:rPr>
              <w:t>2028.23</w:t>
            </w:r>
          </w:p>
        </w:tc>
      </w:tr>
      <w:tr w:rsidR="00FB4D56" w:rsidRPr="005446F8" w14:paraId="674BC0C2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D21B62" w14:textId="602ED1DA" w:rsidR="00FB4D56" w:rsidRPr="00A9794F" w:rsidRDefault="00FB4D56" w:rsidP="00FB4D56">
            <w:pPr>
              <w:tabs>
                <w:tab w:val="left" w:pos="2295"/>
              </w:tabs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ОГНЕМИРА ОГНЯНОВА ВАСИЛЕВА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715B10" w14:textId="7F35904D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106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BF5432" w14:textId="44EDE0B2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6.42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0DE4C6" w14:textId="74D1D6EA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1.600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0E34E8" w14:textId="77777777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106BDD" w14:textId="77777777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06F758" w14:textId="77777777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FB4D56" w:rsidRPr="005446F8" w14:paraId="7C06606A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9F5CDA" w14:textId="1BADBCA5" w:rsidR="00FB4D56" w:rsidRPr="00A9794F" w:rsidRDefault="00FB4D56" w:rsidP="00FB4D56">
            <w:pPr>
              <w:tabs>
                <w:tab w:val="left" w:pos="2295"/>
              </w:tabs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ОГНЕМИРА ОГНЯНОВА ВАСИЛЕВА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BA0DCE" w14:textId="732ABC69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106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B0865B" w14:textId="77777777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1F27D3" w14:textId="77777777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47B088" w14:textId="498B0A5F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6.41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4C13F1" w14:textId="7619ACA9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1.424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A5E9C7" w14:textId="5201BA8B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48.43</w:t>
            </w:r>
          </w:p>
        </w:tc>
      </w:tr>
      <w:tr w:rsidR="00FB4D56" w:rsidRPr="005446F8" w14:paraId="0AF45E93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AF884E" w14:textId="5BDCF39C" w:rsidR="00FB4D56" w:rsidRPr="00A9794F" w:rsidRDefault="00FB4D56" w:rsidP="00FB4D56">
            <w:pPr>
              <w:tabs>
                <w:tab w:val="left" w:pos="2295"/>
              </w:tabs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ОГНЕМИРА ОГНЯНОВА ВАСИЛЕВА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0CE464" w14:textId="467A8914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111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A2A8D2" w14:textId="77777777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3347A0" w14:textId="77777777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4F759B" w14:textId="65E9A333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31.238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5F82CA" w14:textId="4F26BAB0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5.597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296429" w14:textId="1BD4BFA4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190.29</w:t>
            </w:r>
          </w:p>
        </w:tc>
      </w:tr>
      <w:tr w:rsidR="00FB4D56" w:rsidRPr="005446F8" w14:paraId="3D01359B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761812" w14:textId="7272530C" w:rsidR="00FB4D56" w:rsidRPr="00A9794F" w:rsidRDefault="00FB4D56" w:rsidP="00FB4D56">
            <w:pPr>
              <w:tabs>
                <w:tab w:val="left" w:pos="2295"/>
              </w:tabs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ОГНЕМИРА ОГНЯНОВА ВАСИЛЕВА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861DA3" w14:textId="26E8E819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112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2BF1C6" w14:textId="77777777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E7008F" w14:textId="77777777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0D60A9" w14:textId="501CE0EC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15.1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42371E" w14:textId="7EED8F67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5.633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496052" w14:textId="7AA3622B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191.52</w:t>
            </w:r>
          </w:p>
        </w:tc>
      </w:tr>
      <w:tr w:rsidR="00FB4D56" w:rsidRPr="005446F8" w14:paraId="67765C82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8C4CEA" w14:textId="42C7E57B" w:rsidR="00FB4D56" w:rsidRPr="00A9794F" w:rsidRDefault="00FB4D56" w:rsidP="00FB4D56">
            <w:pPr>
              <w:tabs>
                <w:tab w:val="left" w:pos="2295"/>
              </w:tabs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 w:rsidRPr="00A9794F"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 w:rsidRPr="00A9794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A9794F"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 w:rsidRPr="00A9794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A9794F"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 w:rsidRPr="00A9794F"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6F838D" w14:textId="77777777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168A33" w14:textId="77777777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C06F11" w14:textId="09BB7C00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b/>
                <w:bCs/>
                <w:sz w:val="18"/>
                <w:szCs w:val="18"/>
              </w:rPr>
              <w:t>1.600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719CEA" w14:textId="77777777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9DB0A0" w14:textId="7890B715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b/>
                <w:bCs/>
                <w:sz w:val="18"/>
                <w:szCs w:val="18"/>
              </w:rPr>
              <w:t>12.654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8DA817" w14:textId="62CC8B7A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b/>
                <w:bCs/>
                <w:sz w:val="18"/>
                <w:szCs w:val="18"/>
              </w:rPr>
              <w:t>430.24</w:t>
            </w:r>
          </w:p>
        </w:tc>
      </w:tr>
      <w:tr w:rsidR="00FB4D56" w:rsidRPr="005446F8" w14:paraId="7D0E2796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35E796" w14:textId="23119AFB" w:rsidR="00FB4D56" w:rsidRPr="00A9794F" w:rsidRDefault="00FB4D56" w:rsidP="00FB4D56">
            <w:pPr>
              <w:tabs>
                <w:tab w:val="left" w:pos="2295"/>
              </w:tabs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РУМЕН ГЕОРГИЕВ СТАНОЕВ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025092" w14:textId="757361D4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48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D993CF" w14:textId="77777777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082A77" w14:textId="77777777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5205E4" w14:textId="667CE944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6.44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B8D140" w14:textId="610DBB3B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5.599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403A6D" w14:textId="66D4A4FE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190.37</w:t>
            </w:r>
          </w:p>
        </w:tc>
      </w:tr>
      <w:tr w:rsidR="00FB4D56" w:rsidRPr="005446F8" w14:paraId="3B9C3457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77979B" w14:textId="7290B3A9" w:rsidR="00FB4D56" w:rsidRPr="00A9794F" w:rsidRDefault="00FB4D56" w:rsidP="00FB4D56">
            <w:pPr>
              <w:tabs>
                <w:tab w:val="left" w:pos="2295"/>
              </w:tabs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РУМЕН ГЕОРГИЕВ СТАНОЕВ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FFC903" w14:textId="3449543B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48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CF384E" w14:textId="7C311C65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6.43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AFD55D" w14:textId="031B3B0B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5.500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992022" w14:textId="77777777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729FE7" w14:textId="77777777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6D3BCF" w14:textId="77777777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B4D56" w:rsidRPr="005446F8" w14:paraId="5FC670AD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49A058" w14:textId="5ADD7EDA" w:rsidR="00FB4D56" w:rsidRPr="00A9794F" w:rsidRDefault="00FB4D56" w:rsidP="00FB4D56">
            <w:pPr>
              <w:tabs>
                <w:tab w:val="left" w:pos="2295"/>
              </w:tabs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РУМЕН ГЕОРГИЕВ СТАНОЕВ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993AE5" w14:textId="7E586182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48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751E63" w14:textId="1FA1C325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6.53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1B8279" w14:textId="1BC8334B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5.200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6932DF" w14:textId="77777777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D189D3" w14:textId="77777777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A1444F" w14:textId="77777777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B4D56" w:rsidRPr="005446F8" w14:paraId="37B74359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5495D7" w14:textId="0C9F8E38" w:rsidR="00FB4D56" w:rsidRPr="00A9794F" w:rsidRDefault="00FB4D56" w:rsidP="00FB4D56">
            <w:pPr>
              <w:tabs>
                <w:tab w:val="left" w:pos="2295"/>
              </w:tabs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РУМЕН ГЕОРГИЕВ СТАНОЕВ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0514AD" w14:textId="601FA87F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48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F6F3D6" w14:textId="77777777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F51B0D" w14:textId="77777777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1BB868" w14:textId="39900C25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6.56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7E6332" w14:textId="662EB284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3.999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B040EA" w14:textId="2883724F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135.97</w:t>
            </w:r>
          </w:p>
        </w:tc>
      </w:tr>
      <w:tr w:rsidR="00FB4D56" w:rsidRPr="005446F8" w14:paraId="51ACC63B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450A34" w14:textId="6C3DA74A" w:rsidR="00FB4D56" w:rsidRPr="00A9794F" w:rsidRDefault="00FB4D56" w:rsidP="00FB4D56">
            <w:pPr>
              <w:tabs>
                <w:tab w:val="left" w:pos="2295"/>
              </w:tabs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РУМЕН ГЕОРГИЕВ СТАНОЕВ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A5229E" w14:textId="1447A444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48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2DC3F2" w14:textId="1B758B37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6.54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C2DC66" w14:textId="076A6D8A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3.999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8E2BD1" w14:textId="77777777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33C704" w14:textId="77777777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66D958" w14:textId="77777777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B4D56" w:rsidRPr="005446F8" w14:paraId="46C4F274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644AE4" w14:textId="0C963831" w:rsidR="00FB4D56" w:rsidRPr="00A9794F" w:rsidRDefault="00FB4D56" w:rsidP="00FB4D56">
            <w:pPr>
              <w:tabs>
                <w:tab w:val="left" w:pos="2295"/>
              </w:tabs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РУМЕН ГЕОРГИЕВ СТАНОЕВ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9A0790" w14:textId="79F6606D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48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20E72C" w14:textId="7BDE3160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6.57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513DE0" w14:textId="161932C7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3.978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BFB1BD" w14:textId="77777777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1260C6" w14:textId="77777777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175FDA" w14:textId="77777777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B4D56" w:rsidRPr="005446F8" w14:paraId="7C45A885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86DEA5" w14:textId="175EF6AC" w:rsidR="00FB4D56" w:rsidRPr="00A9794F" w:rsidRDefault="00FB4D56" w:rsidP="00FB4D56">
            <w:pPr>
              <w:tabs>
                <w:tab w:val="left" w:pos="2295"/>
              </w:tabs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РУМЕН ГЕОРГИЕВ СТАНОЕВ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18555B" w14:textId="3129DDCE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48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8F4FCF" w14:textId="77777777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F5AA8B" w14:textId="77777777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9C5104" w14:textId="2E2EFFF4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6.60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DCDAF9" w14:textId="5C1DFE7E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3.978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C9581A" w14:textId="05B91339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135.24</w:t>
            </w:r>
          </w:p>
        </w:tc>
      </w:tr>
      <w:tr w:rsidR="00FB4D56" w:rsidRPr="005446F8" w14:paraId="14936C67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9D32BB" w14:textId="76B26AE1" w:rsidR="00FB4D56" w:rsidRPr="00A9794F" w:rsidRDefault="00FB4D56" w:rsidP="00FB4D56">
            <w:pPr>
              <w:tabs>
                <w:tab w:val="left" w:pos="2295"/>
              </w:tabs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РУМЕН ГЕОРГИЕВ СТАНОЕВ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AFE9ED" w14:textId="35BB342C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48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AE1990" w14:textId="77777777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179BE0" w14:textId="77777777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C3D63D" w14:textId="69CD4E54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6.59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FEB15B" w14:textId="0442DE43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3.977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E6F008" w14:textId="1455597A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135.21</w:t>
            </w:r>
          </w:p>
        </w:tc>
      </w:tr>
      <w:tr w:rsidR="00FB4D56" w:rsidRPr="005446F8" w14:paraId="13858F32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5A8570" w14:textId="05D325EB" w:rsidR="00FB4D56" w:rsidRPr="00A9794F" w:rsidRDefault="00FB4D56" w:rsidP="00FB4D56">
            <w:pPr>
              <w:tabs>
                <w:tab w:val="left" w:pos="2295"/>
              </w:tabs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РУМЕН ГЕОРГИЕВ СТАНОЕВ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BDD614" w14:textId="1062570E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48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CAA68B" w14:textId="27B26DC8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6.66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63DDD7" w14:textId="032A6641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3.500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42558E" w14:textId="77777777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D8D0E5" w14:textId="77777777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D2D6C1" w14:textId="77777777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B4D56" w:rsidRPr="005446F8" w14:paraId="285353CC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954048" w14:textId="1FC27641" w:rsidR="00FB4D56" w:rsidRPr="00A9794F" w:rsidRDefault="00FB4D56" w:rsidP="00FB4D56">
            <w:pPr>
              <w:tabs>
                <w:tab w:val="left" w:pos="2295"/>
              </w:tabs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РУМЕН ГЕОРГИЕВ СТАНОЕВ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CFF02D" w14:textId="023F577C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48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3D9A42" w14:textId="530BE88B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6.55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539A62" w14:textId="0AE4F4B1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3.299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569B96" w14:textId="77777777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9B983E" w14:textId="77777777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2C58B2" w14:textId="77777777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B4D56" w:rsidRPr="005446F8" w14:paraId="1113B4A3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8607FE" w14:textId="3C05837E" w:rsidR="00FB4D56" w:rsidRPr="00A9794F" w:rsidRDefault="00FB4D56" w:rsidP="00FB4D56">
            <w:pPr>
              <w:tabs>
                <w:tab w:val="left" w:pos="2295"/>
              </w:tabs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РУМЕН ГЕОРГИЕВ СТАНОЕВ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EDA85D" w14:textId="3A924E0B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48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60D2D3" w14:textId="77777777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84B6BB" w14:textId="77777777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62E1C0" w14:textId="19C8CA99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6.46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7B56F9" w14:textId="471117D0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2.975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C44839" w14:textId="75CB644B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101.16</w:t>
            </w:r>
          </w:p>
        </w:tc>
      </w:tr>
      <w:tr w:rsidR="00FB4D56" w:rsidRPr="005446F8" w14:paraId="1565DE16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6CCB34" w14:textId="0005A82B" w:rsidR="00FB4D56" w:rsidRPr="00A9794F" w:rsidRDefault="00FB4D56" w:rsidP="00FB4D56">
            <w:pPr>
              <w:tabs>
                <w:tab w:val="left" w:pos="2295"/>
              </w:tabs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РУМЕН ГЕОРГИЕВ СТАНОЕВ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BC48E8" w14:textId="7411399B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48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45BCE8" w14:textId="53DBF428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6.48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6CD4D8" w14:textId="38328C1B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2E1DA9" w14:textId="77777777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34C944" w14:textId="77777777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1A0CB2" w14:textId="77777777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B4D56" w:rsidRPr="005446F8" w14:paraId="0D5172DD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F6BCCC" w14:textId="08B05324" w:rsidR="00FB4D56" w:rsidRPr="00A9794F" w:rsidRDefault="00FB4D56" w:rsidP="00FB4D56">
            <w:pPr>
              <w:tabs>
                <w:tab w:val="left" w:pos="2295"/>
              </w:tabs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РУМЕН ГЕОРГИЕВ СТАНОЕВ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B58B11" w14:textId="6F725129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48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A4E46A" w14:textId="77777777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DB9D29" w14:textId="77777777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29020B" w14:textId="0FA07DDF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6.52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4012CD" w14:textId="1B097DC0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1.499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1DFBCC" w14:textId="5629E8E5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50.97</w:t>
            </w:r>
          </w:p>
        </w:tc>
      </w:tr>
      <w:tr w:rsidR="00FB4D56" w:rsidRPr="005446F8" w14:paraId="372030D3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FF48CD" w14:textId="68FDE09F" w:rsidR="00FB4D56" w:rsidRPr="00A9794F" w:rsidRDefault="00FB4D56" w:rsidP="00FB4D56">
            <w:pPr>
              <w:tabs>
                <w:tab w:val="left" w:pos="2295"/>
              </w:tabs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РУМЕН ГЕОРГИЕВ СТАНОЕВ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98A182" w14:textId="6E9F2906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48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78EB8A" w14:textId="6AF5AF48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6.49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F0FBE0" w14:textId="6E5250C5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FBAC0C" w14:textId="77777777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0422F4" w14:textId="77777777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BD8EE8" w14:textId="77777777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B4D56" w:rsidRPr="005446F8" w14:paraId="44C5330C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C6BA54" w14:textId="5C442541" w:rsidR="00FB4D56" w:rsidRPr="00A9794F" w:rsidRDefault="00FB4D56" w:rsidP="00FB4D56">
            <w:pPr>
              <w:tabs>
                <w:tab w:val="left" w:pos="2295"/>
              </w:tabs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РУМЕН ГЕОРГИЕВ СТАНОЕВ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E6ED73" w14:textId="3D561CE9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48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3032D1" w14:textId="2B9FD882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6.50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1A2DD4" w14:textId="2E41C01B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0.601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5CF6D0" w14:textId="77777777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752E6E" w14:textId="77777777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82F387" w14:textId="77777777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B4D56" w:rsidRPr="005446F8" w14:paraId="4AFFA29C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94C917" w14:textId="4C0E0CA5" w:rsidR="00FB4D56" w:rsidRPr="00A9794F" w:rsidRDefault="00FB4D56" w:rsidP="00FB4D56">
            <w:pPr>
              <w:tabs>
                <w:tab w:val="left" w:pos="2295"/>
              </w:tabs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РУМЕН ГЕОРГИЕВ СТАНОЕВ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F35FE0" w14:textId="5207E4D7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48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B22390" w14:textId="77777777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0B29A5" w14:textId="77777777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499315" w14:textId="13E2F036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6.74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9C5515" w14:textId="042614DF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0.481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78F945" w14:textId="43FB6CE7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16.36</w:t>
            </w:r>
          </w:p>
        </w:tc>
      </w:tr>
      <w:tr w:rsidR="00FB4D56" w:rsidRPr="005446F8" w14:paraId="1B8A1280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22F2EF" w14:textId="1AF4793E" w:rsidR="00FB4D56" w:rsidRPr="00A9794F" w:rsidRDefault="00FB4D56" w:rsidP="00FB4D56">
            <w:pPr>
              <w:tabs>
                <w:tab w:val="left" w:pos="2295"/>
              </w:tabs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 w:rsidRPr="00A9794F"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 w:rsidRPr="00A9794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A9794F"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 w:rsidRPr="00A9794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A9794F"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 w:rsidRPr="00A9794F"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CEA9CC" w14:textId="77777777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54AAF5" w14:textId="77777777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2F6D84" w14:textId="2FDBF09A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b/>
                <w:bCs/>
                <w:sz w:val="18"/>
                <w:szCs w:val="18"/>
              </w:rPr>
              <w:t>28.577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894C2E" w14:textId="77777777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3C317E" w14:textId="23AA1CD0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b/>
                <w:bCs/>
                <w:sz w:val="18"/>
                <w:szCs w:val="18"/>
              </w:rPr>
              <w:t>22.508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436BC4" w14:textId="50201B5F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b/>
                <w:bCs/>
                <w:sz w:val="18"/>
                <w:szCs w:val="18"/>
              </w:rPr>
              <w:t>765.27</w:t>
            </w:r>
          </w:p>
        </w:tc>
      </w:tr>
      <w:tr w:rsidR="00FB4D56" w:rsidRPr="005446F8" w14:paraId="6869AF6A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7E188B" w14:textId="397B5B7C" w:rsidR="00FB4D56" w:rsidRPr="00A9794F" w:rsidRDefault="00FB4D56" w:rsidP="00FB4D56">
            <w:pPr>
              <w:tabs>
                <w:tab w:val="left" w:pos="2295"/>
              </w:tabs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СТРАХИЛ МЛАДЕНОВ СИМОВ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80885A" w14:textId="4C71860D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FBC847" w14:textId="77777777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3F0EA1" w14:textId="77777777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211139" w14:textId="3A30910A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12.31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9EB6A3" w14:textId="7439112F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5.168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D159AA" w14:textId="4C552F23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175.71</w:t>
            </w:r>
          </w:p>
        </w:tc>
      </w:tr>
      <w:tr w:rsidR="00FB4D56" w:rsidRPr="005446F8" w14:paraId="4CB39929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68B91E" w14:textId="21079649" w:rsidR="00FB4D56" w:rsidRPr="00A9794F" w:rsidRDefault="00FB4D56" w:rsidP="00FB4D56">
            <w:pPr>
              <w:tabs>
                <w:tab w:val="left" w:pos="2295"/>
              </w:tabs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СТРАХИЛ МЛАДЕНОВ СИМОВ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9288CA" w14:textId="3B1D2092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96A5DE" w14:textId="677767C3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12.22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66127B" w14:textId="6AD4A52A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3.322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DFFAE8" w14:textId="77777777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A98ACB" w14:textId="77777777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3E78F8" w14:textId="77777777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B4D56" w:rsidRPr="005446F8" w14:paraId="6B4860F5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EEB160" w14:textId="52BC9136" w:rsidR="00FB4D56" w:rsidRPr="00A9794F" w:rsidRDefault="00FB4D56" w:rsidP="00FB4D56">
            <w:pPr>
              <w:tabs>
                <w:tab w:val="left" w:pos="2295"/>
              </w:tabs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СТРАХИЛ МЛАДЕНОВ СИМОВ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175E43" w14:textId="271BA859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87CE28" w14:textId="77777777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FCDFFA" w14:textId="77777777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293A2F" w14:textId="6B162F1A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12.12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A9F80A" w14:textId="4D19F14E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2.781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9D5EBD" w14:textId="774B16B9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94.55</w:t>
            </w:r>
          </w:p>
        </w:tc>
      </w:tr>
      <w:tr w:rsidR="00FB4D56" w:rsidRPr="005446F8" w14:paraId="33F2769C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963D24" w14:textId="77BD1CC8" w:rsidR="00FB4D56" w:rsidRPr="00A9794F" w:rsidRDefault="00FB4D56" w:rsidP="00FB4D56">
            <w:pPr>
              <w:tabs>
                <w:tab w:val="left" w:pos="2295"/>
              </w:tabs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СТРАХИЛ МЛАДЕНОВ СИМОВ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B46A2B" w14:textId="2D060F65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59B029" w14:textId="77777777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C80C1A" w14:textId="77777777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854146" w14:textId="5C8952C2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12.15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25EFC6" w14:textId="1B38B7BE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6C5480" w14:textId="69EDB0A3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68.00</w:t>
            </w:r>
          </w:p>
        </w:tc>
      </w:tr>
      <w:tr w:rsidR="00FB4D56" w:rsidRPr="005446F8" w14:paraId="6C615953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DC4DFF" w14:textId="6DACC3B4" w:rsidR="00FB4D56" w:rsidRPr="00A9794F" w:rsidRDefault="00FB4D56" w:rsidP="00FB4D56">
            <w:pPr>
              <w:tabs>
                <w:tab w:val="left" w:pos="2295"/>
              </w:tabs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СТРАХИЛ МЛАДЕНОВ СИМОВ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A9160F" w14:textId="17DCC8A7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C04956" w14:textId="77777777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CA6D3D" w14:textId="77777777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CDA6E2" w14:textId="0C0A76AD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12.16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881142" w14:textId="087793AF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0ACCD8" w14:textId="6E6942F7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68.00</w:t>
            </w:r>
          </w:p>
        </w:tc>
      </w:tr>
      <w:tr w:rsidR="00FB4D56" w:rsidRPr="005446F8" w14:paraId="7A1F4489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256F27" w14:textId="1C9527BE" w:rsidR="00FB4D56" w:rsidRPr="00A9794F" w:rsidRDefault="00FB4D56" w:rsidP="00FB4D56">
            <w:pPr>
              <w:tabs>
                <w:tab w:val="left" w:pos="2295"/>
              </w:tabs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СТРАХИЛ МЛАДЕНОВ СИМОВ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261437" w14:textId="21227420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E27524" w14:textId="77777777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B4ED3F" w14:textId="77777777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FE7DCC" w14:textId="41CDA9C5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12.17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2CFB3C" w14:textId="09F6C29C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1.974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AF1E04" w14:textId="5A949E8E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67.10</w:t>
            </w:r>
          </w:p>
        </w:tc>
      </w:tr>
      <w:tr w:rsidR="00FB4D56" w:rsidRPr="005446F8" w14:paraId="73C93217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F5DA59" w14:textId="08938748" w:rsidR="00FB4D56" w:rsidRPr="00A9794F" w:rsidRDefault="00FB4D56" w:rsidP="00FB4D56">
            <w:pPr>
              <w:tabs>
                <w:tab w:val="left" w:pos="2295"/>
              </w:tabs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СТРАХИЛ МЛАДЕНОВ СИМОВ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C6384A" w14:textId="1EB9906D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6A2BF3" w14:textId="4FE67313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12.18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24E489" w14:textId="56D972B2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1.936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60651D" w14:textId="77777777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13E16E" w14:textId="77777777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BBEEE8" w14:textId="77777777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B4D56" w:rsidRPr="005446F8" w14:paraId="6F4B3572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BF9120" w14:textId="334E3E44" w:rsidR="00FB4D56" w:rsidRPr="00A9794F" w:rsidRDefault="00FB4D56" w:rsidP="00FB4D56">
            <w:pPr>
              <w:tabs>
                <w:tab w:val="left" w:pos="2295"/>
              </w:tabs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СТРАХИЛ МЛАДЕНОВ СИМОВ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2F40DA" w14:textId="5BB78740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D7EF4C" w14:textId="77777777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03F314" w14:textId="77777777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911025" w14:textId="2ACC8635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12.14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255007" w14:textId="03455E93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1.701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7C0EA8" w14:textId="1749CD2D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57.85</w:t>
            </w:r>
          </w:p>
        </w:tc>
      </w:tr>
      <w:tr w:rsidR="00FB4D56" w:rsidRPr="005446F8" w14:paraId="7967F97B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77384D" w14:textId="24DACD56" w:rsidR="00FB4D56" w:rsidRPr="00A9794F" w:rsidRDefault="00FB4D56" w:rsidP="00FB4D56">
            <w:pPr>
              <w:tabs>
                <w:tab w:val="left" w:pos="2295"/>
              </w:tabs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СТРАХИЛ МЛАДЕНОВ СИМОВ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B7A94F" w14:textId="79041436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E6EC2D" w14:textId="2C884FC2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12.24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FF6831" w14:textId="04688DF0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1.663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4D0494" w14:textId="77777777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B5875E" w14:textId="77777777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1706AD" w14:textId="77777777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B4D56" w:rsidRPr="005446F8" w14:paraId="660A801E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C8E10C" w14:textId="3BE1E57A" w:rsidR="00FB4D56" w:rsidRPr="00A9794F" w:rsidRDefault="00FB4D56" w:rsidP="00FB4D56">
            <w:pPr>
              <w:tabs>
                <w:tab w:val="left" w:pos="2295"/>
              </w:tabs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СТРАХИЛ МЛАДЕНОВ СИМОВ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6E8956" w14:textId="642D4658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978B60" w14:textId="77777777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CAA143" w14:textId="77777777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997ACF" w14:textId="37F093AF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12.3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09129F" w14:textId="235E61C4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1.559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1C12D0" w14:textId="76D950BA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53.02</w:t>
            </w:r>
          </w:p>
        </w:tc>
      </w:tr>
      <w:tr w:rsidR="00FB4D56" w:rsidRPr="005446F8" w14:paraId="645DEE13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11410A" w14:textId="02834C56" w:rsidR="00FB4D56" w:rsidRPr="00A9794F" w:rsidRDefault="00FB4D56" w:rsidP="00FB4D56">
            <w:pPr>
              <w:tabs>
                <w:tab w:val="left" w:pos="2295"/>
              </w:tabs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СТРАХИЛ МЛАДЕНОВ СИМОВ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F8F86C" w14:textId="02143545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5F0E44" w14:textId="5C4C4A1F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12.34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B3280A" w14:textId="75C45E9F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1.544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13B93D" w14:textId="77777777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B61615" w14:textId="77777777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79CA98" w14:textId="77777777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B4D56" w:rsidRPr="005446F8" w14:paraId="5AE6187E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4AB66C" w14:textId="484687FE" w:rsidR="00FB4D56" w:rsidRPr="00A9794F" w:rsidRDefault="00FB4D56" w:rsidP="00FB4D56">
            <w:pPr>
              <w:tabs>
                <w:tab w:val="left" w:pos="2295"/>
              </w:tabs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СТРАХИЛ МЛАДЕНОВ СИМОВ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454771" w14:textId="54DBFC88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D29DC8" w14:textId="77777777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FBD26D" w14:textId="77777777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C49874" w14:textId="1673BE68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12.13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1999E5" w14:textId="715C5CD1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1.524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31B47E" w14:textId="7F61B13D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51.83</w:t>
            </w:r>
          </w:p>
        </w:tc>
      </w:tr>
      <w:tr w:rsidR="00FB4D56" w:rsidRPr="005446F8" w14:paraId="39A6B34B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63E5C5" w14:textId="4B391864" w:rsidR="00FB4D56" w:rsidRPr="00A9794F" w:rsidRDefault="00FB4D56" w:rsidP="00FB4D56">
            <w:pPr>
              <w:tabs>
                <w:tab w:val="left" w:pos="2295"/>
              </w:tabs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СТРАХИЛ МЛАДЕНОВ СИМОВ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72798D" w14:textId="68698D7E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ADFEE6" w14:textId="77777777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188DE0" w14:textId="77777777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07BFCA" w14:textId="3465FA75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12.1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557410" w14:textId="4746329F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0.992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524ED2" w14:textId="6B10C89D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33.74</w:t>
            </w:r>
          </w:p>
        </w:tc>
      </w:tr>
      <w:tr w:rsidR="00FB4D56" w:rsidRPr="005446F8" w14:paraId="60CC2021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AB2868" w14:textId="11F982C2" w:rsidR="00FB4D56" w:rsidRPr="00A9794F" w:rsidRDefault="00FB4D56" w:rsidP="00FB4D56">
            <w:pPr>
              <w:tabs>
                <w:tab w:val="left" w:pos="2295"/>
              </w:tabs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СТРАХИЛ МЛАДЕНОВ СИМОВ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39F466" w14:textId="2C1A0E1E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61C5FF" w14:textId="77777777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F5926A" w14:textId="77777777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FED0FD" w14:textId="7E9C4CDE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12.5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A443A4" w14:textId="4D3DD4C9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0.469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C3BA3B" w14:textId="581911D6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15.96</w:t>
            </w:r>
          </w:p>
        </w:tc>
      </w:tr>
      <w:tr w:rsidR="00FB4D56" w:rsidRPr="005446F8" w14:paraId="5C4E0CEC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32C22E" w14:textId="3952B358" w:rsidR="00FB4D56" w:rsidRPr="00A9794F" w:rsidRDefault="00FB4D56" w:rsidP="00FB4D56">
            <w:pPr>
              <w:tabs>
                <w:tab w:val="left" w:pos="2295"/>
              </w:tabs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СТРАХИЛ МЛАДЕНОВ СИМОВ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501137" w14:textId="34B7093E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B12ECA" w14:textId="77777777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5CE3FC" w14:textId="77777777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A303E7" w14:textId="6CEA53EE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12.20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D98817" w14:textId="74A2CB71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0.386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46A5A9" w14:textId="2463A32A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13.13</w:t>
            </w:r>
          </w:p>
        </w:tc>
      </w:tr>
      <w:tr w:rsidR="00FB4D56" w:rsidRPr="005446F8" w14:paraId="492C294C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B60627" w14:textId="3E391303" w:rsidR="00FB4D56" w:rsidRPr="00A9794F" w:rsidRDefault="00FB4D56" w:rsidP="00FB4D56">
            <w:pPr>
              <w:tabs>
                <w:tab w:val="left" w:pos="2295"/>
              </w:tabs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СТРАХИЛ МЛАДЕНОВ СИМОВ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16B1DA" w14:textId="2E9B4217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B1CE10" w14:textId="15434AB1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4.5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3B1BCB" w14:textId="51953613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5.106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A62EBC" w14:textId="77777777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5BC308" w14:textId="77777777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55D07C" w14:textId="77777777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B4D56" w:rsidRPr="005446F8" w14:paraId="4FCA6D4F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CF379E" w14:textId="23D03C8A" w:rsidR="00FB4D56" w:rsidRPr="00A9794F" w:rsidRDefault="00FB4D56" w:rsidP="00FB4D56">
            <w:pPr>
              <w:tabs>
                <w:tab w:val="left" w:pos="2295"/>
              </w:tabs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СТРАХИЛ МЛАДЕНОВ СИМОВ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9567B7" w14:textId="06AF4B36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B89D9D" w14:textId="77777777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836A78" w14:textId="77777777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988704" w14:textId="0DE4F843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4.2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805D07" w14:textId="2414EB2C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1.248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7D8E57" w14:textId="518EBFBD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42.43</w:t>
            </w:r>
          </w:p>
        </w:tc>
      </w:tr>
      <w:tr w:rsidR="00FB4D56" w:rsidRPr="005446F8" w14:paraId="1C2565DA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12BA1F" w14:textId="61C11331" w:rsidR="00FB4D56" w:rsidRPr="00A9794F" w:rsidRDefault="00FB4D56" w:rsidP="00FB4D56">
            <w:pPr>
              <w:tabs>
                <w:tab w:val="left" w:pos="2295"/>
              </w:tabs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СТРАХИЛ МЛАДЕНОВ СИМОВ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7B3776" w14:textId="470A2514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0BA1FB" w14:textId="77777777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51D42E" w14:textId="77777777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45B2D0" w14:textId="6B3D47C8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4.34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E9C80D" w14:textId="28F7A37E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2.985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AC898A" w14:textId="3F47D88A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101.50</w:t>
            </w:r>
          </w:p>
        </w:tc>
      </w:tr>
      <w:tr w:rsidR="00FB4D56" w:rsidRPr="005446F8" w14:paraId="0FD09D94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4B6F85" w14:textId="5139EA8A" w:rsidR="00FB4D56" w:rsidRPr="00A9794F" w:rsidRDefault="00FB4D56" w:rsidP="00FB4D56">
            <w:pPr>
              <w:tabs>
                <w:tab w:val="left" w:pos="2295"/>
              </w:tabs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СТРАХИЛ МЛАДЕНОВ СИМОВ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020DE4" w14:textId="35E79DAE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DBD619" w14:textId="77777777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B130A1" w14:textId="77777777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A38F7D" w14:textId="1198E51F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4.19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C4AA1F" w14:textId="319A7FA0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2.714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BF168A" w14:textId="0F1EDACB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92.26</w:t>
            </w:r>
          </w:p>
        </w:tc>
      </w:tr>
      <w:tr w:rsidR="00FB4D56" w:rsidRPr="005446F8" w14:paraId="561F2570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51F9C9" w14:textId="03EC16E7" w:rsidR="00FB4D56" w:rsidRPr="00A9794F" w:rsidRDefault="00FB4D56" w:rsidP="00FB4D56">
            <w:pPr>
              <w:tabs>
                <w:tab w:val="left" w:pos="2295"/>
              </w:tabs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СТРАХИЛ МЛАДЕНОВ СИМОВ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E8409B" w14:textId="13374DE6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0330B6" w14:textId="77777777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7064A6" w14:textId="77777777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D2066E" w14:textId="4BB429F3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4.20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4D606F" w14:textId="59BA2E5C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1.856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795E31" w14:textId="56916C84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63.10</w:t>
            </w:r>
          </w:p>
        </w:tc>
      </w:tr>
      <w:tr w:rsidR="00FB4D56" w:rsidRPr="005446F8" w14:paraId="4D25545D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0B5DC1" w14:textId="2C224768" w:rsidR="00FB4D56" w:rsidRPr="00A9794F" w:rsidRDefault="00FB4D56" w:rsidP="00FB4D56">
            <w:pPr>
              <w:tabs>
                <w:tab w:val="left" w:pos="2295"/>
              </w:tabs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СТРАХИЛ МЛАДЕНОВ СИМОВ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1876CB" w14:textId="3A1A2F88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91F205" w14:textId="199E4A94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4.54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FE88B7" w14:textId="689FBEE5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2.095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CF9D03" w14:textId="77777777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C74F56" w14:textId="77777777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3B6883" w14:textId="77777777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B4D56" w:rsidRPr="005446F8" w14:paraId="7F40E72E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C2CE24" w14:textId="77F1CCC3" w:rsidR="00FB4D56" w:rsidRPr="00A9794F" w:rsidRDefault="00FB4D56" w:rsidP="00FB4D56">
            <w:pPr>
              <w:tabs>
                <w:tab w:val="left" w:pos="2295"/>
              </w:tabs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СТРАХИЛ МЛАДЕНОВ СИМОВ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6B2661" w14:textId="12495B30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AC0EE9" w14:textId="77777777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C4D8E8" w14:textId="77777777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C23B6F" w14:textId="233C0E24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11.15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6EF487" w14:textId="51F73C6A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2.443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A7CBC3" w14:textId="14D59756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83.06</w:t>
            </w:r>
          </w:p>
        </w:tc>
      </w:tr>
      <w:tr w:rsidR="00FB4D56" w:rsidRPr="005446F8" w14:paraId="2C113E7C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E523F6" w14:textId="2C96E84D" w:rsidR="00FB4D56" w:rsidRPr="00A9794F" w:rsidRDefault="00FB4D56" w:rsidP="00FB4D56">
            <w:pPr>
              <w:tabs>
                <w:tab w:val="left" w:pos="2295"/>
              </w:tabs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СТРАХИЛ МЛАДЕНОВ СИМОВ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A17F38" w14:textId="345A8FDD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9A3B91" w14:textId="77777777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EC1AAB" w14:textId="77777777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C7E8AA" w14:textId="114DEC7A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11.16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3593BB" w14:textId="7575B9F7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2.366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713BD5" w14:textId="406C3B08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80.43</w:t>
            </w:r>
          </w:p>
        </w:tc>
      </w:tr>
      <w:tr w:rsidR="00FB4D56" w:rsidRPr="005446F8" w14:paraId="4D16FB41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BA73E2" w14:textId="05B1CD93" w:rsidR="00FB4D56" w:rsidRPr="00A9794F" w:rsidRDefault="00FB4D56" w:rsidP="00FB4D56">
            <w:pPr>
              <w:tabs>
                <w:tab w:val="left" w:pos="2295"/>
              </w:tabs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СТРАХИЛ МЛАДЕНОВ СИМОВ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FC9CC3" w14:textId="11283588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16C1C1" w14:textId="77777777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13C594" w14:textId="77777777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8FAF03" w14:textId="4E9A4D90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4.69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39BD51" w14:textId="109E7F22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2.276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207AE1" w14:textId="2B7FEB75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77.37</w:t>
            </w:r>
          </w:p>
        </w:tc>
      </w:tr>
      <w:tr w:rsidR="00FB4D56" w:rsidRPr="005446F8" w14:paraId="2370E690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6272DA" w14:textId="3D49D929" w:rsidR="00FB4D56" w:rsidRPr="00A9794F" w:rsidRDefault="00FB4D56" w:rsidP="00FB4D56">
            <w:pPr>
              <w:tabs>
                <w:tab w:val="left" w:pos="2295"/>
              </w:tabs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СТРАХИЛ МЛАДЕНОВ СИМОВ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DCE0CD" w14:textId="551CD23C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A8D684" w14:textId="77777777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3A48B6" w14:textId="77777777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046840" w14:textId="4DBA278E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11.22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203C17" w14:textId="798C51AB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1.795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ADF3DA" w14:textId="1725FA38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61.03</w:t>
            </w:r>
          </w:p>
        </w:tc>
      </w:tr>
      <w:tr w:rsidR="00FB4D56" w:rsidRPr="005446F8" w14:paraId="0951DA61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89472E" w14:textId="24337A41" w:rsidR="00FB4D56" w:rsidRPr="00A9794F" w:rsidRDefault="00FB4D56" w:rsidP="00FB4D56">
            <w:pPr>
              <w:tabs>
                <w:tab w:val="left" w:pos="2295"/>
              </w:tabs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СТРАХИЛ МЛАДЕНОВ СИМОВ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7C70F9" w14:textId="65E5E03C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06E251" w14:textId="3ED848B8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11.18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251073" w14:textId="0A6A9C67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1.271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F4C924" w14:textId="77777777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D56137" w14:textId="77777777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FF4DA1" w14:textId="77777777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B4D56" w:rsidRPr="005446F8" w14:paraId="3147FB54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D0B367" w14:textId="3181868E" w:rsidR="00FB4D56" w:rsidRPr="00A9794F" w:rsidRDefault="00FB4D56" w:rsidP="00FB4D56">
            <w:pPr>
              <w:tabs>
                <w:tab w:val="left" w:pos="2295"/>
              </w:tabs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lastRenderedPageBreak/>
              <w:t>СТРАХИЛ МЛАДЕНОВ СИМОВ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7F3A4D" w14:textId="5113C289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EC8B8A" w14:textId="7E1AF083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11.20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B218BA" w14:textId="6A89BD42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0.994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6B917B" w14:textId="77777777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B8E38A" w14:textId="77777777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FE0664" w14:textId="77777777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B4D56" w:rsidRPr="005446F8" w14:paraId="6F742871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8855D0" w14:textId="56406FAF" w:rsidR="00FB4D56" w:rsidRPr="00A9794F" w:rsidRDefault="00FB4D56" w:rsidP="00FB4D56">
            <w:pPr>
              <w:tabs>
                <w:tab w:val="left" w:pos="2295"/>
              </w:tabs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СТРАХИЛ МЛАДЕНОВ СИМОВ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510712" w14:textId="01097780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8916C7" w14:textId="77777777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3BB6F1" w14:textId="77777777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E635E9" w14:textId="633A24B1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4.56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AEF6F3" w14:textId="489E872C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1.441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4490CE" w14:textId="04B4855F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49.00</w:t>
            </w:r>
          </w:p>
        </w:tc>
      </w:tr>
      <w:tr w:rsidR="00FB4D56" w:rsidRPr="005446F8" w14:paraId="09644A0A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9B81F2" w14:textId="67792A16" w:rsidR="00FB4D56" w:rsidRPr="00A9794F" w:rsidRDefault="00FB4D56" w:rsidP="00FB4D56">
            <w:pPr>
              <w:tabs>
                <w:tab w:val="left" w:pos="2295"/>
              </w:tabs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СТРАХИЛ МЛАДЕНОВ СИМОВ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D507CB" w14:textId="2E5080A2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98B95C" w14:textId="77777777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0BC443" w14:textId="77777777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74E20C" w14:textId="61639D3E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4.57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109BD2" w14:textId="45943DEC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1.139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36A4FC" w14:textId="63185DE0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38.73</w:t>
            </w:r>
          </w:p>
        </w:tc>
      </w:tr>
      <w:tr w:rsidR="00FB4D56" w:rsidRPr="005446F8" w14:paraId="7C45EBB2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E63827" w14:textId="216FF7B6" w:rsidR="00FB4D56" w:rsidRPr="00A9794F" w:rsidRDefault="00FB4D56" w:rsidP="00FB4D56">
            <w:pPr>
              <w:tabs>
                <w:tab w:val="left" w:pos="2295"/>
              </w:tabs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СТРАХИЛ МЛАДЕНОВ СИМОВ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050356" w14:textId="5F7ED842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5DEBE9" w14:textId="77777777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30122D" w14:textId="77777777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361B99" w14:textId="203B3F55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4.39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CD687D" w14:textId="1BF9742D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0.439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2E6E2F" w14:textId="4BEAA316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14.92</w:t>
            </w:r>
          </w:p>
        </w:tc>
      </w:tr>
      <w:tr w:rsidR="00FB4D56" w:rsidRPr="005446F8" w14:paraId="4F060F27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D9523C" w14:textId="368023BC" w:rsidR="00FB4D56" w:rsidRPr="00A9794F" w:rsidRDefault="00FB4D56" w:rsidP="00FB4D56">
            <w:pPr>
              <w:tabs>
                <w:tab w:val="left" w:pos="2295"/>
              </w:tabs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СТРАХИЛ МЛАДЕНОВ СИМОВ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34750E" w14:textId="6CE7B198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7B68D7" w14:textId="77777777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71AFE8" w14:textId="77777777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765323" w14:textId="0F950D4E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4.91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60494B" w14:textId="642C3131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0.397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E8AB72" w14:textId="0E680610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13.50</w:t>
            </w:r>
          </w:p>
        </w:tc>
      </w:tr>
      <w:tr w:rsidR="00FB4D56" w:rsidRPr="005446F8" w14:paraId="05942ED2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3D278E" w14:textId="20D4EF2E" w:rsidR="00FB4D56" w:rsidRPr="00A9794F" w:rsidRDefault="00FB4D56" w:rsidP="00FB4D56">
            <w:pPr>
              <w:tabs>
                <w:tab w:val="left" w:pos="2295"/>
              </w:tabs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СТРАХИЛ МЛАДЕНОВ СИМОВ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231DD2" w14:textId="23E876BA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3BD3B7" w14:textId="281F8E32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4.13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35BF77" w14:textId="5D9ED8B9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0.266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FF039B" w14:textId="77777777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3A472B" w14:textId="77777777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C9321D" w14:textId="77777777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B4D56" w:rsidRPr="005446F8" w14:paraId="3838F162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A91020" w14:textId="7B90FC96" w:rsidR="00FB4D56" w:rsidRPr="00A9794F" w:rsidRDefault="00FB4D56" w:rsidP="00FB4D56">
            <w:pPr>
              <w:tabs>
                <w:tab w:val="left" w:pos="2295"/>
              </w:tabs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СТРАХИЛ МЛАДЕНОВ СИМОВ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DC5697" w14:textId="04370B58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F2DD2F" w14:textId="77777777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1C375B" w14:textId="77777777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846B63" w14:textId="4EBAE464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4.15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1879D2" w14:textId="72D8BDB8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1.377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066AB8" w14:textId="7FF34389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46.83</w:t>
            </w:r>
          </w:p>
        </w:tc>
      </w:tr>
      <w:tr w:rsidR="00FB4D56" w:rsidRPr="005446F8" w14:paraId="6EAED67B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898792" w14:textId="446726D1" w:rsidR="00FB4D56" w:rsidRPr="00A9794F" w:rsidRDefault="00FB4D56" w:rsidP="00FB4D56">
            <w:pPr>
              <w:tabs>
                <w:tab w:val="left" w:pos="2295"/>
              </w:tabs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СТРАХИЛ МЛАДЕНОВ СИМОВ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22BEAF" w14:textId="4448FCC3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FA26D3" w14:textId="77777777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B05207" w14:textId="77777777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47CD9C" w14:textId="3F15A0B4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4.16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A77EE9" w14:textId="3BC2E764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0.758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BC950C" w14:textId="3F33C48A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25.76</w:t>
            </w:r>
          </w:p>
        </w:tc>
      </w:tr>
      <w:tr w:rsidR="00FB4D56" w:rsidRPr="005446F8" w14:paraId="19CE7514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215742" w14:textId="206E425B" w:rsidR="00FB4D56" w:rsidRPr="00A9794F" w:rsidRDefault="00FB4D56" w:rsidP="00FB4D56">
            <w:pPr>
              <w:tabs>
                <w:tab w:val="left" w:pos="2295"/>
              </w:tabs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СТРАХИЛ МЛАДЕНОВ СИМОВ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1D7044" w14:textId="40F4587A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68D31E" w14:textId="77777777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780DC0" w14:textId="77777777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B44F25" w14:textId="78F31BBB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11.5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4D3AD2" w14:textId="217BC5DA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5.316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D67836" w14:textId="24620BD9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180.75</w:t>
            </w:r>
          </w:p>
        </w:tc>
      </w:tr>
      <w:tr w:rsidR="00FB4D56" w:rsidRPr="005446F8" w14:paraId="6B812BEC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8A2004" w14:textId="557EE8C8" w:rsidR="00FB4D56" w:rsidRPr="00A9794F" w:rsidRDefault="00FB4D56" w:rsidP="00FB4D56">
            <w:pPr>
              <w:tabs>
                <w:tab w:val="left" w:pos="2295"/>
              </w:tabs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СТРАХИЛ МЛАДЕНОВ СИМОВ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FAFCAB" w14:textId="00B517CD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BBDCFA" w14:textId="77777777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1926C8" w14:textId="77777777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F196D4" w14:textId="3E5ED077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11.3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342A7E" w14:textId="56703986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2.246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4EF7B2" w14:textId="2A5BBC3F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76.37</w:t>
            </w:r>
          </w:p>
        </w:tc>
      </w:tr>
      <w:tr w:rsidR="00FB4D56" w:rsidRPr="005446F8" w14:paraId="7E3A78C6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E3BB17" w14:textId="24384A34" w:rsidR="00FB4D56" w:rsidRPr="00A9794F" w:rsidRDefault="00FB4D56" w:rsidP="00FB4D56">
            <w:pPr>
              <w:tabs>
                <w:tab w:val="left" w:pos="2295"/>
              </w:tabs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СТРАХИЛ МЛАДЕНОВ СИМОВ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8D3F64" w14:textId="1E83738D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C5B798" w14:textId="77777777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211B03" w14:textId="77777777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15FEEF" w14:textId="33F4A6B7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11.2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E1DD2F" w14:textId="4BAC80B0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1.859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EF1D0D" w14:textId="33D1C158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63.19</w:t>
            </w:r>
          </w:p>
        </w:tc>
      </w:tr>
      <w:tr w:rsidR="00FB4D56" w:rsidRPr="005446F8" w14:paraId="28C3EB05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862C28" w14:textId="7F1BE552" w:rsidR="00FB4D56" w:rsidRPr="00A9794F" w:rsidRDefault="00FB4D56" w:rsidP="00FB4D56">
            <w:pPr>
              <w:tabs>
                <w:tab w:val="left" w:pos="2295"/>
              </w:tabs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СТРАХИЛ МЛАДЕНОВ СИМОВ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58DEDC" w14:textId="6C397811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6A8014" w14:textId="77777777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C05729" w14:textId="77777777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DC75D7" w14:textId="73C018FC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11.6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A1B0EA" w14:textId="2B8B82A5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1.620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0CEBEE" w14:textId="221FBA9A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55.07</w:t>
            </w:r>
          </w:p>
        </w:tc>
      </w:tr>
      <w:tr w:rsidR="00FB4D56" w:rsidRPr="005446F8" w14:paraId="2EC10F89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4E22F7" w14:textId="3F7DCC38" w:rsidR="00FB4D56" w:rsidRPr="00A9794F" w:rsidRDefault="00FB4D56" w:rsidP="00FB4D56">
            <w:pPr>
              <w:tabs>
                <w:tab w:val="left" w:pos="2295"/>
              </w:tabs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СТРАХИЛ МЛАДЕНОВ СИМОВ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A015A1" w14:textId="581044D4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6A884B" w14:textId="77777777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FB980A" w14:textId="77777777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04759A" w14:textId="032D539C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11.4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2050BD" w14:textId="7CED2BEF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1.449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C63A8C" w14:textId="31BB6CBC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49.25</w:t>
            </w:r>
          </w:p>
        </w:tc>
      </w:tr>
      <w:tr w:rsidR="00FB4D56" w:rsidRPr="005446F8" w14:paraId="6FFDABB4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B6011D" w14:textId="71B0FE37" w:rsidR="00FB4D56" w:rsidRPr="00A9794F" w:rsidRDefault="00FB4D56" w:rsidP="00FB4D56">
            <w:pPr>
              <w:tabs>
                <w:tab w:val="left" w:pos="2295"/>
              </w:tabs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СТРАХИЛ МЛАДЕНОВ СИМОВ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559F1C" w14:textId="2E157E7D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C5CC76" w14:textId="09A25AA7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11.8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41BC29" w14:textId="347C78F5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6.459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DC3CF1" w14:textId="77777777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1AF7C5" w14:textId="77777777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9FEABF" w14:textId="77777777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B4D56" w:rsidRPr="005446F8" w14:paraId="3805EA93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15567E" w14:textId="5604D00F" w:rsidR="00FB4D56" w:rsidRPr="00A9794F" w:rsidRDefault="00FB4D56" w:rsidP="00FB4D56">
            <w:pPr>
              <w:tabs>
                <w:tab w:val="left" w:pos="2295"/>
              </w:tabs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СТРАХИЛ МЛАДЕНОВ СИМОВ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A3F2F1" w14:textId="11AEB44E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ABF937" w14:textId="77777777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84A1E0" w14:textId="77777777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42E19E" w14:textId="7647DA8A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11.10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D66308" w14:textId="3D97E7E7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2.525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A214D4" w14:textId="07A867DB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85.85</w:t>
            </w:r>
          </w:p>
        </w:tc>
      </w:tr>
      <w:tr w:rsidR="00FB4D56" w:rsidRPr="005446F8" w14:paraId="3FD0B7FB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639AB0" w14:textId="452EFC5D" w:rsidR="00FB4D56" w:rsidRPr="00A9794F" w:rsidRDefault="00FB4D56" w:rsidP="00FB4D56">
            <w:pPr>
              <w:tabs>
                <w:tab w:val="left" w:pos="2295"/>
              </w:tabs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СТРАХИЛ МЛАДЕНОВ СИМОВ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320DBA" w14:textId="36945001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4596D4" w14:textId="77777777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B7F90A" w14:textId="77777777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D9CD0C" w14:textId="72CE167E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11.12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9C2C16" w14:textId="6741E1B2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1.576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542308" w14:textId="657C68AA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53.58</w:t>
            </w:r>
          </w:p>
        </w:tc>
      </w:tr>
      <w:tr w:rsidR="00FB4D56" w:rsidRPr="005446F8" w14:paraId="5710E509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628F2F" w14:textId="3E2F7EB5" w:rsidR="00FB4D56" w:rsidRPr="00A9794F" w:rsidRDefault="00FB4D56" w:rsidP="00FB4D56">
            <w:pPr>
              <w:tabs>
                <w:tab w:val="left" w:pos="2295"/>
              </w:tabs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СТРАХИЛ МЛАДЕНОВ СИМОВ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1BCE9F" w14:textId="3F1CC9EF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D28DB6" w14:textId="4E7BAA0B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11.26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938B28" w14:textId="79374820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1.683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4E6A1B" w14:textId="77777777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4948EE" w14:textId="77777777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7F9200" w14:textId="77777777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B4D56" w:rsidRPr="005446F8" w14:paraId="7C0E3F68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62A357" w14:textId="49A3638E" w:rsidR="00FB4D56" w:rsidRPr="00A9794F" w:rsidRDefault="00FB4D56" w:rsidP="00FB4D56">
            <w:pPr>
              <w:tabs>
                <w:tab w:val="left" w:pos="2295"/>
              </w:tabs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СТРАХИЛ МЛАДЕНОВ СИМОВ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20FBF2" w14:textId="1C2F1249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6E6DB9" w14:textId="77777777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7420E1" w14:textId="77777777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1E4D4E" w14:textId="54DD29E0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11.25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885CAA" w14:textId="439C486C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1.660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57A97F" w14:textId="5D932D1A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56.45</w:t>
            </w:r>
          </w:p>
        </w:tc>
      </w:tr>
      <w:tr w:rsidR="00FB4D56" w:rsidRPr="005446F8" w14:paraId="2D437C89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641617" w14:textId="110D6FEF" w:rsidR="00FB4D56" w:rsidRPr="00A9794F" w:rsidRDefault="00FB4D56" w:rsidP="00FB4D56">
            <w:pPr>
              <w:tabs>
                <w:tab w:val="left" w:pos="2295"/>
              </w:tabs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СТРАХИЛ МЛАДЕНОВ СИМОВ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B03DE7" w14:textId="4B8BE756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43C70C" w14:textId="77777777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37E237" w14:textId="77777777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EE1D10" w14:textId="51369AF8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11.27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DDDACA" w14:textId="36E3F5EF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1.545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1F210C" w14:textId="625EA37F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52.55</w:t>
            </w:r>
          </w:p>
        </w:tc>
      </w:tr>
      <w:tr w:rsidR="00FB4D56" w:rsidRPr="005446F8" w14:paraId="55023F9F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419C35" w14:textId="524F988B" w:rsidR="00FB4D56" w:rsidRPr="00A9794F" w:rsidRDefault="00FB4D56" w:rsidP="00FB4D56">
            <w:pPr>
              <w:tabs>
                <w:tab w:val="left" w:pos="2295"/>
              </w:tabs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СТРАХИЛ МЛАДЕНОВ СИМОВ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12A0D5" w14:textId="529BE7E8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B0BD5B" w14:textId="77777777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5D2BD1" w14:textId="77777777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66D003" w14:textId="421CA033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11.24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46C9D3" w14:textId="5F3A941A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1.364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B9691D" w14:textId="65507F89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46.39</w:t>
            </w:r>
          </w:p>
        </w:tc>
      </w:tr>
      <w:tr w:rsidR="00FB4D56" w:rsidRPr="005446F8" w14:paraId="731AADCA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AF0B71" w14:textId="618A1C09" w:rsidR="00FB4D56" w:rsidRPr="00A9794F" w:rsidRDefault="00FB4D56" w:rsidP="00FB4D56">
            <w:pPr>
              <w:tabs>
                <w:tab w:val="left" w:pos="2295"/>
              </w:tabs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СТРАХИЛ МЛАДЕНОВ СИМОВ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56D78D" w14:textId="0A6276A4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103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980C78" w14:textId="7E6E1E3B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6.20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23460A" w14:textId="618AC786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1.001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42BD6E" w14:textId="77777777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6A0FF6" w14:textId="77777777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F31287" w14:textId="77777777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B4D56" w:rsidRPr="005446F8" w14:paraId="1D8C92F3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EEBA2C" w14:textId="34EE2A60" w:rsidR="00FB4D56" w:rsidRPr="00A9794F" w:rsidRDefault="00FB4D56" w:rsidP="00FB4D56">
            <w:pPr>
              <w:tabs>
                <w:tab w:val="left" w:pos="2295"/>
              </w:tabs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 w:rsidRPr="00A9794F"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 w:rsidRPr="00A9794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A9794F"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 w:rsidRPr="00A9794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A9794F"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 w:rsidRPr="00A9794F"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6909D1" w14:textId="77777777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AA7CFB" w14:textId="77777777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896BF3" w14:textId="2FDC8443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b/>
                <w:bCs/>
                <w:sz w:val="18"/>
                <w:szCs w:val="18"/>
              </w:rPr>
              <w:t>27.340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FEF6B0" w14:textId="77777777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4A7443" w14:textId="39CABA95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b/>
                <w:bCs/>
                <w:sz w:val="18"/>
                <w:szCs w:val="18"/>
              </w:rPr>
              <w:t>64.949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5AFC43" w14:textId="3164C178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b/>
                <w:bCs/>
                <w:sz w:val="18"/>
                <w:szCs w:val="18"/>
              </w:rPr>
              <w:t>2208.27</w:t>
            </w:r>
          </w:p>
        </w:tc>
      </w:tr>
      <w:tr w:rsidR="00FB4D56" w:rsidRPr="005446F8" w14:paraId="4A7D65B5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28A19E" w14:textId="47B39DEE" w:rsidR="00FB4D56" w:rsidRPr="00A9794F" w:rsidRDefault="00FB4D56" w:rsidP="00FB4D56">
            <w:pPr>
              <w:tabs>
                <w:tab w:val="left" w:pos="2295"/>
              </w:tabs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ТЕОДОР ВЕЛИСЛАВОВ ГЕОРГИЕВ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CD2031" w14:textId="50BE90BF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72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589998" w14:textId="39C3CEB2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7.1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0932FB" w14:textId="27DD5E4E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5.498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F5D46C" w14:textId="77777777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E31C36" w14:textId="77777777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BE0973" w14:textId="77777777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FB4D56" w:rsidRPr="005446F8" w14:paraId="03920E08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E46EFA" w14:textId="1530EA1A" w:rsidR="00FB4D56" w:rsidRPr="00A9794F" w:rsidRDefault="00FB4D56" w:rsidP="00FB4D56">
            <w:pPr>
              <w:tabs>
                <w:tab w:val="left" w:pos="2295"/>
              </w:tabs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ТЕОДОР ВЕЛИСЛАВОВ ГЕОРГИЕВ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824636" w14:textId="1091ACD5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72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CC53D7" w14:textId="77777777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B95139" w14:textId="77777777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6DC3C3" w14:textId="3FA0227F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7.38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FBD154" w14:textId="7D584809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3.504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9A53E9" w14:textId="3ED082AC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119.12</w:t>
            </w:r>
          </w:p>
        </w:tc>
      </w:tr>
      <w:tr w:rsidR="00FB4D56" w:rsidRPr="005446F8" w14:paraId="0985FCDE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8CE4AC" w14:textId="74429296" w:rsidR="00FB4D56" w:rsidRPr="00A9794F" w:rsidRDefault="00FB4D56" w:rsidP="00FB4D56">
            <w:pPr>
              <w:tabs>
                <w:tab w:val="left" w:pos="2295"/>
              </w:tabs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 w:rsidRPr="00A9794F"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 w:rsidRPr="00A9794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A9794F"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 w:rsidRPr="00A9794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A9794F"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 w:rsidRPr="00A9794F"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2D7CA3" w14:textId="77777777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137778" w14:textId="77777777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DB12FB" w14:textId="38FE6F55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b/>
                <w:bCs/>
                <w:sz w:val="18"/>
                <w:szCs w:val="18"/>
              </w:rPr>
              <w:t>5.498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73FF9A" w14:textId="77777777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21774F" w14:textId="1401DB56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b/>
                <w:bCs/>
                <w:sz w:val="18"/>
                <w:szCs w:val="18"/>
              </w:rPr>
              <w:t>3.504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EAECAB" w14:textId="26482259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b/>
                <w:bCs/>
                <w:sz w:val="18"/>
                <w:szCs w:val="18"/>
              </w:rPr>
              <w:t>119.12</w:t>
            </w:r>
          </w:p>
        </w:tc>
      </w:tr>
      <w:tr w:rsidR="00FB4D56" w:rsidRPr="005446F8" w14:paraId="366DA592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68665C" w14:textId="2775ADAE" w:rsidR="00FB4D56" w:rsidRPr="00A9794F" w:rsidRDefault="00FB4D56" w:rsidP="00FB4D56">
            <w:pPr>
              <w:tabs>
                <w:tab w:val="left" w:pos="2295"/>
              </w:tabs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ХРИСТИАН ХРИСТОВ БОЯДЖИЕВ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2BBE4D" w14:textId="6894A54E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73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305295" w14:textId="77777777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DD0A54" w14:textId="77777777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E1F715" w14:textId="29968AE9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7.38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D0ADCE" w14:textId="0F5BE3DD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2.494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A8951F" w14:textId="5341593F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84.81</w:t>
            </w:r>
          </w:p>
        </w:tc>
      </w:tr>
      <w:tr w:rsidR="00FB4D56" w:rsidRPr="005446F8" w14:paraId="36297190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1E8A96" w14:textId="6EF67F92" w:rsidR="00FB4D56" w:rsidRPr="00A9794F" w:rsidRDefault="00FB4D56" w:rsidP="00FB4D56">
            <w:pPr>
              <w:tabs>
                <w:tab w:val="left" w:pos="2295"/>
              </w:tabs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ХРИСТИАН ХРИСТОВ БОЯДЖИЕВ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B75C8F" w14:textId="0188F137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73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66990A" w14:textId="7D9A711E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7.96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09EC39" w14:textId="28F27733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1.300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B82D82" w14:textId="77777777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B6B628" w14:textId="77777777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7705E2" w14:textId="77777777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B4D56" w:rsidRPr="005446F8" w14:paraId="15E9BA18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046557" w14:textId="4294E563" w:rsidR="00FB4D56" w:rsidRPr="00A9794F" w:rsidRDefault="00FB4D56" w:rsidP="00FB4D56">
            <w:pPr>
              <w:tabs>
                <w:tab w:val="left" w:pos="2295"/>
              </w:tabs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ХРИСТИАН ХРИСТОВ БОЯДЖИЕВ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B0919A" w14:textId="6530E96B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84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CE8702" w14:textId="77777777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1E04D5" w14:textId="77777777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AC468E" w14:textId="2077A1A3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3.29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1BAAFF" w14:textId="2880B60B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2.948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7BEAC0" w14:textId="6CD496F0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100.25</w:t>
            </w:r>
          </w:p>
        </w:tc>
      </w:tr>
      <w:tr w:rsidR="00FB4D56" w:rsidRPr="005446F8" w14:paraId="741A47F1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30CC31" w14:textId="2F46F08C" w:rsidR="00FB4D56" w:rsidRPr="00A9794F" w:rsidRDefault="00FB4D56" w:rsidP="00FB4D56">
            <w:pPr>
              <w:tabs>
                <w:tab w:val="left" w:pos="2295"/>
              </w:tabs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ХРИСТИАН ХРИСТОВ БОЯДЖИЕВ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16434E" w14:textId="4F86F869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84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20B01A" w14:textId="07F4ADEA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3.30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1081BA" w14:textId="50C08E59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1.657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4DA3D2" w14:textId="77777777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9294AB" w14:textId="77777777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5E34BE" w14:textId="77777777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B4D56" w:rsidRPr="005446F8" w14:paraId="2BE47DD7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DFFC1E" w14:textId="77BC7660" w:rsidR="00FB4D56" w:rsidRPr="00A9794F" w:rsidRDefault="00FB4D56" w:rsidP="00FB4D56">
            <w:pPr>
              <w:tabs>
                <w:tab w:val="left" w:pos="2295"/>
              </w:tabs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ХРИСТИАН ХРИСТОВ БОЯДЖИЕВ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D7EC15" w14:textId="1416267B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92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88ABA9" w14:textId="30CEFBD9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3.178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2E378E" w14:textId="0FA09265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21.199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160F2A" w14:textId="77777777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508A29" w14:textId="77777777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D120D0" w14:textId="77777777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B4D56" w:rsidRPr="005446F8" w14:paraId="50DDA5D9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358ADC" w14:textId="62306972" w:rsidR="00FB4D56" w:rsidRPr="00A9794F" w:rsidRDefault="00FB4D56" w:rsidP="00FB4D56">
            <w:pPr>
              <w:tabs>
                <w:tab w:val="left" w:pos="2295"/>
              </w:tabs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ХРИСТИАН ХРИСТОВ БОЯДЖИЕВ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1CF39D" w14:textId="764A1EAA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92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BA91C5" w14:textId="77777777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771434" w14:textId="77777777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4EB600" w14:textId="14876150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9.19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A91729" w14:textId="28ACEFCA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2.747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EA4ECB" w14:textId="0D77D4EE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93.39</w:t>
            </w:r>
          </w:p>
        </w:tc>
      </w:tr>
      <w:tr w:rsidR="00FB4D56" w:rsidRPr="005446F8" w14:paraId="64A64165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118114" w14:textId="59279F60" w:rsidR="00FB4D56" w:rsidRPr="00A9794F" w:rsidRDefault="00FB4D56" w:rsidP="00FB4D56">
            <w:pPr>
              <w:tabs>
                <w:tab w:val="left" w:pos="2295"/>
              </w:tabs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ХРИСТИАН ХРИСТОВ БОЯДЖИЕВ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91DEB7" w14:textId="6019FDFD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92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19F575" w14:textId="77777777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EA87AE" w14:textId="77777777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6419EC" w14:textId="6031C420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9.18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432204" w14:textId="703DEB12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1.799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7CBE87" w14:textId="126FFD84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61.17</w:t>
            </w:r>
          </w:p>
        </w:tc>
      </w:tr>
      <w:tr w:rsidR="00FB4D56" w:rsidRPr="005446F8" w14:paraId="31A4F764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A18C6D" w14:textId="20B37260" w:rsidR="00FB4D56" w:rsidRPr="00A9794F" w:rsidRDefault="00FB4D56" w:rsidP="00FB4D56">
            <w:pPr>
              <w:tabs>
                <w:tab w:val="left" w:pos="2295"/>
              </w:tabs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ХРИСТИАН ХРИСТОВ БОЯДЖИЕВ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950BE2" w14:textId="1F378573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101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F5D895" w14:textId="77777777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82B328" w14:textId="77777777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1FD614" w14:textId="30074593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6.23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64A138" w14:textId="2204E61B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0.500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89C706" w14:textId="30FC5B26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17.00</w:t>
            </w:r>
          </w:p>
        </w:tc>
      </w:tr>
      <w:tr w:rsidR="00FB4D56" w:rsidRPr="005446F8" w14:paraId="7F820157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7007EE" w14:textId="397A7352" w:rsidR="00FB4D56" w:rsidRPr="00A9794F" w:rsidRDefault="00FB4D56" w:rsidP="00FB4D56">
            <w:pPr>
              <w:tabs>
                <w:tab w:val="left" w:pos="2295"/>
              </w:tabs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ХРИСТИАН ХРИСТОВ БОЯДЖИЕВ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ED2D45" w14:textId="29A6EF6D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101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EE9AFD" w14:textId="043BEBE3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6.22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BCBD77" w14:textId="09D51B4A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0.500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BD6B1B" w14:textId="77777777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C29B6F" w14:textId="77777777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D1ED1B" w14:textId="77777777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B4D56" w:rsidRPr="005446F8" w14:paraId="382A2F64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8AEA78" w14:textId="4568DAA2" w:rsidR="00FB4D56" w:rsidRPr="00A9794F" w:rsidRDefault="00FB4D56" w:rsidP="00FB4D56">
            <w:pPr>
              <w:tabs>
                <w:tab w:val="left" w:pos="2295"/>
              </w:tabs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ХРИСТИАН ХРИСТОВ БОЯДЖИЕВ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51CB73" w14:textId="62984161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101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F6A3B0" w14:textId="77777777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F27785" w14:textId="77777777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E013CB" w14:textId="06111FDA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6.24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640A7F" w14:textId="59FF9A1A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0.450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F36302" w14:textId="3DC7C238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15.30</w:t>
            </w:r>
          </w:p>
        </w:tc>
      </w:tr>
      <w:tr w:rsidR="00FB4D56" w:rsidRPr="005446F8" w14:paraId="4410FA24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0BB615" w14:textId="5A59054D" w:rsidR="00FB4D56" w:rsidRPr="00A9794F" w:rsidRDefault="00FB4D56" w:rsidP="00FB4D56">
            <w:pPr>
              <w:tabs>
                <w:tab w:val="left" w:pos="2295"/>
              </w:tabs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 w:rsidRPr="00A9794F"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 w:rsidRPr="00A9794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A9794F"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 w:rsidRPr="00A9794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A9794F"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 w:rsidRPr="00A9794F"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54EF03" w14:textId="77777777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622673" w14:textId="77777777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69E184" w14:textId="242D4D17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b/>
                <w:bCs/>
                <w:sz w:val="18"/>
                <w:szCs w:val="18"/>
              </w:rPr>
              <w:t>24.656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FD79B2" w14:textId="77777777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325524" w14:textId="78F33754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b/>
                <w:bCs/>
                <w:sz w:val="18"/>
                <w:szCs w:val="18"/>
              </w:rPr>
              <w:t>10.939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F917C0" w14:textId="259E98C3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b/>
                <w:bCs/>
                <w:sz w:val="18"/>
                <w:szCs w:val="18"/>
              </w:rPr>
              <w:t>371.92</w:t>
            </w:r>
          </w:p>
        </w:tc>
      </w:tr>
      <w:tr w:rsidR="00FB4D56" w:rsidRPr="005446F8" w14:paraId="76F3ED44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DBB724" w14:textId="06E24D95" w:rsidR="00FB4D56" w:rsidRPr="00A9794F" w:rsidRDefault="00FB4D56" w:rsidP="00FB4D56">
            <w:pPr>
              <w:tabs>
                <w:tab w:val="left" w:pos="2295"/>
              </w:tabs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ЦВЕТА НИКОЛОВА КОЛЕВА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0D95E0" w14:textId="32C6F49E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3B9C3F" w14:textId="77777777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E6100E" w14:textId="77777777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02A389" w14:textId="15A320AD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2.171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4865F5" w14:textId="2E294711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0.607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7C41C4" w14:textId="00983630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20.64</w:t>
            </w:r>
          </w:p>
        </w:tc>
      </w:tr>
      <w:tr w:rsidR="00FB4D56" w:rsidRPr="005446F8" w14:paraId="50852B08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ABC48D" w14:textId="1FD0A5AE" w:rsidR="00FB4D56" w:rsidRPr="00A9794F" w:rsidRDefault="00FB4D56" w:rsidP="00FB4D56">
            <w:pPr>
              <w:tabs>
                <w:tab w:val="left" w:pos="2295"/>
              </w:tabs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ЦВЕТА НИКОЛОВА КОЛЕВА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A001F5" w14:textId="2270BA89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77D856" w14:textId="77777777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B34E42" w14:textId="77777777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CE0CED" w14:textId="59B0E7B2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2.81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D2967F" w14:textId="72B56DE7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0.527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E45B09" w14:textId="354639BE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17.92</w:t>
            </w:r>
          </w:p>
        </w:tc>
      </w:tr>
      <w:tr w:rsidR="00FB4D56" w:rsidRPr="005446F8" w14:paraId="3C35585D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4F5BB2" w14:textId="658BAFF0" w:rsidR="00FB4D56" w:rsidRPr="00A9794F" w:rsidRDefault="00FB4D56" w:rsidP="00FB4D56">
            <w:pPr>
              <w:tabs>
                <w:tab w:val="left" w:pos="2295"/>
              </w:tabs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ЦВЕТА НИКОЛОВА КОЛЕВА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7D670D" w14:textId="3AE98752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E717B8" w14:textId="77777777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85CEF4" w14:textId="77777777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6129B4" w14:textId="2BF9154E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2.158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89A7AC" w14:textId="0DB313E0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0.267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F23DAF" w14:textId="2A0E373E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9.08</w:t>
            </w:r>
          </w:p>
        </w:tc>
      </w:tr>
      <w:tr w:rsidR="00FB4D56" w:rsidRPr="005446F8" w14:paraId="5886FFA4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936698" w14:textId="4E0A100B" w:rsidR="00FB4D56" w:rsidRPr="00A9794F" w:rsidRDefault="00FB4D56" w:rsidP="00FB4D56">
            <w:pPr>
              <w:tabs>
                <w:tab w:val="left" w:pos="2295"/>
              </w:tabs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ЦВЕТА НИКОЛОВА КОЛЕВА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D3A6BE" w14:textId="73164B30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B0927B" w14:textId="394F5E6F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2.79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F028CA" w14:textId="34E694AD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0.242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599862" w14:textId="77777777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37E0FC" w14:textId="77777777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BF0747" w14:textId="77777777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B4D56" w:rsidRPr="005446F8" w14:paraId="693F3EFA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329D3B" w14:textId="3A5FE725" w:rsidR="00FB4D56" w:rsidRPr="00A9794F" w:rsidRDefault="00FB4D56" w:rsidP="00FB4D56">
            <w:pPr>
              <w:tabs>
                <w:tab w:val="left" w:pos="2295"/>
              </w:tabs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ЦВЕТА НИКОЛОВА КОЛЕВА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C6AD9C" w14:textId="0C33469E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41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FF16F5" w14:textId="77777777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209451" w14:textId="77777777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E69CB4" w14:textId="2628DC83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2.49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165E7D" w14:textId="08A06183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1.174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33A49F" w14:textId="0BC9A2DA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39.92</w:t>
            </w:r>
          </w:p>
        </w:tc>
      </w:tr>
      <w:tr w:rsidR="00FB4D56" w:rsidRPr="005446F8" w14:paraId="78527AE0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400BD5" w14:textId="0F40D51F" w:rsidR="00FB4D56" w:rsidRPr="00A9794F" w:rsidRDefault="00FB4D56" w:rsidP="00FB4D56">
            <w:pPr>
              <w:tabs>
                <w:tab w:val="left" w:pos="2295"/>
              </w:tabs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ЦВЕТА НИКОЛОВА КОЛЕВА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12A98C" w14:textId="453CAF8C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41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FF180E" w14:textId="77777777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4AB3C5" w14:textId="77777777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DF4882" w14:textId="44276AEC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2.132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ED890D" w14:textId="373DAA24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1.131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AFB228" w14:textId="53B4E8B7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38.45</w:t>
            </w:r>
          </w:p>
        </w:tc>
      </w:tr>
      <w:tr w:rsidR="00FB4D56" w:rsidRPr="005446F8" w14:paraId="32533BDF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23AF85" w14:textId="3E2CA71D" w:rsidR="00FB4D56" w:rsidRPr="00A9794F" w:rsidRDefault="00FB4D56" w:rsidP="00FB4D56">
            <w:pPr>
              <w:tabs>
                <w:tab w:val="left" w:pos="2295"/>
              </w:tabs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ЦВЕТА НИКОЛОВА КОЛЕВА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1151DD" w14:textId="5213D9DA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41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7E6F3E" w14:textId="77777777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7E5CD6" w14:textId="77777777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BC6A3C" w14:textId="5E9963A0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2.50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44809A" w14:textId="3D8FCC63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0.718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0650B6" w14:textId="50A0D4F2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24.43</w:t>
            </w:r>
          </w:p>
        </w:tc>
      </w:tr>
      <w:tr w:rsidR="00FB4D56" w:rsidRPr="005446F8" w14:paraId="4CA1C9DA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D5A6B5" w14:textId="75C984F0" w:rsidR="00FB4D56" w:rsidRPr="00A9794F" w:rsidRDefault="00FB4D56" w:rsidP="00FB4D56">
            <w:pPr>
              <w:tabs>
                <w:tab w:val="left" w:pos="2295"/>
              </w:tabs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ЦВЕТА НИКОЛОВА КОЛЕВА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692A60" w14:textId="4EFDD5BC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65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8B5655" w14:textId="7AFD7286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12.32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7BA9DC" w14:textId="681F67BA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2.697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30327E" w14:textId="77777777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0DCFE3" w14:textId="77777777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ECEF35" w14:textId="77777777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B4D56" w:rsidRPr="005446F8" w14:paraId="75C29017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783AF3" w14:textId="441EC568" w:rsidR="00FB4D56" w:rsidRPr="00A9794F" w:rsidRDefault="00FB4D56" w:rsidP="00FB4D56">
            <w:pPr>
              <w:tabs>
                <w:tab w:val="left" w:pos="2295"/>
              </w:tabs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ЦВЕТА НИКОЛОВА КОЛЕВА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7A5598" w14:textId="6B87F4C7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65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326F7A" w14:textId="77777777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EB6B31" w14:textId="77777777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7C28C5" w14:textId="59C679DE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12.8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34CB9B" w14:textId="2E3E11FE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1.943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73E26F" w14:textId="1E44F6AC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66.06</w:t>
            </w:r>
          </w:p>
        </w:tc>
      </w:tr>
      <w:tr w:rsidR="00FB4D56" w:rsidRPr="005446F8" w14:paraId="09436639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F31735" w14:textId="79B544D6" w:rsidR="00FB4D56" w:rsidRPr="00A9794F" w:rsidRDefault="00FB4D56" w:rsidP="00FB4D56">
            <w:pPr>
              <w:tabs>
                <w:tab w:val="left" w:pos="2295"/>
              </w:tabs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ЦВЕТА НИКОЛОВА КОЛЕВА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CDFBFC" w14:textId="3A1EC56C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65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48C113" w14:textId="4988877E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12.7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23B72A" w14:textId="15C2BCA6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36A81E" w14:textId="77777777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DC59EB" w14:textId="77777777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727019" w14:textId="77777777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B4D56" w:rsidRPr="005446F8" w14:paraId="069EC805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6FC20D" w14:textId="146C1AC5" w:rsidR="00FB4D56" w:rsidRPr="00A9794F" w:rsidRDefault="00FB4D56" w:rsidP="00FB4D56">
            <w:pPr>
              <w:tabs>
                <w:tab w:val="left" w:pos="2295"/>
              </w:tabs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ЦВЕТА НИКОЛОВА КОЛЕВА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744C1B" w14:textId="124BBED4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65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988A69" w14:textId="77777777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02DFD8" w14:textId="77777777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524B7D" w14:textId="7EE47486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12.5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26FB6F" w14:textId="1D572AA6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0.531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88C948" w14:textId="340BE06C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18.04</w:t>
            </w:r>
          </w:p>
        </w:tc>
      </w:tr>
      <w:tr w:rsidR="00FB4D56" w:rsidRPr="005446F8" w14:paraId="72EEF7F8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7C3A7B" w14:textId="54ABCBD2" w:rsidR="00FB4D56" w:rsidRPr="00A9794F" w:rsidRDefault="00FB4D56" w:rsidP="00FB4D56">
            <w:pPr>
              <w:tabs>
                <w:tab w:val="left" w:pos="2295"/>
              </w:tabs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ЦВЕТА НИКОЛОВА КОЛЕВА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DC477E" w14:textId="5DB71253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65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AF7934" w14:textId="77777777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C97DDB" w14:textId="77777777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EE1CB6" w14:textId="5346EE97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12.6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D0705F" w14:textId="633BFB08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0.502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73C8E7" w14:textId="0F1A5C7E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17.07</w:t>
            </w:r>
          </w:p>
        </w:tc>
      </w:tr>
      <w:tr w:rsidR="00FB4D56" w:rsidRPr="005446F8" w14:paraId="695FAD10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061083" w14:textId="167F3521" w:rsidR="00FB4D56" w:rsidRPr="00A9794F" w:rsidRDefault="00FB4D56" w:rsidP="00FB4D56">
            <w:pPr>
              <w:tabs>
                <w:tab w:val="left" w:pos="2295"/>
              </w:tabs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ЦВЕТА НИКОЛОВА КОЛЕВА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B45E63" w14:textId="2925DF33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81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95CBEA" w14:textId="2CF06173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10.34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BCA295" w14:textId="1CD73BEA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2.954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B5E80D" w14:textId="77777777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93FDDB" w14:textId="77777777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7EB12B" w14:textId="77777777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B4D56" w:rsidRPr="005446F8" w14:paraId="6C6CF6E3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250D0D" w14:textId="2B48485E" w:rsidR="00FB4D56" w:rsidRPr="00A9794F" w:rsidRDefault="00FB4D56" w:rsidP="00FB4D56">
            <w:pPr>
              <w:tabs>
                <w:tab w:val="left" w:pos="2295"/>
              </w:tabs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ЦВЕТА НИКОЛОВА КОЛЕВА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7277C6" w14:textId="0F0D1931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81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69CEC8" w14:textId="77777777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2E9F0E" w14:textId="77777777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98B21B" w14:textId="048C1484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10.13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F57D5D" w14:textId="0CFBC9C6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1.219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D74488" w14:textId="32785EC9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41.46</w:t>
            </w:r>
          </w:p>
        </w:tc>
      </w:tr>
      <w:tr w:rsidR="00FB4D56" w:rsidRPr="005446F8" w14:paraId="1F37124A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0E0E3C" w14:textId="1EC5703C" w:rsidR="00FB4D56" w:rsidRPr="00A9794F" w:rsidRDefault="00FB4D56" w:rsidP="00FB4D56">
            <w:pPr>
              <w:tabs>
                <w:tab w:val="left" w:pos="2295"/>
              </w:tabs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ЦВЕТА НИКОЛОВА КОЛЕВА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44E099" w14:textId="176F6EFD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98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692E64" w14:textId="29019470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14.38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257FE2" w14:textId="3CA84CD4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11.542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A7B480" w14:textId="77777777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C48391" w14:textId="77777777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F82F2F" w14:textId="77777777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B4D56" w:rsidRPr="005446F8" w14:paraId="1CD6D0AC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EC42AD" w14:textId="78100F80" w:rsidR="00FB4D56" w:rsidRPr="00A9794F" w:rsidRDefault="00FB4D56" w:rsidP="00FB4D56">
            <w:pPr>
              <w:tabs>
                <w:tab w:val="left" w:pos="2295"/>
              </w:tabs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ЦВЕТА НИКОЛОВА КОЛЕВА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C69588" w14:textId="1B2FAA79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98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633C19" w14:textId="77777777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05860A" w14:textId="77777777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F40A52" w14:textId="0EAB98EF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14.9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3CB9B7" w14:textId="6816CC68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3.430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AD77B9" w14:textId="4DACABD7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116.62</w:t>
            </w:r>
          </w:p>
        </w:tc>
      </w:tr>
      <w:tr w:rsidR="00FB4D56" w:rsidRPr="005446F8" w14:paraId="38CCD957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13FB77" w14:textId="25BAAD5B" w:rsidR="00FB4D56" w:rsidRPr="00A9794F" w:rsidRDefault="00FB4D56" w:rsidP="00FB4D56">
            <w:pPr>
              <w:tabs>
                <w:tab w:val="left" w:pos="2295"/>
              </w:tabs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 w:rsidRPr="00A9794F"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 w:rsidRPr="00A9794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A9794F"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 w:rsidRPr="00A9794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A9794F"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 w:rsidRPr="00A9794F"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A2FDC3" w14:textId="77777777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EE1382" w14:textId="77777777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6F2AC2" w14:textId="0599523B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b/>
                <w:bCs/>
                <w:sz w:val="18"/>
                <w:szCs w:val="18"/>
              </w:rPr>
              <w:t>18.435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C827B9" w14:textId="77777777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A8B67B" w14:textId="65F45090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b/>
                <w:bCs/>
                <w:sz w:val="18"/>
                <w:szCs w:val="18"/>
              </w:rPr>
              <w:t>12.049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6D5117" w14:textId="68C387D1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b/>
                <w:bCs/>
                <w:sz w:val="18"/>
                <w:szCs w:val="18"/>
              </w:rPr>
              <w:t>409.68</w:t>
            </w:r>
          </w:p>
        </w:tc>
      </w:tr>
      <w:tr w:rsidR="00FB4D56" w:rsidRPr="005446F8" w14:paraId="010698AB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CCCEE0" w14:textId="751B89B9" w:rsidR="00FB4D56" w:rsidRPr="00A9794F" w:rsidRDefault="00FB4D56" w:rsidP="00FB4D56">
            <w:pPr>
              <w:tabs>
                <w:tab w:val="left" w:pos="2295"/>
              </w:tabs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ЮЛИЯН ИЛИЕВ ЙОРДАНОВ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291F0C" w14:textId="3C7F617D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98E79F" w14:textId="77777777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FABDE9" w14:textId="77777777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549D4B" w14:textId="7DCBD159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2.93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22ED49" w14:textId="0F2B347A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5.189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F5D559" w14:textId="0788EA97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176.41</w:t>
            </w:r>
          </w:p>
        </w:tc>
      </w:tr>
      <w:tr w:rsidR="00FB4D56" w:rsidRPr="005446F8" w14:paraId="3C37B1BD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23C67A" w14:textId="3FAA6DD0" w:rsidR="00FB4D56" w:rsidRPr="00A9794F" w:rsidRDefault="00FB4D56" w:rsidP="00FB4D56">
            <w:pPr>
              <w:tabs>
                <w:tab w:val="left" w:pos="2295"/>
              </w:tabs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ЮЛИЯН ИЛИЕВ ЙОРДАНОВ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8229A4" w14:textId="0843895A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84283C" w14:textId="21F8EB6F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2.166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084D5A" w14:textId="656CBB77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3.683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8C6172" w14:textId="77777777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830D89" w14:textId="77777777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AB004E" w14:textId="77777777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B4D56" w:rsidRPr="005446F8" w14:paraId="3F47EE75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272CBA" w14:textId="4593DCEA" w:rsidR="00FB4D56" w:rsidRPr="00A9794F" w:rsidRDefault="00FB4D56" w:rsidP="00FB4D56">
            <w:pPr>
              <w:tabs>
                <w:tab w:val="left" w:pos="2295"/>
              </w:tabs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ЮЛИЯН ИЛИЕВ ЙОРДАНОВ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EBADFF" w14:textId="548ED1C0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7EBB9F" w14:textId="77777777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F08E24" w14:textId="77777777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89E195" w14:textId="06119D4D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2.165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9FD731" w14:textId="6CCC51AF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1.380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0F1FE8" w14:textId="7566A80C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46.91</w:t>
            </w:r>
          </w:p>
        </w:tc>
      </w:tr>
      <w:tr w:rsidR="00FB4D56" w:rsidRPr="005446F8" w14:paraId="77821D17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C7AC91" w14:textId="55A2F7D0" w:rsidR="00FB4D56" w:rsidRPr="00A9794F" w:rsidRDefault="00FB4D56" w:rsidP="00FB4D56">
            <w:pPr>
              <w:tabs>
                <w:tab w:val="left" w:pos="2295"/>
              </w:tabs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ЮЛИЯН ИЛИЕВ ЙОРДАНОВ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342FE8" w14:textId="6809C0B3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1ED370" w14:textId="77777777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A248C8" w14:textId="77777777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CED301" w14:textId="59328092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2.94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81CFF7" w14:textId="017B5050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0.807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14014A" w14:textId="72C4B66C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27.44</w:t>
            </w:r>
          </w:p>
        </w:tc>
      </w:tr>
      <w:tr w:rsidR="00FB4D56" w:rsidRPr="005446F8" w14:paraId="47DEA9D9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2FB75B" w14:textId="4426B450" w:rsidR="00FB4D56" w:rsidRPr="00A9794F" w:rsidRDefault="00FB4D56" w:rsidP="00FB4D56">
            <w:pPr>
              <w:tabs>
                <w:tab w:val="left" w:pos="2295"/>
              </w:tabs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ЮЛИЯН ИЛИЕВ ЙОРДАНОВ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99E71C" w14:textId="1BE029AC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442133" w14:textId="77777777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BA571B" w14:textId="77777777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AC556A" w14:textId="01AB5F57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2.98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559C98" w14:textId="26753465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0.792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65724C" w14:textId="7967CB7A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26.94</w:t>
            </w:r>
          </w:p>
        </w:tc>
      </w:tr>
      <w:tr w:rsidR="00FB4D56" w:rsidRPr="005446F8" w14:paraId="335FC900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7BDB19" w14:textId="7CAEDAF0" w:rsidR="00FB4D56" w:rsidRPr="00A9794F" w:rsidRDefault="00FB4D56" w:rsidP="00FB4D56">
            <w:pPr>
              <w:tabs>
                <w:tab w:val="left" w:pos="2295"/>
              </w:tabs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ЮЛИЯН ИЛИЕВ ЙОРДАНОВ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91369B" w14:textId="5B123680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E8C110" w14:textId="64C1BC84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2.99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4333BE" w14:textId="776A02FE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0.601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24CAF4" w14:textId="77777777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8AD5B2" w14:textId="77777777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34EC73" w14:textId="77777777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B4D56" w:rsidRPr="005446F8" w14:paraId="732896C3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A941E8" w14:textId="772CAAD3" w:rsidR="00FB4D56" w:rsidRPr="00A9794F" w:rsidRDefault="00FB4D56" w:rsidP="00FB4D56">
            <w:pPr>
              <w:tabs>
                <w:tab w:val="left" w:pos="2295"/>
              </w:tabs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ЮЛИЯН ИЛИЕВ ЙОРДАНОВ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521A28" w14:textId="07A267C0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C22A57" w14:textId="77777777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DF177A" w14:textId="77777777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945735" w14:textId="7C72F767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9.44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E27112" w14:textId="618A35A2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4.696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189568" w14:textId="0E387493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159.66</w:t>
            </w:r>
          </w:p>
        </w:tc>
      </w:tr>
      <w:tr w:rsidR="00FB4D56" w:rsidRPr="005446F8" w14:paraId="6C740C62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E8C1CB" w14:textId="3B0C0C7B" w:rsidR="00FB4D56" w:rsidRPr="00A9794F" w:rsidRDefault="00FB4D56" w:rsidP="00FB4D56">
            <w:pPr>
              <w:tabs>
                <w:tab w:val="left" w:pos="2295"/>
              </w:tabs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ЮЛИЯН ИЛИЕВ ЙОРДАНОВ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5F67FB" w14:textId="58478E58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24DCDA" w14:textId="4C2CA0A2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9.61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397AC7" w14:textId="671B3872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3.271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27E720" w14:textId="77777777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DAB7BA" w14:textId="77777777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C74A24" w14:textId="77777777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B4D56" w:rsidRPr="005446F8" w14:paraId="3B2D7415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620DFB" w14:textId="59CB28A4" w:rsidR="00FB4D56" w:rsidRPr="00A9794F" w:rsidRDefault="00FB4D56" w:rsidP="00FB4D56">
            <w:pPr>
              <w:tabs>
                <w:tab w:val="left" w:pos="2295"/>
              </w:tabs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lastRenderedPageBreak/>
              <w:t>ЮЛИЯН ИЛИЕВ ЙОРДАНОВ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BF26D0" w14:textId="61E2F258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4097C3" w14:textId="5A7800D8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9.62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0ACF09" w14:textId="48C5475E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2.249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B569C9" w14:textId="77777777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A7EB81" w14:textId="77777777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02A981" w14:textId="77777777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B4D56" w:rsidRPr="005446F8" w14:paraId="64E9A553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FD4378" w14:textId="72784255" w:rsidR="00FB4D56" w:rsidRPr="00A9794F" w:rsidRDefault="00FB4D56" w:rsidP="00FB4D56">
            <w:pPr>
              <w:tabs>
                <w:tab w:val="left" w:pos="2295"/>
              </w:tabs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ЮЛИЯН ИЛИЕВ ЙОРДАНОВ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1246CF" w14:textId="0A95A746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33427A" w14:textId="77777777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89FC8A" w14:textId="77777777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AA1924" w14:textId="2A3EED97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9.60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936035" w14:textId="4B2D866F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1.677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DE9AE9" w14:textId="2C8B1C3A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57.01</w:t>
            </w:r>
          </w:p>
        </w:tc>
      </w:tr>
      <w:tr w:rsidR="00FB4D56" w:rsidRPr="005446F8" w14:paraId="56382BE5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EE4F1D" w14:textId="43F8CF80" w:rsidR="00FB4D56" w:rsidRPr="00A9794F" w:rsidRDefault="00FB4D56" w:rsidP="00FB4D56">
            <w:pPr>
              <w:tabs>
                <w:tab w:val="left" w:pos="2295"/>
              </w:tabs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ЮЛИЯН ИЛИЕВ ЙОРДАНОВ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5DC502" w14:textId="3B3D3D23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78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5B9D6B" w14:textId="375F472D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5.36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B2D47C" w14:textId="5D3A4C8F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5.906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8E5EE1" w14:textId="77777777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DAC2AB" w14:textId="77777777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6AE74C" w14:textId="77777777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B4D56" w:rsidRPr="005446F8" w14:paraId="5180FE2D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CE3D67" w14:textId="5CA3D87E" w:rsidR="00FB4D56" w:rsidRPr="00A9794F" w:rsidRDefault="00FB4D56" w:rsidP="00FB4D56">
            <w:pPr>
              <w:tabs>
                <w:tab w:val="left" w:pos="2295"/>
              </w:tabs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ЮЛИЯН ИЛИЕВ ЙОРДАНОВ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169159" w14:textId="14B532F1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78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D30A20" w14:textId="77777777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386523" w14:textId="77777777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8CBEC4" w14:textId="067000E0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5.35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7F30E1" w14:textId="11DE4321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1.320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83131C" w14:textId="16C213D8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44.88</w:t>
            </w:r>
          </w:p>
        </w:tc>
      </w:tr>
      <w:tr w:rsidR="00FB4D56" w:rsidRPr="005446F8" w14:paraId="7C38C37D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2C3743" w14:textId="28B09456" w:rsidR="00FB4D56" w:rsidRPr="00A9794F" w:rsidRDefault="00FB4D56" w:rsidP="00FB4D56">
            <w:pPr>
              <w:tabs>
                <w:tab w:val="left" w:pos="2295"/>
              </w:tabs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ЮЛИЯН ИЛИЕВ ЙОРДАНОВ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50E6D3" w14:textId="19377FE3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78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B3EC32" w14:textId="77777777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78EED7" w14:textId="77777777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6F7C2F" w14:textId="0131D660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5.34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FBD4E4" w14:textId="6FF9C91C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0.295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23030D" w14:textId="5CA525C4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10.03</w:t>
            </w:r>
          </w:p>
        </w:tc>
      </w:tr>
      <w:tr w:rsidR="00FB4D56" w:rsidRPr="005446F8" w14:paraId="7C7495E0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32B6EE" w14:textId="1FA6B161" w:rsidR="00FB4D56" w:rsidRPr="00A9794F" w:rsidRDefault="00FB4D56" w:rsidP="00FB4D56">
            <w:pPr>
              <w:tabs>
                <w:tab w:val="left" w:pos="2295"/>
              </w:tabs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ЮЛИЯН ИЛИЕВ ЙОРДАНОВ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A0B3E9" w14:textId="58EFAB95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78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22B741" w14:textId="77777777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DD08A3" w14:textId="77777777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A12EC0" w14:textId="7D9648B2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5.29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8B7E46" w14:textId="096FBF24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0.125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782D73" w14:textId="1F047FE7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4.27</w:t>
            </w:r>
          </w:p>
        </w:tc>
      </w:tr>
      <w:tr w:rsidR="00FB4D56" w:rsidRPr="005446F8" w14:paraId="0AF7F103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C807BD" w14:textId="64E5BA9B" w:rsidR="00FB4D56" w:rsidRPr="00A9794F" w:rsidRDefault="00FB4D56" w:rsidP="00FB4D56">
            <w:pPr>
              <w:tabs>
                <w:tab w:val="left" w:pos="2295"/>
              </w:tabs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ЮЛИЯН ИЛИЕВ ЙОРДАНОВ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DDD266" w14:textId="5C34C731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79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DD6CE6" w14:textId="6FCA7871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5.36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A75EDD" w14:textId="457B787E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3.372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EF1DAD" w14:textId="77777777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524413" w14:textId="77777777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0A58A8" w14:textId="77777777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B4D56" w:rsidRPr="005446F8" w14:paraId="148F68C3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152FFB" w14:textId="5CB2C672" w:rsidR="00FB4D56" w:rsidRPr="00A9794F" w:rsidRDefault="00FB4D56" w:rsidP="00FB4D56">
            <w:pPr>
              <w:tabs>
                <w:tab w:val="left" w:pos="2295"/>
              </w:tabs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ЮЛИЯН ИЛИЕВ ЙОРДАНОВ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DE695B" w14:textId="5173F9CD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115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7C923E" w14:textId="69430703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7.49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030141" w14:textId="4B70DA40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54054F" w14:textId="77777777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5CA62E" w14:textId="77777777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5FFD91" w14:textId="77777777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B4D56" w:rsidRPr="005446F8" w14:paraId="1533198C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1E5C68" w14:textId="6467D8C3" w:rsidR="00FB4D56" w:rsidRPr="00A9794F" w:rsidRDefault="00FB4D56" w:rsidP="00FB4D56">
            <w:pPr>
              <w:tabs>
                <w:tab w:val="left" w:pos="2295"/>
              </w:tabs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 w:rsidRPr="00A9794F"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 w:rsidRPr="00A9794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A9794F"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 w:rsidRPr="00A9794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A9794F"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 w:rsidRPr="00A9794F"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CBF0E6" w14:textId="77777777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E58FC8" w14:textId="77777777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C9B889" w14:textId="7EF3A6EC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b/>
                <w:bCs/>
                <w:sz w:val="18"/>
                <w:szCs w:val="18"/>
              </w:rPr>
              <w:t>22.081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B9212F" w14:textId="77777777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3AD181" w14:textId="6457B620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b/>
                <w:bCs/>
                <w:sz w:val="18"/>
                <w:szCs w:val="18"/>
              </w:rPr>
              <w:t>16.281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841C01" w14:textId="13F2D659" w:rsidR="00FB4D56" w:rsidRPr="00A9794F" w:rsidRDefault="00FB4D56" w:rsidP="00FB4D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9794F">
              <w:rPr>
                <w:rFonts w:ascii="Arial" w:hAnsi="Arial" w:cs="Arial"/>
                <w:b/>
                <w:bCs/>
                <w:sz w:val="18"/>
                <w:szCs w:val="18"/>
              </w:rPr>
              <w:t>553.55</w:t>
            </w:r>
          </w:p>
        </w:tc>
      </w:tr>
      <w:tr w:rsidR="002A2D11" w:rsidRPr="005446F8" w14:paraId="09E3B26C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C66860" w14:textId="7C2119F2" w:rsidR="002A2D11" w:rsidRPr="00FB4D56" w:rsidRDefault="002A2D11" w:rsidP="002A2D11">
            <w:pPr>
              <w:tabs>
                <w:tab w:val="left" w:pos="2295"/>
              </w:tabs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ЗЕМЛИЩЕТО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9EE7B9" w14:textId="77777777" w:rsidR="002A2D11" w:rsidRPr="00A9794F" w:rsidRDefault="002A2D11" w:rsidP="002A2D1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2C4433" w14:textId="77777777" w:rsidR="002A2D11" w:rsidRPr="00A9794F" w:rsidRDefault="002A2D11" w:rsidP="002A2D1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4147DF" w14:textId="5389ED3E" w:rsidR="002A2D11" w:rsidRPr="002A2D11" w:rsidRDefault="002A2D11" w:rsidP="002A2D1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A2D11">
              <w:rPr>
                <w:b/>
              </w:rPr>
              <w:t>577.992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6F0CB5" w14:textId="77777777" w:rsidR="002A2D11" w:rsidRPr="002A2D11" w:rsidRDefault="002A2D11" w:rsidP="002A2D1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47354C" w14:textId="6D5F47B3" w:rsidR="002A2D11" w:rsidRPr="002A2D11" w:rsidRDefault="002A2D11" w:rsidP="002A2D1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A2D11">
              <w:rPr>
                <w:b/>
              </w:rPr>
              <w:t>577.787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D491A2" w14:textId="7B4E989B" w:rsidR="002A2D11" w:rsidRPr="002A2D11" w:rsidRDefault="002A2D11" w:rsidP="002A2D1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A2D11">
              <w:rPr>
                <w:b/>
              </w:rPr>
              <w:t>19644.71</w:t>
            </w:r>
          </w:p>
        </w:tc>
      </w:tr>
    </w:tbl>
    <w:p w14:paraId="1B114AF3" w14:textId="06B2AD0A" w:rsidR="00373762" w:rsidRDefault="00373762" w:rsidP="005745ED">
      <w:pPr>
        <w:ind w:firstLine="720"/>
        <w:jc w:val="both"/>
        <w:rPr>
          <w:lang w:val="bg-BG"/>
        </w:rPr>
      </w:pPr>
    </w:p>
    <w:p w14:paraId="075E98E9" w14:textId="77777777" w:rsidR="0097789C" w:rsidRPr="00CE78CA" w:rsidRDefault="0097789C" w:rsidP="0097789C">
      <w:pPr>
        <w:ind w:firstLine="720"/>
        <w:jc w:val="both"/>
        <w:textAlignment w:val="center"/>
        <w:rPr>
          <w:lang w:val="bg-BG"/>
        </w:rPr>
      </w:pPr>
      <w:r w:rsidRPr="00CE78CA">
        <w:rPr>
          <w:lang w:val="bg-BG"/>
        </w:rPr>
        <w:t>Н</w:t>
      </w:r>
      <w:proofErr w:type="spellStart"/>
      <w:r w:rsidRPr="00CE78CA">
        <w:rPr>
          <w:lang w:val="ru-RU"/>
        </w:rPr>
        <w:t>астоящата</w:t>
      </w:r>
      <w:proofErr w:type="spellEnd"/>
      <w:r w:rsidRPr="00CE78CA">
        <w:rPr>
          <w:lang w:val="ru-RU"/>
        </w:rPr>
        <w:t xml:space="preserve"> </w:t>
      </w:r>
      <w:proofErr w:type="spellStart"/>
      <w:r w:rsidRPr="00CE78CA">
        <w:rPr>
          <w:lang w:val="ru-RU"/>
        </w:rPr>
        <w:t>заповед</w:t>
      </w:r>
      <w:proofErr w:type="spellEnd"/>
      <w:r w:rsidRPr="00CE78CA">
        <w:rPr>
          <w:lang w:val="ru-RU"/>
        </w:rPr>
        <w:t xml:space="preserve">, </w:t>
      </w:r>
      <w:proofErr w:type="spellStart"/>
      <w:r w:rsidRPr="00CE78CA">
        <w:rPr>
          <w:lang w:val="ru-RU"/>
        </w:rPr>
        <w:t>заедно</w:t>
      </w:r>
      <w:proofErr w:type="spellEnd"/>
      <w:r w:rsidRPr="00CE78CA">
        <w:rPr>
          <w:lang w:val="ru-RU"/>
        </w:rPr>
        <w:t xml:space="preserve"> с </w:t>
      </w:r>
      <w:proofErr w:type="spellStart"/>
      <w:r w:rsidRPr="00CE78CA">
        <w:rPr>
          <w:lang w:val="ru-RU"/>
        </w:rPr>
        <w:t>окончателните</w:t>
      </w:r>
      <w:proofErr w:type="spellEnd"/>
      <w:r w:rsidRPr="00CE78CA">
        <w:rPr>
          <w:lang w:val="ru-RU"/>
        </w:rPr>
        <w:t xml:space="preserve"> </w:t>
      </w:r>
      <w:proofErr w:type="spellStart"/>
      <w:r w:rsidRPr="00CE78CA">
        <w:rPr>
          <w:lang w:val="ru-RU"/>
        </w:rPr>
        <w:t>регистри</w:t>
      </w:r>
      <w:proofErr w:type="spellEnd"/>
      <w:r w:rsidRPr="00CE78CA">
        <w:rPr>
          <w:lang w:val="ru-RU"/>
        </w:rPr>
        <w:t xml:space="preserve"> и карта на </w:t>
      </w:r>
      <w:proofErr w:type="spellStart"/>
      <w:r w:rsidRPr="00CE78CA">
        <w:rPr>
          <w:lang w:val="ru-RU"/>
        </w:rPr>
        <w:t>ползването</w:t>
      </w:r>
      <w:proofErr w:type="spellEnd"/>
      <w:r w:rsidRPr="00CE78CA">
        <w:rPr>
          <w:lang w:val="ru-RU"/>
        </w:rPr>
        <w:t xml:space="preserve">, да се </w:t>
      </w:r>
      <w:proofErr w:type="spellStart"/>
      <w:r w:rsidRPr="008E690C">
        <w:rPr>
          <w:b/>
          <w:lang w:val="ru-RU"/>
        </w:rPr>
        <w:t>обяви</w:t>
      </w:r>
      <w:proofErr w:type="spellEnd"/>
      <w:r w:rsidRPr="008E690C">
        <w:rPr>
          <w:b/>
          <w:lang w:val="ru-RU"/>
        </w:rPr>
        <w:t xml:space="preserve"> в </w:t>
      </w:r>
      <w:proofErr w:type="spellStart"/>
      <w:r w:rsidRPr="008E690C">
        <w:rPr>
          <w:b/>
          <w:lang w:val="ru-RU"/>
        </w:rPr>
        <w:t>кметството</w:t>
      </w:r>
      <w:proofErr w:type="spellEnd"/>
      <w:r w:rsidRPr="008E690C">
        <w:rPr>
          <w:b/>
          <w:lang w:val="ru-RU"/>
        </w:rPr>
        <w:t xml:space="preserve"> и в </w:t>
      </w:r>
      <w:proofErr w:type="spellStart"/>
      <w:r w:rsidRPr="008E690C">
        <w:rPr>
          <w:b/>
          <w:lang w:val="ru-RU"/>
        </w:rPr>
        <w:t>сградата</w:t>
      </w:r>
      <w:proofErr w:type="spellEnd"/>
      <w:r w:rsidRPr="008E690C">
        <w:rPr>
          <w:b/>
          <w:lang w:val="ru-RU"/>
        </w:rPr>
        <w:t xml:space="preserve"> на </w:t>
      </w:r>
      <w:proofErr w:type="spellStart"/>
      <w:r w:rsidRPr="008E690C">
        <w:rPr>
          <w:b/>
          <w:lang w:val="ru-RU"/>
        </w:rPr>
        <w:t>общинската</w:t>
      </w:r>
      <w:proofErr w:type="spellEnd"/>
      <w:r w:rsidRPr="008E690C">
        <w:rPr>
          <w:b/>
          <w:lang w:val="ru-RU"/>
        </w:rPr>
        <w:t xml:space="preserve"> служба по </w:t>
      </w:r>
      <w:proofErr w:type="spellStart"/>
      <w:r w:rsidRPr="008E690C">
        <w:rPr>
          <w:b/>
          <w:lang w:val="ru-RU"/>
        </w:rPr>
        <w:t>земеделие</w:t>
      </w:r>
      <w:proofErr w:type="spellEnd"/>
      <w:r w:rsidRPr="008E690C">
        <w:rPr>
          <w:b/>
          <w:lang w:val="ru-RU"/>
        </w:rPr>
        <w:t xml:space="preserve"> и се </w:t>
      </w:r>
      <w:proofErr w:type="spellStart"/>
      <w:r w:rsidRPr="008E690C">
        <w:rPr>
          <w:b/>
          <w:lang w:val="ru-RU"/>
        </w:rPr>
        <w:t>публикува</w:t>
      </w:r>
      <w:proofErr w:type="spellEnd"/>
      <w:r w:rsidRPr="008E690C">
        <w:rPr>
          <w:b/>
          <w:lang w:val="ru-RU"/>
        </w:rPr>
        <w:t xml:space="preserve"> на</w:t>
      </w:r>
      <w:r w:rsidRPr="00CE78CA">
        <w:rPr>
          <w:lang w:val="ru-RU"/>
        </w:rPr>
        <w:t xml:space="preserve"> интернет </w:t>
      </w:r>
      <w:proofErr w:type="spellStart"/>
      <w:r w:rsidRPr="00CE78CA">
        <w:rPr>
          <w:lang w:val="ru-RU"/>
        </w:rPr>
        <w:t>страницата</w:t>
      </w:r>
      <w:proofErr w:type="spellEnd"/>
      <w:r w:rsidRPr="00CE78CA">
        <w:rPr>
          <w:lang w:val="ru-RU"/>
        </w:rPr>
        <w:t xml:space="preserve"> на </w:t>
      </w:r>
      <w:proofErr w:type="spellStart"/>
      <w:r w:rsidRPr="00CE78CA">
        <w:rPr>
          <w:lang w:val="ru-RU"/>
        </w:rPr>
        <w:t>общината</w:t>
      </w:r>
      <w:proofErr w:type="spellEnd"/>
      <w:r w:rsidRPr="00CE78CA">
        <w:rPr>
          <w:lang w:val="ru-RU"/>
        </w:rPr>
        <w:t xml:space="preserve"> и на </w:t>
      </w:r>
      <w:proofErr w:type="spellStart"/>
      <w:r w:rsidRPr="00CE78CA">
        <w:rPr>
          <w:lang w:val="ru-RU"/>
        </w:rPr>
        <w:t>областната</w:t>
      </w:r>
      <w:proofErr w:type="spellEnd"/>
      <w:r w:rsidRPr="00CE78CA">
        <w:rPr>
          <w:lang w:val="ru-RU"/>
        </w:rPr>
        <w:t xml:space="preserve"> дирекция "</w:t>
      </w:r>
      <w:proofErr w:type="spellStart"/>
      <w:r w:rsidRPr="00CE78CA">
        <w:rPr>
          <w:lang w:val="ru-RU"/>
        </w:rPr>
        <w:t>Земеделие</w:t>
      </w:r>
      <w:proofErr w:type="spellEnd"/>
      <w:r w:rsidRPr="00CE78CA">
        <w:rPr>
          <w:lang w:val="bg-BG"/>
        </w:rPr>
        <w:t>“</w:t>
      </w:r>
    </w:p>
    <w:p w14:paraId="531CC6AF" w14:textId="77777777" w:rsidR="0097789C" w:rsidRPr="002725F6" w:rsidRDefault="0097789C" w:rsidP="0097789C">
      <w:pPr>
        <w:jc w:val="both"/>
        <w:textAlignment w:val="center"/>
        <w:rPr>
          <w:lang w:val="ru-RU"/>
        </w:rPr>
      </w:pPr>
      <w:r>
        <w:rPr>
          <w:lang w:val="ru-RU"/>
        </w:rPr>
        <w:t xml:space="preserve">    </w:t>
      </w:r>
      <w:r>
        <w:rPr>
          <w:lang w:val="ru-RU"/>
        </w:rPr>
        <w:tab/>
      </w:r>
      <w:proofErr w:type="spellStart"/>
      <w:r w:rsidRPr="00CE78CA">
        <w:rPr>
          <w:lang w:val="ru-RU"/>
        </w:rPr>
        <w:t>Заповедта</w:t>
      </w:r>
      <w:proofErr w:type="spellEnd"/>
      <w:r w:rsidRPr="00CE78CA">
        <w:rPr>
          <w:lang w:val="ru-RU"/>
        </w:rPr>
        <w:t xml:space="preserve"> </w:t>
      </w:r>
      <w:proofErr w:type="spellStart"/>
      <w:r w:rsidRPr="00CE78CA">
        <w:rPr>
          <w:lang w:val="ru-RU"/>
        </w:rPr>
        <w:t>може</w:t>
      </w:r>
      <w:proofErr w:type="spellEnd"/>
      <w:r w:rsidRPr="00CE78CA">
        <w:rPr>
          <w:lang w:val="ru-RU"/>
        </w:rPr>
        <w:t xml:space="preserve"> да </w:t>
      </w:r>
      <w:proofErr w:type="spellStart"/>
      <w:r w:rsidRPr="00CE78CA">
        <w:rPr>
          <w:lang w:val="ru-RU"/>
        </w:rPr>
        <w:t>бъде</w:t>
      </w:r>
      <w:proofErr w:type="spellEnd"/>
      <w:r w:rsidRPr="00CE78CA">
        <w:rPr>
          <w:lang w:val="ru-RU"/>
        </w:rPr>
        <w:t xml:space="preserve"> </w:t>
      </w:r>
      <w:proofErr w:type="spellStart"/>
      <w:r w:rsidRPr="00CE78CA">
        <w:rPr>
          <w:lang w:val="ru-RU"/>
        </w:rPr>
        <w:t>обжалвана</w:t>
      </w:r>
      <w:proofErr w:type="spellEnd"/>
      <w:r w:rsidRPr="00CE78CA">
        <w:rPr>
          <w:lang w:val="ru-RU"/>
        </w:rPr>
        <w:t xml:space="preserve"> в 14-дневен срок по </w:t>
      </w:r>
      <w:proofErr w:type="spellStart"/>
      <w:r w:rsidRPr="00CE78CA">
        <w:rPr>
          <w:lang w:val="ru-RU"/>
        </w:rPr>
        <w:t>реда</w:t>
      </w:r>
      <w:proofErr w:type="spellEnd"/>
      <w:r w:rsidRPr="00CE78CA">
        <w:rPr>
          <w:lang w:val="ru-RU"/>
        </w:rPr>
        <w:t xml:space="preserve"> на Административно</w:t>
      </w:r>
      <w:r>
        <w:rPr>
          <w:lang w:val="ru-RU"/>
        </w:rPr>
        <w:t>-</w:t>
      </w:r>
      <w:proofErr w:type="spellStart"/>
      <w:r w:rsidRPr="00CE78CA">
        <w:rPr>
          <w:lang w:val="ru-RU"/>
        </w:rPr>
        <w:t>процесуалния</w:t>
      </w:r>
      <w:proofErr w:type="spellEnd"/>
      <w:r w:rsidRPr="00CE78CA">
        <w:rPr>
          <w:lang w:val="ru-RU"/>
        </w:rPr>
        <w:t xml:space="preserve"> </w:t>
      </w:r>
      <w:proofErr w:type="spellStart"/>
      <w:proofErr w:type="gramStart"/>
      <w:r w:rsidRPr="00CE78CA">
        <w:rPr>
          <w:lang w:val="ru-RU"/>
        </w:rPr>
        <w:t>кодекс.Обжалването</w:t>
      </w:r>
      <w:proofErr w:type="spellEnd"/>
      <w:proofErr w:type="gramEnd"/>
      <w:r w:rsidRPr="00CE78CA">
        <w:rPr>
          <w:lang w:val="ru-RU"/>
        </w:rPr>
        <w:t xml:space="preserve"> на </w:t>
      </w:r>
      <w:proofErr w:type="spellStart"/>
      <w:r w:rsidRPr="00CE78CA">
        <w:rPr>
          <w:lang w:val="ru-RU"/>
        </w:rPr>
        <w:t>заповедта</w:t>
      </w:r>
      <w:proofErr w:type="spellEnd"/>
      <w:r w:rsidRPr="00CE78CA">
        <w:rPr>
          <w:lang w:val="ru-RU"/>
        </w:rPr>
        <w:t xml:space="preserve"> не </w:t>
      </w:r>
      <w:proofErr w:type="spellStart"/>
      <w:r w:rsidRPr="00CE78CA">
        <w:rPr>
          <w:lang w:val="ru-RU"/>
        </w:rPr>
        <w:t>спира</w:t>
      </w:r>
      <w:proofErr w:type="spellEnd"/>
      <w:r w:rsidRPr="00CE78CA">
        <w:rPr>
          <w:lang w:val="ru-RU"/>
        </w:rPr>
        <w:t xml:space="preserve"> </w:t>
      </w:r>
      <w:proofErr w:type="spellStart"/>
      <w:r w:rsidRPr="00CE78CA">
        <w:rPr>
          <w:lang w:val="ru-RU"/>
        </w:rPr>
        <w:t>изпълнението</w:t>
      </w:r>
      <w:proofErr w:type="spellEnd"/>
      <w:r w:rsidRPr="00CE78CA">
        <w:rPr>
          <w:lang w:val="ru-RU"/>
        </w:rPr>
        <w:t xml:space="preserve"> й.</w:t>
      </w:r>
    </w:p>
    <w:p w14:paraId="294738D5" w14:textId="77777777" w:rsidR="00B2429C" w:rsidRDefault="00B2429C" w:rsidP="00B2429C">
      <w:pPr>
        <w:jc w:val="both"/>
        <w:rPr>
          <w:b/>
          <w:lang w:val="ru-RU"/>
        </w:rPr>
      </w:pPr>
      <w:r>
        <w:rPr>
          <w:lang w:val="ru-RU"/>
        </w:rPr>
        <w:t xml:space="preserve">    </w:t>
      </w:r>
      <w:r>
        <w:rPr>
          <w:lang w:val="ru-RU"/>
        </w:rPr>
        <w:tab/>
      </w:r>
      <w:proofErr w:type="spellStart"/>
      <w:r>
        <w:rPr>
          <w:lang w:val="ru-RU"/>
        </w:rPr>
        <w:t>Ползвателите</w:t>
      </w:r>
      <w:proofErr w:type="spellEnd"/>
      <w:r>
        <w:rPr>
          <w:lang w:val="ru-RU"/>
        </w:rPr>
        <w:t xml:space="preserve"> на </w:t>
      </w:r>
      <w:proofErr w:type="spellStart"/>
      <w:r>
        <w:rPr>
          <w:lang w:val="ru-RU"/>
        </w:rPr>
        <w:t>земеделски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земи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са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длъжни</w:t>
      </w:r>
      <w:proofErr w:type="spellEnd"/>
      <w:r>
        <w:rPr>
          <w:lang w:val="ru-RU"/>
        </w:rPr>
        <w:t xml:space="preserve"> да внес</w:t>
      </w:r>
      <w:r>
        <w:rPr>
          <w:lang w:val="bg-BG"/>
        </w:rPr>
        <w:t>а</w:t>
      </w:r>
      <w:r>
        <w:rPr>
          <w:lang w:val="ru-RU"/>
        </w:rPr>
        <w:t xml:space="preserve">т </w:t>
      </w:r>
      <w:proofErr w:type="gramStart"/>
      <w:r>
        <w:rPr>
          <w:lang w:val="ru-RU"/>
        </w:rPr>
        <w:t>по сметка</w:t>
      </w:r>
      <w:proofErr w:type="gramEnd"/>
      <w:r>
        <w:rPr>
          <w:lang w:val="ru-RU"/>
        </w:rPr>
        <w:t xml:space="preserve"> за </w:t>
      </w:r>
      <w:proofErr w:type="spellStart"/>
      <w:r>
        <w:rPr>
          <w:lang w:val="ru-RU"/>
        </w:rPr>
        <w:t>чужди</w:t>
      </w:r>
      <w:proofErr w:type="spellEnd"/>
      <w:r>
        <w:rPr>
          <w:lang w:val="ru-RU"/>
        </w:rPr>
        <w:t xml:space="preserve"> средства в </w:t>
      </w:r>
      <w:proofErr w:type="spellStart"/>
      <w:r>
        <w:rPr>
          <w:lang w:val="ru-RU"/>
        </w:rPr>
        <w:t>областна</w:t>
      </w:r>
      <w:proofErr w:type="spellEnd"/>
      <w:r>
        <w:rPr>
          <w:lang w:val="ru-RU"/>
        </w:rPr>
        <w:t xml:space="preserve"> дирекция "</w:t>
      </w:r>
      <w:proofErr w:type="spellStart"/>
      <w:r>
        <w:rPr>
          <w:lang w:val="ru-RU"/>
        </w:rPr>
        <w:t>Земеделие</w:t>
      </w:r>
      <w:proofErr w:type="spellEnd"/>
      <w:r>
        <w:rPr>
          <w:lang w:val="ru-RU"/>
        </w:rPr>
        <w:t xml:space="preserve">" – София </w:t>
      </w:r>
      <w:proofErr w:type="spellStart"/>
      <w:r>
        <w:rPr>
          <w:lang w:val="ru-RU"/>
        </w:rPr>
        <w:t>област</w:t>
      </w:r>
      <w:proofErr w:type="spellEnd"/>
      <w:r>
        <w:rPr>
          <w:b/>
          <w:lang w:val="ru-RU"/>
        </w:rPr>
        <w:t xml:space="preserve">, Банка: </w:t>
      </w:r>
      <w:proofErr w:type="spellStart"/>
      <w:r>
        <w:rPr>
          <w:b/>
          <w:lang w:val="ru-RU"/>
        </w:rPr>
        <w:t>УниКредитБулбанк</w:t>
      </w:r>
      <w:proofErr w:type="spellEnd"/>
      <w:r>
        <w:rPr>
          <w:b/>
          <w:lang w:val="ru-RU"/>
        </w:rPr>
        <w:t xml:space="preserve">, </w:t>
      </w:r>
      <w:r>
        <w:rPr>
          <w:b/>
        </w:rPr>
        <w:t>BIC</w:t>
      </w:r>
      <w:r>
        <w:rPr>
          <w:b/>
          <w:lang w:val="ru-RU"/>
        </w:rPr>
        <w:t xml:space="preserve">: </w:t>
      </w:r>
      <w:r>
        <w:rPr>
          <w:b/>
        </w:rPr>
        <w:t>UNCRBGSF</w:t>
      </w:r>
      <w:r>
        <w:rPr>
          <w:b/>
          <w:lang w:val="ru-RU"/>
        </w:rPr>
        <w:t xml:space="preserve">, </w:t>
      </w:r>
      <w:r>
        <w:rPr>
          <w:b/>
        </w:rPr>
        <w:t>IBAN</w:t>
      </w:r>
      <w:r>
        <w:rPr>
          <w:b/>
          <w:lang w:val="ru-RU"/>
        </w:rPr>
        <w:t xml:space="preserve">: </w:t>
      </w:r>
      <w:r>
        <w:rPr>
          <w:b/>
        </w:rPr>
        <w:t>BG</w:t>
      </w:r>
      <w:r>
        <w:rPr>
          <w:b/>
          <w:lang w:val="ru-RU"/>
        </w:rPr>
        <w:t xml:space="preserve">67 </w:t>
      </w:r>
      <w:r>
        <w:rPr>
          <w:b/>
        </w:rPr>
        <w:t>UNCR</w:t>
      </w:r>
      <w:r>
        <w:rPr>
          <w:b/>
          <w:lang w:val="ru-RU"/>
        </w:rPr>
        <w:t xml:space="preserve"> 7000 3319 7337 51</w:t>
      </w:r>
      <w:r>
        <w:rPr>
          <w:lang w:val="ru-RU"/>
        </w:rPr>
        <w:t xml:space="preserve">, </w:t>
      </w:r>
      <w:proofErr w:type="spellStart"/>
      <w:r>
        <w:rPr>
          <w:lang w:val="ru-RU"/>
        </w:rPr>
        <w:t>сумата</w:t>
      </w:r>
      <w:proofErr w:type="spellEnd"/>
      <w:r>
        <w:rPr>
          <w:lang w:val="ru-RU"/>
        </w:rPr>
        <w:t xml:space="preserve"> в размер на </w:t>
      </w:r>
      <w:proofErr w:type="spellStart"/>
      <w:r>
        <w:rPr>
          <w:lang w:val="ru-RU"/>
        </w:rPr>
        <w:t>средното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годишно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рентно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плащане</w:t>
      </w:r>
      <w:proofErr w:type="spellEnd"/>
      <w:r>
        <w:rPr>
          <w:lang w:val="ru-RU"/>
        </w:rPr>
        <w:t xml:space="preserve"> за </w:t>
      </w:r>
      <w:proofErr w:type="spellStart"/>
      <w:r>
        <w:rPr>
          <w:lang w:val="ru-RU"/>
        </w:rPr>
        <w:t>землището</w:t>
      </w:r>
      <w:proofErr w:type="spellEnd"/>
      <w:r>
        <w:rPr>
          <w:lang w:val="ru-RU"/>
        </w:rPr>
        <w:t xml:space="preserve"> </w:t>
      </w:r>
      <w:r>
        <w:rPr>
          <w:b/>
          <w:lang w:val="ru-RU"/>
        </w:rPr>
        <w:t xml:space="preserve">в срок до три </w:t>
      </w:r>
      <w:proofErr w:type="spellStart"/>
      <w:r>
        <w:rPr>
          <w:b/>
          <w:lang w:val="ru-RU"/>
        </w:rPr>
        <w:t>месеца</w:t>
      </w:r>
      <w:proofErr w:type="spellEnd"/>
      <w:r>
        <w:rPr>
          <w:lang w:val="ru-RU"/>
        </w:rPr>
        <w:t xml:space="preserve"> от </w:t>
      </w:r>
      <w:proofErr w:type="spellStart"/>
      <w:r>
        <w:rPr>
          <w:lang w:val="ru-RU"/>
        </w:rPr>
        <w:t>публикуване</w:t>
      </w:r>
      <w:proofErr w:type="spellEnd"/>
      <w:r>
        <w:rPr>
          <w:lang w:val="ru-RU"/>
        </w:rPr>
        <w:t xml:space="preserve"> на </w:t>
      </w:r>
      <w:proofErr w:type="spellStart"/>
      <w:r>
        <w:rPr>
          <w:lang w:val="ru-RU"/>
        </w:rPr>
        <w:t>заповедта</w:t>
      </w:r>
      <w:proofErr w:type="spellEnd"/>
      <w:r>
        <w:rPr>
          <w:lang w:val="ru-RU"/>
        </w:rPr>
        <w:t>.</w:t>
      </w:r>
    </w:p>
    <w:p w14:paraId="119E4050" w14:textId="77777777" w:rsidR="004A3929" w:rsidRPr="004A35CC" w:rsidRDefault="004A3929" w:rsidP="004A3929">
      <w:pPr>
        <w:ind w:firstLine="720"/>
        <w:jc w:val="both"/>
        <w:rPr>
          <w:i/>
          <w:lang w:val="ru-RU"/>
        </w:rPr>
      </w:pPr>
      <w:r w:rsidRPr="004A3929">
        <w:rPr>
          <w:i/>
          <w:lang w:val="ru-RU"/>
        </w:rPr>
        <w:t xml:space="preserve">За </w:t>
      </w:r>
      <w:proofErr w:type="spellStart"/>
      <w:r w:rsidRPr="004A3929">
        <w:rPr>
          <w:i/>
          <w:lang w:val="ru-RU"/>
        </w:rPr>
        <w:t>ползвател</w:t>
      </w:r>
      <w:proofErr w:type="spellEnd"/>
      <w:r w:rsidRPr="004A3929">
        <w:rPr>
          <w:i/>
          <w:lang w:val="ru-RU"/>
        </w:rPr>
        <w:t xml:space="preserve"> </w:t>
      </w:r>
      <w:proofErr w:type="spellStart"/>
      <w:r w:rsidRPr="004A3929">
        <w:rPr>
          <w:i/>
          <w:lang w:val="ru-RU"/>
        </w:rPr>
        <w:t>който</w:t>
      </w:r>
      <w:proofErr w:type="spellEnd"/>
      <w:r w:rsidRPr="004A3929">
        <w:rPr>
          <w:i/>
          <w:lang w:val="ru-RU"/>
        </w:rPr>
        <w:t xml:space="preserve"> не е заплатил </w:t>
      </w:r>
      <w:proofErr w:type="spellStart"/>
      <w:r w:rsidRPr="004A3929">
        <w:rPr>
          <w:i/>
          <w:lang w:val="ru-RU"/>
        </w:rPr>
        <w:t>сумите</w:t>
      </w:r>
      <w:proofErr w:type="spellEnd"/>
      <w:r w:rsidRPr="004A3929">
        <w:rPr>
          <w:i/>
          <w:lang w:val="ru-RU"/>
        </w:rPr>
        <w:t xml:space="preserve"> за </w:t>
      </w:r>
      <w:proofErr w:type="spellStart"/>
      <w:r w:rsidRPr="004A3929">
        <w:rPr>
          <w:i/>
          <w:lang w:val="ru-RU"/>
        </w:rPr>
        <w:t>ползваните</w:t>
      </w:r>
      <w:proofErr w:type="spellEnd"/>
      <w:r w:rsidRPr="004A3929">
        <w:rPr>
          <w:i/>
          <w:lang w:val="ru-RU"/>
        </w:rPr>
        <w:t xml:space="preserve"> </w:t>
      </w:r>
      <w:proofErr w:type="spellStart"/>
      <w:r w:rsidRPr="004A3929">
        <w:rPr>
          <w:i/>
          <w:lang w:val="ru-RU"/>
        </w:rPr>
        <w:t>земи</w:t>
      </w:r>
      <w:proofErr w:type="spellEnd"/>
      <w:r w:rsidRPr="004A3929">
        <w:rPr>
          <w:i/>
          <w:lang w:val="ru-RU"/>
        </w:rPr>
        <w:t xml:space="preserve"> по чл.37в ал. 3 т. 2 от ЗСПЗЗ, </w:t>
      </w:r>
      <w:proofErr w:type="spellStart"/>
      <w:r w:rsidRPr="004A3929">
        <w:rPr>
          <w:i/>
          <w:lang w:val="ru-RU"/>
        </w:rPr>
        <w:t>съгласно</w:t>
      </w:r>
      <w:proofErr w:type="spellEnd"/>
      <w:r w:rsidRPr="004A3929">
        <w:rPr>
          <w:i/>
          <w:lang w:val="ru-RU"/>
        </w:rPr>
        <w:t xml:space="preserve"> </w:t>
      </w:r>
      <w:proofErr w:type="spellStart"/>
      <w:r w:rsidRPr="004A3929">
        <w:rPr>
          <w:i/>
          <w:lang w:val="ru-RU"/>
        </w:rPr>
        <w:t>заповедта</w:t>
      </w:r>
      <w:proofErr w:type="spellEnd"/>
      <w:r w:rsidRPr="004A3929">
        <w:rPr>
          <w:i/>
          <w:lang w:val="ru-RU"/>
        </w:rPr>
        <w:t xml:space="preserve"> по ал. 4, </w:t>
      </w:r>
      <w:r w:rsidRPr="004A3929">
        <w:rPr>
          <w:b/>
          <w:i/>
          <w:lang w:val="ru-RU"/>
        </w:rPr>
        <w:t xml:space="preserve">се </w:t>
      </w:r>
      <w:proofErr w:type="spellStart"/>
      <w:r w:rsidRPr="004A3929">
        <w:rPr>
          <w:b/>
          <w:i/>
          <w:lang w:val="ru-RU"/>
        </w:rPr>
        <w:t>прилага</w:t>
      </w:r>
      <w:proofErr w:type="spellEnd"/>
      <w:r w:rsidRPr="004A3929">
        <w:rPr>
          <w:b/>
          <w:i/>
          <w:lang w:val="ru-RU"/>
        </w:rPr>
        <w:t xml:space="preserve"> чл. 37в, ал. 7 от ЗСПЗЗ.</w:t>
      </w:r>
    </w:p>
    <w:p w14:paraId="452A1870" w14:textId="77777777" w:rsidR="0097789C" w:rsidRPr="004A35CC" w:rsidRDefault="0097789C" w:rsidP="0097789C">
      <w:pPr>
        <w:jc w:val="both"/>
        <w:rPr>
          <w:i/>
          <w:lang w:val="ru-RU"/>
        </w:rPr>
      </w:pPr>
      <w:r w:rsidRPr="004A35CC">
        <w:rPr>
          <w:i/>
          <w:lang w:val="ru-RU"/>
        </w:rPr>
        <w:t xml:space="preserve">     </w:t>
      </w:r>
      <w:r>
        <w:rPr>
          <w:i/>
          <w:lang w:val="ru-RU"/>
        </w:rPr>
        <w:tab/>
      </w:r>
      <w:proofErr w:type="spellStart"/>
      <w:r w:rsidRPr="004A35CC">
        <w:rPr>
          <w:i/>
          <w:lang w:val="ru-RU"/>
        </w:rPr>
        <w:t>Заповедта</w:t>
      </w:r>
      <w:proofErr w:type="spellEnd"/>
      <w:r w:rsidRPr="004A35CC">
        <w:rPr>
          <w:i/>
          <w:lang w:val="ru-RU"/>
        </w:rPr>
        <w:t xml:space="preserve"> </w:t>
      </w:r>
      <w:proofErr w:type="spellStart"/>
      <w:r w:rsidRPr="004A35CC">
        <w:rPr>
          <w:i/>
          <w:lang w:val="ru-RU"/>
        </w:rPr>
        <w:t>влиза</w:t>
      </w:r>
      <w:proofErr w:type="spellEnd"/>
      <w:r w:rsidRPr="004A35CC">
        <w:rPr>
          <w:i/>
          <w:lang w:val="ru-RU"/>
        </w:rPr>
        <w:t xml:space="preserve"> в сила по отношение на </w:t>
      </w:r>
      <w:proofErr w:type="spellStart"/>
      <w:r w:rsidRPr="004A35CC">
        <w:rPr>
          <w:i/>
          <w:lang w:val="ru-RU"/>
        </w:rPr>
        <w:t>съответния</w:t>
      </w:r>
      <w:proofErr w:type="spellEnd"/>
      <w:r w:rsidRPr="004A35CC">
        <w:rPr>
          <w:i/>
          <w:lang w:val="ru-RU"/>
        </w:rPr>
        <w:t xml:space="preserve"> </w:t>
      </w:r>
      <w:proofErr w:type="spellStart"/>
      <w:r w:rsidRPr="004A35CC">
        <w:rPr>
          <w:i/>
          <w:lang w:val="ru-RU"/>
        </w:rPr>
        <w:t>ползвател</w:t>
      </w:r>
      <w:proofErr w:type="spellEnd"/>
      <w:r w:rsidRPr="004A35CC">
        <w:rPr>
          <w:i/>
          <w:lang w:val="ru-RU"/>
        </w:rPr>
        <w:t xml:space="preserve"> при </w:t>
      </w:r>
      <w:proofErr w:type="spellStart"/>
      <w:r w:rsidRPr="004A35CC">
        <w:rPr>
          <w:i/>
          <w:lang w:val="ru-RU"/>
        </w:rPr>
        <w:t>изпълнение</w:t>
      </w:r>
      <w:proofErr w:type="spellEnd"/>
      <w:r w:rsidRPr="004A35CC">
        <w:rPr>
          <w:i/>
          <w:lang w:val="ru-RU"/>
        </w:rPr>
        <w:t xml:space="preserve"> на </w:t>
      </w:r>
      <w:proofErr w:type="spellStart"/>
      <w:r w:rsidRPr="004A35CC">
        <w:rPr>
          <w:i/>
          <w:lang w:val="ru-RU"/>
        </w:rPr>
        <w:t>условието</w:t>
      </w:r>
      <w:proofErr w:type="spellEnd"/>
      <w:r w:rsidRPr="004A35CC">
        <w:rPr>
          <w:i/>
          <w:lang w:val="ru-RU"/>
        </w:rPr>
        <w:t xml:space="preserve"> по чл.72 ал.1 от ППЗСПЗЗ.</w:t>
      </w:r>
    </w:p>
    <w:p w14:paraId="12D9C5D2" w14:textId="764D0DBE" w:rsidR="00DC12F3" w:rsidRDefault="0097789C" w:rsidP="00DC12F3">
      <w:pPr>
        <w:ind w:firstLine="709"/>
        <w:jc w:val="both"/>
        <w:rPr>
          <w:lang w:val="ru-RU"/>
        </w:rPr>
      </w:pPr>
      <w:r>
        <w:rPr>
          <w:lang w:val="ru-RU"/>
        </w:rPr>
        <w:t xml:space="preserve"> </w:t>
      </w:r>
      <w:proofErr w:type="spellStart"/>
      <w:r w:rsidR="00DC12F3" w:rsidRPr="00CE78CA">
        <w:rPr>
          <w:lang w:val="ru-RU"/>
        </w:rPr>
        <w:t>Копие</w:t>
      </w:r>
      <w:proofErr w:type="spellEnd"/>
      <w:r w:rsidR="00DC12F3" w:rsidRPr="00CE78CA">
        <w:rPr>
          <w:lang w:val="ru-RU"/>
        </w:rPr>
        <w:t xml:space="preserve"> от </w:t>
      </w:r>
      <w:proofErr w:type="spellStart"/>
      <w:r w:rsidR="00DC12F3" w:rsidRPr="00CE78CA">
        <w:rPr>
          <w:lang w:val="ru-RU"/>
        </w:rPr>
        <w:t>заповедта</w:t>
      </w:r>
      <w:proofErr w:type="spellEnd"/>
      <w:r w:rsidR="00DC12F3" w:rsidRPr="00CE78CA">
        <w:rPr>
          <w:lang w:val="ru-RU"/>
        </w:rPr>
        <w:t xml:space="preserve"> да </w:t>
      </w:r>
      <w:proofErr w:type="spellStart"/>
      <w:r w:rsidR="00DC12F3" w:rsidRPr="00CE78CA">
        <w:rPr>
          <w:lang w:val="ru-RU"/>
        </w:rPr>
        <w:t>бъд</w:t>
      </w:r>
      <w:r w:rsidR="00DC12F3">
        <w:rPr>
          <w:lang w:val="ru-RU"/>
        </w:rPr>
        <w:t>е</w:t>
      </w:r>
      <w:proofErr w:type="spellEnd"/>
      <w:r w:rsidR="00DC12F3">
        <w:rPr>
          <w:lang w:val="ru-RU"/>
        </w:rPr>
        <w:t xml:space="preserve"> </w:t>
      </w:r>
      <w:proofErr w:type="spellStart"/>
      <w:r w:rsidR="00DC12F3">
        <w:rPr>
          <w:lang w:val="ru-RU"/>
        </w:rPr>
        <w:t>връчена</w:t>
      </w:r>
      <w:proofErr w:type="spellEnd"/>
      <w:r w:rsidR="00DC12F3">
        <w:rPr>
          <w:lang w:val="ru-RU"/>
        </w:rPr>
        <w:t xml:space="preserve"> на </w:t>
      </w:r>
      <w:proofErr w:type="spellStart"/>
      <w:r w:rsidR="00DC12F3">
        <w:rPr>
          <w:lang w:val="ru-RU"/>
        </w:rPr>
        <w:t>нач</w:t>
      </w:r>
      <w:r w:rsidR="00373762">
        <w:rPr>
          <w:lang w:val="ru-RU"/>
        </w:rPr>
        <w:t>алника</w:t>
      </w:r>
      <w:proofErr w:type="spellEnd"/>
      <w:r w:rsidR="00373762">
        <w:rPr>
          <w:lang w:val="ru-RU"/>
        </w:rPr>
        <w:t xml:space="preserve"> на ОСЗ – </w:t>
      </w:r>
      <w:proofErr w:type="spellStart"/>
      <w:r w:rsidR="00373762">
        <w:rPr>
          <w:lang w:val="ru-RU"/>
        </w:rPr>
        <w:t>Годеч</w:t>
      </w:r>
      <w:proofErr w:type="spellEnd"/>
      <w:r w:rsidR="00DC12F3" w:rsidRPr="00CE78CA">
        <w:rPr>
          <w:lang w:val="ru-RU"/>
        </w:rPr>
        <w:t xml:space="preserve"> и на </w:t>
      </w:r>
      <w:proofErr w:type="spellStart"/>
      <w:r w:rsidR="00DC12F3" w:rsidRPr="00CE78CA">
        <w:rPr>
          <w:lang w:val="ru-RU"/>
        </w:rPr>
        <w:t>представителите</w:t>
      </w:r>
      <w:proofErr w:type="spellEnd"/>
      <w:r w:rsidR="00DC12F3" w:rsidRPr="00CE78CA">
        <w:rPr>
          <w:lang w:val="ru-RU"/>
        </w:rPr>
        <w:t xml:space="preserve"> </w:t>
      </w:r>
      <w:proofErr w:type="gramStart"/>
      <w:r w:rsidR="00DC12F3" w:rsidRPr="00CE78CA">
        <w:rPr>
          <w:lang w:val="ru-RU"/>
        </w:rPr>
        <w:t>на община</w:t>
      </w:r>
      <w:proofErr w:type="gramEnd"/>
      <w:r w:rsidR="00373762">
        <w:rPr>
          <w:lang w:val="ru-RU"/>
        </w:rPr>
        <w:t xml:space="preserve"> </w:t>
      </w:r>
      <w:proofErr w:type="spellStart"/>
      <w:r w:rsidR="00373762">
        <w:rPr>
          <w:lang w:val="ru-RU"/>
        </w:rPr>
        <w:t>Годеч</w:t>
      </w:r>
      <w:proofErr w:type="spellEnd"/>
      <w:r w:rsidR="00DC12F3">
        <w:rPr>
          <w:lang w:val="ru-RU"/>
        </w:rPr>
        <w:t xml:space="preserve"> </w:t>
      </w:r>
      <w:r w:rsidR="00DC12F3" w:rsidRPr="00CE78CA">
        <w:rPr>
          <w:lang w:val="ru-RU"/>
        </w:rPr>
        <w:t xml:space="preserve">и </w:t>
      </w:r>
      <w:proofErr w:type="spellStart"/>
      <w:r w:rsidR="00DC12F3" w:rsidRPr="00CE78CA">
        <w:rPr>
          <w:lang w:val="ru-RU"/>
        </w:rPr>
        <w:t>кметс</w:t>
      </w:r>
      <w:r w:rsidR="000E478C">
        <w:rPr>
          <w:lang w:val="ru-RU"/>
        </w:rPr>
        <w:t>тво</w:t>
      </w:r>
      <w:proofErr w:type="spellEnd"/>
      <w:r w:rsidR="00DC12F3">
        <w:rPr>
          <w:lang w:val="ru-RU"/>
        </w:rPr>
        <w:t xml:space="preserve"> </w:t>
      </w:r>
      <w:r w:rsidR="00DC12F3" w:rsidRPr="00CE78CA">
        <w:rPr>
          <w:lang w:val="ru-RU"/>
        </w:rPr>
        <w:t>с</w:t>
      </w:r>
      <w:r w:rsidR="00DC12F3">
        <w:rPr>
          <w:lang w:val="ru-RU"/>
        </w:rPr>
        <w:t>.</w:t>
      </w:r>
      <w:r w:rsidR="00FB4D56">
        <w:rPr>
          <w:lang w:val="bg-BG"/>
        </w:rPr>
        <w:t>Мургаш</w:t>
      </w:r>
      <w:r w:rsidR="00DC12F3" w:rsidRPr="00CE78CA">
        <w:rPr>
          <w:lang w:val="ru-RU"/>
        </w:rPr>
        <w:t xml:space="preserve">, </w:t>
      </w:r>
      <w:proofErr w:type="spellStart"/>
      <w:r w:rsidR="00DC12F3" w:rsidRPr="00CE78CA">
        <w:rPr>
          <w:lang w:val="ru-RU"/>
        </w:rPr>
        <w:t>участници</w:t>
      </w:r>
      <w:proofErr w:type="spellEnd"/>
      <w:r w:rsidR="00DC12F3" w:rsidRPr="00CE78CA">
        <w:rPr>
          <w:lang w:val="ru-RU"/>
        </w:rPr>
        <w:t xml:space="preserve"> в </w:t>
      </w:r>
      <w:proofErr w:type="spellStart"/>
      <w:r w:rsidR="00DC12F3" w:rsidRPr="00CE78CA">
        <w:rPr>
          <w:lang w:val="ru-RU"/>
        </w:rPr>
        <w:t>комисията</w:t>
      </w:r>
      <w:proofErr w:type="spellEnd"/>
      <w:r w:rsidR="00DC12F3" w:rsidRPr="00CE78CA">
        <w:rPr>
          <w:lang w:val="ru-RU"/>
        </w:rPr>
        <w:t xml:space="preserve"> – за сведение и </w:t>
      </w:r>
      <w:proofErr w:type="spellStart"/>
      <w:r w:rsidR="00DC12F3" w:rsidRPr="00CE78CA">
        <w:rPr>
          <w:lang w:val="ru-RU"/>
        </w:rPr>
        <w:t>изпълнение</w:t>
      </w:r>
      <w:proofErr w:type="spellEnd"/>
      <w:r w:rsidR="00DC12F3" w:rsidRPr="00CE78CA">
        <w:rPr>
          <w:lang w:val="ru-RU"/>
        </w:rPr>
        <w:t>.</w:t>
      </w:r>
    </w:p>
    <w:p w14:paraId="16689823" w14:textId="5574C2E9" w:rsidR="002213A1" w:rsidRDefault="002213A1" w:rsidP="002213A1">
      <w:pPr>
        <w:ind w:firstLine="709"/>
        <w:jc w:val="both"/>
        <w:rPr>
          <w:lang w:val="bg-BG"/>
        </w:rPr>
      </w:pPr>
      <w:bookmarkStart w:id="5" w:name="_Hlk83646044"/>
      <w:r>
        <w:rPr>
          <w:lang w:val="bg-BG"/>
        </w:rPr>
        <w:tab/>
      </w:r>
      <w:r w:rsidR="000B5533">
        <w:rPr>
          <w:lang w:val="bg-BG"/>
        </w:rPr>
        <w:t>Контрол</w:t>
      </w:r>
      <w:r w:rsidRPr="0083710E">
        <w:rPr>
          <w:lang w:val="bg-BG"/>
        </w:rPr>
        <w:t xml:space="preserve"> по изпълнение на настоящата заповед ще упражнява</w:t>
      </w:r>
      <w:r>
        <w:rPr>
          <w:lang w:val="bg-BG"/>
        </w:rPr>
        <w:t>м</w:t>
      </w:r>
      <w:r w:rsidRPr="0083710E">
        <w:rPr>
          <w:lang w:val="bg-BG"/>
        </w:rPr>
        <w:t xml:space="preserve"> </w:t>
      </w:r>
      <w:r>
        <w:rPr>
          <w:lang w:val="bg-BG"/>
        </w:rPr>
        <w:t>лично</w:t>
      </w:r>
      <w:r w:rsidRPr="0083710E">
        <w:rPr>
          <w:lang w:val="bg-BG"/>
        </w:rPr>
        <w:t>.</w:t>
      </w:r>
      <w:r w:rsidRPr="00535D58">
        <w:rPr>
          <w:lang w:val="bg-BG"/>
        </w:rPr>
        <w:t xml:space="preserve"> </w:t>
      </w:r>
    </w:p>
    <w:p w14:paraId="45A126E5" w14:textId="77777777" w:rsidR="002213A1" w:rsidRDefault="002213A1" w:rsidP="002213A1">
      <w:pPr>
        <w:jc w:val="both"/>
        <w:rPr>
          <w:lang w:val="bg-BG"/>
        </w:rPr>
      </w:pPr>
    </w:p>
    <w:p w14:paraId="6791215D" w14:textId="2DB191C0" w:rsidR="000B5533" w:rsidRDefault="000B5533" w:rsidP="002213A1">
      <w:pPr>
        <w:rPr>
          <w:b/>
          <w:lang w:val="bg-BG"/>
        </w:rPr>
      </w:pPr>
    </w:p>
    <w:p w14:paraId="10313511" w14:textId="2DF7ABDF" w:rsidR="00283ADA" w:rsidRDefault="00BA7C00" w:rsidP="002213A1">
      <w:pPr>
        <w:rPr>
          <w:b/>
          <w:lang w:val="bg-BG"/>
        </w:rPr>
      </w:pPr>
      <w:r>
        <w:rPr>
          <w:b/>
          <w:lang w:val="bg-BG"/>
        </w:rPr>
        <w:t xml:space="preserve">                </w:t>
      </w:r>
      <w:bookmarkStart w:id="6" w:name="_GoBack"/>
      <w:bookmarkEnd w:id="6"/>
      <w:r>
        <w:rPr>
          <w:b/>
          <w:lang w:val="bg-BG"/>
        </w:rPr>
        <w:t>/П/</w:t>
      </w:r>
    </w:p>
    <w:p w14:paraId="448CA815" w14:textId="77777777" w:rsidR="000B5533" w:rsidRDefault="000B5533" w:rsidP="002213A1">
      <w:pPr>
        <w:rPr>
          <w:b/>
          <w:lang w:val="bg-BG"/>
        </w:rPr>
      </w:pPr>
    </w:p>
    <w:p w14:paraId="41E6AC3A" w14:textId="77777777" w:rsidR="000B5533" w:rsidRDefault="000B5533" w:rsidP="002213A1">
      <w:pPr>
        <w:rPr>
          <w:b/>
          <w:lang w:val="bg-BG"/>
        </w:rPr>
      </w:pPr>
    </w:p>
    <w:p w14:paraId="1C8E8DA3" w14:textId="0A037686" w:rsidR="002213A1" w:rsidRPr="00CE78CA" w:rsidRDefault="002213A1" w:rsidP="002213A1">
      <w:pPr>
        <w:rPr>
          <w:b/>
          <w:lang w:val="bg-BG"/>
        </w:rPr>
      </w:pPr>
      <w:r>
        <w:rPr>
          <w:b/>
          <w:lang w:val="bg-BG"/>
        </w:rPr>
        <w:t>ЕМИЛ АТАНАСОВ</w:t>
      </w:r>
    </w:p>
    <w:p w14:paraId="23DC7378" w14:textId="77777777" w:rsidR="002213A1" w:rsidRPr="00FA15EF" w:rsidRDefault="002213A1" w:rsidP="002213A1">
      <w:pPr>
        <w:rPr>
          <w:i/>
          <w:lang w:val="bg-BG"/>
        </w:rPr>
      </w:pPr>
      <w:r w:rsidRPr="00FA15EF">
        <w:rPr>
          <w:i/>
          <w:lang w:val="bg-BG"/>
        </w:rPr>
        <w:t>главен директор на ГД"Аграрно развитие"</w:t>
      </w:r>
    </w:p>
    <w:p w14:paraId="5B46807C" w14:textId="77777777" w:rsidR="002213A1" w:rsidRPr="00CE78CA" w:rsidRDefault="002213A1" w:rsidP="002213A1">
      <w:pPr>
        <w:rPr>
          <w:i/>
          <w:lang w:val="ru-RU"/>
        </w:rPr>
      </w:pPr>
      <w:r w:rsidRPr="00CE78CA">
        <w:rPr>
          <w:i/>
          <w:lang w:val="bg-BG"/>
        </w:rPr>
        <w:t xml:space="preserve">Областна дирекция „Земеделие” </w:t>
      </w:r>
    </w:p>
    <w:p w14:paraId="3ABBF03C" w14:textId="77777777" w:rsidR="002213A1" w:rsidRPr="00CE78CA" w:rsidRDefault="002213A1" w:rsidP="002213A1">
      <w:pPr>
        <w:rPr>
          <w:i/>
          <w:lang w:val="bg-BG"/>
        </w:rPr>
      </w:pPr>
      <w:r>
        <w:rPr>
          <w:i/>
          <w:lang w:val="bg-BG"/>
        </w:rPr>
        <w:t>София</w:t>
      </w:r>
      <w:r w:rsidRPr="00CE78CA">
        <w:rPr>
          <w:i/>
          <w:lang w:val="bg-BG"/>
        </w:rPr>
        <w:t xml:space="preserve"> област</w:t>
      </w:r>
    </w:p>
    <w:p w14:paraId="56FC09CF" w14:textId="77777777" w:rsidR="002213A1" w:rsidRPr="00374CAD" w:rsidRDefault="002213A1" w:rsidP="002213A1">
      <w:pPr>
        <w:rPr>
          <w:iCs/>
          <w:sz w:val="20"/>
          <w:lang w:val="bg-BG"/>
        </w:rPr>
      </w:pPr>
      <w:r w:rsidRPr="00374CAD">
        <w:rPr>
          <w:iCs/>
          <w:sz w:val="20"/>
          <w:lang w:val="bg-BG"/>
        </w:rPr>
        <w:t>(</w:t>
      </w:r>
      <w:r w:rsidRPr="00374CAD">
        <w:rPr>
          <w:color w:val="000000"/>
          <w:sz w:val="18"/>
          <w:szCs w:val="18"/>
          <w:shd w:val="clear" w:color="auto" w:fill="FFFFFF"/>
          <w:lang w:val="bg-BG"/>
        </w:rPr>
        <w:t>оправомощен съгласно Заповед РД-04-127/15.09.2022 г.</w:t>
      </w:r>
      <w:r w:rsidRPr="00374CAD">
        <w:rPr>
          <w:iCs/>
          <w:sz w:val="20"/>
          <w:lang w:val="bg-BG"/>
        </w:rPr>
        <w:t>)</w:t>
      </w:r>
    </w:p>
    <w:bookmarkEnd w:id="5"/>
    <w:p w14:paraId="11F2CBA5" w14:textId="2A7B30D7" w:rsidR="00EE0F93" w:rsidRDefault="00EE0F93" w:rsidP="002213A1">
      <w:pPr>
        <w:ind w:firstLine="709"/>
        <w:jc w:val="both"/>
        <w:rPr>
          <w:i/>
          <w:iCs/>
          <w:sz w:val="20"/>
          <w:lang w:val="bg-BG"/>
        </w:rPr>
      </w:pPr>
    </w:p>
    <w:sectPr w:rsidR="00EE0F93" w:rsidSect="00505A7C">
      <w:footerReference w:type="even" r:id="rId8"/>
      <w:footerReference w:type="default" r:id="rId9"/>
      <w:headerReference w:type="first" r:id="rId10"/>
      <w:pgSz w:w="11907" w:h="16840" w:code="9"/>
      <w:pgMar w:top="1247" w:right="1134" w:bottom="1247" w:left="1276" w:header="425" w:footer="238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8ABA9D1" w14:textId="77777777" w:rsidR="00D66CB1" w:rsidRDefault="00D66CB1">
      <w:r>
        <w:separator/>
      </w:r>
    </w:p>
  </w:endnote>
  <w:endnote w:type="continuationSeparator" w:id="0">
    <w:p w14:paraId="476160B0" w14:textId="77777777" w:rsidR="00D66CB1" w:rsidRDefault="00D66C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len Bg Condensed">
    <w:altName w:val="Georgia"/>
    <w:charset w:val="CC"/>
    <w:family w:val="auto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6CC150" w14:textId="77777777" w:rsidR="00283ADA" w:rsidRDefault="00283ADA" w:rsidP="00C37346">
    <w:pPr>
      <w:pStyle w:val="a5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14:paraId="1240DF26" w14:textId="77777777" w:rsidR="00283ADA" w:rsidRDefault="00283ADA" w:rsidP="00C37346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0690978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CCD1C1F" w14:textId="2BE7A85D" w:rsidR="00283ADA" w:rsidRDefault="00283ADA">
        <w:pPr>
          <w:pStyle w:val="a5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A7C00">
          <w:rPr>
            <w:noProof/>
          </w:rPr>
          <w:t>10</w:t>
        </w:r>
        <w:r>
          <w:rPr>
            <w:noProof/>
          </w:rPr>
          <w:fldChar w:fldCharType="end"/>
        </w:r>
        <w:r>
          <w:rPr>
            <w:noProof/>
            <w:lang w:val="bg-BG"/>
          </w:rPr>
          <w:t>/10</w:t>
        </w:r>
      </w:p>
    </w:sdtContent>
  </w:sdt>
  <w:p w14:paraId="0DF700C8" w14:textId="77777777" w:rsidR="00283ADA" w:rsidRPr="00835BBA" w:rsidRDefault="00283ADA" w:rsidP="00835BBA">
    <w:pPr>
      <w:jc w:val="center"/>
      <w:rPr>
        <w:rFonts w:ascii="Verdana" w:hAnsi="Verdana"/>
        <w:noProof/>
        <w:sz w:val="16"/>
        <w:szCs w:val="16"/>
        <w:lang w:val="bg-BG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480992" w14:textId="77777777" w:rsidR="00D66CB1" w:rsidRDefault="00D66CB1">
      <w:r>
        <w:separator/>
      </w:r>
    </w:p>
  </w:footnote>
  <w:footnote w:type="continuationSeparator" w:id="0">
    <w:p w14:paraId="127190E2" w14:textId="77777777" w:rsidR="00D66CB1" w:rsidRDefault="00D66C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125CA8" w14:textId="77777777" w:rsidR="00283ADA" w:rsidRPr="005B69F7" w:rsidRDefault="00283ADA" w:rsidP="005B69F7">
    <w:pPr>
      <w:pStyle w:val="2"/>
      <w:rPr>
        <w:rStyle w:val="a9"/>
        <w:sz w:val="2"/>
        <w:szCs w:val="2"/>
      </w:rPr>
    </w:pPr>
    <w:r>
      <w:rPr>
        <w:noProof/>
        <w:lang w:eastAsia="bg-BG"/>
      </w:rPr>
      <w:drawing>
        <wp:anchor distT="0" distB="0" distL="114300" distR="114300" simplePos="0" relativeHeight="251656192" behindDoc="0" locked="0" layoutInCell="1" allowOverlap="1" wp14:anchorId="24DEC3BF" wp14:editId="11082FA3">
          <wp:simplePos x="0" y="0"/>
          <wp:positionH relativeFrom="column">
            <wp:posOffset>-635</wp:posOffset>
          </wp:positionH>
          <wp:positionV relativeFrom="paragraph">
            <wp:posOffset>-66040</wp:posOffset>
          </wp:positionV>
          <wp:extent cx="600710" cy="832485"/>
          <wp:effectExtent l="0" t="0" r="8890" b="5715"/>
          <wp:wrapSquare wrapText="bothSides"/>
          <wp:docPr id="3" name="Picture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E796AB5" w14:textId="3F574748" w:rsidR="00283ADA" w:rsidRPr="005B69F7" w:rsidRDefault="00283ADA" w:rsidP="001761C8">
    <w:pPr>
      <w:pStyle w:val="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spacing w:val="40"/>
        <w:sz w:val="30"/>
        <w:szCs w:val="30"/>
      </w:rPr>
    </w:pPr>
    <w:r>
      <w:rPr>
        <w:noProof/>
        <w:lang w:eastAsia="bg-BG"/>
      </w:rPr>
      <mc:AlternateContent>
        <mc:Choice Requires="wps">
          <w:drawing>
            <wp:anchor distT="0" distB="0" distL="114299" distR="114299" simplePos="0" relativeHeight="251659264" behindDoc="0" locked="0" layoutInCell="1" allowOverlap="1" wp14:anchorId="02182B01" wp14:editId="74366DF9">
              <wp:simplePos x="0" y="0"/>
              <wp:positionH relativeFrom="column">
                <wp:posOffset>673734</wp:posOffset>
              </wp:positionH>
              <wp:positionV relativeFrom="paragraph">
                <wp:posOffset>8255</wp:posOffset>
              </wp:positionV>
              <wp:extent cx="0" cy="612140"/>
              <wp:effectExtent l="0" t="0" r="19050" b="16510"/>
              <wp:wrapNone/>
              <wp:docPr id="2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cx1="http://schemas.microsoft.com/office/drawing/2015/9/8/chartex">
          <w:pict>
            <v:shapetype w14:anchorId="091210A3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53.05pt;margin-top:.65pt;width:0;height:48.2pt;z-index:25165926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"/>
          </w:pict>
        </mc:Fallback>
      </mc:AlternateContent>
    </w:r>
    <w:r>
      <w:rPr>
        <w:rFonts w:ascii="Helen Bg Condensed" w:hAnsi="Helen Bg Condensed"/>
        <w:spacing w:val="40"/>
        <w:sz w:val="30"/>
        <w:szCs w:val="30"/>
      </w:rPr>
      <w:t xml:space="preserve"> </w:t>
    </w:r>
    <w:r w:rsidRPr="005B69F7">
      <w:rPr>
        <w:rFonts w:ascii="Helen Bg Condensed" w:hAnsi="Helen Bg Condensed"/>
        <w:spacing w:val="40"/>
        <w:sz w:val="30"/>
        <w:szCs w:val="30"/>
      </w:rPr>
      <w:t>РЕПУБЛИКА БЪЛГАРИЯ</w:t>
    </w:r>
  </w:p>
  <w:p w14:paraId="32FF54C8" w14:textId="7E6F6B94" w:rsidR="00283ADA" w:rsidRPr="0023186B" w:rsidRDefault="00283ADA" w:rsidP="00936425">
    <w:pPr>
      <w:pStyle w:val="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ru-RU"/>
      </w:rPr>
    </w:pPr>
    <w:r w:rsidRPr="00D450FA">
      <w:rPr>
        <w:sz w:val="36"/>
        <w:szCs w:val="36"/>
      </w:rPr>
      <w:tab/>
    </w:r>
    <w:r w:rsidRPr="00CA3258">
      <w:rPr>
        <w:rFonts w:ascii="Helen Bg Condensed" w:hAnsi="Helen Bg Condensed"/>
        <w:b w:val="0"/>
        <w:spacing w:val="40"/>
        <w:sz w:val="26"/>
        <w:szCs w:val="26"/>
      </w:rPr>
      <w:t>Министерство на земеделието</w:t>
    </w:r>
  </w:p>
  <w:p w14:paraId="08644AE3" w14:textId="77777777" w:rsidR="00283ADA" w:rsidRPr="00983B22" w:rsidRDefault="00283ADA" w:rsidP="00936425">
    <w:pPr>
      <w:pStyle w:val="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ru-RU"/>
      </w:rPr>
    </w:pPr>
    <w:r>
      <w:rPr>
        <w:rFonts w:ascii="Helen Bg Condensed" w:hAnsi="Helen Bg Condensed"/>
        <w:b w:val="0"/>
        <w:spacing w:val="40"/>
        <w:sz w:val="26"/>
        <w:szCs w:val="26"/>
      </w:rPr>
      <w:tab/>
      <w:t>Областна дирекция „Земеделие” – София област</w:t>
    </w:r>
  </w:p>
  <w:p w14:paraId="0A998BDC" w14:textId="77777777" w:rsidR="00283ADA" w:rsidRPr="00983B22" w:rsidRDefault="00283ADA" w:rsidP="00983B22">
    <w:pPr>
      <w:rPr>
        <w:b/>
        <w:lang w:val="bg-BG"/>
      </w:rPr>
    </w:pPr>
    <w:r w:rsidRPr="00983B22">
      <w:rPr>
        <w:lang w:val="ru-RU"/>
      </w:rPr>
      <w:tab/>
      <w:t xml:space="preserve">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795D12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" w15:restartNumberingAfterBreak="0">
    <w:nsid w:val="0E58766C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" w15:restartNumberingAfterBreak="0">
    <w:nsid w:val="29113483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3" w15:restartNumberingAfterBreak="0">
    <w:nsid w:val="2D3F021D"/>
    <w:multiLevelType w:val="hybridMultilevel"/>
    <w:tmpl w:val="D87EF732"/>
    <w:lvl w:ilvl="0" w:tplc="6116F50E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9997105"/>
    <w:multiLevelType w:val="hybridMultilevel"/>
    <w:tmpl w:val="DFBCC90C"/>
    <w:lvl w:ilvl="0" w:tplc="040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A917C4F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6" w15:restartNumberingAfterBreak="0">
    <w:nsid w:val="47890AFF"/>
    <w:multiLevelType w:val="hybridMultilevel"/>
    <w:tmpl w:val="F052F8F6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B95E80"/>
    <w:multiLevelType w:val="hybridMultilevel"/>
    <w:tmpl w:val="3598661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7F644DE"/>
    <w:multiLevelType w:val="hybridMultilevel"/>
    <w:tmpl w:val="243A0D98"/>
    <w:lvl w:ilvl="0" w:tplc="1EB0CB2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4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  <w:num w:numId="7">
    <w:abstractNumId w:val="1"/>
  </w:num>
  <w:num w:numId="8">
    <w:abstractNumId w:val="0"/>
  </w:num>
  <w:num w:numId="9">
    <w:abstractNumId w:val="2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6362"/>
    <w:rsid w:val="00004F45"/>
    <w:rsid w:val="00006410"/>
    <w:rsid w:val="00013A9F"/>
    <w:rsid w:val="000178A6"/>
    <w:rsid w:val="00020405"/>
    <w:rsid w:val="00031A1D"/>
    <w:rsid w:val="00034C87"/>
    <w:rsid w:val="00034F6D"/>
    <w:rsid w:val="00041D0F"/>
    <w:rsid w:val="000801CD"/>
    <w:rsid w:val="0008557E"/>
    <w:rsid w:val="0009344D"/>
    <w:rsid w:val="00094932"/>
    <w:rsid w:val="000A0D55"/>
    <w:rsid w:val="000A519D"/>
    <w:rsid w:val="000B05B1"/>
    <w:rsid w:val="000B5533"/>
    <w:rsid w:val="000C25BA"/>
    <w:rsid w:val="000C5047"/>
    <w:rsid w:val="000D4272"/>
    <w:rsid w:val="000E2804"/>
    <w:rsid w:val="000E46A8"/>
    <w:rsid w:val="000E478C"/>
    <w:rsid w:val="000F691D"/>
    <w:rsid w:val="00107C07"/>
    <w:rsid w:val="0011621C"/>
    <w:rsid w:val="0013647C"/>
    <w:rsid w:val="00137F32"/>
    <w:rsid w:val="001423EA"/>
    <w:rsid w:val="0015050F"/>
    <w:rsid w:val="00155469"/>
    <w:rsid w:val="00157D1E"/>
    <w:rsid w:val="00164A60"/>
    <w:rsid w:val="00171717"/>
    <w:rsid w:val="001738C2"/>
    <w:rsid w:val="00173A32"/>
    <w:rsid w:val="00174EB5"/>
    <w:rsid w:val="001761C8"/>
    <w:rsid w:val="001850C9"/>
    <w:rsid w:val="00192DF8"/>
    <w:rsid w:val="001956ED"/>
    <w:rsid w:val="001A06E4"/>
    <w:rsid w:val="001A1BA3"/>
    <w:rsid w:val="001A1C66"/>
    <w:rsid w:val="001B4BA5"/>
    <w:rsid w:val="001C7910"/>
    <w:rsid w:val="001E1CD9"/>
    <w:rsid w:val="0020653E"/>
    <w:rsid w:val="00212573"/>
    <w:rsid w:val="00215957"/>
    <w:rsid w:val="002213A1"/>
    <w:rsid w:val="00225E60"/>
    <w:rsid w:val="0023186B"/>
    <w:rsid w:val="0023544B"/>
    <w:rsid w:val="00236727"/>
    <w:rsid w:val="0024276E"/>
    <w:rsid w:val="002557CA"/>
    <w:rsid w:val="002639F4"/>
    <w:rsid w:val="00266D04"/>
    <w:rsid w:val="0027018A"/>
    <w:rsid w:val="002725F6"/>
    <w:rsid w:val="00283ADA"/>
    <w:rsid w:val="00291BDD"/>
    <w:rsid w:val="002A10AF"/>
    <w:rsid w:val="002A2D11"/>
    <w:rsid w:val="002C2417"/>
    <w:rsid w:val="002C5874"/>
    <w:rsid w:val="002D3B8A"/>
    <w:rsid w:val="002E0A30"/>
    <w:rsid w:val="002E25EF"/>
    <w:rsid w:val="002F2872"/>
    <w:rsid w:val="003015D9"/>
    <w:rsid w:val="00307648"/>
    <w:rsid w:val="003140CD"/>
    <w:rsid w:val="00315EA9"/>
    <w:rsid w:val="003171AC"/>
    <w:rsid w:val="00325630"/>
    <w:rsid w:val="0033321F"/>
    <w:rsid w:val="00334F0E"/>
    <w:rsid w:val="003361C6"/>
    <w:rsid w:val="00343C03"/>
    <w:rsid w:val="00345A2F"/>
    <w:rsid w:val="003475D8"/>
    <w:rsid w:val="00351EE0"/>
    <w:rsid w:val="00352944"/>
    <w:rsid w:val="0035766D"/>
    <w:rsid w:val="00373762"/>
    <w:rsid w:val="00374CAD"/>
    <w:rsid w:val="003813FC"/>
    <w:rsid w:val="0038518E"/>
    <w:rsid w:val="003A6165"/>
    <w:rsid w:val="003A7442"/>
    <w:rsid w:val="003B6B61"/>
    <w:rsid w:val="003C2E20"/>
    <w:rsid w:val="003D26C6"/>
    <w:rsid w:val="003D27F5"/>
    <w:rsid w:val="003D29F1"/>
    <w:rsid w:val="003D48FB"/>
    <w:rsid w:val="003E7141"/>
    <w:rsid w:val="003F12AE"/>
    <w:rsid w:val="003F6ADC"/>
    <w:rsid w:val="00401145"/>
    <w:rsid w:val="00430352"/>
    <w:rsid w:val="0043766A"/>
    <w:rsid w:val="00443D11"/>
    <w:rsid w:val="00446795"/>
    <w:rsid w:val="004517AC"/>
    <w:rsid w:val="00454CDE"/>
    <w:rsid w:val="0045733A"/>
    <w:rsid w:val="00457F33"/>
    <w:rsid w:val="00463733"/>
    <w:rsid w:val="00464DCD"/>
    <w:rsid w:val="00470179"/>
    <w:rsid w:val="00471AF4"/>
    <w:rsid w:val="00477408"/>
    <w:rsid w:val="00492D75"/>
    <w:rsid w:val="004968A3"/>
    <w:rsid w:val="00496975"/>
    <w:rsid w:val="004A35CC"/>
    <w:rsid w:val="004A3929"/>
    <w:rsid w:val="004B10BF"/>
    <w:rsid w:val="004C3144"/>
    <w:rsid w:val="004C4B62"/>
    <w:rsid w:val="004C5464"/>
    <w:rsid w:val="004E31E0"/>
    <w:rsid w:val="004E5FF6"/>
    <w:rsid w:val="004F5882"/>
    <w:rsid w:val="004F625A"/>
    <w:rsid w:val="004F765C"/>
    <w:rsid w:val="00505A7C"/>
    <w:rsid w:val="0051429F"/>
    <w:rsid w:val="00522D1E"/>
    <w:rsid w:val="00533524"/>
    <w:rsid w:val="00535D58"/>
    <w:rsid w:val="00544517"/>
    <w:rsid w:val="005604AC"/>
    <w:rsid w:val="00564A90"/>
    <w:rsid w:val="0057056E"/>
    <w:rsid w:val="005745ED"/>
    <w:rsid w:val="00575052"/>
    <w:rsid w:val="00575425"/>
    <w:rsid w:val="00576362"/>
    <w:rsid w:val="005812FB"/>
    <w:rsid w:val="0058230C"/>
    <w:rsid w:val="00591148"/>
    <w:rsid w:val="00592976"/>
    <w:rsid w:val="00596DB7"/>
    <w:rsid w:val="005A0D6A"/>
    <w:rsid w:val="005A2287"/>
    <w:rsid w:val="005A3B17"/>
    <w:rsid w:val="005A5B96"/>
    <w:rsid w:val="005B2632"/>
    <w:rsid w:val="005B4D1B"/>
    <w:rsid w:val="005B69F7"/>
    <w:rsid w:val="005C1619"/>
    <w:rsid w:val="005C45C6"/>
    <w:rsid w:val="005D2C61"/>
    <w:rsid w:val="005D42C6"/>
    <w:rsid w:val="005D7788"/>
    <w:rsid w:val="005E00E3"/>
    <w:rsid w:val="005E5F37"/>
    <w:rsid w:val="005F18B8"/>
    <w:rsid w:val="005F3A9D"/>
    <w:rsid w:val="00600678"/>
    <w:rsid w:val="00602A0B"/>
    <w:rsid w:val="00606C01"/>
    <w:rsid w:val="00616262"/>
    <w:rsid w:val="00617A58"/>
    <w:rsid w:val="00623B38"/>
    <w:rsid w:val="006359F1"/>
    <w:rsid w:val="006412DD"/>
    <w:rsid w:val="00645F78"/>
    <w:rsid w:val="00654315"/>
    <w:rsid w:val="006552EC"/>
    <w:rsid w:val="006655C6"/>
    <w:rsid w:val="006663D7"/>
    <w:rsid w:val="006727E9"/>
    <w:rsid w:val="006871DF"/>
    <w:rsid w:val="00687C4C"/>
    <w:rsid w:val="00696516"/>
    <w:rsid w:val="006A3970"/>
    <w:rsid w:val="006A760F"/>
    <w:rsid w:val="006B0B9A"/>
    <w:rsid w:val="006B282B"/>
    <w:rsid w:val="006B7386"/>
    <w:rsid w:val="006C1BE4"/>
    <w:rsid w:val="006C5E63"/>
    <w:rsid w:val="006C7E03"/>
    <w:rsid w:val="006E1608"/>
    <w:rsid w:val="006E26A3"/>
    <w:rsid w:val="006E2F1D"/>
    <w:rsid w:val="006E5811"/>
    <w:rsid w:val="006F0945"/>
    <w:rsid w:val="006F2858"/>
    <w:rsid w:val="006F5952"/>
    <w:rsid w:val="00703AAB"/>
    <w:rsid w:val="00707F86"/>
    <w:rsid w:val="007131C5"/>
    <w:rsid w:val="00713EC9"/>
    <w:rsid w:val="00715C9E"/>
    <w:rsid w:val="00724CF9"/>
    <w:rsid w:val="00724E5F"/>
    <w:rsid w:val="00734758"/>
    <w:rsid w:val="007351F8"/>
    <w:rsid w:val="007354A2"/>
    <w:rsid w:val="00735898"/>
    <w:rsid w:val="00736645"/>
    <w:rsid w:val="00737F0F"/>
    <w:rsid w:val="00744E16"/>
    <w:rsid w:val="00751C7B"/>
    <w:rsid w:val="00753FF4"/>
    <w:rsid w:val="00757E98"/>
    <w:rsid w:val="00762DA8"/>
    <w:rsid w:val="00781F58"/>
    <w:rsid w:val="00785809"/>
    <w:rsid w:val="00787497"/>
    <w:rsid w:val="007947AE"/>
    <w:rsid w:val="00794D64"/>
    <w:rsid w:val="007964C9"/>
    <w:rsid w:val="007A06D3"/>
    <w:rsid w:val="007A6290"/>
    <w:rsid w:val="007B2B48"/>
    <w:rsid w:val="007B4B8A"/>
    <w:rsid w:val="007B5503"/>
    <w:rsid w:val="007D05C7"/>
    <w:rsid w:val="007D07CD"/>
    <w:rsid w:val="007D6450"/>
    <w:rsid w:val="007E00EE"/>
    <w:rsid w:val="007E1780"/>
    <w:rsid w:val="00800337"/>
    <w:rsid w:val="00800569"/>
    <w:rsid w:val="0080526F"/>
    <w:rsid w:val="00810556"/>
    <w:rsid w:val="00813E21"/>
    <w:rsid w:val="00813F02"/>
    <w:rsid w:val="00822F7A"/>
    <w:rsid w:val="00823FF9"/>
    <w:rsid w:val="008318FA"/>
    <w:rsid w:val="008324AB"/>
    <w:rsid w:val="00835BBA"/>
    <w:rsid w:val="0083710E"/>
    <w:rsid w:val="00850BCE"/>
    <w:rsid w:val="00853035"/>
    <w:rsid w:val="0085348A"/>
    <w:rsid w:val="0085463F"/>
    <w:rsid w:val="0086367E"/>
    <w:rsid w:val="008708A6"/>
    <w:rsid w:val="00871654"/>
    <w:rsid w:val="008833AA"/>
    <w:rsid w:val="00883AE2"/>
    <w:rsid w:val="00884578"/>
    <w:rsid w:val="00893776"/>
    <w:rsid w:val="008A1BBB"/>
    <w:rsid w:val="008A408D"/>
    <w:rsid w:val="008B0206"/>
    <w:rsid w:val="008B1300"/>
    <w:rsid w:val="008C54F3"/>
    <w:rsid w:val="008D1749"/>
    <w:rsid w:val="008D2703"/>
    <w:rsid w:val="008D7029"/>
    <w:rsid w:val="008E0E45"/>
    <w:rsid w:val="008E690C"/>
    <w:rsid w:val="008F3A6E"/>
    <w:rsid w:val="008F411F"/>
    <w:rsid w:val="00900560"/>
    <w:rsid w:val="00910CBD"/>
    <w:rsid w:val="00931B42"/>
    <w:rsid w:val="00933CBA"/>
    <w:rsid w:val="00936425"/>
    <w:rsid w:val="00945150"/>
    <w:rsid w:val="00946D85"/>
    <w:rsid w:val="00956CD8"/>
    <w:rsid w:val="00974546"/>
    <w:rsid w:val="0097789C"/>
    <w:rsid w:val="009803EE"/>
    <w:rsid w:val="00982E99"/>
    <w:rsid w:val="00983B22"/>
    <w:rsid w:val="00985484"/>
    <w:rsid w:val="00992DF8"/>
    <w:rsid w:val="00995512"/>
    <w:rsid w:val="00996A5D"/>
    <w:rsid w:val="0099762A"/>
    <w:rsid w:val="009A1C2C"/>
    <w:rsid w:val="009A2BA7"/>
    <w:rsid w:val="009A49E5"/>
    <w:rsid w:val="009B3FDB"/>
    <w:rsid w:val="009B57C3"/>
    <w:rsid w:val="009D555E"/>
    <w:rsid w:val="009E2A74"/>
    <w:rsid w:val="009E7D8E"/>
    <w:rsid w:val="009F2A96"/>
    <w:rsid w:val="00A21340"/>
    <w:rsid w:val="00A23BFD"/>
    <w:rsid w:val="00A2419F"/>
    <w:rsid w:val="00A36C2A"/>
    <w:rsid w:val="00A56EBD"/>
    <w:rsid w:val="00A60928"/>
    <w:rsid w:val="00A74690"/>
    <w:rsid w:val="00A74EBA"/>
    <w:rsid w:val="00A76B02"/>
    <w:rsid w:val="00A805A9"/>
    <w:rsid w:val="00A806FD"/>
    <w:rsid w:val="00A8380F"/>
    <w:rsid w:val="00A908FE"/>
    <w:rsid w:val="00A92CFD"/>
    <w:rsid w:val="00A94EC0"/>
    <w:rsid w:val="00AA37E5"/>
    <w:rsid w:val="00AB53BB"/>
    <w:rsid w:val="00AD13E8"/>
    <w:rsid w:val="00AD2747"/>
    <w:rsid w:val="00AD3A76"/>
    <w:rsid w:val="00AD6705"/>
    <w:rsid w:val="00AD6B30"/>
    <w:rsid w:val="00AD7D68"/>
    <w:rsid w:val="00AE42FC"/>
    <w:rsid w:val="00AE6009"/>
    <w:rsid w:val="00AF0AFA"/>
    <w:rsid w:val="00B01BC8"/>
    <w:rsid w:val="00B02AEB"/>
    <w:rsid w:val="00B14BA2"/>
    <w:rsid w:val="00B157DC"/>
    <w:rsid w:val="00B22D78"/>
    <w:rsid w:val="00B2429C"/>
    <w:rsid w:val="00B54180"/>
    <w:rsid w:val="00B61E85"/>
    <w:rsid w:val="00B65A97"/>
    <w:rsid w:val="00B65B7A"/>
    <w:rsid w:val="00B80B62"/>
    <w:rsid w:val="00B97B20"/>
    <w:rsid w:val="00BA5128"/>
    <w:rsid w:val="00BA7C00"/>
    <w:rsid w:val="00BC0B35"/>
    <w:rsid w:val="00BC45FC"/>
    <w:rsid w:val="00BD0CEF"/>
    <w:rsid w:val="00BD1BCF"/>
    <w:rsid w:val="00BD5937"/>
    <w:rsid w:val="00BD7539"/>
    <w:rsid w:val="00BE215C"/>
    <w:rsid w:val="00BE4052"/>
    <w:rsid w:val="00BF47CC"/>
    <w:rsid w:val="00C00904"/>
    <w:rsid w:val="00C02136"/>
    <w:rsid w:val="00C06313"/>
    <w:rsid w:val="00C120B5"/>
    <w:rsid w:val="00C20542"/>
    <w:rsid w:val="00C256B4"/>
    <w:rsid w:val="00C2594B"/>
    <w:rsid w:val="00C34BD9"/>
    <w:rsid w:val="00C34FAA"/>
    <w:rsid w:val="00C37346"/>
    <w:rsid w:val="00C41B72"/>
    <w:rsid w:val="00C473A4"/>
    <w:rsid w:val="00C821E6"/>
    <w:rsid w:val="00CA17DF"/>
    <w:rsid w:val="00CA3258"/>
    <w:rsid w:val="00CA41E3"/>
    <w:rsid w:val="00CA4336"/>
    <w:rsid w:val="00CA7A14"/>
    <w:rsid w:val="00CC444F"/>
    <w:rsid w:val="00CC671B"/>
    <w:rsid w:val="00CD6A9A"/>
    <w:rsid w:val="00CE47C7"/>
    <w:rsid w:val="00CE5345"/>
    <w:rsid w:val="00CE78CA"/>
    <w:rsid w:val="00CF1702"/>
    <w:rsid w:val="00CF334D"/>
    <w:rsid w:val="00CF6799"/>
    <w:rsid w:val="00D00BD9"/>
    <w:rsid w:val="00D05BED"/>
    <w:rsid w:val="00D10B5A"/>
    <w:rsid w:val="00D117C6"/>
    <w:rsid w:val="00D1214A"/>
    <w:rsid w:val="00D1344B"/>
    <w:rsid w:val="00D13F65"/>
    <w:rsid w:val="00D23A8B"/>
    <w:rsid w:val="00D259F5"/>
    <w:rsid w:val="00D30D14"/>
    <w:rsid w:val="00D450FA"/>
    <w:rsid w:val="00D60338"/>
    <w:rsid w:val="00D61AE4"/>
    <w:rsid w:val="00D66684"/>
    <w:rsid w:val="00D66CB1"/>
    <w:rsid w:val="00D71A31"/>
    <w:rsid w:val="00D742E5"/>
    <w:rsid w:val="00D7472F"/>
    <w:rsid w:val="00D81D3E"/>
    <w:rsid w:val="00D86ADE"/>
    <w:rsid w:val="00D86C51"/>
    <w:rsid w:val="00D94649"/>
    <w:rsid w:val="00DA5FC2"/>
    <w:rsid w:val="00DA6215"/>
    <w:rsid w:val="00DB0831"/>
    <w:rsid w:val="00DB36C9"/>
    <w:rsid w:val="00DB47C4"/>
    <w:rsid w:val="00DB7D60"/>
    <w:rsid w:val="00DC12F3"/>
    <w:rsid w:val="00DC7B49"/>
    <w:rsid w:val="00DD53B3"/>
    <w:rsid w:val="00DE1CB6"/>
    <w:rsid w:val="00DF3535"/>
    <w:rsid w:val="00DF62FE"/>
    <w:rsid w:val="00E033AB"/>
    <w:rsid w:val="00E051B5"/>
    <w:rsid w:val="00E06D03"/>
    <w:rsid w:val="00E14211"/>
    <w:rsid w:val="00E14AEE"/>
    <w:rsid w:val="00E237A5"/>
    <w:rsid w:val="00E276F4"/>
    <w:rsid w:val="00E339BB"/>
    <w:rsid w:val="00E52E11"/>
    <w:rsid w:val="00E5627C"/>
    <w:rsid w:val="00E61682"/>
    <w:rsid w:val="00E61DDC"/>
    <w:rsid w:val="00E6220A"/>
    <w:rsid w:val="00E71875"/>
    <w:rsid w:val="00E71BA4"/>
    <w:rsid w:val="00E7445E"/>
    <w:rsid w:val="00E76BF6"/>
    <w:rsid w:val="00E91338"/>
    <w:rsid w:val="00EA3B1F"/>
    <w:rsid w:val="00EA778C"/>
    <w:rsid w:val="00EB4DB7"/>
    <w:rsid w:val="00EE0F93"/>
    <w:rsid w:val="00EE1A25"/>
    <w:rsid w:val="00EE2FF9"/>
    <w:rsid w:val="00EF61F2"/>
    <w:rsid w:val="00F05FFF"/>
    <w:rsid w:val="00F06BC9"/>
    <w:rsid w:val="00F12E63"/>
    <w:rsid w:val="00F1309C"/>
    <w:rsid w:val="00F304C9"/>
    <w:rsid w:val="00F37E58"/>
    <w:rsid w:val="00F41255"/>
    <w:rsid w:val="00F50B93"/>
    <w:rsid w:val="00F63931"/>
    <w:rsid w:val="00F670A1"/>
    <w:rsid w:val="00F670AF"/>
    <w:rsid w:val="00F72CF1"/>
    <w:rsid w:val="00F73081"/>
    <w:rsid w:val="00F7674E"/>
    <w:rsid w:val="00F77810"/>
    <w:rsid w:val="00F95DCD"/>
    <w:rsid w:val="00FA10EE"/>
    <w:rsid w:val="00FA4106"/>
    <w:rsid w:val="00FA62AB"/>
    <w:rsid w:val="00FA728E"/>
    <w:rsid w:val="00FB2631"/>
    <w:rsid w:val="00FB29BA"/>
    <w:rsid w:val="00FB3A94"/>
    <w:rsid w:val="00FB4D56"/>
    <w:rsid w:val="00FB775A"/>
    <w:rsid w:val="00FD129D"/>
    <w:rsid w:val="00FD45F0"/>
    <w:rsid w:val="00FE4761"/>
    <w:rsid w:val="00FF131A"/>
    <w:rsid w:val="00FF13DE"/>
    <w:rsid w:val="00FF334B"/>
    <w:rsid w:val="00FF7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 "/>
  <w14:docId w14:val="3157458A"/>
  <w15:docId w15:val="{51324D16-F199-4358-845D-7FA2368E0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1780"/>
    <w:rPr>
      <w:sz w:val="24"/>
      <w:szCs w:val="24"/>
      <w:lang w:val="en-US" w:eastAsia="en-US"/>
    </w:rPr>
  </w:style>
  <w:style w:type="paragraph" w:styleId="1">
    <w:name w:val="heading 1"/>
    <w:basedOn w:val="a"/>
    <w:next w:val="a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2">
    <w:name w:val="heading 2"/>
    <w:basedOn w:val="a"/>
    <w:next w:val="a"/>
    <w:qFormat/>
    <w:pPr>
      <w:keepNext/>
      <w:jc w:val="right"/>
      <w:outlineLvl w:val="1"/>
    </w:pPr>
    <w:rPr>
      <w:u w:val="single"/>
      <w:lang w:val="bg-BG"/>
    </w:rPr>
  </w:style>
  <w:style w:type="paragraph" w:styleId="3">
    <w:name w:val="heading 3"/>
    <w:basedOn w:val="a"/>
    <w:next w:val="a"/>
    <w:qFormat/>
    <w:pPr>
      <w:keepNext/>
      <w:outlineLvl w:val="2"/>
    </w:pPr>
    <w:rPr>
      <w:b/>
      <w:sz w:val="28"/>
    </w:rPr>
  </w:style>
  <w:style w:type="paragraph" w:styleId="4">
    <w:name w:val="heading 4"/>
    <w:basedOn w:val="a"/>
    <w:next w:val="a"/>
    <w:qFormat/>
    <w:pPr>
      <w:keepNext/>
      <w:outlineLvl w:val="3"/>
    </w:pPr>
    <w:rPr>
      <w:b/>
      <w:bCs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numbering" w:customStyle="1" w:styleId="ListNo1">
    <w:name w:val="List No"/>
    <w:uiPriority w:val="99"/>
    <w:semiHidden/>
    <w:unhideWhenUsed/>
  </w:style>
  <w:style w:type="numbering" w:customStyle="1" w:styleId="ListNo2">
    <w:name w:val="List No"/>
    <w:uiPriority w:val="99"/>
    <w:semiHidden/>
    <w:unhideWhenUsed/>
  </w:style>
  <w:style w:type="numbering" w:customStyle="1" w:styleId="ListNo3">
    <w:name w:val="List No"/>
    <w:uiPriority w:val="99"/>
    <w:semiHidden/>
    <w:unhideWhenUsed/>
  </w:style>
  <w:style w:type="numbering" w:customStyle="1" w:styleId="ListNo4">
    <w:name w:val="List No"/>
    <w:uiPriority w:val="99"/>
    <w:semiHidden/>
    <w:unhideWhenUsed/>
  </w:style>
  <w:style w:type="numbering" w:customStyle="1" w:styleId="ListNo5">
    <w:name w:val="List No"/>
    <w:uiPriority w:val="99"/>
    <w:semiHidden/>
    <w:unhideWhenUsed/>
  </w:style>
  <w:style w:type="numbering" w:customStyle="1" w:styleId="ListNo6">
    <w:name w:val="List No"/>
    <w:uiPriority w:val="99"/>
    <w:semiHidden/>
    <w:unhideWhenUsed/>
  </w:style>
  <w:style w:type="numbering" w:customStyle="1" w:styleId="ListNo7">
    <w:name w:val="List No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320"/>
        <w:tab w:val="right" w:pos="8640"/>
      </w:tabs>
    </w:pPr>
  </w:style>
  <w:style w:type="paragraph" w:styleId="a5">
    <w:name w:val="footer"/>
    <w:basedOn w:val="a"/>
    <w:link w:val="a6"/>
    <w:uiPriority w:val="99"/>
    <w:pPr>
      <w:tabs>
        <w:tab w:val="center" w:pos="4320"/>
        <w:tab w:val="right" w:pos="8640"/>
      </w:tabs>
    </w:pPr>
  </w:style>
  <w:style w:type="paragraph" w:styleId="a7">
    <w:name w:val="Body Text"/>
    <w:basedOn w:val="a"/>
    <w:pPr>
      <w:jc w:val="both"/>
    </w:pPr>
    <w:rPr>
      <w:lang w:val="bg-BG"/>
    </w:rPr>
  </w:style>
  <w:style w:type="paragraph" w:styleId="20">
    <w:name w:val="Body Text 2"/>
    <w:basedOn w:val="a"/>
    <w:pPr>
      <w:jc w:val="both"/>
    </w:pPr>
    <w:rPr>
      <w:lang w:val="bg-BG"/>
    </w:rPr>
  </w:style>
  <w:style w:type="character" w:styleId="a8">
    <w:name w:val="Hyperlink"/>
    <w:uiPriority w:val="99"/>
    <w:rPr>
      <w:color w:val="0000FF"/>
      <w:u w:val="single"/>
    </w:rPr>
  </w:style>
  <w:style w:type="character" w:styleId="a9">
    <w:name w:val="Emphasis"/>
    <w:qFormat/>
    <w:rsid w:val="005B69F7"/>
    <w:rPr>
      <w:i/>
      <w:iCs/>
    </w:rPr>
  </w:style>
  <w:style w:type="table" w:styleId="aa">
    <w:name w:val="Table Grid"/>
    <w:basedOn w:val="a1"/>
    <w:rsid w:val="00CF17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ewdocreference1">
    <w:name w:val="newdocreference1"/>
    <w:rsid w:val="008F3A6E"/>
    <w:rPr>
      <w:i w:val="0"/>
      <w:iCs w:val="0"/>
      <w:color w:val="0000FF"/>
      <w:u w:val="single"/>
    </w:rPr>
  </w:style>
  <w:style w:type="paragraph" w:styleId="ab">
    <w:name w:val="Balloon Text"/>
    <w:basedOn w:val="a"/>
    <w:link w:val="ac"/>
    <w:uiPriority w:val="99"/>
    <w:rsid w:val="00800337"/>
    <w:rPr>
      <w:rFonts w:ascii="Tahoma" w:hAnsi="Tahoma" w:cs="Tahoma"/>
      <w:sz w:val="16"/>
      <w:szCs w:val="16"/>
    </w:rPr>
  </w:style>
  <w:style w:type="character" w:customStyle="1" w:styleId="ac">
    <w:name w:val="Изнесен текст Знак"/>
    <w:link w:val="ab"/>
    <w:uiPriority w:val="99"/>
    <w:rsid w:val="00800337"/>
    <w:rPr>
      <w:rFonts w:ascii="Tahoma" w:hAnsi="Tahoma" w:cs="Tahoma"/>
      <w:sz w:val="16"/>
      <w:szCs w:val="16"/>
      <w:lang w:val="en-US" w:eastAsia="en-US"/>
    </w:rPr>
  </w:style>
  <w:style w:type="numbering" w:customStyle="1" w:styleId="NoList1">
    <w:name w:val="No List1"/>
    <w:next w:val="ListNo7"/>
    <w:uiPriority w:val="99"/>
    <w:semiHidden/>
    <w:unhideWhenUsed/>
    <w:rsid w:val="005A2287"/>
  </w:style>
  <w:style w:type="numbering" w:customStyle="1" w:styleId="NoList2">
    <w:name w:val="No List2"/>
    <w:next w:val="ListNo7"/>
    <w:uiPriority w:val="99"/>
    <w:semiHidden/>
    <w:unhideWhenUsed/>
    <w:rsid w:val="00EE2FF9"/>
  </w:style>
  <w:style w:type="character" w:styleId="ad">
    <w:name w:val="page number"/>
    <w:basedOn w:val="a0"/>
    <w:uiPriority w:val="99"/>
    <w:rsid w:val="00C37346"/>
  </w:style>
  <w:style w:type="character" w:styleId="ae">
    <w:name w:val="FollowedHyperlink"/>
    <w:uiPriority w:val="99"/>
    <w:unhideWhenUsed/>
    <w:rsid w:val="00FD45F0"/>
    <w:rPr>
      <w:color w:val="800080"/>
      <w:u w:val="single"/>
    </w:rPr>
  </w:style>
  <w:style w:type="paragraph" w:customStyle="1" w:styleId="xl61">
    <w:name w:val="xl61"/>
    <w:basedOn w:val="a"/>
    <w:rsid w:val="00FD45F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2">
    <w:name w:val="xl62"/>
    <w:basedOn w:val="a"/>
    <w:rsid w:val="00FD45F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3">
    <w:name w:val="xl63"/>
    <w:basedOn w:val="a"/>
    <w:rsid w:val="00FD45F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4">
    <w:name w:val="xl64"/>
    <w:basedOn w:val="a"/>
    <w:rsid w:val="00FD45F0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5">
    <w:name w:val="xl65"/>
    <w:basedOn w:val="a"/>
    <w:rsid w:val="00FD45F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6">
    <w:name w:val="xl66"/>
    <w:basedOn w:val="a"/>
    <w:rsid w:val="00FD45F0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7">
    <w:name w:val="xl67"/>
    <w:basedOn w:val="a"/>
    <w:rsid w:val="00FD45F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8">
    <w:name w:val="xl68"/>
    <w:basedOn w:val="a"/>
    <w:rsid w:val="00FD45F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9">
    <w:name w:val="xl69"/>
    <w:basedOn w:val="a"/>
    <w:rsid w:val="00FD45F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70">
    <w:name w:val="xl70"/>
    <w:basedOn w:val="a"/>
    <w:rsid w:val="00FD45F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1">
    <w:name w:val="xl71"/>
    <w:basedOn w:val="a"/>
    <w:rsid w:val="00FD45F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72">
    <w:name w:val="xl72"/>
    <w:basedOn w:val="a"/>
    <w:rsid w:val="00FD45F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3">
    <w:name w:val="xl73"/>
    <w:basedOn w:val="a"/>
    <w:rsid w:val="00FD45F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74">
    <w:name w:val="xl74"/>
    <w:basedOn w:val="a"/>
    <w:rsid w:val="00464DC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75">
    <w:name w:val="xl75"/>
    <w:basedOn w:val="a"/>
    <w:rsid w:val="00464D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6">
    <w:name w:val="xl76"/>
    <w:basedOn w:val="a"/>
    <w:rsid w:val="00464D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7">
    <w:name w:val="xl77"/>
    <w:basedOn w:val="a"/>
    <w:rsid w:val="00464D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character" w:customStyle="1" w:styleId="a4">
    <w:name w:val="Горен колонтитул Знак"/>
    <w:basedOn w:val="a0"/>
    <w:link w:val="a3"/>
    <w:uiPriority w:val="99"/>
    <w:rsid w:val="00DC7B49"/>
    <w:rPr>
      <w:sz w:val="24"/>
      <w:szCs w:val="24"/>
      <w:lang w:val="en-US" w:eastAsia="en-US"/>
    </w:rPr>
  </w:style>
  <w:style w:type="character" w:customStyle="1" w:styleId="a6">
    <w:name w:val="Долен колонтитул Знак"/>
    <w:basedOn w:val="a0"/>
    <w:link w:val="a5"/>
    <w:uiPriority w:val="99"/>
    <w:rsid w:val="00DC7B49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53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73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6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9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3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699200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317465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421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8356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159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86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1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81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53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5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4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6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4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1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4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7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04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4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83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6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4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1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User.NEC-117E7CAAAAE\Desktop\ODZ_new.dot" TargetMode="Externa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0C139E-59CC-46D1-9F0F-E34F955810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ODZ_new</Template>
  <TotalTime>147</TotalTime>
  <Pages>1</Pages>
  <Words>3592</Words>
  <Characters>20480</Characters>
  <Application>Microsoft Office Word</Application>
  <DocSecurity>0</DocSecurity>
  <Lines>170</Lines>
  <Paragraphs>48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24024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User</dc:creator>
  <cp:lastModifiedBy>Stoqnka</cp:lastModifiedBy>
  <cp:revision>32</cp:revision>
  <cp:lastPrinted>2022-09-29T10:04:00Z</cp:lastPrinted>
  <dcterms:created xsi:type="dcterms:W3CDTF">2022-09-26T08:20:00Z</dcterms:created>
  <dcterms:modified xsi:type="dcterms:W3CDTF">2022-09-29T10:41:00Z</dcterms:modified>
</cp:coreProperties>
</file>