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2ADE4FD6" w:rsidR="00454CDE" w:rsidRPr="00713EC9" w:rsidRDefault="002F46A0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796EA488" w:rsidR="00454CDE" w:rsidRPr="002F46A0" w:rsidRDefault="005A2287" w:rsidP="005A2287">
      <w:pPr>
        <w:ind w:left="3600"/>
        <w:rPr>
          <w:b/>
          <w:lang w:val="bg-BG"/>
        </w:rPr>
      </w:pPr>
      <w:r w:rsidRPr="002F46A0">
        <w:rPr>
          <w:b/>
          <w:lang w:val="bg-BG"/>
        </w:rPr>
        <w:t xml:space="preserve">   </w:t>
      </w:r>
      <w:r w:rsidR="00454CDE" w:rsidRPr="002F46A0">
        <w:rPr>
          <w:b/>
          <w:lang w:val="bg-BG"/>
        </w:rPr>
        <w:t>№</w:t>
      </w:r>
      <w:r w:rsidR="002F46A0" w:rsidRPr="002F46A0">
        <w:rPr>
          <w:b/>
          <w:sz w:val="26"/>
          <w:szCs w:val="26"/>
          <w:lang w:val="bg-BG"/>
        </w:rPr>
        <w:t xml:space="preserve"> </w:t>
      </w:r>
      <w:r w:rsidR="002F46A0" w:rsidRPr="002F46A0">
        <w:rPr>
          <w:b/>
          <w:sz w:val="26"/>
          <w:szCs w:val="26"/>
          <w:lang w:val="bg-BG"/>
        </w:rPr>
        <w:t>ПО-09-3162</w:t>
      </w:r>
      <w:r w:rsidR="002F46A0" w:rsidRPr="002F46A0">
        <w:rPr>
          <w:b/>
          <w:lang w:val="bg-BG"/>
        </w:rPr>
        <w:t>-3</w:t>
      </w:r>
    </w:p>
    <w:p w14:paraId="3795E67F" w14:textId="521E55B9" w:rsidR="00454CDE" w:rsidRPr="002F46A0" w:rsidRDefault="00454CDE" w:rsidP="00BE4052">
      <w:pPr>
        <w:ind w:left="2880" w:firstLine="720"/>
        <w:rPr>
          <w:b/>
          <w:lang w:val="bg-BG"/>
        </w:rPr>
      </w:pPr>
      <w:r w:rsidRPr="002F46A0">
        <w:rPr>
          <w:b/>
          <w:lang w:val="bg-BG"/>
        </w:rPr>
        <w:t>София,</w:t>
      </w:r>
      <w:r w:rsidR="002F46A0" w:rsidRPr="002F46A0">
        <w:rPr>
          <w:b/>
          <w:lang w:val="bg-BG"/>
        </w:rPr>
        <w:t>28.09.</w:t>
      </w:r>
      <w:r w:rsidR="0023186B" w:rsidRPr="002F46A0">
        <w:rPr>
          <w:b/>
          <w:lang w:val="bg-BG"/>
        </w:rPr>
        <w:t>20</w:t>
      </w:r>
      <w:r w:rsidR="005A5B96" w:rsidRPr="002F46A0">
        <w:rPr>
          <w:b/>
          <w:lang w:val="bg-BG"/>
        </w:rPr>
        <w:t>2</w:t>
      </w:r>
      <w:r w:rsidR="00CC444F" w:rsidRPr="002F46A0">
        <w:rPr>
          <w:b/>
          <w:lang w:val="bg-BG"/>
        </w:rPr>
        <w:t>2</w:t>
      </w:r>
      <w:r w:rsidR="0023186B" w:rsidRPr="002F46A0">
        <w:rPr>
          <w:b/>
          <w:lang w:val="bg-BG"/>
        </w:rPr>
        <w:t>г.</w:t>
      </w:r>
      <w:r w:rsidR="006727E9" w:rsidRPr="002F46A0">
        <w:rPr>
          <w:b/>
          <w:lang w:val="bg-BG"/>
        </w:rPr>
        <w:t xml:space="preserve">  </w:t>
      </w:r>
    </w:p>
    <w:p w14:paraId="1E17924A" w14:textId="77777777" w:rsidR="00B90807" w:rsidRPr="00CE78CA" w:rsidRDefault="00B90807" w:rsidP="00BE4052">
      <w:pPr>
        <w:ind w:left="2880" w:firstLine="720"/>
        <w:rPr>
          <w:lang w:val="bg-BG"/>
        </w:rPr>
      </w:pPr>
    </w:p>
    <w:p w14:paraId="31639020" w14:textId="0953B9FC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6D2484">
        <w:rPr>
          <w:b/>
          <w:sz w:val="26"/>
          <w:szCs w:val="26"/>
          <w:lang w:val="bg-BG"/>
        </w:rPr>
        <w:t>3162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7E0C97DE" w14:textId="07C850F9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790F0D27" w14:textId="7EA945F6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6D2484">
        <w:rPr>
          <w:b/>
          <w:lang w:val="bg-BG"/>
        </w:rPr>
        <w:t>Лопушня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6D2484">
        <w:rPr>
          <w:b/>
          <w:lang w:val="bg-BG"/>
        </w:rPr>
        <w:t>44300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B90807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0352C75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19B67CB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08DC75F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0CA5852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3BEBCED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62CF0B2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3CCB6AD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44F1100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6F0038C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768FF80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0C2AD93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4CEA105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7F46745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415BF15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62DC077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2E1857E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76F1C8D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34B273E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024B466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15DAB48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2E44862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3D14A38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5BD1761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365559F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13B588F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0DACFFB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40DBE14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4E5D748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60.74</w:t>
            </w:r>
          </w:p>
        </w:tc>
      </w:tr>
      <w:tr w:rsidR="00B90807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724C007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68BA892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6359550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164B571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572C98B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64EBDF3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47DE9A3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42.23</w:t>
            </w:r>
          </w:p>
        </w:tc>
      </w:tr>
      <w:tr w:rsidR="00B90807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41D019E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677DD96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620935C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16600CF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3A73E99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672500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3823D3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7DDD85F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36693DB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7E710EA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524C554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7F94973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2D6E48A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6C44FB6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5570E74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676652A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1C9F678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49AD68E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5B7CECA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628F169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2663400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4.23</w:t>
            </w:r>
          </w:p>
        </w:tc>
      </w:tr>
      <w:tr w:rsidR="00B90807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489B3E5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06B2FFC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5A2E6FE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7555085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1C0C027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13C6478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38B39CE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</w:tr>
      <w:tr w:rsidR="00B90807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5D980C7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2D23C9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3BF11EB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3C19918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50F49A9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52DB942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4.939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4CD0962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123.47</w:t>
            </w:r>
          </w:p>
        </w:tc>
      </w:tr>
      <w:tr w:rsidR="00B90807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791E4B0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1A3085F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528F058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53D4E95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6105DD9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7D9F3D7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6940FFB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2A0940E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400C50B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6AD3D71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49CD7A2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3380373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58D2490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3.047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1648D03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76.19</w:t>
            </w:r>
          </w:p>
        </w:tc>
      </w:tr>
      <w:tr w:rsidR="00B90807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0269723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224EF7A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4A7F957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1B94DD6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1291CB8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1025BB5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4A6B443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38FD971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739A712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1D2C08F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0449C58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06F39B3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4A957F4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6441279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61.29</w:t>
            </w:r>
          </w:p>
        </w:tc>
      </w:tr>
      <w:tr w:rsidR="00B90807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32982F9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13673B2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7A552BF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3083C88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70BE321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623D9D0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6CDC809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4AB0557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69CC2E3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5916E33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5E17243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395A97E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73C4582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78A8835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38D477F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4A0C1F5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12678AE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10406B7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4E1B452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0739401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3.641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3A5B7D8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91.04</w:t>
            </w:r>
          </w:p>
        </w:tc>
      </w:tr>
      <w:tr w:rsidR="00B90807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62EC7EF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25CF7D0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23FD6C3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4C2C28B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5CBAE1F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4E7E421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0D3F3FC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5522753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25F82B3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3C9F454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4530D21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5FD103C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2A1AC3A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289D002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7CF973E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08E06F2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251556A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3EAB226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69A1C90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106ABB5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3A3B4FA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4654D24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3F1361A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0993247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208E2E4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6596338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4E43EFE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1F564DC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</w:tr>
      <w:tr w:rsidR="00B90807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4CF37AC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33B90A5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700967D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4CFBB98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5CCD94D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55D4375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495C4E7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B90807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753AEBB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7072C0E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58AFD52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5EF42EA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7D6002F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675E807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2F74359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2.86</w:t>
            </w:r>
          </w:p>
        </w:tc>
      </w:tr>
      <w:tr w:rsidR="00B90807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1839D20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7D3C2CE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0892FD7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0A11D75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2353203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24CB38E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67222AA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697F88D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5CB15E3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44B7D3C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246B556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1B787A7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77FDEA5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6313C24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14.08</w:t>
            </w:r>
          </w:p>
        </w:tc>
      </w:tr>
      <w:tr w:rsidR="00B90807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0811F4E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33EC9E6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71369D6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79D811F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1785AB8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7E118F1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02AC332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9.64</w:t>
            </w:r>
          </w:p>
        </w:tc>
      </w:tr>
      <w:tr w:rsidR="00B90807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23338DD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0BD4C10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7BFD1CA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3842067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622B8D4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3574F01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72F4D3F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57FEF98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6BB81C1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4A2DB45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70D8D9F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1119987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1DFAAA1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345B987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23.02</w:t>
            </w:r>
          </w:p>
        </w:tc>
      </w:tr>
      <w:tr w:rsidR="00B90807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38F5910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lastRenderedPageBreak/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3FC8C9E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725EFB4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71089C3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14F6640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4B685AD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7D713B4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</w:tr>
      <w:tr w:rsidR="00B90807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7BFBD87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07AC9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43F4B10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294B2C7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033B6D4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19DCD7E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485268F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</w:tr>
      <w:tr w:rsidR="00B90807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1C92C71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ГЕОРГИ БОГОМИЛОВ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45ECAFF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11D2613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5C0047E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2428A00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459016F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43CCF2B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8.58</w:t>
            </w:r>
          </w:p>
        </w:tc>
      </w:tr>
      <w:tr w:rsidR="00B90807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288753A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4380078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27C5986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6AA1285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26.845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72F1DB8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4394DF4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23.740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4145980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593.49</w:t>
            </w:r>
          </w:p>
        </w:tc>
      </w:tr>
      <w:tr w:rsidR="00B90807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25E729F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3041397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5145D96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7FB1279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26A4412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1BB9169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2A7D15C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4A48C56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64C958C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4DFA018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5E89226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1B5FC72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4466E1A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39EAB08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24.02</w:t>
            </w:r>
          </w:p>
        </w:tc>
      </w:tr>
      <w:tr w:rsidR="00B90807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7B824EF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511BDDC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05747BC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40011AF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3517EDF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720FF77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6994691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</w:tr>
      <w:tr w:rsidR="00B90807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7D8F81D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057639E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2398305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2083D9F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7674F23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2887A29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6EFAD9E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7D4CC5F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0552B52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50FB48C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5324681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0D5BFE4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7AC5B27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71D45B7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36BB0E9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412C23A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555FB0B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530BB63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2453880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35FC1F8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28B1544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035A7CB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416ED09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079682F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3D4B29F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5346255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4512B88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7A3D983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</w:tr>
      <w:tr w:rsidR="00B90807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28053DE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6C24FBD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61DF66E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527AFA6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70EF75E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5B91517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47F6A12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52E4A5B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28B56F9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5385AF3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4AA0C5C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14CF23A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23.01</w:t>
            </w:r>
          </w:p>
        </w:tc>
      </w:tr>
      <w:tr w:rsidR="00B90807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699698E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51749F5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4D52146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3A89A37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0211F37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05B6302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39619DF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9.51</w:t>
            </w:r>
          </w:p>
        </w:tc>
      </w:tr>
      <w:tr w:rsidR="00B90807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70F6B34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4348036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3CB68BC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421C846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7042BB2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4053F74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0129EC1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5B10C8C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2DF32DD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3F58AFF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6A5E511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6532901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5FCF577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1.609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305A58A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40.23</w:t>
            </w:r>
          </w:p>
        </w:tc>
      </w:tr>
      <w:tr w:rsidR="00B90807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1507C6E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6C643CC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6539905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6666434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24.878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30847C3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7C3050A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4.807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6492667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120.17</w:t>
            </w:r>
          </w:p>
        </w:tc>
      </w:tr>
      <w:tr w:rsidR="00B90807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5F72AB3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4D1E523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1F44D28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2E4DA15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7B4D944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51D88AB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1CB7CA4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7333830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1A37CB5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27581FD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3D84B67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698089D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0335EB8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1.518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4698963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37.95</w:t>
            </w:r>
          </w:p>
        </w:tc>
      </w:tr>
      <w:tr w:rsidR="00B90807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66C8B55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3CE0F1B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72D5F53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01F0180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1CA6CF8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46744F2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770D4E3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37.46</w:t>
            </w:r>
          </w:p>
        </w:tc>
      </w:tr>
      <w:tr w:rsidR="00B90807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547EF6B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25CB96D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0E6646B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04B4A6F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62DB4B6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42DE3D1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07938EE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21751CB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24DB053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5C4D5C2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6E30AC4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016441C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7E3B987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4F545FF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9.93</w:t>
            </w:r>
          </w:p>
        </w:tc>
      </w:tr>
      <w:tr w:rsidR="00B90807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72F2C3E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6653273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30B9D14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4E2D08D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1F14A48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75F89B5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5D6B6F2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</w:tr>
      <w:tr w:rsidR="00B90807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7D95222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5D4D432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3FEA700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14C40B1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7817414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2F31485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10B221E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8.90</w:t>
            </w:r>
          </w:p>
        </w:tc>
      </w:tr>
      <w:tr w:rsidR="00B90807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1CCA858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2070C51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5B54DC7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5739B15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2145B64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0A6FBBF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7B8A75E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7.86</w:t>
            </w:r>
          </w:p>
        </w:tc>
      </w:tr>
      <w:tr w:rsidR="00B90807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09D9045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6588621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684FA53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017B0A8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3C27AFB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598D1BD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15727D9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</w:tr>
      <w:tr w:rsidR="00B90807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644A072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0701BE4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250C496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72403A5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68ECC84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5ECD72D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0ABB6A6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</w:tr>
      <w:tr w:rsidR="00B90807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52EE22D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14BBBD7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016067E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6A7E00E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7EF643E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3.81</w:t>
            </w:r>
          </w:p>
        </w:tc>
      </w:tr>
      <w:tr w:rsidR="00B90807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48992A3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36F4C2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4C04B64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620DF1D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66D5243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19DA919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7111331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</w:tr>
      <w:tr w:rsidR="00B90807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3BE2BBC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044A657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3524159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445E4AD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6DCF448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05D5955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3168356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706A821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410D474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35736A8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27CB3FD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3B5D2A2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00269DC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5BF6FD6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330B84E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647F374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7F77844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2.526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271B04A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</w:tr>
      <w:tr w:rsidR="00B90807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528DE7D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2904CC6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772147D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1C5B56E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38231B7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35E22C2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40C3BDC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9.83</w:t>
            </w:r>
          </w:p>
        </w:tc>
      </w:tr>
      <w:tr w:rsidR="00B90807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3054B30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3C6488F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575ADE9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24D3406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77E7C79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11E0035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59EC9EE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</w:tr>
      <w:tr w:rsidR="00B90807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6598171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16BBE3F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7801987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2116853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4126580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770C96D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390428E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5.98</w:t>
            </w:r>
          </w:p>
        </w:tc>
      </w:tr>
      <w:tr w:rsidR="00B90807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6FA0E0A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09D676B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2B174B6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5D0F32A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0395895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1AC2012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1FB22FD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2.66</w:t>
            </w:r>
          </w:p>
        </w:tc>
      </w:tr>
      <w:tr w:rsidR="00B90807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11E3528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58E2010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714F1AC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02C404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3DB27C5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40B6BE6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17234FB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34EC028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5D2AB35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6A5A1B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6E8473C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4A2EF27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06187B4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743D0CA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B90807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651C658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0D6F985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31DB3D2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42C59B1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0D338F6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0E1147C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47FC2DB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</w:tr>
      <w:tr w:rsidR="00B90807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307349D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51E5381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61A69D6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4FF175B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74E3EDF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358971E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6E4A5AC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7D3D227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2D6082F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6A8D96F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54E4B1D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3EC7E5B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7867BCE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78C9FFD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648806A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51735A2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51567A2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7D9A4C1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4385EEE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1961444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13CF78F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2366FC1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40E17BB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7BEEC56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36587E3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2554A76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3BA7C90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2ED8EA5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4.82</w:t>
            </w:r>
          </w:p>
        </w:tc>
      </w:tr>
      <w:tr w:rsidR="00B90807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52A3C82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68E854E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4C04A2D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704350B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12.535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51D22FC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617D868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10.132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279ECC7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253.30</w:t>
            </w:r>
          </w:p>
        </w:tc>
      </w:tr>
      <w:tr w:rsidR="00B90807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1217193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1B2F5C5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02F5B3F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2706067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63C16E6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7017FFE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6B4924D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2D31CC4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6A75DB1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4662D66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58C7E71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05702FF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759F904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08F68D8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07FA182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207C869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644488E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3444E04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5FADDDC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648BBBB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4673D3A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29DA6F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6AEE" w14:textId="515D063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0BA0" w14:textId="78C55B6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A076" w14:textId="24D40A2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B692" w14:textId="46ED9E0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CCF6" w14:textId="46515BC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5F8" w14:textId="3A3BEDB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2DEB" w14:textId="281C47D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12.53</w:t>
            </w:r>
          </w:p>
        </w:tc>
      </w:tr>
      <w:tr w:rsidR="00B90807" w:rsidRPr="005446F8" w14:paraId="3C5F59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E176" w14:textId="5FFC2D2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EF6" w14:textId="685D70F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E10" w14:textId="10B083F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AED5" w14:textId="17C2045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CDE2" w14:textId="63C44D6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341" w14:textId="7CD9A0A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E3FE" w14:textId="43F4669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2.86</w:t>
            </w:r>
          </w:p>
        </w:tc>
      </w:tr>
      <w:tr w:rsidR="00B90807" w:rsidRPr="005446F8" w14:paraId="5EDB5D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F52D" w14:textId="1211169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8974" w14:textId="349D316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F345" w14:textId="07D5C98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685" w14:textId="55ED334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EF5" w14:textId="0D7CB78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0366" w14:textId="049A571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2417" w14:textId="300CEAE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36.96</w:t>
            </w:r>
          </w:p>
        </w:tc>
      </w:tr>
      <w:tr w:rsidR="00B90807" w:rsidRPr="005446F8" w14:paraId="417E23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B47E" w14:textId="7A9C3A9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1A12" w14:textId="5680A62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E547" w14:textId="5A7D2AA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C3C" w14:textId="2DE237A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52AA" w14:textId="2073AE7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0792" w14:textId="10F7F15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2E46" w14:textId="12F1F9E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29.06</w:t>
            </w:r>
          </w:p>
        </w:tc>
      </w:tr>
      <w:tr w:rsidR="00B90807" w:rsidRPr="005446F8" w14:paraId="3B767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3BFA" w14:textId="680D23A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B11F" w14:textId="5B1EA15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E129" w14:textId="6AE4630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8EC7" w14:textId="0AC2B69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3A91" w14:textId="4120DD0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116" w14:textId="24CD100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C9C" w14:textId="69EC508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</w:tr>
      <w:tr w:rsidR="00B90807" w:rsidRPr="005446F8" w14:paraId="0C2720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243" w14:textId="29DB2F0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0CD" w14:textId="58A7F86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B7DC" w14:textId="5ABFE21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F2B" w14:textId="3783EA4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998" w14:textId="3EF197F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662B" w14:textId="555F543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351" w14:textId="452F97E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2.65</w:t>
            </w:r>
          </w:p>
        </w:tc>
      </w:tr>
      <w:tr w:rsidR="00B90807" w:rsidRPr="005446F8" w14:paraId="3B916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D7D" w14:textId="4DE265E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A46" w14:textId="26748C9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5C8" w14:textId="3DD722D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00FE" w14:textId="016C66F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9.503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7FA" w14:textId="0CD019A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448" w14:textId="36B640C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4.015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4C6A" w14:textId="08E1187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100.37</w:t>
            </w:r>
          </w:p>
        </w:tc>
      </w:tr>
      <w:tr w:rsidR="00B90807" w:rsidRPr="005446F8" w14:paraId="128F0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BEA3" w14:textId="3E73AB2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78B" w14:textId="7679B38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1A7" w14:textId="35EA5E3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B8E" w14:textId="7B2D927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942" w14:textId="763E3F3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0C9" w14:textId="5F12FB4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29DE" w14:textId="05D5330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2BD33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2288" w14:textId="1E59A0D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9B5" w14:textId="6F7B893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B779" w14:textId="714B85D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8B2E" w14:textId="7959EC4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1E9C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F14E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4BD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75E55A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D66A" w14:textId="09C97C8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C2D" w14:textId="11BA940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B4C" w14:textId="598E4DB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3AE" w14:textId="7F1EBEE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6F" w14:textId="3DCD42E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D425" w14:textId="068C95E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5A99" w14:textId="5A5E72D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</w:tr>
      <w:tr w:rsidR="00B90807" w:rsidRPr="005446F8" w14:paraId="1089B2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4BD5" w14:textId="7467777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256" w14:textId="4060061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61A" w14:textId="495F64F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5CC2" w14:textId="4193423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6C18" w14:textId="3ED7BC1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AF4" w14:textId="7557764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E4C1" w14:textId="3760626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46.02</w:t>
            </w:r>
          </w:p>
        </w:tc>
      </w:tr>
      <w:tr w:rsidR="00B90807" w:rsidRPr="005446F8" w14:paraId="1EF7FE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07" w14:textId="07AC95B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3B2" w14:textId="02F9389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4FAC" w14:textId="46BF409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4491" w14:textId="2258E11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224D" w14:textId="2DFCFD4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395" w14:textId="5D8C7EE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FC47" w14:textId="71EC6D8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23.82</w:t>
            </w:r>
          </w:p>
        </w:tc>
      </w:tr>
      <w:tr w:rsidR="00B90807" w:rsidRPr="005446F8" w14:paraId="5ADD5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9047" w14:textId="1632D48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CED" w14:textId="3710C61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E5C" w14:textId="031281C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5D74" w14:textId="7D1E00D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F28C" w14:textId="198D3CC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C2AC" w14:textId="5A61438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3D9" w14:textId="60689CC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</w:tr>
      <w:tr w:rsidR="00B90807" w:rsidRPr="005446F8" w14:paraId="5066D8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7D7" w14:textId="28549A5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9A64" w14:textId="50B135E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EC4" w14:textId="396E7B6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DFEA" w14:textId="5E81AC2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DC04" w14:textId="683A21D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E49" w14:textId="266ABF5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0F47" w14:textId="3B938BE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01ED0F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920A" w14:textId="2FB6772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lastRenderedPageBreak/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F2A" w14:textId="0605562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DAE" w14:textId="15C7DBB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381" w14:textId="2F45778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CE03" w14:textId="57914EE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368F" w14:textId="2DDB77D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440" w14:textId="4741440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0189DC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F5F" w14:textId="1707C47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FAF" w14:textId="2009198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3D6" w14:textId="1825BD3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240" w14:textId="7AD7D68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7338" w14:textId="5110DBB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962" w14:textId="08A585F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DB9" w14:textId="657D07E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68296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D24B" w14:textId="454D7E5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52C" w14:textId="48F58BB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ABB" w14:textId="0EFE458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7CCC" w14:textId="4BBDEF2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4ED0" w14:textId="77E63BA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DF4" w14:textId="61759BC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2" w14:textId="5288B43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64B55B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382" w14:textId="508DBF2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955" w14:textId="68EC312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A2F" w14:textId="5CCFDF4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A8F" w14:textId="4D26993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6D3F" w14:textId="4825D4F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C455" w14:textId="6E6906D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BE6D" w14:textId="4E38358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21.95</w:t>
            </w:r>
          </w:p>
        </w:tc>
      </w:tr>
      <w:tr w:rsidR="00B90807" w:rsidRPr="005446F8" w14:paraId="049B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B96D" w14:textId="5D6A6A9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4FAE" w14:textId="5686ED1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22F" w14:textId="1141FF2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18" w14:textId="2BE5F0F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99E" w14:textId="3197D1D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54EC" w14:textId="61CA868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CBC1" w14:textId="39EA04E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04249C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929E" w14:textId="2F5A8C0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307" w14:textId="3FBB916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0882" w14:textId="578B990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2B89" w14:textId="2A49429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51C" w14:textId="19C635F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1D0" w14:textId="641065B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2.217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C7C" w14:textId="641B37C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55.43</w:t>
            </w:r>
          </w:p>
        </w:tc>
      </w:tr>
      <w:tr w:rsidR="00B90807" w:rsidRPr="005446F8" w14:paraId="4185A0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CE13" w14:textId="0336E73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904" w14:textId="6C52003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514" w14:textId="20DF8E9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B3" w14:textId="3B6DCF0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627" w14:textId="5FDC6C1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7DC4" w14:textId="52108C1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9980" w14:textId="07C6009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713A57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BEFA" w14:textId="7EAD3F9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6B3" w14:textId="576EBA6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1E9D" w14:textId="4DF22D8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1DA" w14:textId="5EC976A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39B6" w14:textId="279CB7D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DC26" w14:textId="4CC11DB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8043" w14:textId="17C0712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0F4D41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DFD9" w14:textId="71D999A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ОЛЯ СЛАВЕЙКОВА МИТКОВА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8123" w14:textId="43E8128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1ED7" w14:textId="2176A2C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327" w14:textId="3BC8CD3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8DC" w14:textId="391B98E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6AE0" w14:textId="72C5201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659" w14:textId="0F6E0F1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</w:tr>
      <w:tr w:rsidR="00B90807" w:rsidRPr="005446F8" w14:paraId="173EF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E1C" w14:textId="0C44D5D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B4DE" w14:textId="55D232A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6112" w14:textId="5A087CC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0C2" w14:textId="47CD858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26.916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EC8" w14:textId="6ADDB0B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59C" w14:textId="3289859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8.876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B2D" w14:textId="60D7702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221.91</w:t>
            </w:r>
          </w:p>
        </w:tc>
      </w:tr>
      <w:tr w:rsidR="00B90807" w:rsidRPr="005446F8" w14:paraId="012E29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C21F" w14:textId="43F6C1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0862" w14:textId="6C68D3A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1BC" w14:textId="0C8BF32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B622" w14:textId="6FFBD80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236" w14:textId="37A0285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95FC" w14:textId="658EF02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B78" w14:textId="1BC4BCE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6DFFD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E8E" w14:textId="2B9BCC4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4D0C" w14:textId="12F989B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9409" w14:textId="2E662AA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C78" w14:textId="6ECC4B0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35" w14:textId="0A248F2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8162" w14:textId="379510C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25C" w14:textId="6CB0956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</w:tr>
      <w:tr w:rsidR="00B90807" w:rsidRPr="005446F8" w14:paraId="791271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D37" w14:textId="4D61643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540C" w14:textId="2C4E884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2B9F" w14:textId="7630C1E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5BE" w14:textId="7DBA7BE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1D6" w14:textId="5BCF77D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DA73" w14:textId="41346D3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358" w14:textId="134E73C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</w:tr>
      <w:tr w:rsidR="00B90807" w:rsidRPr="005446F8" w14:paraId="6DCE9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DA29" w14:textId="43BB835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20" w14:textId="39A7222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64A8" w14:textId="4CA8865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9D" w14:textId="0BAB4ED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0.756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9DE0" w14:textId="021D508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EBF" w14:textId="45FD6A7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1.135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F451" w14:textId="25E9826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28.38</w:t>
            </w:r>
          </w:p>
        </w:tc>
      </w:tr>
      <w:tr w:rsidR="00B90807" w:rsidRPr="005446F8" w14:paraId="79D153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D34B" w14:textId="0A3CDEA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AC1A" w14:textId="5C372ED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42B5" w14:textId="3D12CF8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C464" w14:textId="1B9BA4E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F15E" w14:textId="4C0DF84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701A" w14:textId="4EFB934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5DD3" w14:textId="244D63C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15.72</w:t>
            </w:r>
          </w:p>
        </w:tc>
      </w:tr>
      <w:tr w:rsidR="00B90807" w:rsidRPr="005446F8" w14:paraId="559D98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71BD" w14:textId="47F8CAF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0BA" w14:textId="2E8F362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CD29" w14:textId="471C660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C5A" w14:textId="2782224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3DA" w14:textId="6BBFC85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DCCA" w14:textId="77D9708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CDE" w14:textId="13C7ECF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07673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8B3A" w14:textId="466A0FE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02C" w14:textId="6DF0F26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E95B" w14:textId="4189A8D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F4B8" w14:textId="590B422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436" w14:textId="4F9018F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C65" w14:textId="661A4A0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AAD3" w14:textId="1997561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7.88</w:t>
            </w:r>
          </w:p>
        </w:tc>
      </w:tr>
      <w:tr w:rsidR="00B90807" w:rsidRPr="005446F8" w14:paraId="23356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A65A" w14:textId="5DCDD4B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9A91" w14:textId="3C666B1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9EA5" w14:textId="1991EE7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E0E" w14:textId="51F405D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AF2E" w14:textId="402624F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475D" w14:textId="1264337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17C" w14:textId="2917A7D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4.90</w:t>
            </w:r>
          </w:p>
        </w:tc>
      </w:tr>
      <w:tr w:rsidR="00B90807" w:rsidRPr="005446F8" w14:paraId="275F4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FC7" w14:textId="0B8D9DE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3A1" w14:textId="52EF310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543" w14:textId="6D4451F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A02" w14:textId="145DCB1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836E" w14:textId="3D38EDC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198" w14:textId="4C05C38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DDF" w14:textId="142AF7A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25.88</w:t>
            </w:r>
          </w:p>
        </w:tc>
      </w:tr>
      <w:tr w:rsidR="00B90807" w:rsidRPr="005446F8" w14:paraId="198250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096" w14:textId="4F6B5A7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4AD" w14:textId="647A8C2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74CE" w14:textId="4C5F96D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228" w14:textId="0A2AE52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184E" w14:textId="3B4962C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1C6A" w14:textId="1E4D256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6B2" w14:textId="3890991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3FFADA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0DE5" w14:textId="2AA5558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DF28" w14:textId="23CF899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0FC" w14:textId="57CFC5D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9C56" w14:textId="021E19C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273" w14:textId="6BDD51D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6C22" w14:textId="249ABBD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43B2" w14:textId="5F2418A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3.72</w:t>
            </w:r>
          </w:p>
        </w:tc>
      </w:tr>
      <w:tr w:rsidR="00B90807" w:rsidRPr="005446F8" w14:paraId="280A02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74B6" w14:textId="06D3268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888" w14:textId="6D78AFD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CF03" w14:textId="49FE1BC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6541" w14:textId="347B766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4D2C" w14:textId="36C817D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73AA" w14:textId="6D82321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2311" w14:textId="115463B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378A6B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21A6" w14:textId="7F795B1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F80" w14:textId="6DA7E10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A54F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914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C2A5" w14:textId="5C71F1B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744" w14:textId="1A52B74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4.344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05CE" w14:textId="724EB2D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108.60</w:t>
            </w:r>
          </w:p>
        </w:tc>
      </w:tr>
      <w:tr w:rsidR="00B90807" w:rsidRPr="005446F8" w14:paraId="3FB864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849" w14:textId="502F4F2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9B52" w14:textId="41FC407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13F" w14:textId="792970B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1162" w14:textId="48A1904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D46A" w14:textId="05410E8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AAFE" w14:textId="2BD67AC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3.704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ACDE" w14:textId="5E31E1B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92.60</w:t>
            </w:r>
          </w:p>
        </w:tc>
      </w:tr>
      <w:tr w:rsidR="00B90807" w:rsidRPr="005446F8" w14:paraId="1FE64B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3B8E" w14:textId="3AAC074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6DA8" w14:textId="749F658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B347" w14:textId="22063A1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7E31" w14:textId="63EE722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7A5" w14:textId="1632534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B778" w14:textId="76AE424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7166" w14:textId="351EB90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06FB8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DD" w14:textId="4D9ECD3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A8BF" w14:textId="6033788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86C6" w14:textId="31A443D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162D" w14:textId="05CC473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7153" w14:textId="2730638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40BC" w14:textId="053396E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65B" w14:textId="3C6837D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5BA51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235" w14:textId="08D39E0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35D" w14:textId="3961749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B739" w14:textId="1103CFC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06C" w14:textId="5B240C9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0E2" w14:textId="6AC291B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092" w14:textId="455D9AB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2.323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00CB" w14:textId="3305018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58.07</w:t>
            </w:r>
          </w:p>
        </w:tc>
      </w:tr>
      <w:tr w:rsidR="00B90807" w:rsidRPr="005446F8" w14:paraId="646C36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70B5" w14:textId="621931F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847" w14:textId="7B9FF12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648B" w14:textId="41F460F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FFCA" w14:textId="57394CF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350" w14:textId="0072FDC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D01E" w14:textId="52B18CC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D063" w14:textId="241B9F0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88B5E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171" w14:textId="4C4B242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C5DA" w14:textId="79B7E13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92D" w14:textId="1E48A38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4C49" w14:textId="63B7094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7DAA" w14:textId="47DAE72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107" w14:textId="63B8E94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3AD8" w14:textId="3B05AC8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16649B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280C" w14:textId="7FECA7D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EB0" w14:textId="34EFA6E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6F8" w14:textId="68E347A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A8D" w14:textId="7241D4E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0A0" w14:textId="719FB7F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5F4" w14:textId="1A8B6B4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1497" w14:textId="54B0B7E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5A8A4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E182" w14:textId="62914A9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A59" w14:textId="7AE7E80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D52B" w14:textId="2DBE79C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AE7D" w14:textId="7F531B6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990D" w14:textId="7044962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3E92" w14:textId="151C0DA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F60" w14:textId="349361C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5C2664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4E0" w14:textId="324F93F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3AE" w14:textId="31EC384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DCB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A794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D9DE" w14:textId="4E37FBE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24A" w14:textId="54C8577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627" w14:textId="24CF413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</w:tr>
      <w:tr w:rsidR="00B90807" w:rsidRPr="005446F8" w14:paraId="38FC40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A1CC" w14:textId="3E050F6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ECD9" w14:textId="632BCB8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FD3A" w14:textId="222B412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5CFC" w14:textId="707013F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EAE4" w14:textId="21E2FB2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0147" w14:textId="67C5949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A91B" w14:textId="36A80B4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2DE04F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657" w14:textId="16BBDD6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ABD" w14:textId="4029821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40E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3D3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BF9" w14:textId="136FDB9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C87" w14:textId="4547C45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BF2" w14:textId="6D42FB1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</w:tr>
      <w:tr w:rsidR="00B90807" w:rsidRPr="005446F8" w14:paraId="41C69B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EC3A" w14:textId="3DA78CE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C0C" w14:textId="5FD4606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F44B" w14:textId="40B73B4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581" w14:textId="3B9AE7B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31E9" w14:textId="7182AF3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8EA3" w14:textId="3D880D5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8A2" w14:textId="2773DBE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18.48</w:t>
            </w:r>
          </w:p>
        </w:tc>
      </w:tr>
      <w:tr w:rsidR="00B90807" w:rsidRPr="005446F8" w14:paraId="1D696E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B50" w14:textId="22C71F7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00E8" w14:textId="4C0E816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66E" w14:textId="0E81C8D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576F" w14:textId="2FEF685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FF42" w14:textId="638630B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130" w14:textId="2E07CB7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CBCE" w14:textId="7C14D4F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12.51</w:t>
            </w:r>
          </w:p>
        </w:tc>
      </w:tr>
      <w:tr w:rsidR="00B90807" w:rsidRPr="005446F8" w14:paraId="69746C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92A" w14:textId="463BE26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FEF" w14:textId="026A347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D171" w14:textId="174D18E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249" w14:textId="662E3FA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2CA3" w14:textId="3F6B439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545" w14:textId="110C146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98E" w14:textId="1778890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6.67</w:t>
            </w:r>
          </w:p>
        </w:tc>
      </w:tr>
      <w:tr w:rsidR="00B90807" w:rsidRPr="005446F8" w14:paraId="68AD6C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591" w14:textId="062D3C1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E33B" w14:textId="1068005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3A2D" w14:textId="00E1373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D832" w14:textId="5B0EE76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B5C8" w14:textId="78E7CC6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54C" w14:textId="36B2801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D4EE" w14:textId="5BD5DE0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60C39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135D" w14:textId="65D058B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C8AD" w14:textId="04E9862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249" w14:textId="6AD5DBA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167" w14:textId="3BC0B46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3FD1" w14:textId="0DCB8BA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EC6" w14:textId="54B9ACE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5.332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DE19" w14:textId="722B2A4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133.30</w:t>
            </w:r>
          </w:p>
        </w:tc>
      </w:tr>
      <w:tr w:rsidR="00B90807" w:rsidRPr="005446F8" w14:paraId="5904C6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DED8" w14:textId="7D02CCF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FE26" w14:textId="6F7F4AB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F768" w14:textId="3FEB7AE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3782" w14:textId="3AA3FB4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5131" w14:textId="016361D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BE9" w14:textId="5CAC866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2B95" w14:textId="61AE45A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38.61</w:t>
            </w:r>
          </w:p>
        </w:tc>
      </w:tr>
      <w:tr w:rsidR="00B90807" w:rsidRPr="005446F8" w14:paraId="2433FC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221D" w14:textId="75B35AE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C58" w14:textId="7CB443E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EC39" w14:textId="2A9F222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1FA7" w14:textId="35EF306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EE15" w14:textId="4C30351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801B" w14:textId="0642CFF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F9" w14:textId="083C242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646812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2DA0" w14:textId="341FC1C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445" w14:textId="415975D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C955" w14:textId="470D741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998C" w14:textId="6C48FC8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5743" w14:textId="20097ED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83" w14:textId="27539C2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051" w14:textId="4D9A57C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3.08</w:t>
            </w:r>
          </w:p>
        </w:tc>
      </w:tr>
      <w:tr w:rsidR="00B90807" w:rsidRPr="005446F8" w14:paraId="17648F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A11" w14:textId="3526AF2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F8BD" w14:textId="2819818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24BC" w14:textId="76A7EAA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EB01" w14:textId="597B9FA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3BC" w14:textId="758AA0C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BC21" w14:textId="624808B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2.112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BE" w14:textId="0082C3A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52.80</w:t>
            </w:r>
          </w:p>
        </w:tc>
      </w:tr>
      <w:tr w:rsidR="00B90807" w:rsidRPr="005446F8" w14:paraId="2E1EBA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742" w14:textId="3397899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E483" w14:textId="578770F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3EA5" w14:textId="43B118C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1D9A" w14:textId="5CABBE5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78BC" w14:textId="02051DF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8B55" w14:textId="195B5C4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6DA" w14:textId="60F0F26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25.06</w:t>
            </w:r>
          </w:p>
        </w:tc>
      </w:tr>
      <w:tr w:rsidR="00B90807" w:rsidRPr="005446F8" w14:paraId="4F636C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12E3" w14:textId="16914B7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0CE" w14:textId="5F09D8F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F426" w14:textId="17D584C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09F4" w14:textId="7553823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FAA" w14:textId="2617B7C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76B" w14:textId="120D5F8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7BD4" w14:textId="77BC68C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09313D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6D2" w14:textId="1FB81DA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31AB" w14:textId="7555574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C9F" w14:textId="64C348E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6EE3" w14:textId="4FEA261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1D" w14:textId="6601CB3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926D" w14:textId="6DDE764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1.761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9D" w14:textId="0A6BF4C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44.04</w:t>
            </w:r>
          </w:p>
        </w:tc>
      </w:tr>
      <w:tr w:rsidR="00B90807" w:rsidRPr="005446F8" w14:paraId="5912EE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0F4" w14:textId="6A99793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233" w14:textId="1CCCECE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1509" w14:textId="7CAA432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D131" w14:textId="2ADED6B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ECE3" w14:textId="6B1C38F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11F" w14:textId="3AD3D19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083E" w14:textId="6FAC29F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3A8B42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193" w14:textId="41E09A2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8F5" w14:textId="60878CC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FB3" w14:textId="0D4D81E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7EC" w14:textId="25ECED0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FCE" w14:textId="4B31C09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4F15" w14:textId="4EB5F6B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C05" w14:textId="35C765A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37.44</w:t>
            </w:r>
          </w:p>
        </w:tc>
      </w:tr>
      <w:tr w:rsidR="00B90807" w:rsidRPr="005446F8" w14:paraId="49D508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280" w14:textId="3D92E1C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682" w14:textId="46ED492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0F0" w14:textId="181CCC5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426" w14:textId="23D7F7A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8AE" w14:textId="2B22211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C1DE" w14:textId="73DE1D9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0F47" w14:textId="7E43389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7A73B2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1BB9" w14:textId="2F44978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40C8" w14:textId="757642C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F173" w14:textId="2892D78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C858" w14:textId="6B9E078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811" w14:textId="54EBB3B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74B0" w14:textId="715B3A6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59D" w14:textId="53DBFB4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19.06</w:t>
            </w:r>
          </w:p>
        </w:tc>
      </w:tr>
      <w:tr w:rsidR="00B90807" w:rsidRPr="005446F8" w14:paraId="3AC8C8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3B9" w14:textId="39438A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BE1" w14:textId="6F23CF7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E140" w14:textId="0AB07BB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E46" w14:textId="7144DBB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DE17" w14:textId="4BDC13E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1050" w14:textId="54F54E6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0.327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C5EC" w14:textId="61CCAC9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</w:tr>
      <w:tr w:rsidR="00B90807" w:rsidRPr="005446F8" w14:paraId="48C6DE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41DA" w14:textId="0404FB8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3F3" w14:textId="4E328DD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D40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277E" w14:textId="49D6AC9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7BB" w14:textId="0478272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6D8D" w14:textId="1081F56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2.317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5AD2" w14:textId="64B0572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57.93</w:t>
            </w:r>
          </w:p>
        </w:tc>
      </w:tr>
      <w:tr w:rsidR="00B90807" w:rsidRPr="005446F8" w14:paraId="05009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AFFA" w14:textId="5C0C016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D4C" w14:textId="539EB9E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DE47" w14:textId="6F13088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98C" w14:textId="016732C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4E29" w14:textId="0B4E21C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9D" w14:textId="4F72300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E42" w14:textId="6AAA200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40.37</w:t>
            </w:r>
          </w:p>
        </w:tc>
      </w:tr>
      <w:tr w:rsidR="00B90807" w:rsidRPr="005446F8" w14:paraId="73AFDE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FE2" w14:textId="1B9B034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E06" w14:textId="24D8D19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325" w14:textId="1A45051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E4B" w14:textId="3E9FF9F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85D" w14:textId="2CED8D2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B32A" w14:textId="304D28A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1C2" w14:textId="1B1E32F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19.92</w:t>
            </w:r>
          </w:p>
        </w:tc>
      </w:tr>
      <w:tr w:rsidR="00B90807" w:rsidRPr="005446F8" w14:paraId="67E23B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8C97" w14:textId="7095F77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642F" w14:textId="4443398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250F" w14:textId="62025A1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CF3" w14:textId="0F46F5B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193" w14:textId="5C5E60E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226F" w14:textId="7CBF925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AF5" w14:textId="1623F6C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246F7D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8DE8" w14:textId="304DC47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E1C3" w14:textId="32764E7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FA6" w14:textId="50FC726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F38E" w14:textId="6CD8B74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DE4" w14:textId="7FADDBA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EAE" w14:textId="4BD0E2D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4A9" w14:textId="279A790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</w:tr>
      <w:tr w:rsidR="00B90807" w:rsidRPr="005446F8" w14:paraId="0AA15D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5F63" w14:textId="6C21696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3282" w14:textId="58D5F4F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5B07" w14:textId="2324033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DF0E" w14:textId="379B6FF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8D1" w14:textId="2179111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D67" w14:textId="6BB1DD0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A17" w14:textId="7987D98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F3CE9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369C" w14:textId="6123A95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0C9" w14:textId="3024D23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170" w14:textId="110CDAD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740" w14:textId="0A2D907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99E" w14:textId="0FA2414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144C" w14:textId="5EAE454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F8A" w14:textId="5EA5DAB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</w:tr>
      <w:tr w:rsidR="00B90807" w:rsidRPr="005446F8" w14:paraId="78570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3B4C" w14:textId="1BC4715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BA62" w14:textId="5A3D5F7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79" w14:textId="6AC347A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A9C6" w14:textId="67D829A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153" w14:textId="7F85176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9250" w14:textId="2FE0825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D3A3" w14:textId="52F54A6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4.55</w:t>
            </w:r>
          </w:p>
        </w:tc>
      </w:tr>
      <w:tr w:rsidR="00B90807" w:rsidRPr="005446F8" w14:paraId="70BCED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699" w14:textId="2734227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A439" w14:textId="161C03C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3FA" w14:textId="4BC9D87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8C6B" w14:textId="1982FC2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D378" w14:textId="3AF03ED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59F8" w14:textId="41642BC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7C" w14:textId="593AD75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E805A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4480" w14:textId="5110BF6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096" w14:textId="0A8BE50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72CE" w14:textId="52F25AF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1809" w14:textId="1FB3E20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1E4" w14:textId="33DF0F9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9A" w14:textId="0F670FD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707D" w14:textId="7FD6A29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</w:tr>
      <w:tr w:rsidR="00B90807" w:rsidRPr="005446F8" w14:paraId="159F84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94F0" w14:textId="6828304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lastRenderedPageBreak/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78DA" w14:textId="68D1014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2FD7" w14:textId="5FDD7DF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37C" w14:textId="43CB0DC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07E" w14:textId="352A4FA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77AD" w14:textId="333E1A6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E2AB" w14:textId="708884E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3.93</w:t>
            </w:r>
          </w:p>
        </w:tc>
      </w:tr>
      <w:tr w:rsidR="00B90807" w:rsidRPr="005446F8" w14:paraId="58D6B2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9154" w14:textId="405EE8A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017" w14:textId="140F658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F349F" w14:textId="2DB7656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91C1" w14:textId="6FBA0D7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25B" w14:textId="3BEB453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6491" w14:textId="42546D2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0416" w14:textId="556943A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505695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C847" w14:textId="4FA2668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30CD" w14:textId="2444A8D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641" w14:textId="790EA28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4C6" w14:textId="417E5ED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5FA" w14:textId="3ADB68F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9003" w14:textId="62D9068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94EA" w14:textId="30DE7FC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100FAD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771" w14:textId="2808A4A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68E" w14:textId="6EA0CED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2A86" w14:textId="2A2BEED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0E5B" w14:textId="727674C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6AF5" w14:textId="697D1E8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3829" w14:textId="3D971E9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9D1" w14:textId="479F193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2F6AFE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8B0" w14:textId="456A41B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F01" w14:textId="1867100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05C0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6F2A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84FC" w14:textId="44DE7F2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283" w14:textId="26C11E9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72B2" w14:textId="59BF406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34.82</w:t>
            </w:r>
          </w:p>
        </w:tc>
      </w:tr>
      <w:tr w:rsidR="00B90807" w:rsidRPr="005446F8" w14:paraId="151B1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D93" w14:textId="1916761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740F" w14:textId="0DBC9BC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2D42" w14:textId="17B027B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D3B" w14:textId="5BEF45F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960" w14:textId="74F20A2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32A7" w14:textId="7EB8070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1526" w14:textId="7DF36D6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2C2511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836B" w14:textId="055C8D1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7CEE" w14:textId="4A9E970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A73A" w14:textId="4115E826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4413" w14:textId="0077E18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44E0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1327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77A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4C9A5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F08" w14:textId="1212FAB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7931" w14:textId="7D28103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2AFD" w14:textId="050246D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EBC0" w14:textId="43645AE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3.067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4C" w14:textId="49B0D76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890" w14:textId="51E7EE6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A1FD" w14:textId="5EF0AB4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36CB0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738" w14:textId="7C01387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266" w14:textId="55E055E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D6" w14:textId="6BBA11E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654" w14:textId="0326348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FA75" w14:textId="1A4C073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174" w14:textId="71BE68D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F02" w14:textId="30C96E2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30.61</w:t>
            </w:r>
          </w:p>
        </w:tc>
      </w:tr>
      <w:tr w:rsidR="00B90807" w:rsidRPr="005446F8" w14:paraId="33E023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4CE" w14:textId="3A93AAD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C1F" w14:textId="4E0E617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71A" w14:textId="18BEA84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FDF" w14:textId="654AFB5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D62C" w14:textId="0CD6C99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663" w14:textId="57B0E14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AD7" w14:textId="065A77C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6B2456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C298" w14:textId="08993E5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3E8" w14:textId="79F9E54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15" w14:textId="73F464D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E6F" w14:textId="1B645A9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C3D" w14:textId="02DE965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7A00" w14:textId="30393EB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3AB" w14:textId="1F2819E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</w:tr>
      <w:tr w:rsidR="00B90807" w:rsidRPr="005446F8" w14:paraId="656FBC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DAC" w14:textId="6075689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8A4" w14:textId="133B186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0D8" w14:textId="7AC50A4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8C48" w14:textId="31DCB2D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0BC" w14:textId="5D23877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2CC" w14:textId="371204C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1162" w14:textId="494F1B5E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</w:tr>
      <w:tr w:rsidR="00B90807" w:rsidRPr="005446F8" w14:paraId="290296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507" w14:textId="7AD9B86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3E66" w14:textId="0D83CCF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9304" w14:textId="145AE44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D0A0" w14:textId="7DF4CC70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19A" w14:textId="5361BB1D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F4F1" w14:textId="1C3FB72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C7" w14:textId="6B8D068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7C9980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9C9" w14:textId="3353D18F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2CE3" w14:textId="319B31F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C446" w14:textId="29D7BFF9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9A08" w14:textId="54EC69A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44" w14:textId="1A489BD3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5383" w14:textId="0D809E61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93E5" w14:textId="76A75BF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58567C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0C74" w14:textId="0C9D2BD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07D" w14:textId="04A7B598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6CB" w14:textId="30EE3D92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D2E2" w14:textId="3EBCCA1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F73A" w14:textId="03043ACC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55B8" w14:textId="70E055FB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22D" w14:textId="22CEC174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807" w:rsidRPr="005446F8" w14:paraId="278C818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FB8" w14:textId="6BA22CE5" w:rsidR="00B90807" w:rsidRPr="008E690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442F" w14:textId="47A14B25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DB6" w14:textId="7A09693A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1266" w14:textId="0A9ED587" w:rsidR="00B90807" w:rsidRPr="008E690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D79A" w14:textId="11CCB152" w:rsidR="00B90807" w:rsidRPr="008E690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53A" w14:textId="74BB5953" w:rsidR="00B90807" w:rsidRPr="008E690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0338" w14:textId="525EAA61" w:rsidR="00B90807" w:rsidRPr="008E690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</w:tr>
      <w:tr w:rsidR="00B90807" w:rsidRPr="005446F8" w14:paraId="5CDFEE4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07BA" w14:textId="15C4AA21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757AA" w14:textId="34BF7E65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B0094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1637" w14:textId="77777777" w:rsidR="00B90807" w:rsidRPr="008E690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B1DC4" w14:textId="3160AA54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9D40" w14:textId="647336D9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A912B" w14:textId="330C16F9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</w:tr>
      <w:tr w:rsidR="00B90807" w:rsidRPr="005446F8" w14:paraId="476F59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DFB6" w14:textId="15CD2D5C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30F67" w14:textId="7B51CFAD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2A46E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EAC7" w14:textId="77777777" w:rsidR="00B90807" w:rsidRPr="008E690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8D76" w14:textId="0C9914F7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D869" w14:textId="67C5F79C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0764" w14:textId="30B8F822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12.86</w:t>
            </w:r>
          </w:p>
        </w:tc>
      </w:tr>
      <w:tr w:rsidR="00B90807" w:rsidRPr="005446F8" w14:paraId="7080DE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C9E3" w14:textId="1AE95EB1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0D5AA" w14:textId="05E2798E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1D08C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A5305" w14:textId="77777777" w:rsidR="00B90807" w:rsidRPr="008E690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9738" w14:textId="5C5DFA7A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2639" w14:textId="1C5EF583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2.386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C1B51" w14:textId="01FD583E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59.64</w:t>
            </w:r>
          </w:p>
        </w:tc>
      </w:tr>
      <w:tr w:rsidR="00B90807" w:rsidRPr="005446F8" w14:paraId="15833C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7BAD" w14:textId="66B8170A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7948" w14:textId="3F58BE96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9AC67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7BEF6" w14:textId="77777777" w:rsidR="00B90807" w:rsidRPr="008E690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D183" w14:textId="4A94662B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68E1" w14:textId="3A206C1E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4DB" w14:textId="08E09557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</w:tr>
      <w:tr w:rsidR="00B90807" w:rsidRPr="005446F8" w14:paraId="4466655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3F5AB" w14:textId="274A6E62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490C5" w14:textId="77777777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7B68" w14:textId="77777777" w:rsidR="00B90807" w:rsidRPr="005446F8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1436" w14:textId="6D796CC8" w:rsidR="00B90807" w:rsidRPr="008E690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55.429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51469" w14:textId="77777777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CF436" w14:textId="664F23EC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44.882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7D08" w14:textId="05220AE6" w:rsidR="00B90807" w:rsidRPr="00D95ECC" w:rsidRDefault="00B90807" w:rsidP="00B908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ECC">
              <w:rPr>
                <w:rFonts w:ascii="Arial" w:hAnsi="Arial" w:cs="Arial"/>
                <w:b/>
                <w:bCs/>
                <w:sz w:val="18"/>
                <w:szCs w:val="18"/>
              </w:rPr>
              <w:t>1122.05</w:t>
            </w:r>
          </w:p>
        </w:tc>
      </w:tr>
      <w:tr w:rsidR="00D01909" w:rsidRPr="005446F8" w14:paraId="03567B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5B2F" w14:textId="3F06FDA6" w:rsidR="00D01909" w:rsidRPr="00B90807" w:rsidRDefault="00D01909" w:rsidP="00D019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EEF8" w14:textId="77777777" w:rsidR="00D01909" w:rsidRPr="00D95ECC" w:rsidRDefault="00D01909" w:rsidP="00D019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7237" w14:textId="77777777" w:rsidR="00D01909" w:rsidRPr="005446F8" w:rsidRDefault="00D01909" w:rsidP="00D019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B84D2" w14:textId="3A4DF545" w:rsidR="00D01909" w:rsidRPr="00D01909" w:rsidRDefault="00D01909" w:rsidP="00D019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909">
              <w:rPr>
                <w:b/>
              </w:rPr>
              <w:t>156.862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321CB" w14:textId="77777777" w:rsidR="00D01909" w:rsidRPr="00D01909" w:rsidRDefault="00D01909" w:rsidP="00D019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1063" w14:textId="5BC7313B" w:rsidR="00D01909" w:rsidRPr="00D01909" w:rsidRDefault="00D01909" w:rsidP="00D019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909">
              <w:rPr>
                <w:b/>
              </w:rPr>
              <w:t>97.587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55CD0" w14:textId="03B8841F" w:rsidR="00D01909" w:rsidRPr="00D01909" w:rsidRDefault="00D01909" w:rsidP="00D019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909">
              <w:rPr>
                <w:b/>
              </w:rPr>
              <w:t>2439.67</w:t>
            </w:r>
          </w:p>
        </w:tc>
      </w:tr>
    </w:tbl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8E690C">
        <w:rPr>
          <w:b/>
          <w:lang w:val="ru-RU"/>
        </w:rPr>
        <w:t>обяви</w:t>
      </w:r>
      <w:proofErr w:type="spellEnd"/>
      <w:r w:rsidRPr="008E690C">
        <w:rPr>
          <w:b/>
          <w:lang w:val="ru-RU"/>
        </w:rPr>
        <w:t xml:space="preserve"> в </w:t>
      </w:r>
      <w:proofErr w:type="spellStart"/>
      <w:r w:rsidRPr="008E690C">
        <w:rPr>
          <w:b/>
          <w:lang w:val="ru-RU"/>
        </w:rPr>
        <w:t>кметството</w:t>
      </w:r>
      <w:proofErr w:type="spellEnd"/>
      <w:r w:rsidRPr="008E690C">
        <w:rPr>
          <w:b/>
          <w:lang w:val="ru-RU"/>
        </w:rPr>
        <w:t xml:space="preserve"> и в </w:t>
      </w:r>
      <w:proofErr w:type="spellStart"/>
      <w:r w:rsidRPr="008E690C">
        <w:rPr>
          <w:b/>
          <w:lang w:val="ru-RU"/>
        </w:rPr>
        <w:t>сградата</w:t>
      </w:r>
      <w:proofErr w:type="spellEnd"/>
      <w:r w:rsidRPr="008E690C">
        <w:rPr>
          <w:b/>
          <w:lang w:val="ru-RU"/>
        </w:rPr>
        <w:t xml:space="preserve"> на </w:t>
      </w:r>
      <w:proofErr w:type="spellStart"/>
      <w:r w:rsidRPr="008E690C">
        <w:rPr>
          <w:b/>
          <w:lang w:val="ru-RU"/>
        </w:rPr>
        <w:t>общинската</w:t>
      </w:r>
      <w:proofErr w:type="spellEnd"/>
      <w:r w:rsidRPr="008E690C">
        <w:rPr>
          <w:b/>
          <w:lang w:val="ru-RU"/>
        </w:rPr>
        <w:t xml:space="preserve"> служба по </w:t>
      </w:r>
      <w:proofErr w:type="spellStart"/>
      <w:r w:rsidRPr="008E690C">
        <w:rPr>
          <w:b/>
          <w:lang w:val="ru-RU"/>
        </w:rPr>
        <w:t>земеделие</w:t>
      </w:r>
      <w:proofErr w:type="spellEnd"/>
      <w:r w:rsidRPr="008E690C">
        <w:rPr>
          <w:b/>
          <w:lang w:val="ru-RU"/>
        </w:rPr>
        <w:t xml:space="preserve"> и се </w:t>
      </w:r>
      <w:proofErr w:type="spellStart"/>
      <w:r w:rsidRPr="008E690C">
        <w:rPr>
          <w:b/>
          <w:lang w:val="ru-RU"/>
        </w:rPr>
        <w:t>публикува</w:t>
      </w:r>
      <w:proofErr w:type="spellEnd"/>
      <w:r w:rsidRPr="008E690C">
        <w:rPr>
          <w:b/>
          <w:lang w:val="ru-RU"/>
        </w:rPr>
        <w:t xml:space="preserve"> на</w:t>
      </w:r>
      <w:r w:rsidRPr="00CE78CA">
        <w:rPr>
          <w:lang w:val="ru-RU"/>
        </w:rPr>
        <w:t xml:space="preserve">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51646731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6D2484">
        <w:rPr>
          <w:lang w:val="ru-RU"/>
        </w:rPr>
        <w:t xml:space="preserve"> на</w:t>
      </w:r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6D2484">
        <w:rPr>
          <w:lang w:val="bg-BG"/>
        </w:rPr>
        <w:t>Лопушня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1ED4DE5C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2F46A0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2D32895A" w:rsidR="002213A1" w:rsidRDefault="002213A1" w:rsidP="002213A1">
      <w:pPr>
        <w:jc w:val="both"/>
        <w:rPr>
          <w:lang w:val="bg-BG"/>
        </w:rPr>
      </w:pPr>
    </w:p>
    <w:p w14:paraId="06CC1445" w14:textId="1DE8B4EA" w:rsidR="002F46A0" w:rsidRDefault="002F46A0" w:rsidP="002213A1">
      <w:pPr>
        <w:jc w:val="both"/>
        <w:rPr>
          <w:lang w:val="bg-BG"/>
        </w:rPr>
      </w:pPr>
    </w:p>
    <w:p w14:paraId="037139A5" w14:textId="707BA474" w:rsidR="002F46A0" w:rsidRDefault="002F46A0" w:rsidP="002213A1">
      <w:pPr>
        <w:jc w:val="both"/>
        <w:rPr>
          <w:lang w:val="bg-BG"/>
        </w:rPr>
      </w:pPr>
    </w:p>
    <w:p w14:paraId="5260E76E" w14:textId="72BCFECC" w:rsidR="002F46A0" w:rsidRDefault="002F46A0" w:rsidP="002213A1">
      <w:pPr>
        <w:jc w:val="both"/>
        <w:rPr>
          <w:lang w:val="bg-BG"/>
        </w:rPr>
      </w:pPr>
    </w:p>
    <w:p w14:paraId="7E75ECA7" w14:textId="571FCD70" w:rsidR="003C130E" w:rsidRPr="003C130E" w:rsidRDefault="003C130E" w:rsidP="002213A1">
      <w:pPr>
        <w:jc w:val="both"/>
        <w:rPr>
          <w:b/>
          <w:lang w:val="bg-BG"/>
        </w:rPr>
      </w:pPr>
      <w:r>
        <w:rPr>
          <w:lang w:val="bg-BG"/>
        </w:rPr>
        <w:tab/>
      </w:r>
      <w:r w:rsidRPr="003C130E">
        <w:rPr>
          <w:b/>
          <w:lang w:val="bg-BG"/>
        </w:rPr>
        <w:t>/П/</w:t>
      </w:r>
    </w:p>
    <w:p w14:paraId="77A2778C" w14:textId="77777777" w:rsidR="002F46A0" w:rsidRDefault="002F46A0" w:rsidP="002213A1">
      <w:pPr>
        <w:rPr>
          <w:b/>
          <w:lang w:val="bg-BG"/>
        </w:rPr>
      </w:pPr>
    </w:p>
    <w:p w14:paraId="1C8E8DA3" w14:textId="4477CCB3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  <w:bookmarkStart w:id="6" w:name="_GoBack"/>
      <w:bookmarkEnd w:id="6"/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bookmarkEnd w:id="5"/>
    <w:p w14:paraId="34D2C691" w14:textId="77777777" w:rsidR="00F1593C" w:rsidRDefault="00F1593C" w:rsidP="002213A1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sectPr w:rsidR="00F1593C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93842" w14:textId="77777777" w:rsidR="00904E1E" w:rsidRDefault="00904E1E">
      <w:r>
        <w:separator/>
      </w:r>
    </w:p>
  </w:endnote>
  <w:endnote w:type="continuationSeparator" w:id="0">
    <w:p w14:paraId="332CE2A9" w14:textId="77777777" w:rsidR="00904E1E" w:rsidRDefault="0090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DD53B3" w:rsidRDefault="00DD53B3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DD53B3" w:rsidRDefault="00DD53B3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760D110D" w:rsidR="00DD53B3" w:rsidRDefault="00DD53B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130E">
          <w:rPr>
            <w:noProof/>
          </w:rPr>
          <w:t>3</w:t>
        </w:r>
        <w:r>
          <w:rPr>
            <w:noProof/>
          </w:rPr>
          <w:fldChar w:fldCharType="end"/>
        </w:r>
        <w:r w:rsidR="008708A6">
          <w:rPr>
            <w:noProof/>
            <w:lang w:val="bg-BG"/>
          </w:rPr>
          <w:t>/4</w:t>
        </w:r>
      </w:p>
    </w:sdtContent>
  </w:sdt>
  <w:p w14:paraId="0DF700C8" w14:textId="77777777" w:rsidR="00DD53B3" w:rsidRPr="00835BBA" w:rsidRDefault="00DD53B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93F17" w14:textId="77777777" w:rsidR="00904E1E" w:rsidRDefault="00904E1E">
      <w:r>
        <w:separator/>
      </w:r>
    </w:p>
  </w:footnote>
  <w:footnote w:type="continuationSeparator" w:id="0">
    <w:p w14:paraId="08E349D7" w14:textId="77777777" w:rsidR="00904E1E" w:rsidRDefault="00904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DD53B3" w:rsidRPr="005B69F7" w:rsidRDefault="00DD53B3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DD53B3" w:rsidRPr="005B69F7" w:rsidRDefault="00DD53B3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DD53B3" w:rsidRPr="0023186B" w:rsidRDefault="00DD53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DD53B3" w:rsidRPr="00983B22" w:rsidRDefault="00DD53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DD53B3" w:rsidRPr="00983B22" w:rsidRDefault="00DD53B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0D55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07C07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1F722B"/>
    <w:rsid w:val="0020653E"/>
    <w:rsid w:val="00212573"/>
    <w:rsid w:val="00215957"/>
    <w:rsid w:val="002213A1"/>
    <w:rsid w:val="00225E60"/>
    <w:rsid w:val="0023186B"/>
    <w:rsid w:val="0023544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2417"/>
    <w:rsid w:val="002C5874"/>
    <w:rsid w:val="002D3B8A"/>
    <w:rsid w:val="002E0A30"/>
    <w:rsid w:val="002E25EF"/>
    <w:rsid w:val="002F2872"/>
    <w:rsid w:val="002F46A0"/>
    <w:rsid w:val="003015D9"/>
    <w:rsid w:val="00307648"/>
    <w:rsid w:val="003140CD"/>
    <w:rsid w:val="00315EA9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130E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D2484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41B98"/>
    <w:rsid w:val="00850BCE"/>
    <w:rsid w:val="00853035"/>
    <w:rsid w:val="0085348A"/>
    <w:rsid w:val="0085463F"/>
    <w:rsid w:val="0086367E"/>
    <w:rsid w:val="008708A6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E690C"/>
    <w:rsid w:val="008F3A6E"/>
    <w:rsid w:val="008F411F"/>
    <w:rsid w:val="00904E1E"/>
    <w:rsid w:val="00910CBD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8C8"/>
    <w:rsid w:val="00B14BA2"/>
    <w:rsid w:val="00B157DC"/>
    <w:rsid w:val="00B22D78"/>
    <w:rsid w:val="00B2429C"/>
    <w:rsid w:val="00B54180"/>
    <w:rsid w:val="00B61E85"/>
    <w:rsid w:val="00B65B7A"/>
    <w:rsid w:val="00B80B62"/>
    <w:rsid w:val="00B90807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6B4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4336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6799"/>
    <w:rsid w:val="00D00BD9"/>
    <w:rsid w:val="00D0190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AD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D53B3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1593C"/>
    <w:rsid w:val="00F304C9"/>
    <w:rsid w:val="00F326B3"/>
    <w:rsid w:val="00F37E58"/>
    <w:rsid w:val="00F41255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7"/>
    <w:uiPriority w:val="99"/>
    <w:semiHidden/>
    <w:unhideWhenUsed/>
    <w:rsid w:val="005A2287"/>
  </w:style>
  <w:style w:type="numbering" w:customStyle="1" w:styleId="NoList2">
    <w:name w:val="No List2"/>
    <w:next w:val="ListNo7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41190-563B-40CD-A015-006E1CC5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82</TotalTime>
  <Pages>4</Pages>
  <Words>1503</Words>
  <Characters>8568</Characters>
  <Application>Microsoft Office Word</Application>
  <DocSecurity>0</DocSecurity>
  <Lines>71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27</cp:revision>
  <cp:lastPrinted>2022-09-28T07:56:00Z</cp:lastPrinted>
  <dcterms:created xsi:type="dcterms:W3CDTF">2022-09-26T08:20:00Z</dcterms:created>
  <dcterms:modified xsi:type="dcterms:W3CDTF">2022-09-28T07:56:00Z</dcterms:modified>
</cp:coreProperties>
</file>