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117689A0" w:rsidR="00454CDE" w:rsidRPr="00713EC9" w:rsidRDefault="006E4A30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713EC9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52B616F8" w:rsidR="00454CDE" w:rsidRPr="006E4A30" w:rsidRDefault="005A2287" w:rsidP="005A2287">
      <w:pPr>
        <w:ind w:left="3600"/>
        <w:rPr>
          <w:b/>
          <w:lang w:val="bg-BG"/>
        </w:rPr>
      </w:pPr>
      <w:r w:rsidRPr="006E4A30">
        <w:rPr>
          <w:b/>
          <w:lang w:val="bg-BG"/>
        </w:rPr>
        <w:t xml:space="preserve">   </w:t>
      </w:r>
      <w:r w:rsidR="00454CDE" w:rsidRPr="006E4A30">
        <w:rPr>
          <w:b/>
          <w:lang w:val="bg-BG"/>
        </w:rPr>
        <w:t>№</w:t>
      </w:r>
      <w:r w:rsidR="006E4A30" w:rsidRPr="006E4A30">
        <w:rPr>
          <w:b/>
          <w:sz w:val="26"/>
          <w:szCs w:val="26"/>
          <w:lang w:val="bg-BG"/>
        </w:rPr>
        <w:t xml:space="preserve"> </w:t>
      </w:r>
      <w:r w:rsidR="006E4A30" w:rsidRPr="006E4A30">
        <w:rPr>
          <w:b/>
          <w:sz w:val="26"/>
          <w:szCs w:val="26"/>
          <w:lang w:val="bg-BG"/>
        </w:rPr>
        <w:t>ПО-09-3170</w:t>
      </w:r>
      <w:r w:rsidR="006E4A30" w:rsidRPr="006E4A30">
        <w:rPr>
          <w:b/>
          <w:lang w:val="bg-BG"/>
        </w:rPr>
        <w:t>-3</w:t>
      </w:r>
    </w:p>
    <w:p w14:paraId="3795E67F" w14:textId="26C35211" w:rsidR="00454CDE" w:rsidRPr="006E4A30" w:rsidRDefault="00454CDE" w:rsidP="00BE4052">
      <w:pPr>
        <w:ind w:left="2880" w:firstLine="720"/>
        <w:rPr>
          <w:b/>
          <w:lang w:val="bg-BG"/>
        </w:rPr>
      </w:pPr>
      <w:r w:rsidRPr="006E4A30">
        <w:rPr>
          <w:b/>
          <w:lang w:val="bg-BG"/>
        </w:rPr>
        <w:t>София,</w:t>
      </w:r>
      <w:r w:rsidR="006E4A30" w:rsidRPr="006E4A30">
        <w:rPr>
          <w:b/>
          <w:lang w:val="bg-BG"/>
        </w:rPr>
        <w:t>28.09.</w:t>
      </w:r>
      <w:r w:rsidR="0023186B" w:rsidRPr="006E4A30">
        <w:rPr>
          <w:b/>
          <w:lang w:val="bg-BG"/>
        </w:rPr>
        <w:t>20</w:t>
      </w:r>
      <w:r w:rsidR="005A5B96" w:rsidRPr="006E4A30">
        <w:rPr>
          <w:b/>
          <w:lang w:val="bg-BG"/>
        </w:rPr>
        <w:t>2</w:t>
      </w:r>
      <w:r w:rsidR="00CC444F" w:rsidRPr="006E4A30">
        <w:rPr>
          <w:b/>
          <w:lang w:val="bg-BG"/>
        </w:rPr>
        <w:t>2</w:t>
      </w:r>
      <w:r w:rsidR="0023186B" w:rsidRPr="006E4A30">
        <w:rPr>
          <w:b/>
          <w:lang w:val="bg-BG"/>
        </w:rPr>
        <w:t>г.</w:t>
      </w:r>
      <w:r w:rsidR="006727E9" w:rsidRPr="006E4A30">
        <w:rPr>
          <w:b/>
          <w:lang w:val="bg-BG"/>
        </w:rPr>
        <w:t xml:space="preserve">  </w:t>
      </w:r>
    </w:p>
    <w:p w14:paraId="15B80E0F" w14:textId="1D03658A" w:rsidR="00CF6799" w:rsidRDefault="00CF6799" w:rsidP="00576362">
      <w:pPr>
        <w:spacing w:line="360" w:lineRule="auto"/>
        <w:rPr>
          <w:lang w:val="bg-BG"/>
        </w:rPr>
      </w:pPr>
    </w:p>
    <w:p w14:paraId="265B3201" w14:textId="404CB7BD" w:rsidR="00637332" w:rsidRDefault="00637332" w:rsidP="00576362">
      <w:pPr>
        <w:spacing w:line="360" w:lineRule="auto"/>
        <w:rPr>
          <w:lang w:val="bg-BG"/>
        </w:rPr>
      </w:pPr>
    </w:p>
    <w:p w14:paraId="5A31ABFE" w14:textId="77777777" w:rsidR="00185E73" w:rsidRDefault="00185E73" w:rsidP="00576362">
      <w:pPr>
        <w:spacing w:line="360" w:lineRule="auto"/>
        <w:rPr>
          <w:lang w:val="bg-BG"/>
        </w:rPr>
      </w:pPr>
    </w:p>
    <w:p w14:paraId="31639020" w14:textId="55FD3C09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637332">
        <w:rPr>
          <w:b/>
          <w:sz w:val="26"/>
          <w:szCs w:val="26"/>
          <w:lang w:val="bg-BG"/>
        </w:rPr>
        <w:t>3170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957F2DB" w14:textId="14D4B0FE" w:rsidR="00034F6D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3E96A9C9" w14:textId="2FB6581F" w:rsidR="00185E73" w:rsidRDefault="00185E73" w:rsidP="005E5F37">
      <w:pPr>
        <w:ind w:firstLine="708"/>
        <w:jc w:val="both"/>
        <w:rPr>
          <w:sz w:val="26"/>
          <w:szCs w:val="26"/>
          <w:lang w:val="bg-BG"/>
        </w:rPr>
      </w:pPr>
    </w:p>
    <w:p w14:paraId="015F76F4" w14:textId="77777777" w:rsidR="00185E73" w:rsidRPr="00374CAD" w:rsidRDefault="00185E73" w:rsidP="005E5F37">
      <w:pPr>
        <w:ind w:firstLine="708"/>
        <w:jc w:val="both"/>
        <w:rPr>
          <w:sz w:val="26"/>
          <w:szCs w:val="26"/>
          <w:lang w:val="bg-BG"/>
        </w:rPr>
      </w:pPr>
    </w:p>
    <w:p w14:paraId="2AD71702" w14:textId="77777777" w:rsidR="00CF6799" w:rsidRDefault="00CF6799" w:rsidP="005E5F37">
      <w:pPr>
        <w:ind w:left="2160" w:firstLine="720"/>
        <w:jc w:val="both"/>
        <w:rPr>
          <w:b/>
          <w:lang w:val="bg-BG"/>
        </w:rPr>
      </w:pPr>
    </w:p>
    <w:p w14:paraId="7E0C97DE" w14:textId="07C850F9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58B124C0" w:rsidR="00034F6D" w:rsidRDefault="00034F6D" w:rsidP="008F3A6E">
      <w:pPr>
        <w:ind w:firstLine="709"/>
        <w:jc w:val="center"/>
        <w:rPr>
          <w:lang w:val="bg-BG"/>
        </w:rPr>
      </w:pPr>
    </w:p>
    <w:p w14:paraId="1EDBB8FC" w14:textId="77777777" w:rsidR="00185E73" w:rsidRPr="00374CAD" w:rsidRDefault="00185E73" w:rsidP="008F3A6E">
      <w:pPr>
        <w:ind w:firstLine="709"/>
        <w:jc w:val="center"/>
        <w:rPr>
          <w:lang w:val="bg-BG"/>
        </w:rPr>
      </w:pPr>
    </w:p>
    <w:p w14:paraId="790F0D27" w14:textId="77AAA22B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637332">
        <w:rPr>
          <w:b/>
          <w:lang w:val="bg-BG"/>
        </w:rPr>
        <w:t>.Каленовци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637332">
        <w:rPr>
          <w:b/>
          <w:lang w:val="bg-BG"/>
        </w:rPr>
        <w:t>35345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703B23D" w:rsidR="00707F86" w:rsidRDefault="00707F86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637332" w:rsidRPr="005446F8" w14:paraId="3F5807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10BC" w14:textId="185D022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C953" w14:textId="4327AB8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481" w14:textId="63EBC6A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CA0D" w14:textId="6730335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21.992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2F9C" w14:textId="183322A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5A2C" w14:textId="6C3A6B4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3669" w14:textId="2D77E93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3F2E0EB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64F8076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1A40003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2454E7A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9.869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39B1F33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2F25015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027A769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6847581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140C531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37DB505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73A54CE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9.044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49CF076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3DD9062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62A70E3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27832D9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6E78588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19E879F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069B298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B7C270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787D56E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20F52AF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0995207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390B822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098D9F0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191A057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7A2203B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73F801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358054B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164F813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031DDC0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2B8F9ED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3FCE4A5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7.767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4FE2B12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5C29EFD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517A4EB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6806FC7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6F0F592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3ADC592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32541BB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5FB8BF7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218.94</w:t>
            </w:r>
          </w:p>
        </w:tc>
      </w:tr>
      <w:tr w:rsidR="00637332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4D96B6C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29EE31F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31FF32A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264843A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3D57727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5ECE5C0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2DAD3F8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6A69EBD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7C8A595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209.91</w:t>
            </w:r>
          </w:p>
        </w:tc>
      </w:tr>
      <w:tr w:rsidR="00637332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6293746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4DE5FDB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0B43555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312C8CE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0D16EE4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53CD7BE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6EE7F5C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1525F4D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6C2E0F0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3E0276B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F917DA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58EC3F2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0458ACD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010A548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0B8D954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51A5A91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5B5432A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4827974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42F1FE6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1668863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0077FE6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31E2F5C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6AFC9B1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77D7284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14314B7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BE0EE0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5F4EC4C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44D29FF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4228F11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37B4F50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4D9E479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146DA6A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34294EA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2FBA7A1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1FE9902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182.97</w:t>
            </w:r>
          </w:p>
        </w:tc>
      </w:tr>
      <w:tr w:rsidR="00637332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5E4C07E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25D8EE2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0E3647C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536D95A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5.903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2E13367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177.09</w:t>
            </w:r>
          </w:p>
        </w:tc>
      </w:tr>
      <w:tr w:rsidR="00637332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321DEE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415226A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07A1528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52E6A1B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08D2A59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521EF61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2804904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74D6993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67C07B2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5E40FBB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7E050A3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5.797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2266F54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173.91</w:t>
            </w:r>
          </w:p>
        </w:tc>
      </w:tr>
      <w:tr w:rsidR="00637332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2DC1E9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318DC45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0E749DA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14F4CD4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26B14C3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7AC6A0D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311457E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171.03</w:t>
            </w:r>
          </w:p>
        </w:tc>
      </w:tr>
      <w:tr w:rsidR="00637332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747D1AF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7E819FE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4DCB5F1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21A18DD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4DE1012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4BF69FC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F5C178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171.00</w:t>
            </w:r>
          </w:p>
        </w:tc>
      </w:tr>
      <w:tr w:rsidR="00637332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1AFFF43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68485E6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3B59BA3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C4A411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238A5CE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6CB62A8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425908D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47B049D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510E0E1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233F05F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43D4690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726E1C1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6009C8E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4626F82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46CE60B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76618CF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1769F84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5766DB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4F89B0F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0D1090A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7C09550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1FFE40F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7810252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1E6EB4B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1818B9D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FAEFD1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A3EA0E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079F08C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7B20D50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3598FE0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49562AE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1B8031E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7D720D9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7134461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09B7FFD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72DF7A0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025865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1439255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6F59C99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152.94</w:t>
            </w:r>
          </w:p>
        </w:tc>
      </w:tr>
      <w:tr w:rsidR="00637332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629811B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7EED054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65F0668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529A656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2A4F330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1653DCE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6E85993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083196F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7178193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276CAE1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0F5EC6E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42004D2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149.88</w:t>
            </w:r>
          </w:p>
        </w:tc>
      </w:tr>
      <w:tr w:rsidR="00637332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209C997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32B89BA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6F38810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65BAD33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63F2730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6FD069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7CA4D1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4B44DD2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2BE4557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71B08B1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1CD462F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7C7E902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4019A0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541AFC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1AE5A2B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76A0A33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53C21B4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45A4865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0BA2798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731D165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3DEE1F4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141.02</w:t>
            </w:r>
          </w:p>
        </w:tc>
      </w:tr>
      <w:tr w:rsidR="00637332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7333D32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2638FEA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738EF59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4E71357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1AD62C1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0D2335D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6277131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681C0CE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17273C5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5742308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214C152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45E0DDE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6CE26F9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107ED5F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7ED4C49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4387015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2D4B45D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3BC31DC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5CD399E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079E3E9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3BF380B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475A188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666B1C6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362E5C5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2B9927C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2510BE2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4EEE3FC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049478E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2D98FE8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6168473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78811D8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0C57FE9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26CDF83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134.97</w:t>
            </w:r>
          </w:p>
        </w:tc>
      </w:tr>
      <w:tr w:rsidR="00637332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46B7186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79305F3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4FC1B07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549BF69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A0C59E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07F5C17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3C78F90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7E4FB02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5225DC4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18153D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297AE94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4CD118B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76DB0EB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43999AF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6B531D4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6E97359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39F0959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5DA7755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7C4D0F8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131.97</w:t>
            </w:r>
          </w:p>
        </w:tc>
      </w:tr>
      <w:tr w:rsidR="00637332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335A6D9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2F2BEE5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43632BF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4E9A6A9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0D5BFE4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7AC5B27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1D45B7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14F7DDC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0402DFC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7D4E89C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4908D75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34ED05F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768DB1D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49D11E8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7339C6B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0A888D4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33A1BFE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5F4AECB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5867D10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125.97</w:t>
            </w:r>
          </w:p>
        </w:tc>
      </w:tr>
      <w:tr w:rsidR="00637332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21CA6A8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6D66BD3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197531C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4003A0F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66441A3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125.97</w:t>
            </w:r>
          </w:p>
        </w:tc>
      </w:tr>
      <w:tr w:rsidR="00637332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5DAED06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167DD52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746671C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19271BB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0C5ECEE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122.97</w:t>
            </w:r>
          </w:p>
        </w:tc>
      </w:tr>
      <w:tr w:rsidR="00637332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2C33B60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56DB030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2B10379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2831E5C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0CF2748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6418228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72DEB02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1D493DD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1DD72C1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62C2476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523A930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78D2398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3C4687B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2EC0FA1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2C279ED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07050DB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67EB47F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4834DAE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2EBF63C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120.00</w:t>
            </w:r>
          </w:p>
        </w:tc>
      </w:tr>
      <w:tr w:rsidR="00637332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7F64A80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538F1EB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349A03D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1392DD4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279E278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01BC15D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2177887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0440864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3A6CFBB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1D43CA2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6EA7250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0201306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02AA137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51B8A8D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120.00</w:t>
            </w:r>
          </w:p>
        </w:tc>
      </w:tr>
      <w:tr w:rsidR="00637332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343272A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0E65637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62A563D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7DF3C48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1944245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680EC26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11864B9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0BC793A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027896C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673D4F1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360F4C4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6304DC8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3AAEE7F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41321DD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03EDBEA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52B88A8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0CA71FC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027BF59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53F8589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7E5BFB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5D4F57B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688A17F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14C75F9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3FAA048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787DB55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086D73B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5B0C783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44D92FD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09A2D12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463F8DE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0F32C51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29C08AE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1209DF9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7D6475D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58F9ACB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5A9CAD0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47A7F1B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3ED9E72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2B217D8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10EFD39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5B951BD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025A456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116.97</w:t>
            </w:r>
          </w:p>
        </w:tc>
      </w:tr>
      <w:tr w:rsidR="00637332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5C26282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3EDF844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1FE1E73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3870F46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1000AAC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F8803A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6DDF6DE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605C630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534F5D4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26B9676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31C167C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0754F02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729633F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4E74D18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63B763C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0D7BE0B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5F0918B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02A3BFF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6468F6B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29CDBEB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551981F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114.00</w:t>
            </w:r>
          </w:p>
        </w:tc>
      </w:tr>
      <w:tr w:rsidR="00637332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4E9AB4C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2015C89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7EBC958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23C14BF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27E18D6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045ABBC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6294DFC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498CEAC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3E177AC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25CF189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14F0087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5781975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111.06</w:t>
            </w:r>
          </w:p>
        </w:tc>
      </w:tr>
      <w:tr w:rsidR="00637332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2198DEB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00A41B9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32C27FC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6AAC3FD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79F28BA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06EAD4C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28E57CA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6D1B1FC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449FA5B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3BA5E1D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65D6701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6E97F56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56AE6DB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7CB33A7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02D73AF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6055CE3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3CB7557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0C8746E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15FE6EF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5CF329D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7799B5A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5EDA0A7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6DCFCEB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5839523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2A14C46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79BF7FE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4299BA1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</w:tr>
      <w:tr w:rsidR="00637332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1E8619F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199E14D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6092FB6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01C2D90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25A4A17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4C77A93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2B0D007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2CD7B90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6AE27D03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0DE2C7C4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50165E6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104.85</w:t>
            </w:r>
          </w:p>
        </w:tc>
      </w:tr>
      <w:tr w:rsidR="00637332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05316C9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541FB36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5F32220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2150357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5450DCF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7D3AD02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1799AAD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1D1F142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4C550FC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764B4FE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424578D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7E395F7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101.97</w:t>
            </w:r>
          </w:p>
        </w:tc>
      </w:tr>
      <w:tr w:rsidR="00637332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7A103B22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5BB97E9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763933D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0B870E5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573EA31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1903374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2B6D09D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111F75E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7EFA7E2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101.97</w:t>
            </w:r>
          </w:p>
        </w:tc>
      </w:tr>
      <w:tr w:rsidR="00637332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6AC74FB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7B4A623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6FA6DB7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6F3ECF2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579D0FE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3F783F4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0320544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0A4DADDE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6113C61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4EA4144D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07ABAD5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60265EA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EC674E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13563F4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248166E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3B0A7B1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1C2131A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407B40D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537267A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11A386D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68F4C7D8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36DD759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66FEF6F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5E561DC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28C13B4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180BE06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1AAD499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98.25</w:t>
            </w:r>
          </w:p>
        </w:tc>
      </w:tr>
      <w:tr w:rsidR="00637332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04ED85E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273659B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6B1C8BCF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412C653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7A15EF5C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2242DC9B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35809E3A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5F346AF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78F85A19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6AA55F26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65402E90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6A472A85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96.00</w:t>
            </w:r>
          </w:p>
        </w:tc>
      </w:tr>
      <w:tr w:rsidR="00637332" w:rsidRPr="005446F8" w14:paraId="45448C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36AA" w14:textId="71BF69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D0A2" w14:textId="574BE6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8529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331C" w14:textId="7777777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A25E" w14:textId="15D85E8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F141" w14:textId="28AE45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AFCE3" w14:textId="40BE088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95.88</w:t>
            </w:r>
          </w:p>
        </w:tc>
      </w:tr>
      <w:tr w:rsidR="00637332" w:rsidRPr="005446F8" w14:paraId="286E98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036E9" w14:textId="35DAA2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6674" w14:textId="1FA39E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259DE" w14:textId="63150D37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586F" w14:textId="39A8E161" w:rsidR="00637332" w:rsidRPr="005446F8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A2C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309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EBB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45715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1698F" w14:textId="6BCD87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5410" w14:textId="46CE66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BD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998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C8A2" w14:textId="7732CE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7C5D8" w14:textId="7328CB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C4E3" w14:textId="7F1501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92.97</w:t>
            </w:r>
          </w:p>
        </w:tc>
      </w:tr>
      <w:tr w:rsidR="00637332" w:rsidRPr="005446F8" w14:paraId="381FB6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7EE7" w14:textId="339C1A7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5FB4" w14:textId="06B0EDD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73291" w14:textId="4CA17F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A4AA" w14:textId="6AAF45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EC3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E2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2FE3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3E799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A7E4" w14:textId="46E7C4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9D93" w14:textId="4463388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D3F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649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6406" w14:textId="2D7CA2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3297" w14:textId="217F8E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AA0CD" w14:textId="3590B59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90.00</w:t>
            </w:r>
          </w:p>
        </w:tc>
      </w:tr>
      <w:tr w:rsidR="00637332" w:rsidRPr="005446F8" w14:paraId="5DAFD4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CDF5" w14:textId="3D8AE0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EA72" w14:textId="13C9D8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40B54" w14:textId="417564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6F5C" w14:textId="4FAB94A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C7B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2A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E806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8276B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E10E" w14:textId="3B56901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83DD" w14:textId="02E18F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B4D0" w14:textId="22454B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6F3F" w14:textId="577BFA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F9C0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9D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326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8F823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02098" w14:textId="028678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2A5B" w14:textId="7BDA5A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B54F" w14:textId="02BFFC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5FC8" w14:textId="1A57F5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4B7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8C2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03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29311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E4F6" w14:textId="7F23BC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65BD" w14:textId="18F396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00297" w14:textId="53CF2B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294E" w14:textId="4DCDB7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D75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774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B44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80F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B131" w14:textId="70FF1F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8455" w14:textId="0674CC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A16D" w14:textId="49E1A4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7F7C" w14:textId="707915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63F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726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20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9877D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77B1" w14:textId="0DEC601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79B9" w14:textId="402E0A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7F6D" w14:textId="4167BF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574E7" w14:textId="441888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A8D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53CA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34C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F235A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188C" w14:textId="2A5756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7014" w14:textId="7398B26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721B" w14:textId="440209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2A2F" w14:textId="1D405B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25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D2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1D48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3730C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2E146" w14:textId="7FB9F6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93038" w14:textId="1C28F8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9C80" w14:textId="6ACA6F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FB144" w14:textId="733680A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649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6AA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E0F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46E46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D647" w14:textId="058D5F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411A" w14:textId="1B857C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5E16" w14:textId="6B07F1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2B17" w14:textId="2AC7E7B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D49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95E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362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09A62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986B" w14:textId="6DAFED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0A3B" w14:textId="112DA5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263E" w14:textId="1F2DB70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0E3D3" w14:textId="37D3640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1048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8421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CD8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C2222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B1DFA" w14:textId="448A7C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062A" w14:textId="0FC4D7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6D53" w14:textId="0D99D90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CA7C" w14:textId="6228C8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06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0A2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B882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AA906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BDF0" w14:textId="4160E1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675F" w14:textId="3CAD0ED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706A" w14:textId="561E29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8897" w14:textId="5E38D7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133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E44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ADDB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F7993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05B9" w14:textId="1627F60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D6745" w14:textId="1615C96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8C78" w14:textId="5CDD29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BF98" w14:textId="2B8DD1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088D" w14:textId="7AA104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FD5D" w14:textId="0E4104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8.223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A13D" w14:textId="6F4A5A6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246.70</w:t>
            </w:r>
          </w:p>
        </w:tc>
      </w:tr>
      <w:tr w:rsidR="00637332" w:rsidRPr="005446F8" w14:paraId="35E853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93DB" w14:textId="2CC4EF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024A" w14:textId="1A1D68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A088" w14:textId="752D26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F5E78" w14:textId="6021E8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EB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7D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1B48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855567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D466" w14:textId="1CE30C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2F5C" w14:textId="4D59676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C23F" w14:textId="79E10C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E551" w14:textId="49AA41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4D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031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7F3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97031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70F0" w14:textId="401BB8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7124" w14:textId="027984B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56A2" w14:textId="0AE428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C558C" w14:textId="6DEB26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CDC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1C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245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DA7B0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B7F2" w14:textId="0537CE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17CA6" w14:textId="48E76C3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CCC6" w14:textId="712F17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7AFA1" w14:textId="36AB38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9C5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876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21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45C50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3D63" w14:textId="0485522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B7D6" w14:textId="09ACF6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6169" w14:textId="4B8A10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DCBA" w14:textId="0A97C6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8E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06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F4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E5DA2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D5A7" w14:textId="092398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A627A" w14:textId="359D4B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B0FE" w14:textId="6E5402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F5D7" w14:textId="27F80E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DEC6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4220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7B1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830FF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2825" w14:textId="3ACD3A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124B" w14:textId="6E4F27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B50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384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54C11" w14:textId="6DB7B4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E6F7" w14:textId="3B9D0CC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7F50" w14:textId="12FFF3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77.97</w:t>
            </w:r>
          </w:p>
        </w:tc>
      </w:tr>
      <w:tr w:rsidR="00637332" w:rsidRPr="005446F8" w14:paraId="68666E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7441" w14:textId="3CAD7E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A891" w14:textId="66DA168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C366" w14:textId="579F8E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22A8" w14:textId="1F2B24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519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B7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DD4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E4F7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A574" w14:textId="6A2FB7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3BAB" w14:textId="43AFC6A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7D182" w14:textId="4964E0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D3F85" w14:textId="3E0223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9C4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E8F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D270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04395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82AE" w14:textId="0BD561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63CEE" w14:textId="14143C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49A2" w14:textId="675BF93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9728" w14:textId="4E75DAB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A2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6130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F8B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0B150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A6F9F" w14:textId="3D5EE5F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EDA5" w14:textId="7CAA36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1A656" w14:textId="28FDE9B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1173" w14:textId="2FFD0D9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4B4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EA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7C3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C5AE5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81E86" w14:textId="0619E41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BB45" w14:textId="2A508C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0F93" w14:textId="6F1B35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3526" w14:textId="01E460B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B5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CEE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4CA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FAD87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6991" w14:textId="6F3408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C9B4" w14:textId="3A3E94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9B2B1" w14:textId="0DDC1A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01E6" w14:textId="4FF761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A6F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972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817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193C64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2E5C" w14:textId="4D2A89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27D0" w14:textId="73F9435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065F" w14:textId="3C99A4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19A5" w14:textId="6D52E1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28C1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FA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C6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E276A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40DA" w14:textId="0930802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C81C" w14:textId="24B1A1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96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DB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0C17" w14:textId="4D84E85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C078" w14:textId="7ED28A1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AE03" w14:textId="6E0802B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74.97</w:t>
            </w:r>
          </w:p>
        </w:tc>
      </w:tr>
      <w:tr w:rsidR="00637332" w:rsidRPr="005446F8" w14:paraId="4BE7DD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8053" w14:textId="1933649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D048" w14:textId="63A7047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F5C15" w14:textId="1964377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C6A46" w14:textId="34B13E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5AE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E7D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11B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38821F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AA40" w14:textId="788AD5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5AF3" w14:textId="012B47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2064E" w14:textId="745F6E9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92B6" w14:textId="0C239D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28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28F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571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D76A6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809E" w14:textId="3BD9B2E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1373" w14:textId="29B01A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0B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4B0F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18D9" w14:textId="640246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E3A5" w14:textId="4668D5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0E3A" w14:textId="3EE11C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72.51</w:t>
            </w:r>
          </w:p>
        </w:tc>
      </w:tr>
      <w:tr w:rsidR="00637332" w:rsidRPr="005446F8" w14:paraId="177111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1C18" w14:textId="67A88B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AB25" w14:textId="47F79F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8F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FBA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71858" w14:textId="01A7BE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F0A3" w14:textId="1B3746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830A" w14:textId="3285215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</w:tr>
      <w:tr w:rsidR="00637332" w:rsidRPr="005446F8" w14:paraId="247B06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1B7D" w14:textId="1EBAD85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4EBF" w14:textId="010A20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2C209" w14:textId="7C89DB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ACC81" w14:textId="4FC9918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46C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33C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95E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79C8E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5353" w14:textId="0C0EB8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6023" w14:textId="2BC595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CF0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B8E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62F1" w14:textId="5606E9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760A" w14:textId="62495A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54A34" w14:textId="330EAC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71.31</w:t>
            </w:r>
          </w:p>
        </w:tc>
      </w:tr>
      <w:tr w:rsidR="00637332" w:rsidRPr="005446F8" w14:paraId="31F2BF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3BD0" w14:textId="489910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5310" w14:textId="3329141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3EA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EB6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E9DBF" w14:textId="49F502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97CE" w14:textId="5760BB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977F" w14:textId="34F7D1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70.59</w:t>
            </w:r>
          </w:p>
        </w:tc>
      </w:tr>
      <w:tr w:rsidR="00637332" w:rsidRPr="005446F8" w14:paraId="6FC19D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B7B0" w14:textId="71BADF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A424" w14:textId="292466B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E4A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946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7AE78" w14:textId="748627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3240" w14:textId="59AAB2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D7015" w14:textId="0498BF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69.00</w:t>
            </w:r>
          </w:p>
        </w:tc>
      </w:tr>
      <w:tr w:rsidR="00637332" w:rsidRPr="005446F8" w14:paraId="5EA170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D3A4B" w14:textId="726ED4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1500" w14:textId="20E019C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A553" w14:textId="5048BE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F329A" w14:textId="11D184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026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108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BBD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23537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6404" w14:textId="2EA7F2A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AC9F" w14:textId="7C15A6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07F5" w14:textId="659B73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24B0" w14:textId="17A922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2F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B09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7EB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B6C86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E2860" w14:textId="6D82FA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FEE60" w14:textId="54D811E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AA53" w14:textId="003458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F6A3" w14:textId="733182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A5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9A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9D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8EAD5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ADFFD" w14:textId="140EC0E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A51B" w14:textId="150A8F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DF7D" w14:textId="512901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A0B7" w14:textId="2D39B3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724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14D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37BA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3459E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09CE" w14:textId="20ED36E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EE8A" w14:textId="475FAD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01A4" w14:textId="3C82D0B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E4CA" w14:textId="018CE5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60F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136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0F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71FE1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C89DE" w14:textId="4D15C4B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EC2F" w14:textId="57296E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7514" w14:textId="6B8447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6E56" w14:textId="4CC594D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AC9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E98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C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AF6BD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A696A" w14:textId="76DD1A9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34B" w14:textId="1B523C5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A1A4" w14:textId="3CE1D1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F1E9" w14:textId="3E1C40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4F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F6F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BC0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547EC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8453" w14:textId="3347C4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93958" w14:textId="633A49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D2F6" w14:textId="4E254E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1A16" w14:textId="083293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874F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F4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ACF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B1987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DFF1" w14:textId="6D7F96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40029" w14:textId="52C4BBB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6F60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9D2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F5F2B" w14:textId="606378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BDC0" w14:textId="6303AF5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5361" w14:textId="1F69E5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65.97</w:t>
            </w:r>
          </w:p>
        </w:tc>
      </w:tr>
      <w:tr w:rsidR="00637332" w:rsidRPr="005446F8" w14:paraId="719DFE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0ADCD" w14:textId="554ABC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52E4" w14:textId="2F275C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097E5" w14:textId="1401270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0656" w14:textId="0B43AF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C91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1510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D70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DFFB4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CF43" w14:textId="25ADED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1F7E" w14:textId="1C7ADC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2308" w14:textId="306123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9FEF" w14:textId="199037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45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89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857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220C5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2142" w14:textId="2E5674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D57E" w14:textId="45C4582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078F" w14:textId="187644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CC90D" w14:textId="0C2550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9B1D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69B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86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37939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99CA" w14:textId="2CAF06E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9919" w14:textId="51A9417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2F32" w14:textId="654108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6636" w14:textId="0AEC74F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DF5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D4A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0DA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ADB5A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BC1A" w14:textId="3C2B1B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FFD2" w14:textId="5CDBBE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5F4FA" w14:textId="752EA9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04EB" w14:textId="1A228AA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8D0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72CD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070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38C8B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2011" w14:textId="61DA51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FFB9" w14:textId="0F7FA0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823FC" w14:textId="2E318F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7B32" w14:textId="3E64C7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28B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F08E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CC5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B397C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D6B85" w14:textId="07767CE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B77E" w14:textId="67A3548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1F03" w14:textId="7FEDD2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7F72" w14:textId="61BE9D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0B9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744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0E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C0ACA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CB83" w14:textId="051203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5FF9" w14:textId="1F2292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7ED6" w14:textId="0C4CD6E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DE77" w14:textId="7ADC35E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457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801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98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A20CB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201FA" w14:textId="672E64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C561" w14:textId="79D343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C519" w14:textId="38C878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2607" w14:textId="7DCB1B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9B2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30D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22A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6839E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0596D" w14:textId="2264B42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80D6" w14:textId="0C60D8C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9491" w14:textId="7A67EC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5E35" w14:textId="7FE058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07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F03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E59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F040D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196C7" w14:textId="5979DE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20426" w14:textId="334A36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D917" w14:textId="4126436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4127" w14:textId="73F383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E45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819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15B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11371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90F8" w14:textId="41F9A1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7832" w14:textId="20BFDC5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0AE8" w14:textId="7B7473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99B" w14:textId="3D82F8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39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6436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246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36A00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0CEC" w14:textId="449211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8350" w14:textId="32A8D1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7C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230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F979" w14:textId="118638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5FA3" w14:textId="652552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D166" w14:textId="63E202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73219A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B29D" w14:textId="6B28A6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0BEC" w14:textId="11902C9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43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341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D4D1" w14:textId="630C92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16BE" w14:textId="745DF2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32F13" w14:textId="532B027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0EFB5A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AA01B" w14:textId="5BB8CA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1490" w14:textId="5B2B5D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896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9A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33F9" w14:textId="29AC64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BC00E" w14:textId="55A8F7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C8CE" w14:textId="4E1C3E7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719E25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F1D0" w14:textId="5B0DC5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BEB0" w14:textId="3A6713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1E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BF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98B3B" w14:textId="1F71CD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1946" w14:textId="6BF75DE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946CE" w14:textId="0BDAA4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2DF860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90A2" w14:textId="2CA824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5531" w14:textId="497F8B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176F" w14:textId="3D2850A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E6F9" w14:textId="4EA9ED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6BC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C5C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5A3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9CC3D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F3E6" w14:textId="3B7132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58AC1" w14:textId="00AC0EB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03E7" w14:textId="63BCE8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77D12" w14:textId="6140CE9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18A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3E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A5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D2D31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65D1" w14:textId="09DB31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E828" w14:textId="391819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094B" w14:textId="6CA5CE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5605" w14:textId="2FED88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1B4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970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D79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645298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A913" w14:textId="7655F1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1F62" w14:textId="5A2E4C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D88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A7E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416FE" w14:textId="3D355C9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F273" w14:textId="432DD28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2070" w14:textId="4FF2CF2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22BA05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CDB6" w14:textId="557CC51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D7033" w14:textId="2EA0D6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0708" w14:textId="6B5FFD9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81B9" w14:textId="5C90FFE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49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57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D66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F80C7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3FD8" w14:textId="4A6535C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0DD2" w14:textId="27CDE5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0EA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DC9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17A5" w14:textId="20E536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F4C7" w14:textId="146B36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35FB" w14:textId="70105D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6A6A42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CA1C" w14:textId="098AF8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901B" w14:textId="337E44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20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183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19B3" w14:textId="0E0A0C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BD72" w14:textId="327D0DD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99AF4" w14:textId="0287BC2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7E3C11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B98C" w14:textId="61820C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EE20" w14:textId="551DE0A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194A" w14:textId="764121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319A7" w14:textId="3BA9E8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F97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EA70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363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1C612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36A1" w14:textId="46CCF1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9D6D" w14:textId="3F4A8B7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176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4B6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2307" w14:textId="29D491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AC5F" w14:textId="5AD2090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6707B" w14:textId="46B0DB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637332" w:rsidRPr="005446F8" w14:paraId="000BAD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2622" w14:textId="5B19C3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C849" w14:textId="067BC13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5B81" w14:textId="54AF35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4C8B" w14:textId="60B705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1A7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7C98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C184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9D524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B5257" w14:textId="10DFBE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D529" w14:textId="729EE4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83B8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11F6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FBA5E" w14:textId="54A70C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8848" w14:textId="2792571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0DB8" w14:textId="342367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637332" w:rsidRPr="005446F8" w14:paraId="7884D5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DD93" w14:textId="1AF8DD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1185" w14:textId="586477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C8DF" w14:textId="214FDC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FDA3" w14:textId="0FBD6F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A1BE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1D8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594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FA4BC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C06B" w14:textId="4DD3771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87BFA" w14:textId="448C93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D4A7" w14:textId="5FFFE5C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D24D" w14:textId="771E09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AA0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56D8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20D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FFADE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A080" w14:textId="263F30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2737" w14:textId="612642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4537" w14:textId="13CEFA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3FD4" w14:textId="066570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4A4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A03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05CF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2968F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EC3C" w14:textId="0505C6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BA910" w14:textId="49A7E0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C0E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1B9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0FC7" w14:textId="484DA3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074E" w14:textId="657C01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1626" w14:textId="61506B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637332" w:rsidRPr="005446F8" w14:paraId="10CBC4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187D" w14:textId="74375C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23D2" w14:textId="0AE750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D4F0" w14:textId="66F9C0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F2BD" w14:textId="165155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FBF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6BF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4A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0DACA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838D" w14:textId="54AA0B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AC97" w14:textId="1A80561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D3B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78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7DC5" w14:textId="4872ED3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8AE42" w14:textId="7C0360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F397" w14:textId="28A4673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59.94</w:t>
            </w:r>
          </w:p>
        </w:tc>
      </w:tr>
      <w:tr w:rsidR="00637332" w:rsidRPr="005446F8" w14:paraId="039BE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E6553" w14:textId="0E319E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F680" w14:textId="20A812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3BB5" w14:textId="6AD2C6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52DD" w14:textId="33097A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C66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EFE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2BC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42263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18AC" w14:textId="665105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3EB2" w14:textId="4D4D59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260D" w14:textId="2B7F52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B670" w14:textId="4E87398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A7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174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4BD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C7777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5D26" w14:textId="2E27BA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7DED" w14:textId="45392C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E88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7CE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3E54" w14:textId="3D7286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F921" w14:textId="6DA9CC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2DF2" w14:textId="262476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56.97</w:t>
            </w:r>
          </w:p>
        </w:tc>
      </w:tr>
      <w:tr w:rsidR="00637332" w:rsidRPr="005446F8" w14:paraId="6CD230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270F" w14:textId="569DF4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335A" w14:textId="04C748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AF9C8" w14:textId="6C40D91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D51AF" w14:textId="0ED5CB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933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B3B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74A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D12231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D90E" w14:textId="6BDA4DA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E945" w14:textId="30E0EC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C738" w14:textId="3FE0FA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C904D" w14:textId="3506438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B5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416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64C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66E4F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1607" w14:textId="70DC21C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F099" w14:textId="4808D0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3E031" w14:textId="15468A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A3FF" w14:textId="4E3460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529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51D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F57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AAF9E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553ED" w14:textId="7E7145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1AFCB" w14:textId="5A7B00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F2F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96A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F229" w14:textId="3BD4839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EDE7" w14:textId="62C94D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9D0C" w14:textId="5FA5E4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54.15</w:t>
            </w:r>
          </w:p>
        </w:tc>
      </w:tr>
      <w:tr w:rsidR="00637332" w:rsidRPr="005446F8" w14:paraId="48544C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F7E1" w14:textId="6517E2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4CCE" w14:textId="6055A6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3B0D" w14:textId="50E018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2EBF" w14:textId="401E3D9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4B1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E5B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32B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755B8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857D" w14:textId="2E8FC6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FF6D" w14:textId="5CCB2EB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FCB7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906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FEFB" w14:textId="79CD21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AB4EF" w14:textId="4D914D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BEED2" w14:textId="5A4995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</w:tr>
      <w:tr w:rsidR="00637332" w:rsidRPr="005446F8" w14:paraId="40EB34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AFF83" w14:textId="1A468F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93A26" w14:textId="1FEA45E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C3DC" w14:textId="79879B0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92BB" w14:textId="625286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FF88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692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C3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E1A86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1026" w14:textId="5A9FAC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3A27" w14:textId="3AA25F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B46D" w14:textId="023BE3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6D4C" w14:textId="4E9780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E3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757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259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9C85F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C9D7" w14:textId="070688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FF8F9" w14:textId="20BCEA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475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D2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B3970" w14:textId="0A8AE7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72DF2" w14:textId="0DE74F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4F7D" w14:textId="7DD2CE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53.97</w:t>
            </w:r>
          </w:p>
        </w:tc>
      </w:tr>
      <w:tr w:rsidR="00637332" w:rsidRPr="005446F8" w14:paraId="007132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3AC2" w14:textId="119E82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0FDA" w14:textId="09126A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DCD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D1E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CAA0" w14:textId="228364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622D" w14:textId="25AD578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0A2D" w14:textId="06049A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53.97</w:t>
            </w:r>
          </w:p>
        </w:tc>
      </w:tr>
      <w:tr w:rsidR="00637332" w:rsidRPr="005446F8" w14:paraId="21DFA0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53D69" w14:textId="1B21355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1D9F4" w14:textId="640865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6CBC" w14:textId="31272A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5551" w14:textId="46A7F3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E9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355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E124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878DE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BB4B" w14:textId="700D3CE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D6CF" w14:textId="46E57D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7D45" w14:textId="6D0F31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9124" w14:textId="7AE5A9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DA1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46D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5D5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3D7C9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511D" w14:textId="1858961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A2BF" w14:textId="19831B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51B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2C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7199" w14:textId="55D3C4B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E7C1" w14:textId="382F7ED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A38A" w14:textId="11220B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637332" w:rsidRPr="005446F8" w14:paraId="4311A3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FB37" w14:textId="16B06C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6B03" w14:textId="0945D2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19A5" w14:textId="56AC7E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2BAB0" w14:textId="32830B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D36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95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A7F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D7E77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29F1" w14:textId="57CE65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D1AD" w14:textId="2417CC1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AC7E" w14:textId="3FFE69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4506" w14:textId="1E2ABB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DC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2A9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0DF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7FF18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62314" w14:textId="404B18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7775" w14:textId="1C07D9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780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8B0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F116B" w14:textId="743FF1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0957" w14:textId="541EA3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35C8" w14:textId="368236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</w:tr>
      <w:tr w:rsidR="00637332" w:rsidRPr="005446F8" w14:paraId="0E8876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41FE7" w14:textId="243942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E0D3" w14:textId="43B596A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B48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698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0249" w14:textId="28615C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084BC" w14:textId="3A2E760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EE73" w14:textId="2371CD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</w:tr>
      <w:tr w:rsidR="00637332" w:rsidRPr="005446F8" w14:paraId="6E78C9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1C03" w14:textId="2ACF92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6286" w14:textId="78443CA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B9A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886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DBA0" w14:textId="6CD6BE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A3FAC" w14:textId="055B43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8C50" w14:textId="1939AE2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</w:tr>
      <w:tr w:rsidR="00637332" w:rsidRPr="005446F8" w14:paraId="3B6456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07574" w14:textId="134DAC8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CE49" w14:textId="25E11B6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BD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896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D371F" w14:textId="47E5F0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8B43" w14:textId="5B4DF8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34B81" w14:textId="5935E6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</w:tr>
      <w:tr w:rsidR="00637332" w:rsidRPr="005446F8" w14:paraId="5B5F9C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DD84" w14:textId="7E11D5E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9E10D" w14:textId="0D46DB6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903C" w14:textId="725CB1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FF79" w14:textId="6914369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AF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75BD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545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64130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C971" w14:textId="3DFBDE5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B550" w14:textId="028D33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9FEC" w14:textId="7DEF411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EDCC1" w14:textId="5EA01F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E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30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47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A8F63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E07D" w14:textId="59EE1C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0C78B" w14:textId="1ED04A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3F8D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21D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6276" w14:textId="37BF8A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154B" w14:textId="4A31F7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C294" w14:textId="79F63A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5ADC22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7EA15" w14:textId="4A1722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BFC39" w14:textId="749893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7F35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57B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14C0" w14:textId="1C595F6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E5D7" w14:textId="2BAEA4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25A6" w14:textId="65FADB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535ABB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D031" w14:textId="5AE7B8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E469" w14:textId="0692859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465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77C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EBC6" w14:textId="3E1B14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0D01" w14:textId="2FE859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C5CA" w14:textId="7FC9BB2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19F60B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73EA" w14:textId="0F21828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CFBD" w14:textId="13987F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8FE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6FB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1D9E" w14:textId="5C56CC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E5FB" w14:textId="08E227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8EC5" w14:textId="670A342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7A958C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C56B2" w14:textId="5649AA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C673" w14:textId="633188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172D" w14:textId="7E4C63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D452" w14:textId="539C34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FF6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0829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67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F28B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97BC" w14:textId="08923C5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BD53" w14:textId="6D2173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CB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0709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386F" w14:textId="374D621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EEC4" w14:textId="2EB7E7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932A" w14:textId="6036958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</w:tr>
      <w:tr w:rsidR="00637332" w:rsidRPr="005446F8" w14:paraId="5E7ABE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5E47" w14:textId="25F5CF3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09AA5" w14:textId="621AE1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95F0A" w14:textId="3C5701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FE31" w14:textId="70D3D4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7C6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97F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09A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01980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F784" w14:textId="1D5387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8135" w14:textId="288D021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AAA4" w14:textId="4494E3B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2DFE" w14:textId="1EF013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500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EB0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ACB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01668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08B8" w14:textId="66BAC56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66E4" w14:textId="263329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70FF8" w14:textId="13C079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C8074" w14:textId="59F839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901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E9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100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9B275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4E4A" w14:textId="3E46972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1C64" w14:textId="35211EB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E1F3" w14:textId="52A415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DF4E7" w14:textId="7BE3DE6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2E2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636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8E4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FB965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8087" w14:textId="567209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67C6" w14:textId="6FDA01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01A0" w14:textId="19771F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4A24" w14:textId="0A109D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1A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4F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D69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21EA2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9372" w14:textId="1C41D5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76EB" w14:textId="249FA8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614F9" w14:textId="1C0B9C2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F7B30" w14:textId="04727B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950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67B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A5F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BD46E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5793" w14:textId="4F989D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72DF" w14:textId="2CE97D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D85D" w14:textId="14708B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2B4C" w14:textId="3CAE78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CF5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F0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5276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9BC40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CB2F" w14:textId="460CC77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0CDF2" w14:textId="734CDF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B12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0E4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00ED" w14:textId="671D448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3CBF" w14:textId="68DA1A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2B27" w14:textId="122A05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</w:tr>
      <w:tr w:rsidR="00637332" w:rsidRPr="005446F8" w14:paraId="3E7568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AD9C" w14:textId="392D18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1801" w14:textId="121A30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D280" w14:textId="11D2AA2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6751" w14:textId="59D6F9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981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C1F7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EF1F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DA57F3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F6FB" w14:textId="710E73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F758" w14:textId="527639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9DB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8E6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FB79" w14:textId="1C994E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41CC" w14:textId="4073EB6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1E3A" w14:textId="3A1A83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</w:tr>
      <w:tr w:rsidR="00637332" w:rsidRPr="005446F8" w14:paraId="09B3BA9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0430" w14:textId="4F0AF49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97DDA" w14:textId="72566A1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FA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0AC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A1C01" w14:textId="783022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1368B" w14:textId="699E2E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46B7" w14:textId="747011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</w:tr>
      <w:tr w:rsidR="00637332" w:rsidRPr="005446F8" w14:paraId="3336EA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7B18" w14:textId="5CC7D2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2396" w14:textId="78F2F1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D921" w14:textId="1B384DF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8A433" w14:textId="5A14DF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1F4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DB9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83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3C06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4176" w14:textId="07D1F3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54C3" w14:textId="1C8A03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914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6C3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895D" w14:textId="75A606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8E66" w14:textId="7D588C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C22F" w14:textId="491D7CB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</w:tr>
      <w:tr w:rsidR="00637332" w:rsidRPr="005446F8" w14:paraId="532A60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0D34" w14:textId="1BB88A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C4E99" w14:textId="11997C1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FAB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A5C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DF4B" w14:textId="4839A0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920D4" w14:textId="65C845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441A" w14:textId="4F13A6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39.09</w:t>
            </w:r>
          </w:p>
        </w:tc>
      </w:tr>
      <w:tr w:rsidR="00637332" w:rsidRPr="005446F8" w14:paraId="417740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8C0F" w14:textId="16E332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C87B" w14:textId="2513C3D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F6E4" w14:textId="024DDDD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6B5D" w14:textId="004336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7CC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53F7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187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0D0AE5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ED1B" w14:textId="60BDEB0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F2F6" w14:textId="70EDF25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E8C28" w14:textId="7377AD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38443" w14:textId="5135DE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053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C0A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D7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E75DAB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7A42" w14:textId="0A53CB1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60B78" w14:textId="4BA2DE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2DE19" w14:textId="42401B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4750" w14:textId="307BBA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A6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83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ECE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7AE34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20AF" w14:textId="5110F9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B68F" w14:textId="134EBD9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75C0" w14:textId="4ECC6B6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40C82" w14:textId="1341199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B5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C3B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E03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BF6A8C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ED58E" w14:textId="40B6A2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39FB8" w14:textId="399552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34EB4" w14:textId="307816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28C8" w14:textId="0A119A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4E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AFFD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6408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7FCB7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0A6A" w14:textId="051BD9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4386" w14:textId="186090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3C4D" w14:textId="4BA2738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40E5" w14:textId="32361A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72B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F64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A18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FD38A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5C7A" w14:textId="417FC48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962D" w14:textId="5DA3D09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1EBB" w14:textId="70858D9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B25F" w14:textId="4E94B8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8901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E1A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A3F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8FC35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5BA7" w14:textId="5E970F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0397" w14:textId="64391F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7D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D6E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A6F7B" w14:textId="7E7282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9CBA" w14:textId="0A1849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03349" w14:textId="60B75E7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38.03</w:t>
            </w:r>
          </w:p>
        </w:tc>
      </w:tr>
      <w:tr w:rsidR="00637332" w:rsidRPr="005446F8" w14:paraId="44EB0E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7381E" w14:textId="089BF61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C9EB" w14:textId="623BFF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E8E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D58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9B6D" w14:textId="32C038B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4FFB" w14:textId="134C01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308A" w14:textId="65DF50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36.34</w:t>
            </w:r>
          </w:p>
        </w:tc>
      </w:tr>
      <w:tr w:rsidR="00637332" w:rsidRPr="005446F8" w14:paraId="39DF1FE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9E94" w14:textId="3FD8A32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4884" w14:textId="74F924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C4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04AB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6343" w14:textId="150C82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B797" w14:textId="1BE5467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E2D0" w14:textId="45CC5F9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36.01</w:t>
            </w:r>
          </w:p>
        </w:tc>
      </w:tr>
      <w:tr w:rsidR="00637332" w:rsidRPr="005446F8" w14:paraId="5F193F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160A" w14:textId="66ABE8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3826" w14:textId="6C04240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04B1" w14:textId="75E65D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B737" w14:textId="21AE616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ACA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075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920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27984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856" w14:textId="3ACDC06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946A" w14:textId="025AD2B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70B0" w14:textId="715258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E309" w14:textId="7F256B4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949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6CAF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512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2D141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BFFB" w14:textId="60C8BB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002A" w14:textId="0FDD99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40807" w14:textId="43479B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B3F0" w14:textId="2D1B6B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A4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EE6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3BE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2B6C4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C925" w14:textId="5891FF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584C" w14:textId="740DEC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F3CDE" w14:textId="552C47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E1A6" w14:textId="1EC8C90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5E5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22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801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4CA8E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318C" w14:textId="79D73E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3AEA8" w14:textId="51735D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06B53" w14:textId="51D896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3893" w14:textId="7D23F95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4F1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2B8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EC9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CD497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5A52" w14:textId="22D7D3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AE85" w14:textId="4CCE22E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CD6AB" w14:textId="1B1D7D1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43A5B" w14:textId="5554A3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A5E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57A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49B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8A3B1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5F30" w14:textId="2ACEFC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29877" w14:textId="61CAFE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FF9DF" w14:textId="439DB0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EEE7" w14:textId="1375CC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D66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B258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664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7E6A3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7BB5" w14:textId="0610F9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BA21" w14:textId="544F18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942A1" w14:textId="7973CE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DEEA2" w14:textId="6AB814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960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F7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D1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7A611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38F8" w14:textId="5904D5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7EC5" w14:textId="297265E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555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85C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4D6C" w14:textId="24BB36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224C" w14:textId="3D216E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6CF7" w14:textId="4699AA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637332" w:rsidRPr="005446F8" w14:paraId="28CD86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2698B" w14:textId="6FA040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7A807" w14:textId="71D0151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E6AA" w14:textId="56C670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E497" w14:textId="15E105D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77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2EC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737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C7C74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A89C" w14:textId="6D885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3A1E" w14:textId="229067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7BBF" w14:textId="18F152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2921" w14:textId="7D00C9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89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EB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173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EDEE1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A8B6" w14:textId="678665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1FAA0" w14:textId="29DE89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A1EA" w14:textId="595A13A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88D62" w14:textId="6FB1E4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E0B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867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C06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C088A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E8D1" w14:textId="6EAC256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4ED4" w14:textId="5D2368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D7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39A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F2A77" w14:textId="326A54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ECCD" w14:textId="3449B3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3896" w14:textId="0A89BB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</w:tr>
      <w:tr w:rsidR="00637332" w:rsidRPr="005446F8" w14:paraId="377C96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4FA4" w14:textId="419461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729DB" w14:textId="7468DA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AA40" w14:textId="75912C3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E1C" w14:textId="5D5939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EF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D3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7A5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943B1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C598B" w14:textId="04EA5C9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16D2" w14:textId="2DEDDB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C2A5C" w14:textId="18F95A4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14D6" w14:textId="3109972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5B0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6DD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6B25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47C5B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F5E8" w14:textId="31BD23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9FCB" w14:textId="3FFAD34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18C4" w14:textId="14874C0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0184E" w14:textId="257C02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40E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AC3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B3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80BB8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253D" w14:textId="64C2C3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85C6B" w14:textId="1ED1F59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44BE" w14:textId="77C671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1EFE" w14:textId="130798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B45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4A3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E73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C953B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6449" w14:textId="1408664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F7D9" w14:textId="214971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B0391" w14:textId="198ECB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BECF" w14:textId="160EFD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E75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9E4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96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37A38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7531E" w14:textId="32CE7BA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4E84" w14:textId="366B5B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BC4D" w14:textId="4F8F60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9F1B" w14:textId="4A7BA2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989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25C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3B9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0A973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4D9D6" w14:textId="3FBF6C4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D0D7" w14:textId="2DA8D3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A9B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1853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4263" w14:textId="40B95B5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7474" w14:textId="21F18F6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7197" w14:textId="4B16BC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637332" w:rsidRPr="005446F8" w14:paraId="7A357A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D79D8" w14:textId="70991A6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84F79" w14:textId="3C9679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C66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11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7258" w14:textId="73B916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8893C" w14:textId="1EA22DC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5B8F6" w14:textId="4EC32B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637332" w:rsidRPr="005446F8" w14:paraId="449052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272B" w14:textId="6FC7167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6394" w14:textId="43B59F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FF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171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C8CF" w14:textId="29B7F49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7E0C" w14:textId="112E259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76BD3" w14:textId="3263B2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637332" w:rsidRPr="005446F8" w14:paraId="70AD67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38DA" w14:textId="4763A10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CE6C" w14:textId="542614D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1ED29" w14:textId="53F946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1556" w14:textId="1D006BE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5D1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BEF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8BC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B5195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C4F6" w14:textId="33D7EA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15EA" w14:textId="7D4395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1984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000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391B" w14:textId="24D7153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8092" w14:textId="6A56CCD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50FC" w14:textId="1EFDC5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</w:tr>
      <w:tr w:rsidR="00637332" w:rsidRPr="005446F8" w14:paraId="2DA4F6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CAA0" w14:textId="2C7FA4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4998" w14:textId="37E58E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348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A62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56A0" w14:textId="7CA05A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08E6" w14:textId="2ECFA6A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320D" w14:textId="6F3A23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30.06</w:t>
            </w:r>
          </w:p>
        </w:tc>
      </w:tr>
      <w:tr w:rsidR="00637332" w:rsidRPr="005446F8" w14:paraId="12F370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C60C" w14:textId="2027EE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A356" w14:textId="3706A3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E0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1D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418D" w14:textId="14C928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C1E0" w14:textId="0435FA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6766" w14:textId="25E741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30.03</w:t>
            </w:r>
          </w:p>
        </w:tc>
      </w:tr>
      <w:tr w:rsidR="00637332" w:rsidRPr="005446F8" w14:paraId="763AA0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7C76" w14:textId="423010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76F6" w14:textId="4900A49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88C4" w14:textId="38B730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B966" w14:textId="66C07A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2A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8BF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CAB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4CBEC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8284B" w14:textId="7E2F1A5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A7C6" w14:textId="7011FCC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51A9" w14:textId="7D1C411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4AE9C" w14:textId="3FF978C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9E5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54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9FB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A5D61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D10D" w14:textId="0B6968A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AEC5" w14:textId="65E0F80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AD9B" w14:textId="02972B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FEAE" w14:textId="7C73B2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3E4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77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D46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7CB67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6400" w14:textId="115C7DE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194F" w14:textId="2455C6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C637" w14:textId="099EAB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0EFA4" w14:textId="273803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41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B91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ACC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46E73E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A2D3E" w14:textId="3C60872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6CA8" w14:textId="5E2EE6F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274C" w14:textId="4860A51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76647" w14:textId="3EA974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793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77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007F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E00E2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7016" w14:textId="330334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B16B" w14:textId="1D03B4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1CE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AB3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8E37" w14:textId="323643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B769" w14:textId="66CF62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127B" w14:textId="3CFBC4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2F8DD0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F716" w14:textId="6E8C364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01A6" w14:textId="140AED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24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813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4093" w14:textId="024DD6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0B36" w14:textId="7F3C09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AFF37" w14:textId="3D521D4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2C753F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D1AF" w14:textId="2914A9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06B5" w14:textId="18BCDE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2951" w14:textId="20A190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E0EA" w14:textId="712C48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5EB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F63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B23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4BA67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66AF" w14:textId="3E31AD1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70B4F" w14:textId="12C920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B75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055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946DB" w14:textId="4902A1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0E75" w14:textId="050D1C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829B" w14:textId="6318F5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3A8D10A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55AB5" w14:textId="50C3E1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58FB8" w14:textId="05AE02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680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D9FE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CA24" w14:textId="7F983D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9886" w14:textId="0E6A9D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3787" w14:textId="2B383E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2E72A6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1D8E" w14:textId="7F5B746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B632" w14:textId="728CC9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429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EE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12FAA" w14:textId="1E1109E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6686" w14:textId="0EB55CD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FED62" w14:textId="5EB7D5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1780DA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5D0E" w14:textId="453FD3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D21B" w14:textId="3CA7BAE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61E7D" w14:textId="09BA3F2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8297" w14:textId="4916AC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CB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FB5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A17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C9F3E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C75F" w14:textId="042001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56CA" w14:textId="5AF333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3D9A" w14:textId="3F1AF1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1BF4" w14:textId="07AF61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45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603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336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9F8B46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7750" w14:textId="252E284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B07C8" w14:textId="76CC7A4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8E0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4F1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A1AF" w14:textId="1D7C80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9450" w14:textId="4C4D9A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7D74" w14:textId="583C93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1AEF63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0098" w14:textId="6CC2B6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9B73D" w14:textId="04CE17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67EA" w14:textId="717933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6428" w14:textId="51BA4D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3E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32A5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479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7DA1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1BB4C" w14:textId="1420DF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B0F3B" w14:textId="4C37AB9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FBE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308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5C2C5" w14:textId="0EBECF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C3AE" w14:textId="492816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A1F6" w14:textId="21F8373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637332" w:rsidRPr="005446F8" w14:paraId="2DC39AA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2F466" w14:textId="4410B1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A314" w14:textId="4F834F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0EA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0FF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34526" w14:textId="7B8576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B046" w14:textId="4A244F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55CE" w14:textId="6E13AB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637332" w:rsidRPr="005446F8" w14:paraId="5AA720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E3F7B" w14:textId="589700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608AF" w14:textId="33EDCBB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7E17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4FE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16EF" w14:textId="44ACBC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98E84" w14:textId="31B6AA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2090" w14:textId="47C8BB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637332" w:rsidRPr="005446F8" w14:paraId="70CBA8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61BE" w14:textId="500FE7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90D" w14:textId="0D3B69E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E5F2" w14:textId="3B5993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6707" w14:textId="766E7A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F69E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E4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CED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B25BB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38E12" w14:textId="01A336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35A3" w14:textId="6D6873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73AC" w14:textId="5B1B7C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E75EF" w14:textId="488537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33C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15C7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038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D9275D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910E" w14:textId="66BF14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809A" w14:textId="4B9518F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8ED5" w14:textId="31EC44A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30A9" w14:textId="501385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8E7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91F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ED08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C8973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AFFF" w14:textId="50280FB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C112" w14:textId="2BEEAA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BDE8" w14:textId="7E05645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5C8C" w14:textId="2FE80F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5CF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93F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71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64D7D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6DFB" w14:textId="35CF14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3A95" w14:textId="645549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3E7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615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98C8" w14:textId="36F78E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F777" w14:textId="521C97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CA8" w14:textId="2DE9A8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637332" w:rsidRPr="005446F8" w14:paraId="4503559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CF81" w14:textId="2BF7E5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630C" w14:textId="60373E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C5BC" w14:textId="42784A2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993B" w14:textId="1BC07BC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67C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A34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4CF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9663A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55CD" w14:textId="21E7E1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B879F" w14:textId="57C066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92D7" w14:textId="0B3463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FECC" w14:textId="73CD58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B6E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406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F87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A37A0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17F6" w14:textId="03116E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F3A3" w14:textId="4EBAB2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81B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361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2BE8" w14:textId="6B54CE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406B" w14:textId="2F864E1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1A3E" w14:textId="4E6DF2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637332" w:rsidRPr="005446F8" w14:paraId="508ECF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B9DC" w14:textId="11C42A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EEC9" w14:textId="2DAE9D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61E6" w14:textId="1EEEA9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75F8" w14:textId="44DB2A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74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12D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C9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4B4F7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A421" w14:textId="6D7A7B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59B0" w14:textId="0EF39D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4644B" w14:textId="32EF57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8634C" w14:textId="230554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0A1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DA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EE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073D5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8BB0C" w14:textId="16C2CA0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7B6C" w14:textId="49CDE2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C3B1" w14:textId="7A78EF2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0E88" w14:textId="0C7CC9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37D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3B6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A1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44BD3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D95EB" w14:textId="7C109F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D344F" w14:textId="24C0DE8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8FAB" w14:textId="1624E6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06C35" w14:textId="20B86F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42C5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951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6A6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FA295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85B9F" w14:textId="5B5BFF5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F8826" w14:textId="735FDE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0C2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D3D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98C1" w14:textId="3FF29C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0B4B" w14:textId="596EF3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F45E" w14:textId="10822A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21.96</w:t>
            </w:r>
          </w:p>
        </w:tc>
      </w:tr>
      <w:tr w:rsidR="00637332" w:rsidRPr="005446F8" w14:paraId="7A0ADA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52B2E" w14:textId="0D7E36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2EF1" w14:textId="3E093C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CC55" w14:textId="034FAA9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D197" w14:textId="224F12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59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224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8C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81A81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77D7" w14:textId="4BD5BA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5F75" w14:textId="61690D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B1A4" w14:textId="1632B7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DCBE1" w14:textId="32C5C9D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39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16A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C0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F6251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02D1" w14:textId="49D9F0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F1E7" w14:textId="48DA0F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0CED" w14:textId="70A24A6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9AA0E" w14:textId="1D0CE7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994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097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EF24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B783E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456E" w14:textId="1F05D5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557F" w14:textId="3DEF08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9605" w14:textId="1614BC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1016" w14:textId="34A1BB8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06C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60D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A4D6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B9DB3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1F63" w14:textId="6BF614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DDE6" w14:textId="5A85203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9E9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CDF2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810D" w14:textId="4031F4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BB2ED" w14:textId="5783DB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1AD1" w14:textId="7899C9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21.00</w:t>
            </w:r>
          </w:p>
        </w:tc>
      </w:tr>
      <w:tr w:rsidR="00637332" w:rsidRPr="005446F8" w14:paraId="02280E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56F4" w14:textId="55B9B7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C852" w14:textId="50C387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7F164" w14:textId="7838AE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6FFB" w14:textId="317BBC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C4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A3A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29E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F3B81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0487" w14:textId="18F50C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9C37" w14:textId="0BEDD1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4B6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6981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4C54" w14:textId="3D7CF3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B0A8E" w14:textId="7D9629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D3D6" w14:textId="04C00F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18.03</w:t>
            </w:r>
          </w:p>
        </w:tc>
      </w:tr>
      <w:tr w:rsidR="00637332" w:rsidRPr="005446F8" w14:paraId="043305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FFB7E" w14:textId="347276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FCD9D" w14:textId="262765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ECC2" w14:textId="5069FF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9775" w14:textId="0D75FE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3A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270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4F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68FB4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2D61" w14:textId="4202AFB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E07E" w14:textId="7C1B458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1E28" w14:textId="3D486F7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9E350" w14:textId="1EEA080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346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14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9F6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C6CAB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6EF5" w14:textId="3FF1E6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5657F" w14:textId="3E36D7E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3B7B1" w14:textId="590616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D334" w14:textId="59A1EA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513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57B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794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A784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BE9A" w14:textId="43DEF0D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1E639" w14:textId="5AC9346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EF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7C7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51D4" w14:textId="73ED23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EF01" w14:textId="6B8225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F405" w14:textId="7AD8AB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18.00</w:t>
            </w:r>
          </w:p>
        </w:tc>
      </w:tr>
      <w:tr w:rsidR="00637332" w:rsidRPr="005446F8" w14:paraId="68E816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7AEE" w14:textId="2ABF14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CA3D" w14:textId="7F7AD4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4E77" w14:textId="26415A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0FEF" w14:textId="343F0D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227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CC3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B23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5DC89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53956" w14:textId="088B29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73E1" w14:textId="5DBC7E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B5E3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8DB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62E2" w14:textId="2343A9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212A" w14:textId="75B8343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2106B" w14:textId="36B888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17.82</w:t>
            </w:r>
          </w:p>
        </w:tc>
      </w:tr>
      <w:tr w:rsidR="00637332" w:rsidRPr="005446F8" w14:paraId="028DB2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9B71" w14:textId="110E63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70323" w14:textId="700884D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1B53" w14:textId="11DC36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0F2E" w14:textId="481CAC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0AE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82A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1D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88A9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A27B" w14:textId="076B9FB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0514" w14:textId="46DAEB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932E" w14:textId="5791F38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070D" w14:textId="1539057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788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C82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7CC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353758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9E0C" w14:textId="63D1DE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3E9E2" w14:textId="056398D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4D6F" w14:textId="58EBA4F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7617F" w14:textId="63251D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0F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F8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183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694AB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7557" w14:textId="407D8EF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2D73" w14:textId="2BE308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5A04" w14:textId="3FCAF8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0FA2" w14:textId="68B0632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D695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E381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46B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C6F8A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26AB" w14:textId="1E13873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54FF" w14:textId="6E36C6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A38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A40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856B1" w14:textId="467B82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6ABD" w14:textId="0B4ACF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5B578" w14:textId="5012E1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37332" w:rsidRPr="005446F8" w14:paraId="4BD3C8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CCA0" w14:textId="16B4E6E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D165" w14:textId="350C29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DD2B" w14:textId="2E9F1D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8D6B" w14:textId="294294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910B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59C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DE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73EF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40AF" w14:textId="5667C0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4B19" w14:textId="655606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C989" w14:textId="304556A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633C" w14:textId="6F1A87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E62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AC4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703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44AA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F8F1" w14:textId="0E3913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DFC82" w14:textId="3EC09D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E198" w14:textId="7E5DF0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39F1" w14:textId="74E7E9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B57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1A5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C82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34D2F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85D6" w14:textId="3335E2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29D9" w14:textId="3535DB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F5222" w14:textId="6E2F38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B631" w14:textId="249327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7FD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653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E0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4B2E4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B76D" w14:textId="7DF828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96CD" w14:textId="343B96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3E3E" w14:textId="6CF7A0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AF75" w14:textId="72CE6D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FAA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197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85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655BE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E1C4" w14:textId="428587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8DA9F" w14:textId="17B8A3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C50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D768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0E9A" w14:textId="215933B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29FF" w14:textId="7622C8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205CF" w14:textId="2F74C2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</w:tr>
      <w:tr w:rsidR="00637332" w:rsidRPr="005446F8" w14:paraId="773865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718B0" w14:textId="49AC11A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02DB" w14:textId="692E80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938D" w14:textId="37FCBF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7C22" w14:textId="7655D2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247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D4D8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6C3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D37BB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BB8D" w14:textId="6E1C6E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FF7F" w14:textId="53C709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F5492" w14:textId="15D4873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5009" w14:textId="155412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768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19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42A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8A2FD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DBF6" w14:textId="6FDC85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4B00" w14:textId="7A0716D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28A6" w14:textId="7D0333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467D" w14:textId="7ECA85E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0F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CA9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9A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50293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7736" w14:textId="7ED9FD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FFA7" w14:textId="0BF1A70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638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57B1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128A2" w14:textId="50A29D5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0968E" w14:textId="097A5F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BF45" w14:textId="36BA35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13.09</w:t>
            </w:r>
          </w:p>
        </w:tc>
      </w:tr>
      <w:tr w:rsidR="00637332" w:rsidRPr="005446F8" w14:paraId="4DD64D7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3FFF" w14:textId="31678B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324" w14:textId="6C5324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BD30" w14:textId="4CA187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9D80" w14:textId="6BDC2A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00C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C4D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FB5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C53117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772E" w14:textId="79D1EF1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DF79" w14:textId="05CE8F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B14E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A3A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B3CDF" w14:textId="605EB1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E146" w14:textId="2BC22B7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FEFD" w14:textId="5309E71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637332" w:rsidRPr="005446F8" w14:paraId="2482FFE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699F" w14:textId="50A105B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0D5D2" w14:textId="4C65C0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CA0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F631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2155" w14:textId="7699F2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614B" w14:textId="0AF1CD4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428D" w14:textId="795C7A3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637332" w:rsidRPr="005446F8" w14:paraId="2315AD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3B20" w14:textId="11ABE2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2699" w14:textId="0A2D89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8B9A" w14:textId="0FF705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92D9" w14:textId="12AD750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6B1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A5C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F46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D443F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9CC4" w14:textId="3E5310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F932" w14:textId="13B74FC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5E5E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C6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935C" w14:textId="7A7C42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07F0" w14:textId="0C133E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6204" w14:textId="5949C0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637332" w:rsidRPr="005446F8" w14:paraId="2CC339A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B4725" w14:textId="58866D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4004" w14:textId="38280C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B0BF" w14:textId="737877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5A50" w14:textId="6F95866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A17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AD2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416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42DE1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4A032" w14:textId="3F2ACC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276A8" w14:textId="67EB9B6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D25E" w14:textId="54B6AA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10A0" w14:textId="7EB4B4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B7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18A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8D55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B1517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94FBE" w14:textId="432265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FC45" w14:textId="199AE6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D183" w14:textId="667C969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5E64" w14:textId="54AB48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9E6F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E53E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53A9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B2772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851F" w14:textId="735A789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ACF5" w14:textId="70D1959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923C5" w14:textId="3364C68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E2492" w14:textId="3C2203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AD0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319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21F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E9BA7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133B" w14:textId="547878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C88FC" w14:textId="2CC079B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0217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68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FB9B" w14:textId="6F094D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2A92" w14:textId="52FD444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04E5" w14:textId="5931DA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637332" w:rsidRPr="005446F8" w14:paraId="02EAFE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8ECE" w14:textId="0C202A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4A42" w14:textId="48FD412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7C27" w14:textId="36B96E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BA429" w14:textId="02C15F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710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822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76BA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D5C30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7E7E" w14:textId="64BE02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79D2" w14:textId="686D450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432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358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D694" w14:textId="42FF2EC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CC80" w14:textId="52B2A2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1114" w14:textId="2A1C34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637332" w:rsidRPr="005446F8" w14:paraId="5D51AD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BD8F" w14:textId="216FED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"РУМАКС М"ЕООД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CDD15" w14:textId="5DF366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4911" w14:textId="5D9D09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F43A" w14:textId="6C761B3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5A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E7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B5B7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AB6B7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2087" w14:textId="7E988C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889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40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4F6F1" w14:textId="3D4EB4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517.146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22C2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B620" w14:textId="0F5DCA1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239.109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8EC87" w14:textId="1C1D86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7173.26</w:t>
            </w:r>
          </w:p>
        </w:tc>
      </w:tr>
      <w:tr w:rsidR="00637332" w:rsidRPr="005446F8" w14:paraId="0C577D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9566" w14:textId="1365A05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92686" w14:textId="3CC4CE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7AC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3C78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A797" w14:textId="653A59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1702" w14:textId="0A7A385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88B0" w14:textId="0DD0CE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30.59</w:t>
            </w:r>
          </w:p>
        </w:tc>
      </w:tr>
      <w:tr w:rsidR="00637332" w:rsidRPr="005446F8" w14:paraId="3FA955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E0D8" w14:textId="5E39819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ГРОЗДАН ВЕЛИЧКОВ БОРИСОВ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56C9F" w14:textId="5F2EA22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50BC5" w14:textId="1B0E9F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4FB8" w14:textId="1AF6F37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26C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61F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FEBE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AC151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51B5" w14:textId="355B0FE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87B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2DB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25E4" w14:textId="017D4CA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0.939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9763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11E3" w14:textId="3EF2B7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1.020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145F" w14:textId="006453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30.59</w:t>
            </w:r>
          </w:p>
        </w:tc>
      </w:tr>
      <w:tr w:rsidR="00637332" w:rsidRPr="005446F8" w14:paraId="38AA8D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A6B9" w14:textId="020710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C0AE" w14:textId="6403A5B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3A149" w14:textId="7AFA7A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51B2" w14:textId="76427F4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8.871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143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950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BC7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11A7C0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9F81" w14:textId="6B9DDB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ДИМИТЪР НИКОЛОВ ИВАНОВ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F0CE" w14:textId="220D31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D99E" w14:textId="6F277B3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4084" w14:textId="58AF60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D1AE" w14:textId="5B15CE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F639" w14:textId="6EADCF3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9C5D8" w14:textId="1CF4915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82.02</w:t>
            </w:r>
          </w:p>
        </w:tc>
      </w:tr>
      <w:tr w:rsidR="00637332" w:rsidRPr="005446F8" w14:paraId="1043A8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0C3F" w14:textId="0EB127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A30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259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8246" w14:textId="3D4293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11.604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734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0978" w14:textId="3E1A0A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2.734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18C9" w14:textId="080631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82.02</w:t>
            </w:r>
          </w:p>
        </w:tc>
      </w:tr>
      <w:tr w:rsidR="00637332" w:rsidRPr="005446F8" w14:paraId="1D0D35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04A7F" w14:textId="1ED052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D3EF" w14:textId="38FD153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63F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18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1AD4" w14:textId="6022C45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D524" w14:textId="30D2A7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88AE" w14:textId="1C8202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41.51</w:t>
            </w:r>
          </w:p>
        </w:tc>
      </w:tr>
      <w:tr w:rsidR="00637332" w:rsidRPr="005446F8" w14:paraId="398B36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F3ED" w14:textId="2CC9A4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C574" w14:textId="4ECA40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E4B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C1D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EC5E" w14:textId="401614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84A6" w14:textId="2A1F2A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BE7B" w14:textId="08A3FE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</w:tr>
      <w:tr w:rsidR="00637332" w:rsidRPr="005446F8" w14:paraId="4100F3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9352" w14:textId="5C8420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B0B2" w14:textId="53E779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528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429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749A4" w14:textId="723C449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F2CA" w14:textId="0D20657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23E6" w14:textId="2EE175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2A78254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F7CB6" w14:textId="5E3BAC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03F49" w14:textId="326106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C66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88F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9D76" w14:textId="4F3B52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38C03" w14:textId="31DB97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2840" w14:textId="504B7D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</w:tr>
      <w:tr w:rsidR="00637332" w:rsidRPr="005446F8" w14:paraId="79FC54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5ADF" w14:textId="6037A6F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5FEF2" w14:textId="520DE5B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4CE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CFC3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33C2" w14:textId="7A31907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6887" w14:textId="5A8004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CEB9" w14:textId="7C495D3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637332" w:rsidRPr="005446F8" w14:paraId="7646FF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BC359" w14:textId="1CCEEEE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EA2C" w14:textId="49B0C3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86B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996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80FD" w14:textId="1D3B8C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49D1" w14:textId="10967C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C3F1" w14:textId="783EB1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637332" w:rsidRPr="005446F8" w14:paraId="04EACD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DE1F" w14:textId="3ECC89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46BE" w14:textId="47B115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CE0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399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F027" w14:textId="6F7F83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CB9A" w14:textId="09F14C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CBF11" w14:textId="09075DB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9.03</w:t>
            </w:r>
          </w:p>
        </w:tc>
      </w:tr>
      <w:tr w:rsidR="00637332" w:rsidRPr="005446F8" w14:paraId="5A3869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08943" w14:textId="4140373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E9099" w14:textId="57930C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E45C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AC0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76BC" w14:textId="3F659E0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D201" w14:textId="386D1A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43AF" w14:textId="4C9639E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111.63</w:t>
            </w:r>
          </w:p>
        </w:tc>
      </w:tr>
      <w:tr w:rsidR="00637332" w:rsidRPr="005446F8" w14:paraId="7E40DD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9253" w14:textId="198AC14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554D1" w14:textId="7B2530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A7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92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C1CB" w14:textId="5CCF41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2541F" w14:textId="160282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1F20" w14:textId="7959323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6.89</w:t>
            </w:r>
          </w:p>
        </w:tc>
      </w:tr>
      <w:tr w:rsidR="00637332" w:rsidRPr="005446F8" w14:paraId="026171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192B" w14:textId="6F5C7D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482F" w14:textId="4A482A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40A70" w14:textId="4D9E5F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162F3" w14:textId="4FB9DCB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CC4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D55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A67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F5BB0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E126" w14:textId="5B8A24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3C0F" w14:textId="5DA048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C9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E9C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ECD4" w14:textId="690F6FC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8A5C" w14:textId="1040FC7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C34F" w14:textId="282237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637332" w:rsidRPr="005446F8" w14:paraId="5313F2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7B84" w14:textId="3F5767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217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9F2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705E" w14:textId="173C240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1.695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9676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4039" w14:textId="793E19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9.197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BF12" w14:textId="5E7176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275.92</w:t>
            </w:r>
          </w:p>
        </w:tc>
      </w:tr>
      <w:tr w:rsidR="00637332" w:rsidRPr="005446F8" w14:paraId="15D2F2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06CB" w14:textId="58AAC3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6BF2" w14:textId="2A2623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E05A" w14:textId="14206CC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DACD" w14:textId="3AFA23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13.615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B8E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166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DE04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22DC0E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FEE8" w14:textId="6F1F4D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AAF4" w14:textId="1EF34A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0D9C" w14:textId="76867E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0002" w14:textId="20B50E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7.812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0CB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A6F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2D8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250D63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3F1F9" w14:textId="0DAEAE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D0EC" w14:textId="01632A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C40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0A2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9556E" w14:textId="54521F6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3FF1" w14:textId="6D8A85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6.657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D85E" w14:textId="762163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199.70</w:t>
            </w:r>
          </w:p>
        </w:tc>
      </w:tr>
      <w:tr w:rsidR="00637332" w:rsidRPr="005446F8" w14:paraId="10B6C0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E251" w14:textId="4E15AE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F1F3" w14:textId="30CBBE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DDC8" w14:textId="13664C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07B7" w14:textId="56833CA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CAF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B37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47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EC2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98DC" w14:textId="56CAE28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DFCD" w14:textId="4061A1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297F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B8B3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52DC" w14:textId="7C7000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F9D42" w14:textId="6FD201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D6EC" w14:textId="66937B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122.97</w:t>
            </w:r>
          </w:p>
        </w:tc>
      </w:tr>
      <w:tr w:rsidR="00637332" w:rsidRPr="005446F8" w14:paraId="0E9295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CB42" w14:textId="28774D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82F6" w14:textId="03DE17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E4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C50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A44F" w14:textId="7A2B479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4896" w14:textId="6966B2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6CD2" w14:textId="23D1B3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89.97</w:t>
            </w:r>
          </w:p>
        </w:tc>
      </w:tr>
      <w:tr w:rsidR="00637332" w:rsidRPr="005446F8" w14:paraId="6D9A34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6976" w14:textId="4FD16C8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A0BF" w14:textId="303E70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80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101E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D50F" w14:textId="66674FA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67A2" w14:textId="24689C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7AC1" w14:textId="5C5829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59.39</w:t>
            </w:r>
          </w:p>
        </w:tc>
      </w:tr>
      <w:tr w:rsidR="00637332" w:rsidRPr="005446F8" w14:paraId="452036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A723" w14:textId="7FD3C5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8CC7" w14:textId="7A56BA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AECC" w14:textId="6C3BF4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9AE7" w14:textId="532525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851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39F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CA4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3ECB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A857" w14:textId="4BBEFC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30118" w14:textId="78F575C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00B5" w14:textId="7BB33D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1DDC" w14:textId="2657202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C4F5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D02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E79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5EC0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FA89" w14:textId="000515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4870" w14:textId="5E2912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D578" w14:textId="68AE19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1BD6" w14:textId="7A210B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9FE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65D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8CBC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6022F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F024B" w14:textId="3CD5D1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ПЛАМЕН ЕВЛОГИЕВ РАДОЙКОВ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7D6A2" w14:textId="71DFCC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C117" w14:textId="31C711D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910F" w14:textId="3D047D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B01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FC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E6F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EB0D1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3DBE" w14:textId="705AA6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4804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375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5E05" w14:textId="60C1D8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30.146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8AA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65CA" w14:textId="07A0D4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15.734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CA84A" w14:textId="400A28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472.03</w:t>
            </w:r>
          </w:p>
        </w:tc>
      </w:tr>
      <w:tr w:rsidR="00637332" w:rsidRPr="005446F8" w14:paraId="2FBDC1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F76E" w14:textId="1DB5C8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135A" w14:textId="61DDD2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15BF" w14:textId="15E068F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271C" w14:textId="5D26982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5E7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1B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F1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22F7B3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2440" w14:textId="13AEC9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9F63" w14:textId="33794C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87C9" w14:textId="4F831F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F64C" w14:textId="7457586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7980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226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7A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14C6B8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FAD0" w14:textId="26A368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6B05D" w14:textId="65F9FB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BF77" w14:textId="4243EFD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422C" w14:textId="435620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57B4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74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32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6C7DA5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11AB" w14:textId="2B4282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17FC6" w14:textId="31A0DC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A0AD" w14:textId="03490E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ED34" w14:textId="24ABDB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FD45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998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7E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229B70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A66E" w14:textId="40403F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AEBE" w14:textId="7BC37BC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6E56" w14:textId="156F8A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C5BD" w14:textId="7333A0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BE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A82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258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37332" w:rsidRPr="005446F8" w14:paraId="6B89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0963" w14:textId="1BA0C4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E344" w14:textId="01977D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8B2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0E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A42E" w14:textId="2BB405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3088" w14:textId="344DB5A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B79C" w14:textId="243F76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71.93</w:t>
            </w:r>
          </w:p>
        </w:tc>
      </w:tr>
      <w:tr w:rsidR="00637332" w:rsidRPr="005446F8" w14:paraId="4992A4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79A62" w14:textId="19D06B8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99DD" w14:textId="6BBA10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D7B38" w14:textId="5C0F65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D535" w14:textId="55BFA7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1F2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31CC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54A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6D2D2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D3DD" w14:textId="70DF83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801C" w14:textId="49BB1E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55D7" w14:textId="2A8AC59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1DE44" w14:textId="28CA05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A3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CD1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925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C2C09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DB9A" w14:textId="0068D4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2ABEA" w14:textId="509B9BE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0B58" w14:textId="7CB830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218EB" w14:textId="4138E3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C33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7F8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4F2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1C407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FA521" w14:textId="684D8E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EC3A6" w14:textId="026C155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76EC" w14:textId="077C177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2F762" w14:textId="3E9C9D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0E3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2525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E3DC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400F6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76ED2" w14:textId="63EC93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1001" w14:textId="05F6122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9EC87" w14:textId="4C2403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D2AE" w14:textId="1CB4317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3CA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55B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64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9354C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50992" w14:textId="5CC596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111C" w14:textId="23318D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4EAA" w14:textId="3EFC82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4B462" w14:textId="782A99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911A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3B6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F08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97787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1D20" w14:textId="298D5A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63116" w14:textId="2ED4D03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F860" w14:textId="3543A1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5D7B" w14:textId="7E9479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130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90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82E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6EEAD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05C7" w14:textId="2D85DA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8BD1" w14:textId="030977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B9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4F94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64BF" w14:textId="1D34EF3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DD8F" w14:textId="12C924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9F8C" w14:textId="499518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3C3F6A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B589" w14:textId="67EFE9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0431" w14:textId="79DAB69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80DB" w14:textId="569C91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F5BF" w14:textId="4F93685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96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6C43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736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D5ADB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5C54" w14:textId="01B1C19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0EB44" w14:textId="1B5BC36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66FF" w14:textId="2A64E7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0F91" w14:textId="7C1A546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F9B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3C6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CBA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85913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92B0" w14:textId="5C3F9C7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420D" w14:textId="0F63A7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DDF0" w14:textId="7D1335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2BA3" w14:textId="6507FD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3D1D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55B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D56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584E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DF1A" w14:textId="08B705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DE4F" w14:textId="7065F1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4BE5" w14:textId="11F429E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8902B" w14:textId="5EF91AA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FA4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3F8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104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6DD43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BE56" w14:textId="4186057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7A376" w14:textId="4D8CAE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6C4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AB8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3D71" w14:textId="2901D4A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50021" w14:textId="4648C7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B100" w14:textId="712478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32.61</w:t>
            </w:r>
          </w:p>
        </w:tc>
      </w:tr>
      <w:tr w:rsidR="00637332" w:rsidRPr="005446F8" w14:paraId="6D43B3E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B820D" w14:textId="595A9A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EB37" w14:textId="03DDC0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63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09D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8267" w14:textId="6D3C5F5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38894" w14:textId="40222E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6378" w14:textId="7A6095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27.19</w:t>
            </w:r>
          </w:p>
        </w:tc>
      </w:tr>
      <w:tr w:rsidR="00637332" w:rsidRPr="005446F8" w14:paraId="385D21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15A2" w14:textId="67C7C1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B33C" w14:textId="754DED0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C4F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F14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FD15C" w14:textId="498AD6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773D" w14:textId="6E472B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E1734" w14:textId="3B5BCA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24.81</w:t>
            </w:r>
          </w:p>
        </w:tc>
      </w:tr>
      <w:tr w:rsidR="00637332" w:rsidRPr="005446F8" w14:paraId="789A74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AA322" w14:textId="5862F1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0707" w14:textId="66D8F4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54F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AF5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0A51" w14:textId="2C211E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95DC" w14:textId="0D9C81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0592" w14:textId="480F940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</w:tr>
      <w:tr w:rsidR="00637332" w:rsidRPr="005446F8" w14:paraId="49A4AE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4803" w14:textId="4DCADD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638B" w14:textId="7AB1A03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2BE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1B4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8506" w14:textId="0B5C889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0D0D" w14:textId="77F0F99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6557" w14:textId="72A530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</w:tr>
      <w:tr w:rsidR="00637332" w:rsidRPr="005446F8" w14:paraId="3564A2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CE3D" w14:textId="70A9D9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041B" w14:textId="3F08EC2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42B9" w14:textId="545824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6E8D" w14:textId="548013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3EBA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CDC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DA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75DB9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879C0" w14:textId="31A599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395A4" w14:textId="391076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74B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7CE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7D64" w14:textId="47ABF5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3D25" w14:textId="2AEFDF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89CA" w14:textId="4F55640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</w:tr>
      <w:tr w:rsidR="00637332" w:rsidRPr="005446F8" w14:paraId="1150C9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7389" w14:textId="634E06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362C" w14:textId="436D192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11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60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D065C" w14:textId="4B6BB41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A6C7" w14:textId="7DE8503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FF257" w14:textId="545A058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637332" w:rsidRPr="005446F8" w14:paraId="738A57B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F6E6" w14:textId="1D54A2C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BDA7B" w14:textId="52F5CA9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5D26" w14:textId="3A6AE1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76B0C" w14:textId="316607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88F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C80B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777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D13F9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1020" w14:textId="224E5CE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5A7E" w14:textId="334FC4E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5676" w14:textId="164236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B9AB" w14:textId="053293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B5E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390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01D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0945B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BB93" w14:textId="567D0F1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BF3C" w14:textId="16B907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298E" w14:textId="535062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EE5F" w14:textId="4DD70E7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9EC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4A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F2A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0E59B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7CB6" w14:textId="338630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02297" w14:textId="3DF66B1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D7D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43CE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1560B" w14:textId="3177D2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9B98" w14:textId="5CDF2D8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E785" w14:textId="78E2AE8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131.97</w:t>
            </w:r>
          </w:p>
        </w:tc>
      </w:tr>
      <w:tr w:rsidR="00637332" w:rsidRPr="005446F8" w14:paraId="1F11A1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FB3D" w14:textId="0267DB5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8273B" w14:textId="6555F2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5D4A1" w14:textId="2D57CD1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084B" w14:textId="1C6311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FCF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444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77E3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C2057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9E15" w14:textId="7FBEE7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591B" w14:textId="59D218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339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790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457C" w14:textId="6C01B84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9DC9" w14:textId="1907E3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E5AF" w14:textId="5E9D25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114.65</w:t>
            </w:r>
          </w:p>
        </w:tc>
      </w:tr>
      <w:tr w:rsidR="00637332" w:rsidRPr="005446F8" w14:paraId="255314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0921" w14:textId="7F55F4A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E61E" w14:textId="1F9690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F068" w14:textId="6E4525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81A6" w14:textId="6DB4202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E9C2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CF7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409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44A50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A0FA" w14:textId="31F799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6CB0" w14:textId="02BA43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7BEB" w14:textId="3EC908B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DA5C" w14:textId="416103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DC2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B11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839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3387E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9BC3" w14:textId="496CCD7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5131" w14:textId="6E13E78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BE57" w14:textId="0CA561C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B4B2" w14:textId="3FA523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E72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0CE5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94C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51C84B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08B6" w14:textId="021BBD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F60D" w14:textId="7D4704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C1295" w14:textId="288A973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D15E" w14:textId="67D734C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EB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0F5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7B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BA9FF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3B33" w14:textId="73A9398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0FFA6" w14:textId="3E10103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C61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F1EE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29CE" w14:textId="094AB5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80AE" w14:textId="121ACC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5992" w14:textId="2915D0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</w:tr>
      <w:tr w:rsidR="00637332" w:rsidRPr="005446F8" w14:paraId="5ACEA9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5FD4" w14:textId="4550DE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32DE" w14:textId="4A849B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22D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B60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1AE8" w14:textId="5C4534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0840" w14:textId="65FCFB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7483" w14:textId="353824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57.00</w:t>
            </w:r>
          </w:p>
        </w:tc>
      </w:tr>
      <w:tr w:rsidR="00637332" w:rsidRPr="005446F8" w14:paraId="1A5583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4BE4" w14:textId="5D9F1E1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A52E1" w14:textId="3C518A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A4EB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9A4A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9309" w14:textId="1F4C9A7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826F" w14:textId="58CFA42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09EB7" w14:textId="30DA020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39.81</w:t>
            </w:r>
          </w:p>
        </w:tc>
      </w:tr>
      <w:tr w:rsidR="00637332" w:rsidRPr="005446F8" w14:paraId="62804A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AE6F" w14:textId="6EA604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B874" w14:textId="71FC282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3C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130D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9732" w14:textId="719DB5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727C4" w14:textId="4A371C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5270" w14:textId="3F3EA2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35.97</w:t>
            </w:r>
          </w:p>
        </w:tc>
      </w:tr>
      <w:tr w:rsidR="00637332" w:rsidRPr="005446F8" w14:paraId="5548A5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95E4E" w14:textId="5EFA725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9D38" w14:textId="49010E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340B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72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E912D" w14:textId="488DAD1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6614" w14:textId="7E36D3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FB7D" w14:textId="185EB3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30.94</w:t>
            </w:r>
          </w:p>
        </w:tc>
      </w:tr>
      <w:tr w:rsidR="00637332" w:rsidRPr="005446F8" w14:paraId="18F591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9814B" w14:textId="1FD6FD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F56F" w14:textId="15BC418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7F55" w14:textId="722AB4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E22E" w14:textId="6B4D38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7D3C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732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339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ACB917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4F650" w14:textId="4E97CC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A4B88" w14:textId="307F08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06C8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8C3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5959" w14:textId="147B890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81BA" w14:textId="624542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D809C" w14:textId="16129B8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637332" w:rsidRPr="005446F8" w14:paraId="7A13C3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D21B" w14:textId="634A6A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0AEF" w14:textId="38EC6B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4459" w14:textId="60DBA4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D5C9" w14:textId="6532A3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567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C46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E98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EFBA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78D7" w14:textId="763EEB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B927" w14:textId="66E30E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50056" w14:textId="2FB3248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9DB1" w14:textId="068C09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367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7332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3100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8E37E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E4D19" w14:textId="6A6964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8CF9" w14:textId="684E6B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24F1" w14:textId="2372FD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0E63" w14:textId="0D7536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C7D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DE0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1CA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5B9E6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2786" w14:textId="67D697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218A" w14:textId="2E6F15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672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C099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28E5" w14:textId="7696397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ABC3" w14:textId="7C2835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381F" w14:textId="2D87CF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</w:tr>
      <w:tr w:rsidR="00637332" w:rsidRPr="005446F8" w14:paraId="3A5249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3850" w14:textId="01E227E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0026" w14:textId="5C2194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8764C" w14:textId="0F4B96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E679" w14:textId="61E210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97E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907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1D7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8B0E8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15795" w14:textId="75CEF1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CC" w14:textId="1F12D04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D991" w14:textId="2FCD10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5D15" w14:textId="68FE0C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941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2FA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469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40B049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0CBC" w14:textId="75BC86A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3EB2" w14:textId="5C86851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07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CB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4E60" w14:textId="2FABB34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94BD" w14:textId="69092C9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E4AA" w14:textId="2000847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37332" w:rsidRPr="005446F8" w14:paraId="7D579A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C52C" w14:textId="24CB1B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F125" w14:textId="1EFB9AC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C8D8" w14:textId="356DC74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ED58" w14:textId="4F8269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031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F6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D86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8C020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C3C47" w14:textId="2DA4F5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4D28" w14:textId="2C5AF3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B772" w14:textId="384803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67EE" w14:textId="3DAC9B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F54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244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609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B9E72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61C3" w14:textId="18A591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31DC" w14:textId="22C36D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8B5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F20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094C" w14:textId="3E45A76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88E5" w14:textId="1134C2C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07C53" w14:textId="3020753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37332" w:rsidRPr="005446F8" w14:paraId="3D4DAC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1722" w14:textId="67CD6E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54D5" w14:textId="4F27058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55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863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FA51" w14:textId="270CA37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BA48" w14:textId="2AE759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5995" w14:textId="086464B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37332" w:rsidRPr="005446F8" w14:paraId="27900F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BC13" w14:textId="5CBCCA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D7B3" w14:textId="51B9312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F41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551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A4B8A" w14:textId="48A0B11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D475" w14:textId="57B6911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78DA" w14:textId="11E972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637332" w:rsidRPr="005446F8" w14:paraId="6D3C43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39E5" w14:textId="3BFFE1E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ECFF" w14:textId="628A744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AE35" w14:textId="749C5A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EA3E" w14:textId="2D47F67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0E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6F8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733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6B9C0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36F2" w14:textId="0F0A40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6AAF9" w14:textId="17522B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E0C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45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7D62" w14:textId="466489A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5F9DD" w14:textId="1A0110D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54ED" w14:textId="35F03E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</w:tr>
      <w:tr w:rsidR="00637332" w:rsidRPr="005446F8" w14:paraId="163C85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A5F1" w14:textId="2AD68D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C6F8" w14:textId="03F47E2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60FA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5C2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02B32" w14:textId="55986B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5EDA2" w14:textId="53694B9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6333" w14:textId="09866A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637332" w:rsidRPr="005446F8" w14:paraId="1A6545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AA0C3" w14:textId="3A14C2C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27E5" w14:textId="498030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2181" w14:textId="55E35F2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3D3D" w14:textId="0EC72D5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0B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8B9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059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45AB5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E8E5" w14:textId="56F633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3D88" w14:textId="3E30411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67EB" w14:textId="5C3DAB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7039" w14:textId="44E47F8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09F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C2C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0B84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9855C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9C9E" w14:textId="2C48451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1617" w14:textId="6B8FE6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4F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E94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004EA" w14:textId="0A978B4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6BF6" w14:textId="72C67C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F8606" w14:textId="439D81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37332" w:rsidRPr="005446F8" w14:paraId="0CE3B98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6C827" w14:textId="175210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6E9E" w14:textId="425BFD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5584C" w14:textId="5E159D0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3E97" w14:textId="7E3607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FEA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E1D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57A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D8AFD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AA3FC" w14:textId="381B7C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C865" w14:textId="118C8F3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1C055" w14:textId="585FDC5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3719" w14:textId="7094025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991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FED7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77B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16CFF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19187" w14:textId="1D8243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89B38" w14:textId="295D0B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8F82" w14:textId="718F63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3D34" w14:textId="24FA46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B89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FB5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27E8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4361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279B" w14:textId="6A5AA8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069B5" w14:textId="330F9C4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41D1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017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8468" w14:textId="78EA7C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5EE7" w14:textId="56A7A9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8495" w14:textId="790CDC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63457A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1947" w14:textId="7B8B326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774A8" w14:textId="261A00C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3564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D3F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1779" w14:textId="4E9D68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6302" w14:textId="07B921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2CDA" w14:textId="6439DA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45.00</w:t>
            </w:r>
          </w:p>
        </w:tc>
      </w:tr>
      <w:tr w:rsidR="00637332" w:rsidRPr="005446F8" w14:paraId="1F10A5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8A35" w14:textId="5CA9C6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073F" w14:textId="783267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B641" w14:textId="40CB1B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C88F" w14:textId="4AE3A8E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F3D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231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34A9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6165D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EA9E" w14:textId="531A34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C7190" w14:textId="2F6C66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63B2" w14:textId="6C9B61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A152" w14:textId="1FE6BA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79D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97D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D551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794EF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1777D" w14:textId="37BF36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B98C" w14:textId="3DA729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001B" w14:textId="50FC501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FA40" w14:textId="7A98F39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5F6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2A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8F9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6B5DE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5269" w14:textId="4A1A22D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C5B43" w14:textId="67B87E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6005E" w14:textId="2BD63AD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8E69F" w14:textId="549D1D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3E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0F2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6A3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C9967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D496" w14:textId="541269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8C7B" w14:textId="6177C3E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2C9D" w14:textId="4AA458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D6C63" w14:textId="1DF08E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3D44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781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E5F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552BA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2576" w14:textId="41D7493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D2E5" w14:textId="7B216F4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5696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F9A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3B2C" w14:textId="4CB76A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1534" w14:textId="33849EB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1614" w14:textId="01C945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</w:tr>
      <w:tr w:rsidR="00637332" w:rsidRPr="005446F8" w14:paraId="4DD516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80D0" w14:textId="02BB61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7D3B" w14:textId="6998BD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402F" w14:textId="23A2FD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3FBD" w14:textId="3ED98B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087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3F5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C56A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B5B55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8876F" w14:textId="39ECB71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0A091" w14:textId="4938DD2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9C3D" w14:textId="2588D4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2A788" w14:textId="0D5E0F1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B7F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607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436E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057AD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5325" w14:textId="0EA31C3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08589" w14:textId="227EF3E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C378" w14:textId="7B5FB1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9F40" w14:textId="2117E1D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06C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164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2E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F7655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A9C7" w14:textId="59C67A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611BB" w14:textId="2E59693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15FD" w14:textId="372546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69B3" w14:textId="2BFE5F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A2E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B46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E0B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16345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CDE5" w14:textId="486E6D7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E8143" w14:textId="4F6AFF0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D496" w14:textId="56C7306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51E4" w14:textId="3298860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51A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160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6BD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AE7DA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F937" w14:textId="7BA4031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A4B8" w14:textId="5E17DE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1CB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1AE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FC62" w14:textId="54AC930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22DA" w14:textId="7B910BA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4EA93" w14:textId="06798B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637332" w:rsidRPr="005446F8" w14:paraId="016C85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C747" w14:textId="3B54894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C38A" w14:textId="3523DA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4951" w14:textId="3B93F71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8D82" w14:textId="367A300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3690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F3B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4F3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ADD1B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4EC1" w14:textId="3F825C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FF54" w14:textId="071800D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22B7" w14:textId="3EE5430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A137" w14:textId="7C490DE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B9E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EE1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EF6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66A63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5E63" w14:textId="5A7E46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FECB" w14:textId="3965683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56AE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83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8B51" w14:textId="025CBDE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8D20" w14:textId="3AEE4DA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D147" w14:textId="632556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37332" w:rsidRPr="005446F8" w14:paraId="652374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134E" w14:textId="1C425FD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8ACC" w14:textId="396455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B0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F8C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0896" w14:textId="59370C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41BA" w14:textId="2FF907A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2513D" w14:textId="7FA7FD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14.03</w:t>
            </w:r>
          </w:p>
        </w:tc>
      </w:tr>
      <w:tr w:rsidR="00637332" w:rsidRPr="005446F8" w14:paraId="6A82C6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3CB2" w14:textId="35F307C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C73EB" w14:textId="477D467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F6E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EC5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FA451" w14:textId="2C0504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F81AF" w14:textId="578757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CA46" w14:textId="7E3E93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</w:tr>
      <w:tr w:rsidR="00637332" w:rsidRPr="005446F8" w14:paraId="62FA1A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648F" w14:textId="2FD361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77A85" w14:textId="5B41A03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1F7A" w14:textId="7FACB3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5905" w14:textId="1F648FF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FC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3CC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7C8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0777B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4D82" w14:textId="42C110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4FCB" w14:textId="03A9E4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D0E0" w14:textId="27B9E8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DE8B6" w14:textId="2226CF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3E9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3B0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9B9B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6C010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9FAD" w14:textId="1153FE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D6DAA" w14:textId="5E6966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E6F9" w14:textId="0C9315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E4F4" w14:textId="01BE78A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404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FC34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57D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3AA9D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DF9C" w14:textId="3358CF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5A5B" w14:textId="712997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4A78" w14:textId="639415C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CFB6" w14:textId="43134C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B452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96A7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745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19093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36A4" w14:textId="028393E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EB6C" w14:textId="0CCD58F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70C4" w14:textId="3CD9B1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E393" w14:textId="066D037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F461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737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8820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F783C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FA40" w14:textId="02B346A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1FA6" w14:textId="32AAC7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F833" w14:textId="5CB4F20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8EA6" w14:textId="24B647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532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67F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568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9B086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4FBA9" w14:textId="74347F9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73B90" w14:textId="1D0FDA1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F3D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EBA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505E" w14:textId="042E5F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F2CC" w14:textId="02060B6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7558" w14:textId="3CEF4D6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65.71</w:t>
            </w:r>
          </w:p>
        </w:tc>
      </w:tr>
      <w:tr w:rsidR="00637332" w:rsidRPr="005446F8" w14:paraId="2F9F44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6C1D" w14:textId="0C20D4B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954D3" w14:textId="628CED1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F6A6" w14:textId="53711E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E0988" w14:textId="35A5E1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8E5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A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164A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F2EC2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18D5" w14:textId="4FE1998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6C05" w14:textId="1CCAE2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ECB3" w14:textId="2E576D4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480D" w14:textId="6B08DC9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CD6F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9D1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7F2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573D3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2422" w14:textId="277E2F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E020" w14:textId="2EEC602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192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760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3B4B" w14:textId="3D3074D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8809" w14:textId="06FED49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884C" w14:textId="792F5E9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637332" w:rsidRPr="005446F8" w14:paraId="1EF8FB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5FD54" w14:textId="50CB715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45DC7" w14:textId="27C7B4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E6219" w14:textId="336D1E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4BDF" w14:textId="7C2AD5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8E5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81C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EDB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C868F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160F" w14:textId="3141B8C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0468" w14:textId="4159C21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E42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3B8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8CF3" w14:textId="2B76ECF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B24C2" w14:textId="0C6E14C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288D" w14:textId="761EF31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</w:tr>
      <w:tr w:rsidR="00637332" w:rsidRPr="005446F8" w14:paraId="4B0469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BEA3" w14:textId="035A66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6A81" w14:textId="3E0D0F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90EE" w14:textId="16202E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F1E7" w14:textId="6BAC7F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E3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D15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AF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6745DC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EA8F" w14:textId="793F178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728D" w14:textId="047572C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55C6" w14:textId="28C0F7B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82DD" w14:textId="0DEBDC8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54B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CBA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815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0B154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CA00" w14:textId="0DF8D3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5011" w14:textId="1DD099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5EF" w14:textId="668F6F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D21B" w14:textId="27BE7C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3F4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389F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F75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5F382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6ECC" w14:textId="49D8A2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6E04" w14:textId="16E6718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4420" w14:textId="219D89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7410" w14:textId="33A474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56E2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F3D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FEA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E2B99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3F37" w14:textId="49B9F91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lastRenderedPageBreak/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503E2" w14:textId="7E94D5D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EC4F" w14:textId="2EDCA30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9286" w14:textId="6167EC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21A6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1D8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D4E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8AE18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16C2" w14:textId="49FF83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E8AC" w14:textId="6A6F6C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B9F2" w14:textId="4F9C39E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39E1" w14:textId="3765DC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3.558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3E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EBD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6AC5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5CB86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532A" w14:textId="7BFEBFC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21C3" w14:textId="771157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315D3" w14:textId="6F69856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0D5A" w14:textId="3E2FFAC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1D6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948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6A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3B6DB9E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57F1" w14:textId="7B81E39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85BB" w14:textId="4105817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90DD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69D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4549" w14:textId="0B4533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DE0FB" w14:textId="78CE3F8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C065" w14:textId="1B690C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93.09</w:t>
            </w:r>
          </w:p>
        </w:tc>
      </w:tr>
      <w:tr w:rsidR="00637332" w:rsidRPr="005446F8" w14:paraId="1BB7BC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5E39" w14:textId="72C6E49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96CCE" w14:textId="533D801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C1DF" w14:textId="796845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D7A33" w14:textId="30369AD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EFD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C19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26A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F3511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D334" w14:textId="01EDC2A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26DD" w14:textId="195168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0D6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78F7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AA7D" w14:textId="631DC6F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75D2" w14:textId="086733B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CF27" w14:textId="7A37FD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74.97</w:t>
            </w:r>
          </w:p>
        </w:tc>
      </w:tr>
      <w:tr w:rsidR="00637332" w:rsidRPr="005446F8" w14:paraId="1E5FC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C47CF" w14:textId="5C71916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BD39" w14:textId="0BE523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F245" w14:textId="70972B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349B" w14:textId="7267AE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FBB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D954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4B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695F7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49A5" w14:textId="1250BD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EB14" w14:textId="3E87A5E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711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589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E753" w14:textId="74F35AC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0F00" w14:textId="36EEDE1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6784" w14:textId="04CBB33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637332" w:rsidRPr="005446F8" w14:paraId="1E2CBF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70DB" w14:textId="35CE42A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7028" w14:textId="44DEB55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765E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31A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7CC1" w14:textId="2EDE98F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002F" w14:textId="2C9E88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DF84" w14:textId="58F226B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637332" w:rsidRPr="005446F8" w14:paraId="23273A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9B8A" w14:textId="3305FA9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D913" w14:textId="076A8D1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45C8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C05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7BC23" w14:textId="1DB2951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98D51" w14:textId="670E4F4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26FC" w14:textId="2B038C8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</w:tr>
      <w:tr w:rsidR="00637332" w:rsidRPr="005446F8" w14:paraId="2CBEF6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E747E" w14:textId="350A55F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012E" w14:textId="6891B0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21D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9370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0665" w14:textId="382D771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F3E63" w14:textId="433F987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32CE" w14:textId="79C8A32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</w:tr>
      <w:tr w:rsidR="00637332" w:rsidRPr="005446F8" w14:paraId="502BEE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01E9" w14:textId="4077C4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31BE" w14:textId="4DC93D8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27A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258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0BF05" w14:textId="3C4AA1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1802" w14:textId="161E2D0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BB80" w14:textId="1EB24C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637332" w:rsidRPr="005446F8" w14:paraId="0B8B32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3996D" w14:textId="760BF07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C628" w14:textId="4315EE7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EB62" w14:textId="3B69F2D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FC5F" w14:textId="6A970BD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A65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818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63D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5D14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F804" w14:textId="57C7C53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82FA" w14:textId="25E6C2C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7C46" w14:textId="20CB0B4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5FE6" w14:textId="287DA65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C58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D1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FAD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63EE4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6B6E6" w14:textId="65DBD5E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3CE5" w14:textId="3DAAB5F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DE87" w14:textId="5912DE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C9DD" w14:textId="43EA046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27E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DC9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DA5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566BD0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7B289" w14:textId="0126A33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1DF7" w14:textId="425107E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F71AA" w14:textId="39A8A08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2D92" w14:textId="152333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17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AA7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84C8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18A97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577C" w14:textId="7CD388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345F" w14:textId="5A2F32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F1F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2ED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3BF0" w14:textId="5FB460F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1877" w14:textId="25F8874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6280" w14:textId="4A6959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209.91</w:t>
            </w:r>
          </w:p>
        </w:tc>
      </w:tr>
      <w:tr w:rsidR="00637332" w:rsidRPr="005446F8" w14:paraId="741932B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804B" w14:textId="05BB271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9044" w14:textId="77D869F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E646E" w14:textId="4465E7D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FC72C" w14:textId="147B3B0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5.953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8BC7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5CF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841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A9835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B80D" w14:textId="4C48FF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CB1C0" w14:textId="2785BF6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E339" w14:textId="510CC2A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DEB1" w14:textId="7194AAF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161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A93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0DD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845AE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565D" w14:textId="243719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FBA2" w14:textId="70E6F06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6B7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7AF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4148" w14:textId="66A141B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4D49" w14:textId="5363AA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3.655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AB31A" w14:textId="3195BA7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109.64</w:t>
            </w:r>
          </w:p>
        </w:tc>
      </w:tr>
      <w:tr w:rsidR="00637332" w:rsidRPr="005446F8" w14:paraId="1AE9E0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A462" w14:textId="194469C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11AD" w14:textId="7099B23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FE0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26C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E6FA" w14:textId="5357663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BA05" w14:textId="5AF90B4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E2A4E" w14:textId="1F3328B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96.06</w:t>
            </w:r>
          </w:p>
        </w:tc>
      </w:tr>
      <w:tr w:rsidR="00637332" w:rsidRPr="005446F8" w14:paraId="049910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25F6" w14:textId="7F14F8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B1FBE" w14:textId="628F36D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798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81D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05B9" w14:textId="2B37FA9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7B45" w14:textId="1D94A7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0A03" w14:textId="6AF556F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77.97</w:t>
            </w:r>
          </w:p>
        </w:tc>
      </w:tr>
      <w:tr w:rsidR="00637332" w:rsidRPr="005446F8" w14:paraId="356C62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C569" w14:textId="1A1992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4EB1" w14:textId="620D67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DEC1" w14:textId="3736BBC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4EBB" w14:textId="49CEB6A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33B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9221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C85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FEC44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749D" w14:textId="15FAA8C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66C0" w14:textId="4C295A7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ECB09" w14:textId="697F88D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F8B4" w14:textId="5CB0F67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E27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B7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67F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886CE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5D6F" w14:textId="36AC1D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41CB" w14:textId="03F38E2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D3C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3FC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4C4B" w14:textId="31A1A79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ED062" w14:textId="21A821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1DA3" w14:textId="4A155CE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42.04</w:t>
            </w:r>
          </w:p>
        </w:tc>
      </w:tr>
      <w:tr w:rsidR="00637332" w:rsidRPr="005446F8" w14:paraId="0B5982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35DA4" w14:textId="03E2F09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524A" w14:textId="3434328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DC86F" w14:textId="51828FC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2536" w14:textId="18D2840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6F1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BE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4234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3905E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E645" w14:textId="14757F8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CB6A" w14:textId="7AA93CB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A65C" w14:textId="498B5C4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CCD8" w14:textId="025FC5F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67D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E6A9E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075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F02DE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2F30" w14:textId="4C18712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18CE" w14:textId="60BA55F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84E9" w14:textId="67819CC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8B9A" w14:textId="726979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6C3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844B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184D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A6205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DC56" w14:textId="6D6B429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4AF9B" w14:textId="46E75E6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710E" w14:textId="351D2F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CBDA" w14:textId="3BA5775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49A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193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C1A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7048F7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58AD9" w14:textId="3A48E8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5151" w14:textId="19FD805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869E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250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ECF" w14:textId="2D327C3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DDEB" w14:textId="04D3998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375E" w14:textId="44B4AFB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25.97</w:t>
            </w:r>
          </w:p>
        </w:tc>
      </w:tr>
      <w:tr w:rsidR="00637332" w:rsidRPr="005446F8" w14:paraId="022136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CC6D" w14:textId="4F2908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3449" w14:textId="7429F6B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CA15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A79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6621" w14:textId="08EBA13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001D" w14:textId="52941B2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49C1" w14:textId="16E1DFF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21.75</w:t>
            </w:r>
          </w:p>
        </w:tc>
      </w:tr>
      <w:tr w:rsidR="00637332" w:rsidRPr="005446F8" w14:paraId="1FA450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2B8F" w14:textId="7DC33E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B7BC" w14:textId="4638A06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7645" w14:textId="056F5AD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32023" w14:textId="1BFC39B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4CE3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7ABE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9D4C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1B8829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A708" w14:textId="51A47D6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B772" w14:textId="2E6AE45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6C94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42D46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C985" w14:textId="55C7430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CD28" w14:textId="5863912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4935" w14:textId="7EC459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</w:tr>
      <w:tr w:rsidR="00637332" w:rsidRPr="005446F8" w14:paraId="7E0012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A1923" w14:textId="63E2EF21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2995" w14:textId="13FCA78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191D" w14:textId="5EB36D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33B29" w14:textId="2483C0A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74A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0B1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8F6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FCFDDA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E3D0" w14:textId="747861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8BAF" w14:textId="4930582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1B2B5" w14:textId="5EB3035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A670" w14:textId="1493463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0AF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EF1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155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FE178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9E58" w14:textId="57D971D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5AFB" w14:textId="4BF111A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C0DD3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2BC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0A46" w14:textId="7A40327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FF1D" w14:textId="0BDD4C3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D3A6" w14:textId="43C2727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</w:tr>
      <w:tr w:rsidR="00637332" w:rsidRPr="005446F8" w14:paraId="4EE0C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A92D" w14:textId="1FB55E9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DCBA8" w14:textId="0BFAEA0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AE197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5DE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87775" w14:textId="33F1BFB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B85BD" w14:textId="5C55159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9360" w14:textId="472A259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4.06</w:t>
            </w:r>
          </w:p>
        </w:tc>
      </w:tr>
      <w:tr w:rsidR="00637332" w:rsidRPr="005446F8" w14:paraId="1D96E9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2CE2" w14:textId="417571C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D0B7" w14:textId="519BA64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C4A3" w14:textId="5B46E5B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77FB" w14:textId="49E72A8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DBF10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8B5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9BA8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D3C74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E84C" w14:textId="034D305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77449" w14:textId="4344EA3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1C10" w14:textId="45D989E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8248" w14:textId="458B8E6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D04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48F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F6B1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81CD4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D6E3" w14:textId="5511FC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1891F" w14:textId="2E1E582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64F1D" w14:textId="5D283D36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F81C" w14:textId="6BC11C2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C054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3CDC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730F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44C944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8583" w14:textId="784889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C3A9" w14:textId="11C53B15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18C3" w14:textId="56785358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E01B" w14:textId="6122321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61E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2723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4BB12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206097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8E710" w14:textId="349493A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0617" w14:textId="42F0721D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5974" w14:textId="1D5688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7A5A" w14:textId="1BB4A35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5A5E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C5F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8B4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6F9186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EDF0" w14:textId="3CD247A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0A9F" w14:textId="6A145C3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481B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6258C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B61DE" w14:textId="2A217AF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8526" w14:textId="61768A20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D441" w14:textId="1B9DE344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637332" w:rsidRPr="005446F8" w14:paraId="16CE51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93A2" w14:textId="040D8DD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715D" w14:textId="1707E83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C983" w14:textId="25648822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976F" w14:textId="1CC7476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461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556A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AFC8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7332" w:rsidRPr="005446F8" w14:paraId="03DDDA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85FD" w14:textId="7113774C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BFB46" w14:textId="12D49DEA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3876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F4CD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51E69" w14:textId="01BAE4D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C75FD" w14:textId="79EAB75E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4E92" w14:textId="3C897D1F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sz w:val="18"/>
                <w:szCs w:val="18"/>
              </w:rPr>
              <w:t>1.99</w:t>
            </w:r>
          </w:p>
        </w:tc>
      </w:tr>
      <w:tr w:rsidR="00637332" w:rsidRPr="005446F8" w14:paraId="77AC48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D777" w14:textId="27726C6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BCE1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FCF9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B23F" w14:textId="6BB60D53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183.390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1A45" w14:textId="77777777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7473" w14:textId="422A1BCB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71.094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4024" w14:textId="64791149" w:rsidR="00637332" w:rsidRPr="004D43C2" w:rsidRDefault="00637332" w:rsidP="0063733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D43C2">
              <w:rPr>
                <w:rFonts w:ascii="Arial" w:hAnsi="Arial" w:cs="Arial"/>
                <w:b/>
                <w:bCs/>
                <w:sz w:val="18"/>
                <w:szCs w:val="18"/>
              </w:rPr>
              <w:t>2132.81</w:t>
            </w:r>
          </w:p>
        </w:tc>
      </w:tr>
      <w:tr w:rsidR="00185E73" w:rsidRPr="00185E73" w14:paraId="59F50E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80117" w14:textId="49FEA8BA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lang w:val="bg-BG"/>
              </w:rPr>
            </w:pPr>
            <w:r w:rsidRPr="00185E73">
              <w:rPr>
                <w:rFonts w:ascii="Arial" w:hAnsi="Arial" w:cs="Arial"/>
                <w:b/>
                <w:bCs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EB0D6" w14:textId="77777777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2E7A4" w14:textId="77777777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7FFB" w14:textId="4698E56F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185E73">
              <w:rPr>
                <w:b/>
              </w:rPr>
              <w:t>744.92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38E56" w14:textId="77777777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3E06" w14:textId="72A6BD92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185E73">
              <w:rPr>
                <w:b/>
              </w:rPr>
              <w:t>338.888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062A5" w14:textId="01C3799D" w:rsidR="00185E73" w:rsidRPr="00185E73" w:rsidRDefault="00185E73" w:rsidP="00185E7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</w:rPr>
            </w:pPr>
            <w:r w:rsidRPr="00185E73">
              <w:rPr>
                <w:b/>
              </w:rPr>
              <w:t>10166.63</w:t>
            </w:r>
          </w:p>
        </w:tc>
      </w:tr>
    </w:tbl>
    <w:p w14:paraId="13E63776" w14:textId="0CCC1B4C" w:rsidR="00373762" w:rsidRPr="00185E73" w:rsidRDefault="00373762" w:rsidP="005745ED">
      <w:pPr>
        <w:ind w:firstLine="720"/>
        <w:jc w:val="both"/>
        <w:rPr>
          <w:b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lastRenderedPageBreak/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2B5B3774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914D73">
        <w:rPr>
          <w:lang w:val="ru-RU"/>
        </w:rPr>
        <w:t xml:space="preserve"> на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637332">
        <w:rPr>
          <w:lang w:val="bg-BG"/>
        </w:rPr>
        <w:t>Каленовци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7193C96C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6E4A30">
        <w:rPr>
          <w:lang w:val="bg-BG"/>
        </w:rPr>
        <w:t xml:space="preserve">Контрол </w:t>
      </w:r>
      <w:r w:rsidRPr="0083710E">
        <w:rPr>
          <w:lang w:val="bg-BG"/>
        </w:rPr>
        <w:t>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525DF12A" w14:textId="61DA94D9" w:rsidR="002213A1" w:rsidRDefault="002213A1" w:rsidP="002213A1">
      <w:pPr>
        <w:jc w:val="both"/>
        <w:rPr>
          <w:lang w:val="bg-BG"/>
        </w:rPr>
      </w:pPr>
    </w:p>
    <w:p w14:paraId="198D42BE" w14:textId="20C2A807" w:rsidR="006E4A30" w:rsidRDefault="006E4A30" w:rsidP="002213A1">
      <w:pPr>
        <w:jc w:val="both"/>
        <w:rPr>
          <w:lang w:val="bg-BG"/>
        </w:rPr>
      </w:pPr>
    </w:p>
    <w:p w14:paraId="66B4E636" w14:textId="3F4EABA9" w:rsidR="006E4A30" w:rsidRPr="006E4A30" w:rsidRDefault="006E4A30" w:rsidP="006E4A30">
      <w:pPr>
        <w:ind w:firstLine="720"/>
        <w:jc w:val="both"/>
        <w:rPr>
          <w:b/>
          <w:lang w:val="bg-BG"/>
        </w:rPr>
      </w:pPr>
      <w:bookmarkStart w:id="6" w:name="_GoBack"/>
      <w:r w:rsidRPr="006E4A30">
        <w:rPr>
          <w:b/>
          <w:lang w:val="bg-BG"/>
        </w:rPr>
        <w:t>/П/</w:t>
      </w:r>
    </w:p>
    <w:bookmarkEnd w:id="6"/>
    <w:p w14:paraId="78F9A727" w14:textId="77777777"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p w14:paraId="12F0E1B0" w14:textId="77777777" w:rsidR="002213A1" w:rsidRPr="00CE78CA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4CA19" w14:textId="77777777" w:rsidR="004C398F" w:rsidRDefault="004C398F">
      <w:r>
        <w:separator/>
      </w:r>
    </w:p>
  </w:endnote>
  <w:endnote w:type="continuationSeparator" w:id="0">
    <w:p w14:paraId="11E0A309" w14:textId="77777777" w:rsidR="004C398F" w:rsidRDefault="004C3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637332" w:rsidRDefault="00637332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637332" w:rsidRDefault="00637332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35681814" w:rsidR="00637332" w:rsidRDefault="0063733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A30">
          <w:rPr>
            <w:noProof/>
          </w:rPr>
          <w:t>9</w:t>
        </w:r>
        <w:r>
          <w:rPr>
            <w:noProof/>
          </w:rPr>
          <w:fldChar w:fldCharType="end"/>
        </w:r>
        <w:r w:rsidR="00185E73">
          <w:rPr>
            <w:noProof/>
            <w:lang w:val="bg-BG"/>
          </w:rPr>
          <w:t>/10</w:t>
        </w:r>
      </w:p>
    </w:sdtContent>
  </w:sdt>
  <w:p w14:paraId="0DF700C8" w14:textId="77777777" w:rsidR="00637332" w:rsidRPr="00835BBA" w:rsidRDefault="00637332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EE821" w14:textId="77777777" w:rsidR="004C398F" w:rsidRDefault="004C398F">
      <w:r>
        <w:separator/>
      </w:r>
    </w:p>
  </w:footnote>
  <w:footnote w:type="continuationSeparator" w:id="0">
    <w:p w14:paraId="10527673" w14:textId="77777777" w:rsidR="004C398F" w:rsidRDefault="004C3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637332" w:rsidRPr="005B69F7" w:rsidRDefault="00637332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637332" w:rsidRPr="005B69F7" w:rsidRDefault="00637332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37332" w:rsidRPr="0023186B" w:rsidRDefault="0063733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37332" w:rsidRPr="00983B22" w:rsidRDefault="00637332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37332" w:rsidRPr="00983B22" w:rsidRDefault="0063733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85E73"/>
    <w:rsid w:val="00192DF8"/>
    <w:rsid w:val="001956ED"/>
    <w:rsid w:val="001A06E4"/>
    <w:rsid w:val="001A1BA3"/>
    <w:rsid w:val="001A1C66"/>
    <w:rsid w:val="001B4BA5"/>
    <w:rsid w:val="001C742E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398F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37332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4A30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8F411F"/>
    <w:rsid w:val="00914D73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94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1184"/>
    <w:rsid w:val="00EB4DB7"/>
    <w:rsid w:val="00EE0F93"/>
    <w:rsid w:val="00EE1A25"/>
    <w:rsid w:val="00EE2FF9"/>
    <w:rsid w:val="00EF61F2"/>
    <w:rsid w:val="00F05FFF"/>
    <w:rsid w:val="00F06BC9"/>
    <w:rsid w:val="00F1309C"/>
    <w:rsid w:val="00F37E58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3542-C0C6-45E6-BF1D-4BBCB7D7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51</TotalTime>
  <Pages>1</Pages>
  <Words>3116</Words>
  <Characters>17764</Characters>
  <Application>Microsoft Office Word</Application>
  <DocSecurity>0</DocSecurity>
  <Lines>148</Lines>
  <Paragraphs>41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13</cp:revision>
  <cp:lastPrinted>2022-09-29T07:09:00Z</cp:lastPrinted>
  <dcterms:created xsi:type="dcterms:W3CDTF">2022-09-26T08:20:00Z</dcterms:created>
  <dcterms:modified xsi:type="dcterms:W3CDTF">2022-09-29T07:10:00Z</dcterms:modified>
</cp:coreProperties>
</file>