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00392239" w:rsidR="00454CDE" w:rsidRPr="00713EC9" w:rsidRDefault="00941F73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3A44382E" w:rsidR="00454CDE" w:rsidRPr="00941F73" w:rsidRDefault="005A2287" w:rsidP="005A2287">
      <w:pPr>
        <w:ind w:left="3600"/>
        <w:rPr>
          <w:b/>
          <w:lang w:val="bg-BG"/>
        </w:rPr>
      </w:pPr>
      <w:r w:rsidRPr="00941F73">
        <w:rPr>
          <w:b/>
          <w:lang w:val="bg-BG"/>
        </w:rPr>
        <w:t xml:space="preserve">   </w:t>
      </w:r>
      <w:r w:rsidR="00454CDE" w:rsidRPr="00941F73">
        <w:rPr>
          <w:b/>
          <w:lang w:val="bg-BG"/>
        </w:rPr>
        <w:t>№</w:t>
      </w:r>
      <w:r w:rsidR="00941F73" w:rsidRPr="00941F73">
        <w:rPr>
          <w:b/>
          <w:sz w:val="26"/>
          <w:szCs w:val="26"/>
          <w:lang w:val="bg-BG"/>
        </w:rPr>
        <w:t xml:space="preserve"> </w:t>
      </w:r>
      <w:r w:rsidR="00941F73" w:rsidRPr="00941F73">
        <w:rPr>
          <w:b/>
          <w:sz w:val="26"/>
          <w:szCs w:val="26"/>
          <w:lang w:val="bg-BG"/>
        </w:rPr>
        <w:t>ПО-09-3150</w:t>
      </w:r>
      <w:r w:rsidR="00941F73" w:rsidRPr="00941F73">
        <w:rPr>
          <w:b/>
          <w:lang w:val="bg-BG"/>
        </w:rPr>
        <w:t>-3</w:t>
      </w:r>
    </w:p>
    <w:p w14:paraId="3795E67F" w14:textId="14D9DE54" w:rsidR="00454CDE" w:rsidRPr="00941F73" w:rsidRDefault="00454CDE" w:rsidP="00BE4052">
      <w:pPr>
        <w:ind w:left="2880" w:firstLine="720"/>
        <w:rPr>
          <w:b/>
          <w:lang w:val="bg-BG"/>
        </w:rPr>
      </w:pPr>
      <w:r w:rsidRPr="00941F73">
        <w:rPr>
          <w:b/>
          <w:lang w:val="bg-BG"/>
        </w:rPr>
        <w:t>София,</w:t>
      </w:r>
      <w:r w:rsidR="00941F73" w:rsidRPr="00941F73">
        <w:rPr>
          <w:b/>
          <w:lang w:val="bg-BG"/>
        </w:rPr>
        <w:t>27.09.</w:t>
      </w:r>
      <w:r w:rsidR="0023186B" w:rsidRPr="00941F73">
        <w:rPr>
          <w:b/>
          <w:lang w:val="bg-BG"/>
        </w:rPr>
        <w:t>20</w:t>
      </w:r>
      <w:r w:rsidR="005A5B96" w:rsidRPr="00941F73">
        <w:rPr>
          <w:b/>
          <w:lang w:val="bg-BG"/>
        </w:rPr>
        <w:t>2</w:t>
      </w:r>
      <w:r w:rsidR="00CC444F" w:rsidRPr="00941F73">
        <w:rPr>
          <w:b/>
          <w:lang w:val="bg-BG"/>
        </w:rPr>
        <w:t>2</w:t>
      </w:r>
      <w:r w:rsidR="0023186B" w:rsidRPr="00941F73">
        <w:rPr>
          <w:b/>
          <w:lang w:val="bg-BG"/>
        </w:rPr>
        <w:t>г.</w:t>
      </w:r>
      <w:r w:rsidR="006727E9" w:rsidRPr="00941F73">
        <w:rPr>
          <w:b/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31639020" w14:textId="7D52D564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29298F">
        <w:rPr>
          <w:b/>
          <w:sz w:val="26"/>
          <w:szCs w:val="26"/>
          <w:lang w:val="bg-BG"/>
        </w:rPr>
        <w:t>3150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6E7BD21A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29298F">
        <w:rPr>
          <w:b/>
          <w:lang w:val="bg-BG"/>
        </w:rPr>
        <w:t>Връдловци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29298F">
        <w:rPr>
          <w:b/>
          <w:lang w:val="bg-BG"/>
        </w:rPr>
        <w:t>12320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C013D8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C013D8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C013D8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29298F" w:rsidRPr="005446F8" w14:paraId="3F58074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4C3F2CF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2EAD3BC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46DC152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0424E97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6.762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171D41B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236.65</w:t>
            </w:r>
          </w:p>
        </w:tc>
      </w:tr>
      <w:tr w:rsidR="0029298F" w:rsidRPr="005446F8" w14:paraId="1386F03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586EC7E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2CF781C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2E3B2E4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2F6B11F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4.077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399DF99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142.70</w:t>
            </w:r>
          </w:p>
        </w:tc>
      </w:tr>
      <w:tr w:rsidR="0029298F" w:rsidRPr="005446F8" w14:paraId="786C8AC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7C7CF82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614922B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150A97D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7033F9F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4DC5E75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3C4940D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614A179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</w:tr>
      <w:tr w:rsidR="0029298F" w:rsidRPr="005446F8" w14:paraId="0101A33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72786D6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110AB97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63795C4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41D6C28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F32A07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62A8C24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2B47202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3A1B4FD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66F2671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7C6B108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326656C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B1BBF4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1285B60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30.59</w:t>
            </w:r>
          </w:p>
        </w:tc>
      </w:tr>
      <w:tr w:rsidR="0029298F" w:rsidRPr="005446F8" w14:paraId="4E63588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2EA3E21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60262A4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3330EB6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76C32FF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39152D3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53.33</w:t>
            </w:r>
          </w:p>
        </w:tc>
      </w:tr>
      <w:tr w:rsidR="0029298F" w:rsidRPr="005446F8" w14:paraId="77C8ACA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7C74804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1C691F5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07E3613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3916097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1D76362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</w:tr>
      <w:tr w:rsidR="0029298F" w:rsidRPr="005446F8" w14:paraId="019F1F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5B08762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6EA94C9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88D862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BF1065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6FEB62C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3439D30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296064F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24.94</w:t>
            </w:r>
          </w:p>
        </w:tc>
      </w:tr>
      <w:tr w:rsidR="0029298F" w:rsidRPr="005446F8" w14:paraId="1F456DC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720E39E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26CF915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04082C7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489DE9D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D2050B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</w:tr>
      <w:tr w:rsidR="0029298F" w:rsidRPr="005446F8" w14:paraId="4782340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0BC663F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54F6A82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159E497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747658B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7B372F1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21.61</w:t>
            </w:r>
          </w:p>
        </w:tc>
      </w:tr>
      <w:tr w:rsidR="0029298F" w:rsidRPr="005446F8" w14:paraId="5A8B94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0F1561F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425B080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297ADEE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067DF70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394FFE9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4CE5A41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20D5E98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</w:tr>
      <w:tr w:rsidR="0029298F" w:rsidRPr="005446F8" w14:paraId="1A8BB85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496C45E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59C22CF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09440A9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1256732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198BAF0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5.85</w:t>
            </w:r>
          </w:p>
        </w:tc>
      </w:tr>
      <w:tr w:rsidR="0029298F" w:rsidRPr="005446F8" w14:paraId="4B2D569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1EC5701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1768E03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096E13D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1753EB1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2D6E85F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0416CC8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79B0D81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3.88</w:t>
            </w:r>
          </w:p>
        </w:tc>
      </w:tr>
      <w:tr w:rsidR="0029298F" w:rsidRPr="005446F8" w14:paraId="5A3855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105ED90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21B89FF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42DD5F9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41A9A2D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5.438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23D8CA4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190.32</w:t>
            </w:r>
          </w:p>
        </w:tc>
      </w:tr>
      <w:tr w:rsidR="0029298F" w:rsidRPr="005446F8" w14:paraId="42312AE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4ED5CEA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7B65BEF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095C3C4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328190A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5.274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2F97A2E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184.58</w:t>
            </w:r>
          </w:p>
        </w:tc>
      </w:tr>
      <w:tr w:rsidR="0029298F" w:rsidRPr="005446F8" w14:paraId="0A32138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6752176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53593BF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215F23C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59EBDB4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48486B7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139.43</w:t>
            </w:r>
          </w:p>
        </w:tc>
      </w:tr>
      <w:tr w:rsidR="0029298F" w:rsidRPr="005446F8" w14:paraId="321D7EE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1D5090C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36CFBBA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5A5EAB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7CE4DE1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73297E8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64.86</w:t>
            </w:r>
          </w:p>
        </w:tc>
      </w:tr>
      <w:tr w:rsidR="0029298F" w:rsidRPr="005446F8" w14:paraId="371B914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19E8279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7A445D6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14F4CD4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2BC0B23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1A824BB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139E790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</w:tr>
      <w:tr w:rsidR="0029298F" w:rsidRPr="005446F8" w14:paraId="6AD9964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4194DB9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06B889C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4CDC08E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3102A0B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708B001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1F8F804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5F38B21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26.70</w:t>
            </w:r>
          </w:p>
        </w:tc>
      </w:tr>
      <w:tr w:rsidR="0029298F" w:rsidRPr="005446F8" w14:paraId="01A059A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1D1583E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5D71594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607AF36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67D78A0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52D64A4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157.31</w:t>
            </w:r>
          </w:p>
        </w:tc>
      </w:tr>
      <w:tr w:rsidR="0029298F" w:rsidRPr="005446F8" w14:paraId="5F613BF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01ECD16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7529173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446C231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038B549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3381A6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84.50</w:t>
            </w:r>
          </w:p>
        </w:tc>
      </w:tr>
      <w:tr w:rsidR="0029298F" w:rsidRPr="005446F8" w14:paraId="0356422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6A592E6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768BC6A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7A5597C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7295C3F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40ACAB3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43.329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3B3276C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1516.50</w:t>
            </w:r>
          </w:p>
        </w:tc>
      </w:tr>
      <w:tr w:rsidR="0029298F" w:rsidRPr="005446F8" w14:paraId="1151F0E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1A02FFB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0019DAE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AEF1F8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4298D7C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132A334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710CCD3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50340A9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7C99F5A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39711E9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5675357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53B15E2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43B07A6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6455781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3DEC278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134.79</w:t>
            </w:r>
          </w:p>
        </w:tc>
      </w:tr>
      <w:tr w:rsidR="0029298F" w:rsidRPr="005446F8" w14:paraId="477054F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27B5297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lastRenderedPageBreak/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6C05197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1AADE20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1BC45E8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52263E3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218DA60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2F63C51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0228DE3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576B989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55CABFF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5E34178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0F77DFA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2A82E01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57BDE18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0462A76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7FF4831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04CCC1D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3E34643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AF4698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0D81C6C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560215B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4A9F22A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20E6A04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42DEABE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46B271B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563482C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46C15BA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12.019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2AA34FA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02E5541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3.851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32D86C1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134.79</w:t>
            </w:r>
          </w:p>
        </w:tc>
      </w:tr>
      <w:tr w:rsidR="0029298F" w:rsidRPr="005446F8" w14:paraId="6725428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33B8B2B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4FACCB9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330BCAD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667118D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1BD279D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307.96</w:t>
            </w:r>
          </w:p>
        </w:tc>
      </w:tr>
      <w:tr w:rsidR="0029298F" w:rsidRPr="005446F8" w14:paraId="5A93066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749944D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36F298C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13DB549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604835C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0F71E52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0DD069A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2034348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5FEB001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4D453F0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7490FBC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0E76AC6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49138F8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7917557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0F365FD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6.465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3406A79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226.29</w:t>
            </w:r>
          </w:p>
        </w:tc>
      </w:tr>
      <w:tr w:rsidR="0029298F" w:rsidRPr="005446F8" w14:paraId="159C726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7E57734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7BEEC34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11C5B20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684BF53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450BE33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166.16</w:t>
            </w:r>
          </w:p>
        </w:tc>
      </w:tr>
      <w:tr w:rsidR="0029298F" w:rsidRPr="005446F8" w14:paraId="4019A79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741804A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58774E7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7932020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7DC7E89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408FB8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17A61F8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4.263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5B14E5A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149.20</w:t>
            </w:r>
          </w:p>
        </w:tc>
      </w:tr>
      <w:tr w:rsidR="0029298F" w:rsidRPr="005446F8" w14:paraId="6B64E7F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4BBAD61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59B4007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2FF01EC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5DFC37A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698242A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4543B25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511DC43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102.48</w:t>
            </w:r>
          </w:p>
        </w:tc>
      </w:tr>
      <w:tr w:rsidR="0029298F" w:rsidRPr="005446F8" w14:paraId="3271647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7DFD618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7C94237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5A21130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41E4A19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7B178C0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99.76</w:t>
            </w:r>
          </w:p>
        </w:tc>
      </w:tr>
      <w:tr w:rsidR="0029298F" w:rsidRPr="005446F8" w14:paraId="30B3116D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5163932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74120CD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7382CE9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C3BA1A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16B5BC8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74.34</w:t>
            </w:r>
          </w:p>
        </w:tc>
      </w:tr>
      <w:tr w:rsidR="0029298F" w:rsidRPr="005446F8" w14:paraId="10660A9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550DF1F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13094F2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672F4A2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1C3C03E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456F3B1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</w:tr>
      <w:tr w:rsidR="0029298F" w:rsidRPr="005446F8" w14:paraId="757669B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573AD0B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066539B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46427C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4155DDC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6DFE5E9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2E32CD6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7DF1540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323477F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1629B37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58D7DC5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6C2BC65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666523A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5115263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</w:tr>
      <w:tr w:rsidR="0029298F" w:rsidRPr="005446F8" w14:paraId="4A1A314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3367EB7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34C0114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47630E8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3E3247E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29FD85D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30.77</w:t>
            </w:r>
          </w:p>
        </w:tc>
      </w:tr>
      <w:tr w:rsidR="0029298F" w:rsidRPr="005446F8" w14:paraId="1244178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7E038A6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68E1655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9F97ED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6384D05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3.615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793923D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126.54</w:t>
            </w:r>
          </w:p>
        </w:tc>
      </w:tr>
      <w:tr w:rsidR="0029298F" w:rsidRPr="005446F8" w14:paraId="530EA4B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2021F76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521E137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66DED57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0DB0FAE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5995FEE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96.98</w:t>
            </w:r>
          </w:p>
        </w:tc>
      </w:tr>
      <w:tr w:rsidR="0029298F" w:rsidRPr="005446F8" w14:paraId="4FC9104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6A60CA5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1E3F776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03D541D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7.515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274B227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224400E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3A2E6E2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14C3E4D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0EBC064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08759E1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233E01E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1CDB4A2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7.517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23B8176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69FB7B5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6C7BF1E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71267C5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4130F36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686699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431A5C4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6552AE7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2FFAE3B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38.942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4CB9CB0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564268C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4BAD668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13EE548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46FDD17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1258DB9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75EC9C7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113ABFE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15E07F0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191.80</w:t>
            </w:r>
          </w:p>
        </w:tc>
      </w:tr>
      <w:tr w:rsidR="0029298F" w:rsidRPr="005446F8" w14:paraId="571501DD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6076B47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44F53F0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0F7F993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2D25396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08190D2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</w:tr>
      <w:tr w:rsidR="0029298F" w:rsidRPr="005446F8" w14:paraId="2E1AD06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4419482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18F1337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84F4FE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15.214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15B8AF8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60F5760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A6006E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58FF049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1A8955D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69319B0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4BE8663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6999CA0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2F15AAC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54.202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4312D42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6D46179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47.719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3504FB7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1670.16</w:t>
            </w:r>
          </w:p>
        </w:tc>
      </w:tr>
      <w:tr w:rsidR="0029298F" w:rsidRPr="005446F8" w14:paraId="4573D9D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1B30C44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38E59CE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5BC1E31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383310D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10.952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1A1A46F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383.31</w:t>
            </w:r>
          </w:p>
        </w:tc>
      </w:tr>
      <w:tr w:rsidR="0029298F" w:rsidRPr="005446F8" w14:paraId="5847453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7D20A44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684A327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018006B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278F108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4.540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367A91D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158.88</w:t>
            </w:r>
          </w:p>
        </w:tc>
      </w:tr>
      <w:tr w:rsidR="0029298F" w:rsidRPr="005446F8" w14:paraId="41D1367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1738E4C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7CAE041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3ADF664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763AB1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35A7E13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97.48</w:t>
            </w:r>
          </w:p>
        </w:tc>
      </w:tr>
      <w:tr w:rsidR="0029298F" w:rsidRPr="005446F8" w14:paraId="6EA39E1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0477832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77EF1AE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2AE8D2E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40F0F6C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77376BC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81.34</w:t>
            </w:r>
          </w:p>
        </w:tc>
      </w:tr>
      <w:tr w:rsidR="0029298F" w:rsidRPr="005446F8" w14:paraId="5537272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242FBD4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567D98A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2B56E1B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3F1D09A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11.629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5808616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407.01</w:t>
            </w:r>
          </w:p>
        </w:tc>
      </w:tr>
      <w:tr w:rsidR="0029298F" w:rsidRPr="005446F8" w14:paraId="3BAFB0EF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548C769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2BAD789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38F7D92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17526BA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6.511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4FF8F89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227.88</w:t>
            </w:r>
          </w:p>
        </w:tc>
      </w:tr>
      <w:tr w:rsidR="0029298F" w:rsidRPr="005446F8" w14:paraId="76A8D0EF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1D660D5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6F1B14A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7CF343A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1B77052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400D9EE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211.45</w:t>
            </w:r>
          </w:p>
        </w:tc>
      </w:tr>
      <w:tr w:rsidR="0029298F" w:rsidRPr="005446F8" w14:paraId="1D49EC9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6595054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20F8C2C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1AAEF5F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0254E61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0E0B069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5808EF0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210.00</w:t>
            </w:r>
          </w:p>
        </w:tc>
      </w:tr>
      <w:tr w:rsidR="0029298F" w:rsidRPr="005446F8" w14:paraId="4D0D161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69C7C3E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2FB34A4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0C34C1E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5EFFCBC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5.018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1638893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175.64</w:t>
            </w:r>
          </w:p>
        </w:tc>
      </w:tr>
      <w:tr w:rsidR="0029298F" w:rsidRPr="005446F8" w14:paraId="58F64E52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11F52EF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0616A83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2E404FE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7446F9E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0670522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206965B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099E7E8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298F" w:rsidRPr="005446F8" w14:paraId="4712550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84B7" w14:textId="61EF209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5406" w14:textId="2DC10CF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2141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817F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B889" w14:textId="621AC1E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199D" w14:textId="378DD63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7E92" w14:textId="5760F71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128.11</w:t>
            </w:r>
          </w:p>
        </w:tc>
      </w:tr>
      <w:tr w:rsidR="0029298F" w:rsidRPr="005446F8" w14:paraId="1E5B8A3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7511" w14:textId="3DF517A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E07F" w14:textId="7E98849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4160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E68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9D0B" w14:textId="3C24179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53DD" w14:textId="4FA990E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06D9" w14:textId="3729160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104.04</w:t>
            </w:r>
          </w:p>
        </w:tc>
      </w:tr>
      <w:tr w:rsidR="0029298F" w:rsidRPr="005446F8" w14:paraId="4A68272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986D" w14:textId="3E40080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5587" w14:textId="397FDDF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0446" w14:textId="03D1E6F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97F1" w14:textId="2834920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E054" w14:textId="7972164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C005" w14:textId="28CD96A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60EC" w14:textId="721A78D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86.28</w:t>
            </w:r>
          </w:p>
        </w:tc>
      </w:tr>
      <w:tr w:rsidR="0029298F" w:rsidRPr="005446F8" w14:paraId="57FB55D2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192D" w14:textId="7C9A8B9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9F8D" w14:textId="4FEA4F1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B3A6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AF76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18A2" w14:textId="6AE9DFF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E5BA" w14:textId="29426ED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F978" w14:textId="74A3BD4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84.07</w:t>
            </w:r>
          </w:p>
        </w:tc>
      </w:tr>
      <w:tr w:rsidR="0029298F" w:rsidRPr="005446F8" w14:paraId="6F2E814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4256" w14:textId="48A0E79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D069" w14:textId="5FE2736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0696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9C67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1B8C" w14:textId="0D735DC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94B7" w14:textId="1DE0E60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F591" w14:textId="57E5220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72.03</w:t>
            </w:r>
          </w:p>
        </w:tc>
      </w:tr>
      <w:tr w:rsidR="0029298F" w:rsidRPr="005446F8" w14:paraId="6D67CF2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9D8A" w14:textId="0C57936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B709" w14:textId="16BEB1F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B06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55D5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BF78" w14:textId="2CBEC2A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386E" w14:textId="2D3F2E2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CC00" w14:textId="6BDB718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70.04</w:t>
            </w:r>
          </w:p>
        </w:tc>
      </w:tr>
      <w:tr w:rsidR="0029298F" w:rsidRPr="005446F8" w14:paraId="4F83194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CD82" w14:textId="5CA01C1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DE40" w14:textId="05619D1C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17E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3D9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5BB" w14:textId="0CD4E1F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1947" w14:textId="5DEE5DD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AA8A" w14:textId="1C9293B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67.70</w:t>
            </w:r>
          </w:p>
        </w:tc>
      </w:tr>
      <w:tr w:rsidR="0029298F" w:rsidRPr="005446F8" w14:paraId="011E2C6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3B30" w14:textId="3E38A29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49972" w14:textId="1DC1C0D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91B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EC02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D53A" w14:textId="2D10A17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FD5D" w14:textId="72105C5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DD2F" w14:textId="78B3D30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</w:tr>
      <w:tr w:rsidR="0029298F" w:rsidRPr="005446F8" w14:paraId="5A5E4389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BE43" w14:textId="25B3371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15CA" w14:textId="67544F5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B8BA" w14:textId="15511F6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A950" w14:textId="067A1A5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31B6" w14:textId="287446A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F02F" w14:textId="0FC70ED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DF1E" w14:textId="629050D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60.30</w:t>
            </w:r>
          </w:p>
        </w:tc>
      </w:tr>
      <w:tr w:rsidR="0029298F" w:rsidRPr="005446F8" w14:paraId="24E0228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8442" w14:textId="557993E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A886" w14:textId="342B07C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00A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2C88" w14:textId="71E157F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238B" w14:textId="71D69D2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3F93" w14:textId="5158F4E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A717" w14:textId="5CB74FA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56.63</w:t>
            </w:r>
          </w:p>
        </w:tc>
      </w:tr>
      <w:tr w:rsidR="0029298F" w:rsidRPr="005446F8" w14:paraId="03DEB6C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C89A" w14:textId="7F77936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BEC4" w14:textId="295FD408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6B1A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8EB4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4317" w14:textId="5C55EE2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AFF0" w14:textId="679D3CC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3C50" w14:textId="16329C5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54.87</w:t>
            </w:r>
          </w:p>
        </w:tc>
      </w:tr>
      <w:tr w:rsidR="0029298F" w:rsidRPr="005446F8" w14:paraId="109BD7A6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0752" w14:textId="2EA509A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9C45" w14:textId="0C70272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E7D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2F26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8AF0" w14:textId="459AFB0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F39F" w14:textId="659E138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242F" w14:textId="7C606B9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</w:tr>
      <w:tr w:rsidR="0029298F" w:rsidRPr="005446F8" w14:paraId="09F5EB7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B41A" w14:textId="1A0CBDF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1726" w14:textId="75DFE65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CE24" w14:textId="092DA9EF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23E6" w14:textId="64E03A6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3341" w14:textId="2995B53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1276" w14:textId="6F55A544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2E82" w14:textId="43B21AF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53.63</w:t>
            </w:r>
          </w:p>
        </w:tc>
      </w:tr>
      <w:tr w:rsidR="0029298F" w:rsidRPr="005446F8" w14:paraId="7401A26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C46A" w14:textId="22C03F2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F8D0" w14:textId="4442BBF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2963" w14:textId="4706B70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B567" w14:textId="49C288C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DC41" w14:textId="4F30D60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670E" w14:textId="1F90B83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5BD4" w14:textId="0DF7193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45.75</w:t>
            </w:r>
          </w:p>
        </w:tc>
      </w:tr>
      <w:tr w:rsidR="0029298F" w:rsidRPr="005446F8" w14:paraId="09E44396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536C" w14:textId="5B8F8F5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3C5D" w14:textId="2D7B3BE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855E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28DC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653A" w14:textId="6BB5B5F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2BB9" w14:textId="3513265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4741" w14:textId="3AB2AE7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</w:tr>
      <w:tr w:rsidR="0029298F" w:rsidRPr="005446F8" w14:paraId="6A90BAA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8319" w14:textId="73DB394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12FF" w14:textId="3C307DC1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B454" w14:textId="0592CAE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BF60" w14:textId="3C939A4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9CF2" w14:textId="2B553AC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A5F0" w14:textId="7FBD43E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C09B" w14:textId="1AE1E92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36.08</w:t>
            </w:r>
          </w:p>
        </w:tc>
      </w:tr>
      <w:tr w:rsidR="0029298F" w:rsidRPr="005446F8" w14:paraId="67A1E87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C123" w14:textId="67BB467A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2872" w14:textId="168B9C1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50E3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0C80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640A" w14:textId="04EF520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AFCB" w14:textId="6C29C6AE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E89F" w14:textId="19B7E4A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34.90</w:t>
            </w:r>
          </w:p>
        </w:tc>
      </w:tr>
      <w:tr w:rsidR="0029298F" w:rsidRPr="005446F8" w14:paraId="25F50D1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3372" w14:textId="3ECB42EB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89E1" w14:textId="16D2F4F6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8B67" w14:textId="1901D7E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C243" w14:textId="7BBCE74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67FF" w14:textId="360C2EB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6B71" w14:textId="0C685EC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A4AB" w14:textId="1B079770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34.87</w:t>
            </w:r>
          </w:p>
        </w:tc>
      </w:tr>
      <w:tr w:rsidR="0029298F" w:rsidRPr="005446F8" w14:paraId="111B569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E997" w14:textId="0D49533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2A56" w14:textId="51095EC9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EEF8" w14:textId="77777777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961B" w14:textId="225E9AB3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66E0" w14:textId="6F8612A5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4369" w14:textId="058624AD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2181" w14:textId="0639C782" w:rsidR="0029298F" w:rsidRPr="005446F8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</w:tr>
      <w:tr w:rsidR="0029298F" w:rsidRPr="00CE776C" w14:paraId="553641E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A029" w14:textId="71A784B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3A88" w14:textId="429B4D0D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53FE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EFEC" w14:textId="04F57CFB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F07F" w14:textId="5AE7CD34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2814" w14:textId="09B829CC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6F58" w14:textId="79282BC8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</w:tr>
      <w:tr w:rsidR="0029298F" w:rsidRPr="00CE776C" w14:paraId="481255A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6D90" w14:textId="15248C19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DDB7" w14:textId="361F590C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9C5C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37F6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973C" w14:textId="6BA80383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9B7B" w14:textId="279BB6D9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B0DA" w14:textId="1BC258DC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</w:tr>
      <w:tr w:rsidR="0029298F" w:rsidRPr="00CE776C" w14:paraId="2E600006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4222" w14:textId="09D7A1FA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C5C1" w14:textId="306DB42F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C47D2" w14:textId="7BA64A09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1171" w14:textId="357328BE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E0D5" w14:textId="096A7645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41D6" w14:textId="7524374D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B5B1" w14:textId="41E479DF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</w:tr>
      <w:tr w:rsidR="0029298F" w:rsidRPr="00CE776C" w14:paraId="0595396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ACEA" w14:textId="1DEEC30A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5277" w14:textId="6BBD0B15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87AF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FFFE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8EB0" w14:textId="4E5F0429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C07E" w14:textId="2E2F8983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715A" w14:textId="70BB40A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57.66</w:t>
            </w:r>
          </w:p>
        </w:tc>
      </w:tr>
      <w:tr w:rsidR="0029298F" w:rsidRPr="00CE776C" w14:paraId="32AA7B3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D91F" w14:textId="5AAC2D3E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61E3" w14:textId="1A5096FE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2352" w14:textId="3799F23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E32B" w14:textId="781E25B8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D56B" w14:textId="20BD3E3B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39D2" w14:textId="17091A81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7.979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FFDC" w14:textId="534A7BC3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279.28</w:t>
            </w:r>
          </w:p>
        </w:tc>
      </w:tr>
      <w:tr w:rsidR="0029298F" w:rsidRPr="00CE776C" w14:paraId="1250EC9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6364" w14:textId="6B7ACAD1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C393" w14:textId="60C3B21A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CCD8" w14:textId="7DF686F3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70C9" w14:textId="02908979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7B4E" w14:textId="4E948B2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2039" w14:textId="33AB2CBD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1015" w14:textId="48E012C5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127.83</w:t>
            </w:r>
          </w:p>
        </w:tc>
      </w:tr>
      <w:tr w:rsidR="0029298F" w:rsidRPr="00CE776C" w14:paraId="4FCBAE3F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2DF5" w14:textId="573CEDAD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F190" w14:textId="5776E515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E7D1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3A35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D1B5" w14:textId="073F2B4D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C70D" w14:textId="1D6CE631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FD56" w14:textId="75C7A8A2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87.35</w:t>
            </w:r>
          </w:p>
        </w:tc>
      </w:tr>
      <w:tr w:rsidR="0029298F" w:rsidRPr="00CE776C" w14:paraId="191AC799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9734" w14:textId="079D4FF5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lastRenderedPageBreak/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8A72" w14:textId="39111C48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5081D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0C10" w14:textId="6CFDFCDE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9F3F" w14:textId="6076CB6C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2122" w14:textId="4866E332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E8C0" w14:textId="2E26E3C2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</w:tr>
      <w:tr w:rsidR="0029298F" w:rsidRPr="00CE776C" w14:paraId="14E986B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7F4C0" w14:textId="24FC673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253E1F" w14:textId="02106560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CCF2F8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91E76A" w14:textId="5CE07E8B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67A6BF" w14:textId="4A0DD6C9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74D40A" w14:textId="0FF5BEBB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F757A0" w14:textId="61A2D104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61.25</w:t>
            </w:r>
          </w:p>
        </w:tc>
      </w:tr>
      <w:tr w:rsidR="0029298F" w:rsidRPr="00CE776C" w14:paraId="7BF7258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ADAFF3" w14:textId="536776BF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43D6AC" w14:textId="43435AF9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8F435A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179662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F0FA68" w14:textId="0A05D74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C3223A" w14:textId="1D2089F3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04D89F" w14:textId="0458E9E0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31.54</w:t>
            </w:r>
          </w:p>
        </w:tc>
      </w:tr>
      <w:tr w:rsidR="0029298F" w:rsidRPr="00CE776C" w14:paraId="26FE08A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D67E98" w14:textId="7A9EE8CC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C38614" w14:textId="3D55DD29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FB8695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66C963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48AAD6" w14:textId="22123BE6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CEC5B6" w14:textId="30909D6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839528" w14:textId="36F350C2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</w:tr>
      <w:tr w:rsidR="0029298F" w:rsidRPr="00CE776C" w14:paraId="54B3664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B8EFB4" w14:textId="0166E71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D09F90" w14:textId="63BC3385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86229D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EACFEE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7B0B5" w14:textId="4611712D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82E207" w14:textId="262F93F4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25EAF5" w14:textId="0A4BD1DC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29298F" w:rsidRPr="00CE776C" w14:paraId="5D6DAE0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0CC7C6" w14:textId="53BA7219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58A41C" w14:textId="32B81953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9CB452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BE61DD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BD3E56" w14:textId="5BB062BD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0D6E64" w14:textId="18C8C17B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50C3A0" w14:textId="68B356D6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72.42</w:t>
            </w:r>
          </w:p>
        </w:tc>
      </w:tr>
      <w:tr w:rsidR="0029298F" w:rsidRPr="00CE776C" w14:paraId="33F7167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490D9B" w14:textId="2924E696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9BA13E" w14:textId="07AED3CD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858843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C949C9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205686" w14:textId="590001A4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A4167E" w14:textId="704BC3D2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FFA202" w14:textId="25A447ED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</w:tr>
      <w:tr w:rsidR="0029298F" w:rsidRPr="00CE776C" w14:paraId="7B9C336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A6EA95" w14:textId="326DA18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820EEE" w14:textId="32DABC71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8367CD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31E4CF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23C206" w14:textId="0C7C1352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D73E70" w14:textId="0EFDE33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833BDC" w14:textId="3D029830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25.02</w:t>
            </w:r>
          </w:p>
        </w:tc>
      </w:tr>
      <w:tr w:rsidR="0029298F" w:rsidRPr="00CE776C" w14:paraId="286D49E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8BBAF6" w14:textId="03B9C3C5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906C6C" w14:textId="089818AA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9C4B37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FE70F8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40BAD4" w14:textId="4DF6D8CC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4C1D99" w14:textId="11E7D5F1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4.845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185479" w14:textId="06072B23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169.59</w:t>
            </w:r>
          </w:p>
        </w:tc>
      </w:tr>
      <w:tr w:rsidR="0029298F" w:rsidRPr="00CE776C" w14:paraId="1D6EA97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692777" w14:textId="39689865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1BDFB1" w14:textId="7CAB23D1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614C84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C114CE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480D29" w14:textId="4C8A13EB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2DAE25" w14:textId="682AF61C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3.612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7E8985" w14:textId="533084E9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126.44</w:t>
            </w:r>
          </w:p>
        </w:tc>
      </w:tr>
      <w:tr w:rsidR="0029298F" w:rsidRPr="00CE776C" w14:paraId="7D95FC9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D9DA24" w14:textId="7E075E41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924D8E" w14:textId="7BB7CF22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B5F617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E8EFF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B0A0C8" w14:textId="55923E5E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14F1D2" w14:textId="666F6F1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8DE4F9" w14:textId="5C05C87B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75.09</w:t>
            </w:r>
          </w:p>
        </w:tc>
      </w:tr>
      <w:tr w:rsidR="0029298F" w:rsidRPr="00CE776C" w14:paraId="552CA74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81175D" w14:textId="2D19EB6B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6A2A3F" w14:textId="56692A2E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E3761A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36744D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1871EE" w14:textId="1B841D66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D7ADFF" w14:textId="3668A11B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3AF743" w14:textId="66F9547C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54.88</w:t>
            </w:r>
          </w:p>
        </w:tc>
      </w:tr>
      <w:tr w:rsidR="0029298F" w:rsidRPr="00CE776C" w14:paraId="6506733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E3709" w14:textId="437E98B0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D219E1" w14:textId="6AB46902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379CC4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85BE60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E56B67" w14:textId="262D6019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561213" w14:textId="35CC67EA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0063ED" w14:textId="7DBB44C2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</w:tr>
      <w:tr w:rsidR="0029298F" w:rsidRPr="00CE776C" w14:paraId="2F40D44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6A5F0B" w14:textId="651C67B4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CCDAE5" w14:textId="0DC36246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F68259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F358A4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9C49EC" w14:textId="1B9DD0E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CC9B02" w14:textId="1063ED9C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635F02" w14:textId="649F3C4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52.67</w:t>
            </w:r>
          </w:p>
        </w:tc>
      </w:tr>
      <w:tr w:rsidR="0029298F" w:rsidRPr="00CE776C" w14:paraId="0F2A831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C18C7D" w14:textId="6CF39A96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КИРИЛ ИВАНОВ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374843" w14:textId="587E642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DC1CAA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4475EF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6D12F0" w14:textId="03D5092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7C551B" w14:textId="1ECD06F8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D9D76F" w14:textId="3A911DDA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</w:tr>
      <w:tr w:rsidR="0029298F" w:rsidRPr="00CE776C" w14:paraId="133B8B5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5D3C0F" w14:textId="6E5CA89F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D5FBEA" w14:textId="7777777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2E327F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5420F5" w14:textId="73BDC1D0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9.060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81235C" w14:textId="7777777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36376B" w14:textId="51C131B0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130.425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F8EA26" w14:textId="7B9C00C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A60A2">
              <w:rPr>
                <w:rFonts w:ascii="Arial" w:hAnsi="Arial" w:cs="Arial"/>
                <w:b/>
                <w:bCs/>
                <w:sz w:val="18"/>
                <w:szCs w:val="18"/>
              </w:rPr>
              <w:t>4564.88</w:t>
            </w:r>
          </w:p>
        </w:tc>
      </w:tr>
      <w:tr w:rsidR="0029298F" w:rsidRPr="00CE776C" w14:paraId="352940B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2619BC" w14:textId="34FF71E6" w:rsidR="0029298F" w:rsidRPr="0029298F" w:rsidRDefault="0029298F" w:rsidP="0029298F">
            <w:pPr>
              <w:tabs>
                <w:tab w:val="left" w:pos="960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B61299" w14:textId="77777777" w:rsidR="0029298F" w:rsidRPr="000A60A2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F42E21" w14:textId="77777777" w:rsidR="0029298F" w:rsidRPr="00CE776C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9A8AD1" w14:textId="478E858E" w:rsidR="0029298F" w:rsidRPr="0029298F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298F">
              <w:rPr>
                <w:b/>
              </w:rPr>
              <w:t>76.429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CC642A" w14:textId="77777777" w:rsidR="0029298F" w:rsidRPr="0029298F" w:rsidRDefault="0029298F" w:rsidP="0029298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2BA35C" w14:textId="41A67A5E" w:rsidR="0029298F" w:rsidRPr="0029298F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298F">
              <w:rPr>
                <w:b/>
              </w:rPr>
              <w:t>225.324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26BCE4" w14:textId="2AB14390" w:rsidR="0029298F" w:rsidRPr="0029298F" w:rsidRDefault="0029298F" w:rsidP="0029298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298F">
              <w:rPr>
                <w:b/>
              </w:rPr>
              <w:t>7886.33</w:t>
            </w:r>
          </w:p>
        </w:tc>
      </w:tr>
    </w:tbl>
    <w:p w14:paraId="20EED769" w14:textId="55412EB4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5B1C4074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29298F">
        <w:rPr>
          <w:lang w:val="bg-BG"/>
        </w:rPr>
        <w:t>Връдловци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540C16AE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941F73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77777777" w:rsidR="002213A1" w:rsidRPr="00535D58" w:rsidRDefault="002213A1" w:rsidP="002213A1">
      <w:pPr>
        <w:jc w:val="both"/>
        <w:rPr>
          <w:lang w:val="bg-BG"/>
        </w:rPr>
      </w:pPr>
    </w:p>
    <w:p w14:paraId="78F9A727" w14:textId="663C6AC1" w:rsidR="002213A1" w:rsidRDefault="002213A1" w:rsidP="002213A1">
      <w:pPr>
        <w:ind w:firstLine="709"/>
        <w:jc w:val="both"/>
        <w:rPr>
          <w:u w:val="single"/>
          <w:lang w:val="bg-BG"/>
        </w:rPr>
      </w:pPr>
    </w:p>
    <w:p w14:paraId="36D86387" w14:textId="3B7D7B59" w:rsidR="00352647" w:rsidRPr="00352647" w:rsidRDefault="00352647" w:rsidP="002213A1">
      <w:pPr>
        <w:ind w:firstLine="709"/>
        <w:jc w:val="both"/>
        <w:rPr>
          <w:b/>
          <w:lang w:val="bg-BG"/>
        </w:rPr>
      </w:pPr>
      <w:bookmarkStart w:id="6" w:name="_GoBack"/>
      <w:r w:rsidRPr="00352647">
        <w:rPr>
          <w:b/>
          <w:lang w:val="bg-BG"/>
        </w:rPr>
        <w:t>/П/</w:t>
      </w:r>
    </w:p>
    <w:bookmarkEnd w:id="6"/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2F0E1B0" w14:textId="77777777" w:rsidR="002213A1" w:rsidRPr="00CE78CA" w:rsidRDefault="002213A1" w:rsidP="002213A1">
      <w:pPr>
        <w:rPr>
          <w:i/>
          <w:lang w:val="bg-BG"/>
        </w:rPr>
      </w:pPr>
    </w:p>
    <w:sectPr w:rsidR="002213A1" w:rsidRPr="00CE78CA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AA536" w14:textId="77777777" w:rsidR="00E705B7" w:rsidRDefault="00E705B7">
      <w:r>
        <w:separator/>
      </w:r>
    </w:p>
  </w:endnote>
  <w:endnote w:type="continuationSeparator" w:id="0">
    <w:p w14:paraId="31E233EB" w14:textId="77777777" w:rsidR="00E705B7" w:rsidRDefault="00E7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73762" w:rsidRDefault="0037376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73762" w:rsidRDefault="0037376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442767BE" w:rsidR="00C2594B" w:rsidRDefault="00C2594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647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/3</w:t>
        </w:r>
      </w:p>
    </w:sdtContent>
  </w:sdt>
  <w:p w14:paraId="0DF700C8" w14:textId="77777777" w:rsidR="00373762" w:rsidRPr="00835BBA" w:rsidRDefault="0037376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99F30" w14:textId="5DE3A5E7" w:rsidR="00373762" w:rsidRPr="00004F45" w:rsidRDefault="00373762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345A2" w14:textId="77777777" w:rsidR="00E705B7" w:rsidRDefault="00E705B7">
      <w:r>
        <w:separator/>
      </w:r>
    </w:p>
  </w:footnote>
  <w:footnote w:type="continuationSeparator" w:id="0">
    <w:p w14:paraId="4F96FCB2" w14:textId="77777777" w:rsidR="00E705B7" w:rsidRDefault="00E7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73762" w:rsidRPr="005B69F7" w:rsidRDefault="0037376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73762" w:rsidRPr="005B69F7" w:rsidRDefault="0037376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73762" w:rsidRPr="0023186B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73762" w:rsidRPr="00983B22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73762" w:rsidRPr="00983B22" w:rsidRDefault="0037376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2D76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9298F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647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D7B0C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1F73"/>
    <w:rsid w:val="00945150"/>
    <w:rsid w:val="00946D85"/>
    <w:rsid w:val="00956CD8"/>
    <w:rsid w:val="00974546"/>
    <w:rsid w:val="00975EC9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05B7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FFE3-B67B-46E4-9658-74B43E40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10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10</cp:revision>
  <cp:lastPrinted>2022-09-28T07:28:00Z</cp:lastPrinted>
  <dcterms:created xsi:type="dcterms:W3CDTF">2022-09-26T08:20:00Z</dcterms:created>
  <dcterms:modified xsi:type="dcterms:W3CDTF">2022-09-28T07:29:00Z</dcterms:modified>
</cp:coreProperties>
</file>