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016AA79" w:rsidR="00454CDE" w:rsidRPr="00713EC9" w:rsidRDefault="00C924B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050D718" w:rsidR="00454CDE" w:rsidRPr="00C924B9" w:rsidRDefault="005A2287" w:rsidP="005A2287">
      <w:pPr>
        <w:ind w:left="3600"/>
        <w:rPr>
          <w:b/>
          <w:lang w:val="bg-BG"/>
        </w:rPr>
      </w:pPr>
      <w:r w:rsidRPr="00C924B9">
        <w:rPr>
          <w:b/>
          <w:lang w:val="bg-BG"/>
        </w:rPr>
        <w:t xml:space="preserve">   </w:t>
      </w:r>
      <w:r w:rsidR="00454CDE" w:rsidRPr="00C924B9">
        <w:rPr>
          <w:b/>
          <w:lang w:val="bg-BG"/>
        </w:rPr>
        <w:t>№</w:t>
      </w:r>
      <w:r w:rsidR="00C924B9" w:rsidRPr="00C924B9">
        <w:rPr>
          <w:b/>
          <w:sz w:val="26"/>
          <w:szCs w:val="26"/>
          <w:lang w:val="bg-BG"/>
        </w:rPr>
        <w:t xml:space="preserve"> ПО-09-3151</w:t>
      </w:r>
      <w:r w:rsidR="00C924B9" w:rsidRPr="00C924B9">
        <w:rPr>
          <w:b/>
          <w:lang w:val="bg-BG"/>
        </w:rPr>
        <w:t>-3</w:t>
      </w:r>
    </w:p>
    <w:p w14:paraId="3795E67F" w14:textId="371F44D4" w:rsidR="00454CDE" w:rsidRPr="00C924B9" w:rsidRDefault="00454CDE" w:rsidP="00BE4052">
      <w:pPr>
        <w:ind w:left="2880" w:firstLine="720"/>
        <w:rPr>
          <w:b/>
          <w:lang w:val="bg-BG"/>
        </w:rPr>
      </w:pPr>
      <w:r w:rsidRPr="00C924B9">
        <w:rPr>
          <w:b/>
          <w:lang w:val="bg-BG"/>
        </w:rPr>
        <w:t>София,</w:t>
      </w:r>
      <w:r w:rsidR="00C924B9" w:rsidRPr="00C924B9">
        <w:rPr>
          <w:b/>
          <w:lang w:val="bg-BG"/>
        </w:rPr>
        <w:t>28.09.</w:t>
      </w:r>
      <w:r w:rsidR="0023186B" w:rsidRPr="00C924B9">
        <w:rPr>
          <w:b/>
          <w:lang w:val="bg-BG"/>
        </w:rPr>
        <w:t>20</w:t>
      </w:r>
      <w:r w:rsidR="005A5B96" w:rsidRPr="00C924B9">
        <w:rPr>
          <w:b/>
          <w:lang w:val="bg-BG"/>
        </w:rPr>
        <w:t>2</w:t>
      </w:r>
      <w:r w:rsidR="00CC444F" w:rsidRPr="00C924B9">
        <w:rPr>
          <w:b/>
          <w:lang w:val="bg-BG"/>
        </w:rPr>
        <w:t>2</w:t>
      </w:r>
      <w:r w:rsidR="0023186B" w:rsidRPr="00C924B9">
        <w:rPr>
          <w:b/>
          <w:lang w:val="bg-BG"/>
        </w:rPr>
        <w:t>г.</w:t>
      </w:r>
      <w:r w:rsidR="006727E9" w:rsidRPr="00C924B9">
        <w:rPr>
          <w:b/>
          <w:lang w:val="bg-BG"/>
        </w:rPr>
        <w:t xml:space="preserve">  </w:t>
      </w:r>
    </w:p>
    <w:p w14:paraId="15B80E0F" w14:textId="5930B6B0" w:rsidR="00CF6799" w:rsidRDefault="00CF6799" w:rsidP="00576362">
      <w:pPr>
        <w:spacing w:line="360" w:lineRule="auto"/>
        <w:rPr>
          <w:lang w:val="bg-BG"/>
        </w:rPr>
      </w:pPr>
    </w:p>
    <w:p w14:paraId="3957F2DB" w14:textId="374AC56D" w:rsidR="00034F6D" w:rsidRPr="00374CAD" w:rsidRDefault="004A3929" w:rsidP="00C924B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4729AB">
        <w:rPr>
          <w:b/>
          <w:sz w:val="26"/>
          <w:szCs w:val="26"/>
          <w:lang w:val="bg-BG"/>
        </w:rPr>
        <w:t>3151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37A0BCE2" w:rsidR="008F3A6E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7547A23E" w14:textId="029A4B4E" w:rsidR="00824E7C" w:rsidRPr="00CE78CA" w:rsidRDefault="00824E7C" w:rsidP="00C924B9">
      <w:pPr>
        <w:jc w:val="both"/>
        <w:rPr>
          <w:lang w:val="bg-BG"/>
        </w:rPr>
      </w:pP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2AEE30C4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4729AB">
        <w:rPr>
          <w:b/>
          <w:lang w:val="bg-BG"/>
        </w:rPr>
        <w:t>Шума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4729AB">
        <w:rPr>
          <w:b/>
          <w:lang w:val="bg-BG"/>
        </w:rPr>
        <w:t>83466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43667009" w14:textId="16278743" w:rsidR="00824E7C" w:rsidRDefault="00824E7C" w:rsidP="00C924B9">
      <w:pPr>
        <w:jc w:val="both"/>
        <w:rPr>
          <w:lang w:val="bg-BG"/>
        </w:rPr>
      </w:pPr>
    </w:p>
    <w:p w14:paraId="36EB14B1" w14:textId="3D00717B" w:rsidR="00824E7C" w:rsidRDefault="00824E7C" w:rsidP="005745ED">
      <w:pPr>
        <w:ind w:firstLine="720"/>
        <w:jc w:val="both"/>
        <w:rPr>
          <w:lang w:val="bg-BG"/>
        </w:rPr>
      </w:pPr>
    </w:p>
    <w:p w14:paraId="550E451D" w14:textId="77777777" w:rsidR="00824E7C" w:rsidRDefault="00824E7C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4729AB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1AFCB7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6C11D2C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AF66D7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4B5AF1A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02CFFE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0055DA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78A5E9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</w:tr>
      <w:tr w:rsidR="004729AB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10000A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6CA8D5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1C8AC1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56FFE38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2403CA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408795E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2C8E95B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</w:tr>
      <w:tr w:rsidR="004729AB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751141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3208C1A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34C310D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9D53E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14FAEF1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79B294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530921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157.14</w:t>
            </w:r>
          </w:p>
        </w:tc>
      </w:tr>
      <w:tr w:rsidR="004729AB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2054CC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7046C1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2DD484E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13D001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657422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3360AC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1EBA8E6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</w:tr>
      <w:tr w:rsidR="004729AB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75F5942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69427A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48F0B9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39D55A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6581B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6D1A3C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229829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</w:tr>
      <w:tr w:rsidR="004729AB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428A3CE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4C503A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34D530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53AD27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3CEC70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55AEBBB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2B640A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</w:tr>
      <w:tr w:rsidR="004729AB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380365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755FD62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78A7036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3A3BA9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1DF35CB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1C37B9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20D392F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6FB96A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5498A8E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4B025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373255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2112F94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3E54FB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3DBE086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6FF22E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38EEBB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399026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</w:tr>
      <w:tr w:rsidR="004729AB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6A2CBA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ВАСИЛ БОЯНОВ РАЙКОВ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51012C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351BAF6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0225EC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03FC0B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</w:tr>
      <w:tr w:rsidR="004729AB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774504E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781BD0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A1D7B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2DDAF1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437163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10.915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6FFD1E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349.28</w:t>
            </w:r>
          </w:p>
        </w:tc>
      </w:tr>
      <w:tr w:rsidR="004729AB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5C95830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6ECFE0A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4A8F7F6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270374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37E978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12CD05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5E60961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</w:tr>
      <w:tr w:rsidR="004729AB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3A69F5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0DFDE0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5FA8526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576F1F2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5B3D849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0F8ACF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7768EE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5D09EE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610824D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154284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44874A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107930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14512D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095497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43.42</w:t>
            </w:r>
          </w:p>
        </w:tc>
      </w:tr>
      <w:tr w:rsidR="004729AB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0D49F1E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68D0F7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5A8F4F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623E82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33C3A8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7417637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4050CB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32.02</w:t>
            </w:r>
          </w:p>
        </w:tc>
      </w:tr>
      <w:tr w:rsidR="004729AB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76A9B7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67E318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18D96DA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4E54735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0E27F5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2DF48E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1A1D83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</w:tr>
      <w:tr w:rsidR="004729AB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794E9E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581199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279083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62B98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41964F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3E7D83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</w:tr>
      <w:tr w:rsidR="004729AB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7018E2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05C01B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181528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3FBB86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35E3FEF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06B900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025DC5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</w:tr>
      <w:tr w:rsidR="004729AB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627BED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474D4F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BE2FB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4DD00B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312CD6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3C5202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4F6DA4A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416816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51253B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1C6431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106.319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4ACD362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B775D6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C70B9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1A2C51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3DA43B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6083185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2048A92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1E8D18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4C90D78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63A1ADA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504E37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25EB10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45F7251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3AFEC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1C0B2C5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35565D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4D4B5E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5F6662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75.55</w:t>
            </w:r>
          </w:p>
        </w:tc>
      </w:tr>
      <w:tr w:rsidR="004729AB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75EB9A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6A90B8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4D13D1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106.317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0C69BC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10EC5C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6710F7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48F481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4F7546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61250F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4271C5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7F217AD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65CE75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3C8D47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12F90E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</w:tr>
      <w:tr w:rsidR="004729AB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77A503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109717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5E3542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5C9F16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0F6B20B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1BD3F8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2E01AF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</w:tr>
      <w:tr w:rsidR="004729AB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11B5E6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0A5A02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48CC6E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3EF144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3A18A50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5E7F43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533B1C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4729AB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1DBB03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2A7AAF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00DA23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290D5DF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3F99D51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0B90D7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4EBA7E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4729AB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63A6A2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0ABC91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7F21323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37903F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33EF2A6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793A63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5006D9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31CBF9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32775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61A1F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1654BC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793C08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0F0F3E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56DEE2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3F9366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7353BC4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4DACA5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242580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14DFF6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6EFE72A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423F2E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53DC37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3280E7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164799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8.011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53D5BA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256.35</w:t>
            </w:r>
          </w:p>
        </w:tc>
      </w:tr>
      <w:tr w:rsidR="004729AB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4970BE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0553F0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7CF83B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770103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045C8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1017E6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7FE9DF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</w:tr>
      <w:tr w:rsidR="004729AB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A32F1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1F7840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7352D8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5047F36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635536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572866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43E6BA4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</w:tr>
      <w:tr w:rsidR="004729AB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05841AC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3803B2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4F2AA8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48C1D5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00D6AA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4653432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0342EE1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54.22</w:t>
            </w:r>
          </w:p>
        </w:tc>
      </w:tr>
      <w:tr w:rsidR="004729AB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39B457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568202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254AA6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31FBD5E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54A75B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33652D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4B8899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33.61</w:t>
            </w:r>
          </w:p>
        </w:tc>
      </w:tr>
      <w:tr w:rsidR="004729AB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52636D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4B5F08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79C2D1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6908F4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17E32F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01A5AD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4C109F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123.71</w:t>
            </w:r>
          </w:p>
        </w:tc>
      </w:tr>
      <w:tr w:rsidR="004729AB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34C77E8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644D22E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7E41FF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44EAC8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7E23F05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43.03</w:t>
            </w:r>
          </w:p>
        </w:tc>
      </w:tr>
      <w:tr w:rsidR="004729AB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43C954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1DAAC4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45925C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00AE9B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3B4EAD4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545A14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1EC789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18.06</w:t>
            </w:r>
          </w:p>
        </w:tc>
      </w:tr>
      <w:tr w:rsidR="004729AB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67E3B0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2507E9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7A57A8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049F9D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3B86D6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ECD91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6F6215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</w:tr>
      <w:tr w:rsidR="004729AB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20D4CC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1EC29F9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1C21D3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294D78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2B70E4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24F361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27F4F0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12.09</w:t>
            </w:r>
          </w:p>
        </w:tc>
      </w:tr>
      <w:tr w:rsidR="004729AB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7AAABE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034EA3C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AEEFF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3DCEF6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2183C0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47FF20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3004EC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47C43C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4E55D5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4DDE56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65A8CA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78C3EE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16954D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41528A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17783E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7B03EC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6093F4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272875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5629DEB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1F5141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0B5B3D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465507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282569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1B6C632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63890A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471C7C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2AD226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1F6325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20ACC73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5B1DA3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1B1CDD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D57D2F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</w:tr>
      <w:tr w:rsidR="004729AB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6D4653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3E0717A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442FC0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63CCD5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1226E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10F61D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4CDF8B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77.71</w:t>
            </w:r>
          </w:p>
        </w:tc>
      </w:tr>
      <w:tr w:rsidR="004729AB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36E7CA5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754B704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6DEB727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7A92D4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6A1E745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2D61D1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1CAECF3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</w:tr>
      <w:tr w:rsidR="004729AB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794FBE1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033CDE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4F4F57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CB1E2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513D87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407464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4C500A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87.03</w:t>
            </w:r>
          </w:p>
        </w:tc>
      </w:tr>
      <w:tr w:rsidR="004729AB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35A317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4CC6511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0895CF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31786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F22BF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2311807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7179C4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4729AB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677ACE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6D5E6F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5AE516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21A72E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441B58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2A8825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24D215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25AA01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060EE8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5061307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22F948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4EE8F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4EFC14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7B9AD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28.85</w:t>
            </w:r>
          </w:p>
        </w:tc>
      </w:tr>
      <w:tr w:rsidR="004729AB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693046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7C09BB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362D2D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578C23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1C6089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3E9315F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2BBEDA8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26.84</w:t>
            </w:r>
          </w:p>
        </w:tc>
      </w:tr>
      <w:tr w:rsidR="004729AB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53D17A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26433F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7CE22D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0BEEA3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217362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0AC0CC8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1A3BFF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5D0908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3E98C1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67B76E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2DD537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54E41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63F98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70CD8C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47.53</w:t>
            </w:r>
          </w:p>
        </w:tc>
      </w:tr>
      <w:tr w:rsidR="004729AB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1881EB1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4B23D5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67435D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495BF1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38B6E0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5AC389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1A7AE0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4729AB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77027A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3528BD8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6F942A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28EB8D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76FAA7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08EB39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4317C43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</w:tr>
      <w:tr w:rsidR="004729AB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01CECE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75D381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4E151BA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1AD3BA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47A892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247.41</w:t>
            </w:r>
          </w:p>
        </w:tc>
      </w:tr>
      <w:tr w:rsidR="004729AB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291B864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1FFACBC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3693CE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27535E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B14F6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D6F1F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242E40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446CF29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22A2DA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5CAEE0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3BE485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605D1D9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2631D2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451087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48F27D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19D053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6827BF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57D8A1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2CAFCE9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6F94B69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372CB8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49A979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05AB4D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17D6B1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227317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345763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1788861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6B8CFE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4D62F9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0EE150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1B081A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20F112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5B5279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</w:tr>
      <w:tr w:rsidR="004729AB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06129F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138F90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31B5CE3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13C618E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05A5CE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44F07B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58AC12D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</w:tr>
      <w:tr w:rsidR="004729AB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5C5C43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5A98A3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2CBCF5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681B2C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7596F1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4729AB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3AC3B1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0086FC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559093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26687B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747A3C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4D672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2EF45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114D49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5CF65D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726A92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7D78E2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41E517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680FE0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2F804CD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21A01A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161601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5BA66D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1F5D5C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653262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58F8C2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5A4E77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</w:tr>
      <w:tr w:rsidR="004729AB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0F4920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0376E1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02C2C4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0508BC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7E5503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5A793B5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16AF34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3B44458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452C72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41A430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0C3AAA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552401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614B58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229B85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</w:tr>
      <w:tr w:rsidR="004729AB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4364DE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0FC5F4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7DE2CD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10CC04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384F87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5E0BEC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0A8F982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</w:tr>
      <w:tr w:rsidR="004729AB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41CDD0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0FBB72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3435478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5D983B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2536DC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44B41C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4CBF6D4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</w:tr>
      <w:tr w:rsidR="004729AB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66CF34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36181D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13D6F5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395F309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620BE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4130186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6D2548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</w:tr>
      <w:tr w:rsidR="004729AB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A5E978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29E80B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2C21F5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72FE983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4617D2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1AF99E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754806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37.02</w:t>
            </w:r>
          </w:p>
        </w:tc>
      </w:tr>
      <w:tr w:rsidR="004729AB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672C09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1F743A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38C752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7ADE2F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48F52E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010B4A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292B8E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116.69</w:t>
            </w:r>
          </w:p>
        </w:tc>
      </w:tr>
      <w:tr w:rsidR="004729AB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07089E4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70ABD9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0BB94B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5E8C32E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438AA4A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71.85</w:t>
            </w:r>
          </w:p>
        </w:tc>
      </w:tr>
      <w:tr w:rsidR="004729AB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38DAC2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3B5DE4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682893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2DF341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1C1160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61C10F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468E27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25.73</w:t>
            </w:r>
          </w:p>
        </w:tc>
      </w:tr>
      <w:tr w:rsidR="004729AB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5688C9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58B419A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6EA1DD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4926C0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10488E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4AA01EF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7BD005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</w:tr>
      <w:tr w:rsidR="004729AB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7674B1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75CC53B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3AB5CB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6B4858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51714D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02AF8B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6B6C14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93182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238A188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03DC17F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2D9021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73.96</w:t>
            </w:r>
          </w:p>
        </w:tc>
      </w:tr>
      <w:tr w:rsidR="004729AB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0D5633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3EF1B3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1528B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5C0906B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5984A7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510EC0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3E0601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69.57</w:t>
            </w:r>
          </w:p>
        </w:tc>
      </w:tr>
      <w:tr w:rsidR="004729AB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076EFE5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481F1F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210E3B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235F7B6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6D0377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39056F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20989A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64.77</w:t>
            </w:r>
          </w:p>
        </w:tc>
      </w:tr>
      <w:tr w:rsidR="004729AB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197D5B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7920CE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551204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2D7DFAF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7AA0F0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0B2FCE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4413FE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56.97</w:t>
            </w:r>
          </w:p>
        </w:tc>
      </w:tr>
      <w:tr w:rsidR="004729AB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4E2755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5601A7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515D5B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66471E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18848D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30224A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2E9433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46.89</w:t>
            </w:r>
          </w:p>
        </w:tc>
      </w:tr>
      <w:tr w:rsidR="004729AB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068AD1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168DA8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6B63EB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31A393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538C1B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4111BC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607702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</w:tr>
      <w:tr w:rsidR="004729AB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509AA0D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5718DF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703871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4061C6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3D38E4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317DAB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4625C1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020C65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30A08BC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1A1ECB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2A67459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B32CE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604CBE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56E488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18619C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2F0595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6A8C9A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73B089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569399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7775553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</w:tr>
      <w:tr w:rsidR="004729AB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6B52E6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667160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488A055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387A57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269E17F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1A0A27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128B48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</w:tr>
      <w:tr w:rsidR="004729AB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047660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4C7367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1C5C4A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217B905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024B36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1A86A6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AC04A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30.48</w:t>
            </w:r>
          </w:p>
        </w:tc>
      </w:tr>
      <w:tr w:rsidR="004729AB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7DF793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1DDAD9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784192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519265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6FDC85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7A02206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3EA223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29.57</w:t>
            </w:r>
          </w:p>
        </w:tc>
      </w:tr>
      <w:tr w:rsidR="004729AB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6D4075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5CF5EE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4988CC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13BB54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61C322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15FF8F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082AE54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</w:tr>
      <w:tr w:rsidR="004729AB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70AACB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634CFC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1B8884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5F3EB2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273C472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3B0E1B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694FF2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035A5D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3CD188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4D6188E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31CDD0F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2314A9D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4942CF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3C70AA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3FD7A0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4E39F9B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01C16C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3460D46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212E72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0DE94E6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4A7117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</w:tr>
      <w:tr w:rsidR="004729AB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6F8DA3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27D054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7E45575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45344C9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026C23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0990AC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0E4340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4518AA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7E1CC8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34961E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02488E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5E5CBAD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2677EB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3DC519A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3D5D42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6199EA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68C9CE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210D1C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</w:tr>
      <w:tr w:rsidR="004729AB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0F13CC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05A8C9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097703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157D78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3737EF1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77DB4C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330CBE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45.98</w:t>
            </w:r>
          </w:p>
        </w:tc>
      </w:tr>
      <w:tr w:rsidR="004729AB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0AFEFCC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73354C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ED784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0CF61B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43CFCA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016968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395B5F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588F61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0F96C6C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2654E7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225475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1D326F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148.39</w:t>
            </w:r>
          </w:p>
        </w:tc>
      </w:tr>
      <w:tr w:rsidR="004729AB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32FE50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6173EA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2D6C9C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575686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37052A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5C3396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421023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88.86</w:t>
            </w:r>
          </w:p>
        </w:tc>
      </w:tr>
      <w:tr w:rsidR="004729AB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00270B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74FAA9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4F3B06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266857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362D7A8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0E9CF3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4A21D2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0BE9B0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1F256A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76782E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6C1B82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796EEE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2FBE51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3353E1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</w:tr>
      <w:tr w:rsidR="004729AB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34115E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1957F3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144846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1A3F95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5E13B4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34EE51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35C7D6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4729AB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4E76AA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398693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AE097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1524EC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1215FF8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11FF81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4E118A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448CFB6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6F95D17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6192D3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58CD56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717A24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2F47D3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587E264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7A8E6C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4F657E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99636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52A8EA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62.93</w:t>
            </w:r>
          </w:p>
        </w:tc>
      </w:tr>
      <w:tr w:rsidR="004729AB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3547C31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1D13D4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61F6FF0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28766B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1CC9EE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09D95E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72F9B6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</w:tr>
      <w:tr w:rsidR="004729AB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70D9F7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750093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322C35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651B704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2EEC536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128FBA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68AEF3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1AB1768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251CEE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61F501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75C45A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54A5C0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68A31D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0F43B2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332E0E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46BD64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211892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08DDE4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43915C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3AA0173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</w:tr>
      <w:tr w:rsidR="004729AB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2AA6FD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63573E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2504FC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4B69EC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164D669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1BAEA7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27C3C0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399616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4DE231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79A26C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673799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5AF773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620D04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287115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1544934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02D270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</w:tr>
      <w:tr w:rsidR="004729AB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5E2CB5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7431B3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31CA1F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3216F0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13B399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6E3F76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6972A5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351AD47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6156A4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66193C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38CB30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53F12A8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65F92BB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230F38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93.96</w:t>
            </w:r>
          </w:p>
        </w:tc>
      </w:tr>
      <w:tr w:rsidR="004729AB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19EE5D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687E09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53DB86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4662B5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463496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6A84D21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047DCB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92.47</w:t>
            </w:r>
          </w:p>
        </w:tc>
      </w:tr>
      <w:tr w:rsidR="004729AB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68EEF8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32B60D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0D1DDF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4E082F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2B26114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</w:tr>
      <w:tr w:rsidR="004729AB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6E7150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0C26F6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131E08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4C772D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4DC11B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0456AC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0C1FB6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</w:tr>
      <w:tr w:rsidR="004729AB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37A7DA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3D6446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13B676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2CE622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4AFE69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1D1280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69C683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</w:tr>
      <w:tr w:rsidR="004729AB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7FA53D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013489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579469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73A8F78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342C33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4729AB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1ED2100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7BBE98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3D22DD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0E03A6C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59F0B8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02EFDDC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471D0F8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44.70</w:t>
            </w:r>
          </w:p>
        </w:tc>
      </w:tr>
      <w:tr w:rsidR="004729AB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40E9E3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67CD33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463CD9C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277BE7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62F8B3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4ECE7F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6F0285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577216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ВЕНЕТА БОРИСОВА ДИМИТРОВА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4EC6E4F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3F4BE6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5DDC4A3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191562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305071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54C1F7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671901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179695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4C7AA1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455B17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96.546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52AF52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114.337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2AE9A63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3658.79</w:t>
            </w:r>
          </w:p>
        </w:tc>
      </w:tr>
      <w:tr w:rsidR="004729AB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609B3C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ВЕРА АЛЕКСАНДРОВА БОЯДЖИЕВА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3E72282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1DB88D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661063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C7C6D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0C797E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2BE4E40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</w:tr>
      <w:tr w:rsidR="004729AB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070DBD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ВЕРА АЛЕКСАНДРОВА БОЯДЖИЕВА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351F949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00C156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59111E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1793F0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21718B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1C0FB3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72.34</w:t>
            </w:r>
          </w:p>
        </w:tc>
      </w:tr>
      <w:tr w:rsidR="004729AB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215B309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ВЕРА АЛЕКСАНДРОВА БОЯДЖИЕВА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4263715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02048B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7DC4CD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7BFED1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79C525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1B4658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48.68</w:t>
            </w:r>
          </w:p>
        </w:tc>
      </w:tr>
      <w:tr w:rsidR="004729AB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74C486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ВЕРА АЛЕКСАНДРОВА БОЯДЖИЕВА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325CD9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2F0253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074A3C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45F278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4F4DFC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0FEE98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01F8AE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4.036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3C4AB2F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7.820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18C0D1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250.23</w:t>
            </w:r>
          </w:p>
        </w:tc>
      </w:tr>
      <w:tr w:rsidR="004729AB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383E74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4F0A2A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660815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728150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40B66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54749F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1923F5B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62.62</w:t>
            </w:r>
          </w:p>
        </w:tc>
      </w:tr>
      <w:tr w:rsidR="004729AB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1396FA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222230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14AF28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1EA956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7FF2E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0AB25F5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C24CB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61563E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44B267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7F74211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25350E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0B4311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26FCC8E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4AB392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45.98</w:t>
            </w:r>
          </w:p>
        </w:tc>
      </w:tr>
      <w:tr w:rsidR="004729AB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660B9A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663E6C2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0F4346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2FFCC5F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03C92C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57B84EE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54B76F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</w:tr>
      <w:tr w:rsidR="004729AB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1C4B9F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1C270B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4A2070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773868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20E542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162E36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5F66F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33.28</w:t>
            </w:r>
          </w:p>
        </w:tc>
      </w:tr>
      <w:tr w:rsidR="004729AB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5A2D3E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14C98B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13001A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060F2CB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0F3330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4729AB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9E093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7794F4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60C1642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550CA2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2885F7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3676BE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046407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20.42</w:t>
            </w:r>
          </w:p>
        </w:tc>
      </w:tr>
      <w:tr w:rsidR="004729AB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0C8B27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51847F6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63188ED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402DF5E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608119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13FCB3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64EA84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3E3F602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2059A6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2A57EB0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09E164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26E802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2DA37F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1AC952C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08720F8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457408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525364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6444F8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</w:tr>
      <w:tr w:rsidR="004729AB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45077F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4BB1EE6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332098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04135D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5F021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1848D2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</w:tr>
      <w:tr w:rsidR="004729AB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3CC40F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488132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7A7111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008146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1F69BA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3617EC3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4ECE10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7.84</w:t>
            </w:r>
          </w:p>
        </w:tc>
      </w:tr>
      <w:tr w:rsidR="004729AB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524B08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23A476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777051B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2AFC1F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3E424D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6DB11A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13DF04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255D67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0B4FB3D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2D075C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467261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0BB1DB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414631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3CD877D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136.96</w:t>
            </w:r>
          </w:p>
        </w:tc>
      </w:tr>
      <w:tr w:rsidR="004729AB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57794DD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63AB09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33A9332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32.435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7D1D09E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5E11EA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706B00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54091DB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7CC4FC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2C053B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45.38</w:t>
            </w:r>
          </w:p>
        </w:tc>
      </w:tr>
      <w:tr w:rsidR="004729AB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5FBB6AB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33FA9C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2DD4E5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7362BC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3044F5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6098B8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5DDDE2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44.57</w:t>
            </w:r>
          </w:p>
        </w:tc>
      </w:tr>
      <w:tr w:rsidR="004729AB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244427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65B779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28176E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02FFBD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4ABA2CE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63597FB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7B8696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</w:tr>
      <w:tr w:rsidR="004729AB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7546D8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39F42E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67B859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263DB26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27F1C9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</w:tr>
      <w:tr w:rsidR="004729AB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01B8C59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2880FB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413C06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3DDF79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7737D98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34A1107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2201B2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</w:tr>
      <w:tr w:rsidR="004729AB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3622CE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706289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05AA0D4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3E7E12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0F3711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4EACBA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538694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</w:tr>
      <w:tr w:rsidR="004729AB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6D027AA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13282F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07AADC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40D865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48C04F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14B3ABF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4BD8F2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5CD750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4B3064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53.78</w:t>
            </w:r>
          </w:p>
        </w:tc>
      </w:tr>
      <w:tr w:rsidR="004729AB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1A879EE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5FE6D5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35A174E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0E0E3D8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2C2029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3FB55F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4AB93F1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535A15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4204B7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4A09B7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71CA2F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749BD7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</w:tr>
      <w:tr w:rsidR="004729AB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199F9B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1B2C11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049A0B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24BD2E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67DE07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5588457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684C63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08A341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7A235AA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272A77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16ADDE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3958E9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22FE9A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1C8ABB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4729AB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114662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5435116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7643AD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59503D1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12E9DE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310060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767540E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9.74</w:t>
            </w:r>
          </w:p>
        </w:tc>
      </w:tr>
      <w:tr w:rsidR="004729AB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0B48F45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08D21C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5FD18C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6E76D4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7FA5AA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11810B1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1E92D02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</w:tr>
      <w:tr w:rsidR="004729AB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0148A3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5AA950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5AD67E2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15723E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2C8856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0570781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46BBF2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8.03</w:t>
            </w:r>
          </w:p>
        </w:tc>
      </w:tr>
      <w:tr w:rsidR="004729AB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3344CB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714A91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54C806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18A634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3B314BA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103.88</w:t>
            </w:r>
          </w:p>
        </w:tc>
      </w:tr>
      <w:tr w:rsidR="004729AB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6D2F61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4DC197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16E21D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7B7F87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667784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122E53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164694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2CB89FD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90389E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67057FC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6E7704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41D7F1B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145FC1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4637CAC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2663301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389BDA8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4E1A3D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5FAFE81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65.79</w:t>
            </w:r>
          </w:p>
        </w:tc>
      </w:tr>
      <w:tr w:rsidR="004729AB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7A6821C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07E5DF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2B47729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7B0C8B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18B897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7C984FC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7A3A70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</w:tr>
      <w:tr w:rsidR="004729AB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2F0AD4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4D88A4F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53FD67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70A70F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0E2EB5F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31066FD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5EFE23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</w:tr>
      <w:tr w:rsidR="004729AB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5698C1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3D39B1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5B062C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21A53C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6952B7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25491C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00C9B48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</w:tr>
      <w:tr w:rsidR="004729AB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551E4C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06582F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732A4B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38997B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00109C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185B16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796C73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4729AB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50A97D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1142621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3ABACED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2B9E2C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04FF02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16A64DA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0972DD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6E158A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4B7490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6E8F1C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776B68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51CB8C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08D329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27F22C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</w:tr>
      <w:tr w:rsidR="004729AB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10A62B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51F0C3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1ABC17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62A97A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1C88BE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44F3779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4B3EE59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</w:tr>
      <w:tr w:rsidR="004729AB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46FBC67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43F9F5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6742D4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09F203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24761B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34.08</w:t>
            </w:r>
          </w:p>
        </w:tc>
      </w:tr>
      <w:tr w:rsidR="004729AB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620DF9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4D31338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5C4EAD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1C469F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739374C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7AF4A85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16EC44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6.09</w:t>
            </w:r>
          </w:p>
        </w:tc>
      </w:tr>
      <w:tr w:rsidR="004729AB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011AB1F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782A4F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0A2D95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11CC13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3986A2B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333CAB5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576AB2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5D1ADF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6AFF4E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1ADFAE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124C798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5F6EF2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3E6742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1A6A4B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36.81</w:t>
            </w:r>
          </w:p>
        </w:tc>
      </w:tr>
      <w:tr w:rsidR="004729AB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7ACCD91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1FB1B5E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65388F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13A969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7F9D2C1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4BB298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1D81D4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96.55</w:t>
            </w:r>
          </w:p>
        </w:tc>
      </w:tr>
      <w:tr w:rsidR="004729AB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18B739B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482E05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289079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4983D7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3B4E16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2EC449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0D55C7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61F32F5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496D36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7DC0DD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6AF9C7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42E81C3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315C74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624CA4D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0B789C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2D282B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79270D2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6A3186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08FD545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799A49C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21F4BA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69D4C0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2F0E2B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4DA387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1584A5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70.40</w:t>
            </w:r>
          </w:p>
        </w:tc>
      </w:tr>
      <w:tr w:rsidR="004729AB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1CC4906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3BE44E1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40952C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35D3BB5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16C78E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60.44</w:t>
            </w:r>
          </w:p>
        </w:tc>
      </w:tr>
      <w:tr w:rsidR="004729AB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00B32C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74BE2B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2B167C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060FE6D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3EA8C4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6B91A7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4DD32B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143.46</w:t>
            </w:r>
          </w:p>
        </w:tc>
      </w:tr>
      <w:tr w:rsidR="004729AB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3943EC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7DD012B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6053DCB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41F1479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326AC9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45B877B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50D4A5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74.98</w:t>
            </w:r>
          </w:p>
        </w:tc>
      </w:tr>
      <w:tr w:rsidR="004729AB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08DA54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3AD69B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26312F0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4B58BC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560B4F1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0AE5B4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294FD3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</w:tr>
      <w:tr w:rsidR="004729AB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767243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18A48D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12552E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549279B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7BE1B0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1C3AC2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153B24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66.75</w:t>
            </w:r>
          </w:p>
        </w:tc>
      </w:tr>
      <w:tr w:rsidR="004729AB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18EDC0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73F421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77B225F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08673B6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4EBFA8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0DE2BED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2DCC33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7B5E29E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667A035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1D7AC3E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3345F2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1E00A9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3B02E3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78D9AD6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</w:tr>
      <w:tr w:rsidR="004729AB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51DED0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6BDF03E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1303E8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36B32E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65A524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0B84D1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0154256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55.51</w:t>
            </w:r>
          </w:p>
        </w:tc>
      </w:tr>
      <w:tr w:rsidR="004729AB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142CBAA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1301CD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4726060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18C2C0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13613BF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398DE3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00E057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026F4B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02AEDD2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096657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36355E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3294268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5435E4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2E1AC6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387F6E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0BBC8B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5B4B9A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7E7AA8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429D6B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</w:tr>
      <w:tr w:rsidR="004729AB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2C3C21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19D79FA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0013D6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142A24F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64BF987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460910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4B0CD3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2FD8AE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26A8C1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4278491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281ED9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330A44E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2C0178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4F73F8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91.10</w:t>
            </w:r>
          </w:p>
        </w:tc>
      </w:tr>
      <w:tr w:rsidR="004729AB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2F1AE3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35A7A0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4966C2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5919AF4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AD70C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270F419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0F53FC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71.01</w:t>
            </w:r>
          </w:p>
        </w:tc>
      </w:tr>
      <w:tr w:rsidR="004729AB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240788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5009016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0488B8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0C120A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33EAE8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5D201C4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5D067E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2B317A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2442C06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2FDC2D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2CB71CF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06A8C3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5F52CDA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1CE6DA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07DED9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0B4C6A9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0DA2B69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3643A9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2CCCBBD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7ADDDF4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1345E1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5CC9995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3D0D822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1C456A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5FD2279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4A4674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BF008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128994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72.75</w:t>
            </w:r>
          </w:p>
        </w:tc>
      </w:tr>
      <w:tr w:rsidR="004729AB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431FB4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3251F0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0C8F0F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67427E1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6E21636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19A51B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1317F8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7CEBC3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7BAD222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7C7F26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3CF776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3C03C7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780470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5D6D70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76.72</w:t>
            </w:r>
          </w:p>
        </w:tc>
      </w:tr>
      <w:tr w:rsidR="004729AB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4A8077F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3D865C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6601F5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3B5C7BB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668ECF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0FC32A4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4D3978E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</w:tr>
      <w:tr w:rsidR="004729AB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30DFF5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1ADE244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37BD4E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32C482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5722CA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6CB9C3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2D929E4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</w:tr>
      <w:tr w:rsidR="004729AB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6CCFCD6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7B07FC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6F0FA4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4F1D8E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7C5C6C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00AB76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4CE2D6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</w:tr>
      <w:tr w:rsidR="004729AB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355D00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4BDF394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21ED9E7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1CEBEC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4DA4D1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47012A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12C401F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4729AB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048D219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354DD6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3BC6476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273873F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061790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510C519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60A28C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77.55</w:t>
            </w:r>
          </w:p>
        </w:tc>
      </w:tr>
      <w:tr w:rsidR="004729AB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56F526B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15DB7C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204B8B5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0D2C3CF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55BA64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4A846F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514E78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752B1B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11D0CCA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797F0A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0DFE8D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12480D9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713E3B6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7B7A180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</w:tr>
      <w:tr w:rsidR="004729AB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15F8287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6C3472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309B72F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523AB0B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332911C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499C2E4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07A72C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6.76</w:t>
            </w:r>
          </w:p>
        </w:tc>
      </w:tr>
      <w:tr w:rsidR="004729AB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335406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3984EF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6878EB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52FA54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3BE8F4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72FDD7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0F358C0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5.90</w:t>
            </w:r>
          </w:p>
        </w:tc>
      </w:tr>
      <w:tr w:rsidR="004729AB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1449D3E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6F539D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1AE7AA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511E852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75BB50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2E01E7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1A092B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</w:tr>
      <w:tr w:rsidR="004729AB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6CC353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1C6B020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503A95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7276BAE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4FECC2B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48F723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4C262F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7001660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00B51A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3EC589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3B3F4C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066D48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299018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17FE44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10A193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219472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4CC0AF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1F2440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13B4EE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56E9673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5329B62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6344C0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539DAEB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023D8B6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0E18A4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627974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25.33</w:t>
            </w:r>
          </w:p>
        </w:tc>
      </w:tr>
      <w:tr w:rsidR="004729AB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687AF8E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50ABC8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693C94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542C993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6949411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119056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25DFB0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4DFE64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335A432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666E2A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28CEE1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23B167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67D986F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</w:tr>
      <w:tr w:rsidR="004729AB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1F1B2DF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70BFF3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6F4A67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182F728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0EE34B1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40C3B8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2F7E3B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</w:tr>
      <w:tr w:rsidR="004729AB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18AAF5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7186C89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5ACA01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12A591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3A1B36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2ADEA2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0A243A5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74D86D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2DDC48F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76E7087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183C789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0BEC762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674CE4A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63FC762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62EA73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576B1A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42E4BC6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5C1D7B3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25FAAF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0FB807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25F3A9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720CA9B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6AD8EA2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777D22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001D1A0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1E9B345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43335E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24CA66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86.87</w:t>
            </w:r>
          </w:p>
        </w:tc>
      </w:tr>
      <w:tr w:rsidR="004729AB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03CFE00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58D1D5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050291A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4E9A78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17004A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0140BF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2BF045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3BA15F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53A145C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6675E3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545546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38DFFD8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040DCA1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2D9CFAC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16F41A2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200F522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06CEEA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4B1544E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4729AB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0A012E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6A575EE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34DFC89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081EFD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27DFD94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4729AB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519E8F8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4AF4B3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288EECC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0E1E98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4071527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4943932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B2DDB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46D73E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4A75DC9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44E0CE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70E2B9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269D27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760EFEE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3856F2C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21.76</w:t>
            </w:r>
          </w:p>
        </w:tc>
      </w:tr>
      <w:tr w:rsidR="004729AB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7AABF7E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3251792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7AA1EEA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314CCD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07C492A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3E9225E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40E8D07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6A7E971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157650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76F08D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057F84D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081739D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7E12C6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355064A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78C193C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316423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69BB01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4624BDF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</w:tr>
      <w:tr w:rsidR="004729AB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0A99AAC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4439E85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404398C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0EA08CB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7C932D1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3535C3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6A8FECF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</w:tr>
      <w:tr w:rsidR="004729AB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2E83094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740826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77C8A57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678169C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6AC3C82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24.61</w:t>
            </w:r>
          </w:p>
        </w:tc>
      </w:tr>
      <w:tr w:rsidR="004729AB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73E1E68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3C5637B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6ED08F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486892B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52A3490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5D34A50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47AC96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4729AB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431A523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63D19BC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13D2E7D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31F4B5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7B5285F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27EA89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6BA54C0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89.67</w:t>
            </w:r>
          </w:p>
        </w:tc>
      </w:tr>
      <w:tr w:rsidR="004729AB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3F631A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580A543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1F4EC5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2BEAB7E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669ED30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76122B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613CF65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1CAE2E8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320B63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7A06386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5BAF443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</w:tr>
      <w:tr w:rsidR="004729AB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6DD9398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41804BA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0B4E3C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419EFC9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71E22E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0D2BAF4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5FF0AB4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</w:tr>
      <w:tr w:rsidR="004729AB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2EE7DD9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102CF46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61A278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6B7424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27A8C1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100B7A9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2369C1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</w:tr>
      <w:tr w:rsidR="004729AB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2B3F86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3F25B9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255CA9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6ECD39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52117FF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</w:tr>
      <w:tr w:rsidR="004729AB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0466BFB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74D462B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1BC1EAA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0E9596A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12DB943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0CD0FEE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48D0D63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</w:tr>
      <w:tr w:rsidR="004729AB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0EB6C91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154D00F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1C83BC0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1DE6061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462A275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5A34363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2011586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48.05</w:t>
            </w:r>
          </w:p>
        </w:tc>
      </w:tr>
      <w:tr w:rsidR="004729AB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5479B25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5BBAEF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2D82B0B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09C1D3DE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6BE9A36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7D2E38E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714AB0D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596F12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49E8807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24D992F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041B42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152E55B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2D9A454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086EEA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75603F7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125FECA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0506062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5325DC7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162.48</w:t>
            </w:r>
          </w:p>
        </w:tc>
      </w:tr>
      <w:tr w:rsidR="004729AB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6E873E6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5571133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664E6FC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6582CF0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6DF9ED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2812A80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6EC3E4D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</w:tr>
      <w:tr w:rsidR="004729AB" w:rsidRPr="005446F8" w14:paraId="7E789A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C5EE" w14:textId="6C2EC19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93D9C" w14:textId="58C62575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7725" w14:textId="0B01220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8875" w14:textId="759909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A4F4" w14:textId="4497E4B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8042D" w14:textId="122E8AA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FC87" w14:textId="1E896B9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</w:tr>
      <w:tr w:rsidR="004729AB" w:rsidRPr="005446F8" w14:paraId="43F61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B69" w14:textId="18F1CB5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7E28" w14:textId="0F136F2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DD8" w14:textId="779BDF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BDDE" w14:textId="31E44FA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C28B" w14:textId="38D013D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09D" w14:textId="61E6D96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2A3C" w14:textId="205E6F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2468E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D044" w14:textId="1ED161D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9CB" w14:textId="61A40FB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4D977" w14:textId="6BDF2BC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7601B" w14:textId="4746380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64A" w14:textId="6DFC7ED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FD7C" w14:textId="0A9A7B9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7EA1" w14:textId="6382F03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</w:tr>
      <w:tr w:rsidR="004729AB" w:rsidRPr="005446F8" w14:paraId="5D842E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CFE95" w14:textId="3145807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4F5D" w14:textId="525D0D1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91F1" w14:textId="225EA51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A2F6" w14:textId="6D8BAC5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474" w14:textId="56CC4BB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978A" w14:textId="7681072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7D92" w14:textId="4EFBC63F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</w:tr>
      <w:tr w:rsidR="004729AB" w:rsidRPr="005446F8" w14:paraId="4771D8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AE4E" w14:textId="2BF13488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BE3A" w14:textId="5F79107C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9362" w14:textId="024BD21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E80C" w14:textId="7D32008B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FF36" w14:textId="427A3F0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ED7" w14:textId="66D11BE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1F19" w14:textId="7F2757E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</w:tr>
      <w:tr w:rsidR="004729AB" w:rsidRPr="005446F8" w14:paraId="0FB00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4418" w14:textId="23636E7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1FB" w14:textId="3890A9E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E5C" w14:textId="20D326B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AA01" w14:textId="5F80F081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C880" w14:textId="3484821D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BB3" w14:textId="22F1E25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2A85" w14:textId="7D0E26C2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2670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A71" w14:textId="70975D4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DFB8" w14:textId="79E25384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7AA0" w14:textId="7AAAF05A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0B5D" w14:textId="0AD3A13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D451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5DF9F" w14:textId="785C6259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0B972" w14:textId="25097F10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18A66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6E3" w14:textId="73DC5979" w:rsidR="004729AB" w:rsidRPr="00DD53B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F68A" w14:textId="67617463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B7F8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628A" w14:textId="7CD78276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07E6" w14:textId="20BAD681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C23" w14:textId="3AC3D2DA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1C6E" w14:textId="057CD3AF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</w:tr>
      <w:tr w:rsidR="004729AB" w:rsidRPr="005446F8" w14:paraId="59A0E1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388D" w14:textId="0BF9A8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499F" w14:textId="03CCA9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2EC7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7637" w14:textId="77777777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E170" w14:textId="5D9D7F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6E24" w14:textId="7E3A6A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167E" w14:textId="221664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</w:tr>
      <w:tr w:rsidR="004729AB" w:rsidRPr="005446F8" w14:paraId="68B5A1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2AB9" w14:textId="1B0821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CF5B" w14:textId="21FC33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88DC" w14:textId="77777777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3F9B" w14:textId="77777777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F56E" w14:textId="634FC8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2174" w14:textId="06DC24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243B" w14:textId="467A04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125.37</w:t>
            </w:r>
          </w:p>
        </w:tc>
      </w:tr>
      <w:tr w:rsidR="004729AB" w:rsidRPr="005446F8" w14:paraId="17ED7E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3E5E" w14:textId="0D27B9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7E15" w14:textId="47F9A5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AE9D" w14:textId="4F532CB6" w:rsidR="004729AB" w:rsidRPr="005446F8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A5B6" w14:textId="44E71031" w:rsidR="004729AB" w:rsidRPr="00F304C9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07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28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A0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B7BE07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2353" w14:textId="5A5E69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EC89" w14:textId="72F5D5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830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2A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175B" w14:textId="5C10C1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8F066" w14:textId="09ED5F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5A17" w14:textId="72858F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38.84</w:t>
            </w:r>
          </w:p>
        </w:tc>
      </w:tr>
      <w:tr w:rsidR="004729AB" w:rsidRPr="005446F8" w14:paraId="37B95E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288DF" w14:textId="5D66D1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B6F8" w14:textId="4C8F98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07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0D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373B" w14:textId="3BCFFF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B57E" w14:textId="35820E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5B33" w14:textId="5962FE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</w:tr>
      <w:tr w:rsidR="004729AB" w:rsidRPr="005446F8" w14:paraId="1B095A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8239" w14:textId="50EC5B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AA9A3" w14:textId="167F74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F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9C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1259" w14:textId="32A715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959B" w14:textId="4EECAB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3AC4" w14:textId="686F64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</w:tr>
      <w:tr w:rsidR="004729AB" w:rsidRPr="005446F8" w14:paraId="5ED2AED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5E9B" w14:textId="538A84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46BC" w14:textId="0414F7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7FBF" w14:textId="336A93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C07E" w14:textId="1A9A17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70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1B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A4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23D99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BFCF3" w14:textId="204284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3CF85" w14:textId="32E2D8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CE19B" w14:textId="43A60A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CB4E" w14:textId="53F43C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3A9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8E3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91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57D31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98AB" w14:textId="0EE3FD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C584" w14:textId="5B8189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3A4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DA7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AA53" w14:textId="137FC1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25D7" w14:textId="273D89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9455" w14:textId="7ECA95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127.90</w:t>
            </w:r>
          </w:p>
        </w:tc>
      </w:tr>
      <w:tr w:rsidR="004729AB" w:rsidRPr="005446F8" w14:paraId="740C9D6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7AAA" w14:textId="22FE53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9590" w14:textId="11DED7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8B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026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F446" w14:textId="2CEF7D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E696" w14:textId="7ABBF9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FB6E" w14:textId="186DCC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116.61</w:t>
            </w:r>
          </w:p>
        </w:tc>
      </w:tr>
      <w:tr w:rsidR="004729AB" w:rsidRPr="005446F8" w14:paraId="4065A5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1A30" w14:textId="167B6E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6680" w14:textId="184AE3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05C7" w14:textId="0C0FAF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95DC" w14:textId="50C0A2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3E8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667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A04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E125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7321" w14:textId="636941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AD34" w14:textId="57F337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7329" w14:textId="28A4CD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F2D8" w14:textId="5573CE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01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7B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FC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CBDF5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B9C3" w14:textId="0E80D8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4E20" w14:textId="7FEDDB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E4C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DD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38370" w14:textId="630955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62F7C" w14:textId="7822C1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930B" w14:textId="686F0A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63.94</w:t>
            </w:r>
          </w:p>
        </w:tc>
      </w:tr>
      <w:tr w:rsidR="004729AB" w:rsidRPr="005446F8" w14:paraId="31B4BF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6CE0" w14:textId="7E26DA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CA0D" w14:textId="33982C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5E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C9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05D5" w14:textId="6FFF3E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03A" w14:textId="2E0A07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BE5C" w14:textId="51C428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60.70</w:t>
            </w:r>
          </w:p>
        </w:tc>
      </w:tr>
      <w:tr w:rsidR="004729AB" w:rsidRPr="005446F8" w14:paraId="57BF02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B6D8A" w14:textId="55D974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0399" w14:textId="126238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F4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20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458B9" w14:textId="5D2185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741D" w14:textId="6A14AD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849B" w14:textId="364396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48.03</w:t>
            </w:r>
          </w:p>
        </w:tc>
      </w:tr>
      <w:tr w:rsidR="004729AB" w:rsidRPr="005446F8" w14:paraId="4F3094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9A8A" w14:textId="15C822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643E" w14:textId="39D240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7C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32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4AAA" w14:textId="520719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18FA" w14:textId="7565D9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F1A8" w14:textId="5F49C1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31.97</w:t>
            </w:r>
          </w:p>
        </w:tc>
      </w:tr>
      <w:tr w:rsidR="004729AB" w:rsidRPr="005446F8" w14:paraId="188AF1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86AA" w14:textId="2554FA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30E1" w14:textId="4827C9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EA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83C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4F50" w14:textId="3969DA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A5ED" w14:textId="2CE62C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444C" w14:textId="154527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4729AB" w:rsidRPr="005446F8" w14:paraId="27EC2FC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1C83" w14:textId="2AF126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9E96" w14:textId="005EF4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C7E4" w14:textId="55D525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6925" w14:textId="6D045A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D78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FB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EE6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75BA0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BF89" w14:textId="41273C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B780" w14:textId="194EF3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5C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B4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1F2A" w14:textId="04F02D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5C7C" w14:textId="0D142A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CCCE" w14:textId="59B8BB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45.79</w:t>
            </w:r>
          </w:p>
        </w:tc>
      </w:tr>
      <w:tr w:rsidR="004729AB" w:rsidRPr="005446F8" w14:paraId="6930F2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8FC7" w14:textId="15D49F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802F" w14:textId="18EC3A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8270" w14:textId="399D4F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C3BA" w14:textId="6310B3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83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74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4F4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CA76F4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6DDD" w14:textId="1E64AA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18EA8" w14:textId="16F06A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6E91" w14:textId="2027D5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789B" w14:textId="333AB7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BA8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E6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2FB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5860B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0967" w14:textId="12750D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AB54" w14:textId="2F8BA2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99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562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8B75" w14:textId="1AD89C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BBF4" w14:textId="03099D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F2C" w14:textId="22DF6F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179.10</w:t>
            </w:r>
          </w:p>
        </w:tc>
      </w:tr>
      <w:tr w:rsidR="004729AB" w:rsidRPr="005446F8" w14:paraId="3C58D3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EA3A" w14:textId="36C477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78D5" w14:textId="2A1785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3AFA" w14:textId="6368D1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5A1E" w14:textId="4739BA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195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DD2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88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190B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30FA" w14:textId="78CB710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B246" w14:textId="2FBC2D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FDE6" w14:textId="612B63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2B90" w14:textId="58A7D9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DF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10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3F6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6E6AF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272A" w14:textId="6AF999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4DED" w14:textId="04931B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448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E6A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3E35" w14:textId="1A8C0D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5C7B" w14:textId="09E72E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AC3CE" w14:textId="04E12B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</w:tr>
      <w:tr w:rsidR="004729AB" w:rsidRPr="005446F8" w14:paraId="27480F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6835" w14:textId="129915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9C4E" w14:textId="15E728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617C" w14:textId="5FFA4F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A357" w14:textId="20BE3F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43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F1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37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929E7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8F9B" w14:textId="47AC63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FDA3" w14:textId="3B5FD8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FE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AF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45BF" w14:textId="670D72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5699" w14:textId="09E17D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1DD9" w14:textId="2A9802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95.97</w:t>
            </w:r>
          </w:p>
        </w:tc>
      </w:tr>
      <w:tr w:rsidR="004729AB" w:rsidRPr="005446F8" w14:paraId="252339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582A" w14:textId="5354D5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02A5" w14:textId="78934A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67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D71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D83" w14:textId="459E6E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25DB" w14:textId="69F139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FF2C" w14:textId="664AD1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94.77</w:t>
            </w:r>
          </w:p>
        </w:tc>
      </w:tr>
      <w:tr w:rsidR="004729AB" w:rsidRPr="005446F8" w14:paraId="1E1A82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02CA" w14:textId="7A135F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FBB0" w14:textId="5432E89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75F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F55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88E1" w14:textId="4010D0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E340" w14:textId="602DD9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DAFA" w14:textId="59FF71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91.41</w:t>
            </w:r>
          </w:p>
        </w:tc>
      </w:tr>
      <w:tr w:rsidR="004729AB" w:rsidRPr="005446F8" w14:paraId="212B0E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7E08" w14:textId="0BE3CE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D393" w14:textId="3D82544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759A4" w14:textId="4BE75F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94A4" w14:textId="06470D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1A8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93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630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6ED5A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DC11" w14:textId="5AC56A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3ADD" w14:textId="629359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FD16" w14:textId="49D9F1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15CE" w14:textId="491B4B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27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EA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10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4D9E6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FE67" w14:textId="267F20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7AF3" w14:textId="7620B8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ABB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A9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90CF" w14:textId="605735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3EA0" w14:textId="0CB7E0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4968" w14:textId="052C5E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79.97</w:t>
            </w:r>
          </w:p>
        </w:tc>
      </w:tr>
      <w:tr w:rsidR="004729AB" w:rsidRPr="005446F8" w14:paraId="34A7C4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966A" w14:textId="231874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17E2" w14:textId="7C4677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F57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CC0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CA11" w14:textId="3656DF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C29E" w14:textId="3DD674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1C6F" w14:textId="6736B5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79.94</w:t>
            </w:r>
          </w:p>
        </w:tc>
      </w:tr>
      <w:tr w:rsidR="004729AB" w:rsidRPr="005446F8" w14:paraId="41621FD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9BB6" w14:textId="6C6D3A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5A94" w14:textId="357C4C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3A1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09F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9750" w14:textId="7C91C5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58339" w14:textId="7F47C2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ED29" w14:textId="7F09C5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79.60</w:t>
            </w:r>
          </w:p>
        </w:tc>
      </w:tr>
      <w:tr w:rsidR="004729AB" w:rsidRPr="005446F8" w14:paraId="2F0CD0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1F02D" w14:textId="19B7ED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CC3C" w14:textId="401EA2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E4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80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8F7C" w14:textId="725212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7BF6" w14:textId="51AE80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6636" w14:textId="2E7413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69.00</w:t>
            </w:r>
          </w:p>
        </w:tc>
      </w:tr>
      <w:tr w:rsidR="004729AB" w:rsidRPr="005446F8" w14:paraId="0E24C7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9205" w14:textId="3412AF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A5AE" w14:textId="4BD4AD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5D2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3E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D235C" w14:textId="39158E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39D1" w14:textId="0B0A45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E602" w14:textId="2428C6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4729AB" w:rsidRPr="005446F8" w14:paraId="36F273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88A6" w14:textId="0E5038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413D" w14:textId="36A155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A1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15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A641" w14:textId="665F3D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D472" w14:textId="6ECC4D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E22C" w14:textId="2EC676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</w:tr>
      <w:tr w:rsidR="004729AB" w:rsidRPr="005446F8" w14:paraId="4739AD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3B29" w14:textId="0AC8C0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78BF" w14:textId="528B1C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23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4F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2DF3" w14:textId="3DC1A0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9E50" w14:textId="482EC2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5781" w14:textId="44EE21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57.36</w:t>
            </w:r>
          </w:p>
        </w:tc>
      </w:tr>
      <w:tr w:rsidR="004729AB" w:rsidRPr="005446F8" w14:paraId="393C02E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9571" w14:textId="4E4932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F9A0" w14:textId="6935D5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466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41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2187" w14:textId="513FDA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F987" w14:textId="19BB4C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A6CD" w14:textId="41721D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4729AB" w:rsidRPr="005446F8" w14:paraId="31FFB59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1768" w14:textId="39E580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C4B4" w14:textId="348070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F1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59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A8B0" w14:textId="3E6492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13D5C" w14:textId="335EDB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A898" w14:textId="591A21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45.90</w:t>
            </w:r>
          </w:p>
        </w:tc>
      </w:tr>
      <w:tr w:rsidR="004729AB" w:rsidRPr="005446F8" w14:paraId="6B302A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8C80" w14:textId="31E83F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15DF" w14:textId="35E11F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DB9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79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BF53" w14:textId="188551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D1A2" w14:textId="4D8BC2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8FEB5" w14:textId="05B05F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</w:tr>
      <w:tr w:rsidR="004729AB" w:rsidRPr="005446F8" w14:paraId="6E24D5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60DA" w14:textId="16243C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4245" w14:textId="073E8B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17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98A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DEB1" w14:textId="0586EC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0ED5" w14:textId="242521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E423" w14:textId="3F8B43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38.40</w:t>
            </w:r>
          </w:p>
        </w:tc>
      </w:tr>
      <w:tr w:rsidR="004729AB" w:rsidRPr="005446F8" w14:paraId="567A57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9999" w14:textId="2E7C27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7E4B" w14:textId="6C0A6D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B28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B01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6F40" w14:textId="672682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C9DC" w14:textId="4B59AA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CE12" w14:textId="49ED3F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</w:tr>
      <w:tr w:rsidR="004729AB" w:rsidRPr="005446F8" w14:paraId="399033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F88E" w14:textId="6C01A1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553A" w14:textId="158F3A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4C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51A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91BC" w14:textId="32D036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C9FD" w14:textId="78D5E5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CFF2" w14:textId="40DCB1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</w:tr>
      <w:tr w:rsidR="004729AB" w:rsidRPr="005446F8" w14:paraId="2DAF3C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8428" w14:textId="36AB1A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D390" w14:textId="5D30A0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91DC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DB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84EC" w14:textId="2D9434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24AE" w14:textId="29B6AB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03F8" w14:textId="5FD9F8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77F246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28993" w14:textId="2476BA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9FF2" w14:textId="79E7BA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8F510" w14:textId="49F852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1AE4" w14:textId="5685BF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598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22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10A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DAF6E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B59D" w14:textId="4E288F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495C" w14:textId="05187B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3C0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41D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D39E" w14:textId="174D79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1270" w14:textId="122A0C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3BD0" w14:textId="723981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31.09</w:t>
            </w:r>
          </w:p>
        </w:tc>
      </w:tr>
      <w:tr w:rsidR="004729AB" w:rsidRPr="005446F8" w14:paraId="31FFF1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A0576" w14:textId="42E481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01DFD" w14:textId="5335D7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4D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09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2AD5" w14:textId="53AAAE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D9D0" w14:textId="55F9AA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CF64" w14:textId="66093F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</w:tr>
      <w:tr w:rsidR="004729AB" w:rsidRPr="005446F8" w14:paraId="764231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ABBB" w14:textId="647520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122F" w14:textId="7C758C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42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E6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09FC" w14:textId="44A20A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DCEB" w14:textId="177432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EB14" w14:textId="5FC90D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27.94</w:t>
            </w:r>
          </w:p>
        </w:tc>
      </w:tr>
      <w:tr w:rsidR="004729AB" w:rsidRPr="005446F8" w14:paraId="3393DE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D87D" w14:textId="4ADBFF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12CB" w14:textId="74F786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D85B" w14:textId="56F7E8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D009" w14:textId="7F9034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AC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214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905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3DFD8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9F87" w14:textId="1D9130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0451" w14:textId="65F887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5E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30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CB41" w14:textId="0A7993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05E06" w14:textId="752D89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3C4C1" w14:textId="6EF44A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584.90</w:t>
            </w:r>
          </w:p>
        </w:tc>
      </w:tr>
      <w:tr w:rsidR="004729AB" w:rsidRPr="005446F8" w14:paraId="5191556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4C0B" w14:textId="4F857B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0727" w14:textId="4ECF66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56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3C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7ED0" w14:textId="058960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F091" w14:textId="024124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6C005" w14:textId="182E6F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</w:tr>
      <w:tr w:rsidR="004729AB" w:rsidRPr="005446F8" w14:paraId="4572C74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1FF6" w14:textId="5F5361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FA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B5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B799" w14:textId="1CDCF1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123.595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367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0F9A" w14:textId="633B2C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191.344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412B" w14:textId="7016E0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6123.00</w:t>
            </w:r>
          </w:p>
        </w:tc>
      </w:tr>
      <w:tr w:rsidR="004729AB" w:rsidRPr="005446F8" w14:paraId="38934A4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A9C8" w14:textId="0594FE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80C43" w14:textId="400682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3F6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37A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C415" w14:textId="54C3A6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4A79" w14:textId="70C884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DCCB7" w14:textId="57844D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166.37</w:t>
            </w:r>
          </w:p>
        </w:tc>
      </w:tr>
      <w:tr w:rsidR="004729AB" w:rsidRPr="005446F8" w14:paraId="026427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6CB8" w14:textId="573E59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2B353" w14:textId="0E0549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40E2" w14:textId="7BF3F4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EDC1" w14:textId="58E4B1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BBC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E4F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BFC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C7517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0108" w14:textId="1314CE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5058" w14:textId="203520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21E7" w14:textId="311C99C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5DE8" w14:textId="31441A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4F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4A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85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5BFE7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BE24" w14:textId="7E1B09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2E98" w14:textId="6E4D96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2396" w14:textId="31A394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E4F8" w14:textId="6B71D4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DB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A7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82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4592C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B686" w14:textId="5C0021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FA8A" w14:textId="0C1C6C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3B0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4C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D3189" w14:textId="397EB7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21B9" w14:textId="4D533A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7E97" w14:textId="0D07F5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150.37</w:t>
            </w:r>
          </w:p>
        </w:tc>
      </w:tr>
      <w:tr w:rsidR="004729AB" w:rsidRPr="005446F8" w14:paraId="190345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02EA" w14:textId="2D90D4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88F91" w14:textId="28239A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88F3B" w14:textId="78E3D3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B74E" w14:textId="573A25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024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46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B47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0733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7A61" w14:textId="155157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9443" w14:textId="6C9F5A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8A95" w14:textId="3861C7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5178" w14:textId="1A2443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2C2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B4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ACF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F333C7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1A0E" w14:textId="0BA45C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617B" w14:textId="3B872D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6F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BC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F2FA" w14:textId="4BF056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93C15" w14:textId="5E3A55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D49C" w14:textId="7EF5F9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134.37</w:t>
            </w:r>
          </w:p>
        </w:tc>
      </w:tr>
      <w:tr w:rsidR="004729AB" w:rsidRPr="005446F8" w14:paraId="425163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ECB6" w14:textId="475DAB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E267" w14:textId="6F77B1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4CA2" w14:textId="5DCFC9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93B4" w14:textId="0784C4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4A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1E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D4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F9AC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451B" w14:textId="105331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ADE60" w14:textId="62B12C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B9E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BEA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3B25" w14:textId="41FC34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E2AA" w14:textId="038444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8712" w14:textId="043AEF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124.77</w:t>
            </w:r>
          </w:p>
        </w:tc>
      </w:tr>
      <w:tr w:rsidR="004729AB" w:rsidRPr="005446F8" w14:paraId="5F2E4F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C8A6" w14:textId="0EAE1B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3484" w14:textId="4850AB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565E0" w14:textId="59C579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0584" w14:textId="07E474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42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FA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D3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799326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732E" w14:textId="0B3001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A279" w14:textId="4BBDE6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D1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2B6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EDA0" w14:textId="4F4C17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CE65" w14:textId="353B9D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C62C" w14:textId="4B103E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</w:tr>
      <w:tr w:rsidR="004729AB" w:rsidRPr="005446F8" w14:paraId="5278F67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9BD9" w14:textId="05933C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9A44" w14:textId="7C7825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F2A6" w14:textId="284DE2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C33E" w14:textId="4F0417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DB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27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530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1D752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C6E0" w14:textId="1C90F8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B4BBB" w14:textId="00A42C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4FBEE" w14:textId="3553C3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BFBC" w14:textId="697BB0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8D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D72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E5C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2460C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A8E2" w14:textId="34502C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D047" w14:textId="02D431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F607" w14:textId="2181CA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5A42" w14:textId="0B4E13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8F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600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5C7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D194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A1AB" w14:textId="7330EE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0D49" w14:textId="373ABE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A681" w14:textId="63B891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5570" w14:textId="3AC31E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9A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9B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20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EB9A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63FA" w14:textId="719488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3F6B" w14:textId="6A375E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ABE4B" w14:textId="693853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1597" w14:textId="30F33B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33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8443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68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4FAA1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74C7" w14:textId="0E1A0C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D77A" w14:textId="1870DD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2D5A" w14:textId="3CE1DD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9ADA" w14:textId="3FF4B6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90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5A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39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15BED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FD18" w14:textId="1EA08E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429B" w14:textId="108927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19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45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49BD" w14:textId="78AB7B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DB76" w14:textId="65ACF7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04D4" w14:textId="379242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95.97</w:t>
            </w:r>
          </w:p>
        </w:tc>
      </w:tr>
      <w:tr w:rsidR="004729AB" w:rsidRPr="005446F8" w14:paraId="2DC8AB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D991" w14:textId="06680C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688A" w14:textId="60A695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604F" w14:textId="71B784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7902" w14:textId="28713E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386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098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7EA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B3EEB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FE0C" w14:textId="77E6CC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FCE9" w14:textId="6C38EF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355D" w14:textId="5F415F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E589" w14:textId="6A07D4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8D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44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5C5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44BEC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126F" w14:textId="6FCAAA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F3E2" w14:textId="4D0E51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EA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78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B904" w14:textId="394923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D6D3" w14:textId="45DD87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269C" w14:textId="5EA399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87.09</w:t>
            </w:r>
          </w:p>
        </w:tc>
      </w:tr>
      <w:tr w:rsidR="004729AB" w:rsidRPr="005446F8" w14:paraId="589D48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AA43" w14:textId="250470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BA69" w14:textId="365E24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2178" w14:textId="54BBFD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AB78" w14:textId="4B0B44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01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B8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9EA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E76D2B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4B67" w14:textId="6F7F67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A6C0" w14:textId="05BB97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092A" w14:textId="08B59A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5C03" w14:textId="3A07B4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AB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8C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EF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C7CB5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6CE7" w14:textId="274AC3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945D" w14:textId="7A3C64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81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9A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096E" w14:textId="79DA9F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9E79" w14:textId="531A7D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55D0" w14:textId="3A5D1C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79.97</w:t>
            </w:r>
          </w:p>
        </w:tc>
      </w:tr>
      <w:tr w:rsidR="004729AB" w:rsidRPr="005446F8" w14:paraId="2EE2CC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5580" w14:textId="4DD3F3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0DD4" w14:textId="573FB4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614B" w14:textId="41EC96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6DEF" w14:textId="2C536C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550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E846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B26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74F2F1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9498D" w14:textId="73CDAD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6B3B" w14:textId="348485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9B6F" w14:textId="5B0610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EBD5" w14:textId="12B8C6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23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4B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05B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46AB8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4FF8" w14:textId="7D322A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AAA5" w14:textId="089B28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55B6" w14:textId="43707C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CB76" w14:textId="4D6220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25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EF4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700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9F568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D905" w14:textId="66C701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93C0" w14:textId="7BA377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D4D6" w14:textId="493CFA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F667" w14:textId="436E18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8D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4D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D3F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E6535C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3958" w14:textId="1BCD2F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C433" w14:textId="299950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D38E" w14:textId="79C3AA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F888" w14:textId="6262C0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3C5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D1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D9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6E6F9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3A66" w14:textId="65FE54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3079" w14:textId="69054A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6E7F" w14:textId="0B0300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BE21" w14:textId="0D34D8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B0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FDE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AD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5BD351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B5DB" w14:textId="26A9AC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729F" w14:textId="56480C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EBF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4B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0A6D" w14:textId="25206B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DABAC" w14:textId="67BB2D4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C889" w14:textId="12C4D7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4729AB" w:rsidRPr="005446F8" w14:paraId="563F43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35E2" w14:textId="541895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E77C" w14:textId="4E1C85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455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8E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6110" w14:textId="372ADF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7D7B" w14:textId="02D026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82EB" w14:textId="06585E4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63.95</w:t>
            </w:r>
          </w:p>
        </w:tc>
      </w:tr>
      <w:tr w:rsidR="004729AB" w:rsidRPr="005446F8" w14:paraId="2A58B8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381B" w14:textId="289C11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42D1" w14:textId="066089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320E" w14:textId="40961B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0CAA" w14:textId="59AB23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2BD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79A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DF83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CE2A6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B4CD" w14:textId="6E1FB2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DF50" w14:textId="511298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B46F" w14:textId="517CE3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0541" w14:textId="3F3B84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5CE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4FB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80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8BD07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9944" w14:textId="16D02A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BBF1" w14:textId="4B0198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D828" w14:textId="17397B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3492" w14:textId="134C71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2AE2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55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CA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D825D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929E" w14:textId="5D3BD5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9BE0" w14:textId="5B7A0B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D077" w14:textId="7407E2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5B3E" w14:textId="6D9B22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36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E2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533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97F9E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3A26" w14:textId="5FE941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8E95" w14:textId="127EB3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CE9B" w14:textId="21C5BA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0067" w14:textId="3997B0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23F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4C3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8A9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BD9EF0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3C24" w14:textId="02B415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1D47" w14:textId="51B6D6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EB5C" w14:textId="6E56E1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F599" w14:textId="16251B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CBD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E2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ACA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7CC059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5640" w14:textId="28FFA0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A952" w14:textId="71B22B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C80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27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7F70" w14:textId="5B39FA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BA10" w14:textId="5A442A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D181" w14:textId="042D91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4729AB" w:rsidRPr="005446F8" w14:paraId="0982057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3D92" w14:textId="5C189A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DE09" w14:textId="36E416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CA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52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072E" w14:textId="67512A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419D" w14:textId="2FE172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DC9C" w14:textId="77028E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4729AB" w:rsidRPr="005446F8" w14:paraId="77E2F0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8478" w14:textId="5824B7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2DD37" w14:textId="139148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56ED" w14:textId="479DBB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BB09" w14:textId="0929A0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002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94A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9F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8D085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3EF4" w14:textId="12987D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17D1" w14:textId="7F050D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8C75" w14:textId="7FE91E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550C" w14:textId="2D3D36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80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CC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20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7221F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EE4D" w14:textId="731A56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C356" w14:textId="546CC8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7909" w14:textId="6C60F0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09FC" w14:textId="5E0425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FF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6EC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F2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D9FBE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5DB0" w14:textId="746238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E435" w14:textId="770F2E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92BB" w14:textId="1C66F5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E2BA" w14:textId="34F658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EE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65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09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D046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9DEC" w14:textId="5B21A7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3A48" w14:textId="351B5B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A3F1" w14:textId="758129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087A" w14:textId="77216E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05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8C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F9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B24EA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D16F" w14:textId="0247E9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54F0" w14:textId="1BD708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24D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726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9110" w14:textId="236A5D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D186" w14:textId="4287ED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0327" w14:textId="73B839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</w:tr>
      <w:tr w:rsidR="004729AB" w:rsidRPr="005446F8" w14:paraId="06A89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1BD9" w14:textId="0C59C9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2F06" w14:textId="6B9574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AED5" w14:textId="5FAAA8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D6F3" w14:textId="30FD0C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23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F0E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014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D07453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E07B" w14:textId="7AF75F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8CA6" w14:textId="7F2692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9E76" w14:textId="05DEA9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F838" w14:textId="4A183C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77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22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F6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D467C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6A60" w14:textId="7435C2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9283" w14:textId="4D7E80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5075" w14:textId="091FDB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5A11" w14:textId="2638F7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15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47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B5A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1AAEF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3A08" w14:textId="65BBBA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EFEA" w14:textId="6DDFDA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C7E3" w14:textId="3FDEA1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2E41" w14:textId="5AEB1D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1E7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3DDE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A78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4E45B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56A4" w14:textId="378EC0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9E9B" w14:textId="7A755B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6F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679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9A05" w14:textId="033BFA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71F5" w14:textId="2F0AB6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8A11" w14:textId="4911A9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62B60D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502A" w14:textId="7D416C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4774" w14:textId="51E6B3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12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09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8EEA" w14:textId="1A7E4A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9442" w14:textId="7A0915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5503" w14:textId="497E7D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4729AB" w:rsidRPr="005446F8" w14:paraId="5D3C527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2D5E" w14:textId="6E34C9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4DA3" w14:textId="7A24AE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1B90" w14:textId="6C4024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49BD" w14:textId="73C822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BD2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B9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F1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583F8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314F" w14:textId="22D4BA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9D88" w14:textId="55F082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51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9F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45E2" w14:textId="06BE82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8CED" w14:textId="559737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1ED0" w14:textId="2529AB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</w:tr>
      <w:tr w:rsidR="004729AB" w:rsidRPr="005446F8" w14:paraId="67612D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16F8" w14:textId="1626E2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16C3" w14:textId="6CD39C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1B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621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5F66" w14:textId="0D2BCD4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A67E" w14:textId="646E4C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12D5" w14:textId="768C9B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4729AB" w:rsidRPr="005446F8" w14:paraId="7B962E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DCF" w14:textId="4B8A64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97AB" w14:textId="174A6D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612C" w14:textId="1D45B4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BDF5" w14:textId="161F29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24C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05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309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82803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D2B1" w14:textId="12258C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AD5C" w14:textId="459D7E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9330" w14:textId="460BCD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8083" w14:textId="4DDC18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06E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48D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75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41398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5529" w14:textId="3EBAFE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C4AF" w14:textId="26C857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4F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B0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66112" w14:textId="6EE065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F27B" w14:textId="31A958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0903" w14:textId="48C401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127.83</w:t>
            </w:r>
          </w:p>
        </w:tc>
      </w:tr>
      <w:tr w:rsidR="004729AB" w:rsidRPr="005446F8" w14:paraId="3D2E32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FE39" w14:textId="30462D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8C94" w14:textId="0F5217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C242" w14:textId="5B563C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5C88" w14:textId="166A0F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9F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5B6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1E0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2D12F3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2FF43" w14:textId="3E0C92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90A0" w14:textId="035CB2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F117" w14:textId="16474A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4C438" w14:textId="47F035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49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2DB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D0C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C4B45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4779" w14:textId="3EC444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F121" w14:textId="0A723C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68B7" w14:textId="5B8D75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F345" w14:textId="5CD0A8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80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419B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F24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E6580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B05A" w14:textId="26EC81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299C" w14:textId="5A2A3A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6395D" w14:textId="2117CE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9A4" w14:textId="29490F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B6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47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FB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455A6C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BD9A" w14:textId="64EBE9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C949" w14:textId="4966B8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D799" w14:textId="04CECD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FFDE" w14:textId="0CBFD1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C8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9EC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A07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DCE60F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CA83" w14:textId="416A89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F2DC" w14:textId="2F3515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B1B9" w14:textId="22765C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CAD7" w14:textId="31B683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82A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43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325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3358A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9118" w14:textId="681A70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FF57" w14:textId="594F48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7A3C" w14:textId="519AF0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0A2B" w14:textId="40154C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DA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DAC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CE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93EF5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D7BC" w14:textId="5F6E73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02B7" w14:textId="2B51B1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301E4" w14:textId="781401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C78BF" w14:textId="3293F2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06F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E1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3A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265992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1CF6" w14:textId="3EB179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CC48" w14:textId="398992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A181" w14:textId="6DC89D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7FF2" w14:textId="445C20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35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B1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3FB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5A75AC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6F25" w14:textId="6052F9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A2B3" w14:textId="6A38E3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9912" w14:textId="238D06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44E5" w14:textId="744F16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DA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6F3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2A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1EA21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CB1C" w14:textId="6E253E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D696" w14:textId="25D2B2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01FBF" w14:textId="1F161B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A168" w14:textId="2E2D09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BD0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138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A10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ADA80C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04A1" w14:textId="5B8C85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7D2A" w14:textId="38E97D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849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17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0B64" w14:textId="70806B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C07D" w14:textId="09B151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47FE" w14:textId="72A2BF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</w:tr>
      <w:tr w:rsidR="004729AB" w:rsidRPr="005446F8" w14:paraId="534941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AF2A" w14:textId="3C6D05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ECD87" w14:textId="3D7D83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83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BA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5FF9" w14:textId="132C63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95D9" w14:textId="28E1F2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56C3" w14:textId="7F23B1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4729AB" w:rsidRPr="005446F8" w14:paraId="76CBF8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0493" w14:textId="0A0B2C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4C8E" w14:textId="69B2B2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8C32" w14:textId="078403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5453D" w14:textId="6E8169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09E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CD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33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D3AFE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957E" w14:textId="7B4A76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2CADA" w14:textId="72A8DD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035B" w14:textId="5345A7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A50F" w14:textId="3233ED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F2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336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8DA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F44864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213B9" w14:textId="42DFD3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7F12" w14:textId="1FC52F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6875F" w14:textId="6ABB63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F2F9" w14:textId="31E687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FB6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329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74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C128C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4EE2" w14:textId="0EB56B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FA9B" w14:textId="60D749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09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B4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F4FF" w14:textId="3E1E28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9A41" w14:textId="260C12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6B41" w14:textId="381F36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</w:tr>
      <w:tr w:rsidR="004729AB" w:rsidRPr="005446F8" w14:paraId="79BAAA6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F8E3" w14:textId="09271D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0FC8" w14:textId="3CA9AE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E340A" w14:textId="54A17A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28F1" w14:textId="51E190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80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CF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1F6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88575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8909" w14:textId="130114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F1AB" w14:textId="2B753B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E6F8" w14:textId="4B7569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7443" w14:textId="725BBB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02B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C7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BCF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4F50B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AC4B" w14:textId="07D325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2A716" w14:textId="4A619B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0249" w14:textId="1D8EF1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77C6" w14:textId="0FE1D4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A4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E7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0F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10900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47ED" w14:textId="6173CA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3539" w14:textId="322D4A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BB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B76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E98A" w14:textId="0E827A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4327" w14:textId="3EB4CD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F7EC" w14:textId="394014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24.79</w:t>
            </w:r>
          </w:p>
        </w:tc>
      </w:tr>
      <w:tr w:rsidR="004729AB" w:rsidRPr="005446F8" w14:paraId="6002DA2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C59A" w14:textId="6877AD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A5AC" w14:textId="523DB0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93B8" w14:textId="23B9AE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EAAF" w14:textId="25633B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2A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B08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F7E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67966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71D9F" w14:textId="2A69CC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4955" w14:textId="37E921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235C" w14:textId="05BFE2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6654" w14:textId="2D5CFF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593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7A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C78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A94AA6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173B" w14:textId="645B02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F4AC" w14:textId="1276CA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33D7" w14:textId="723549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9247" w14:textId="014240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79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7C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664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604A9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D705" w14:textId="0BF8EC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CA88" w14:textId="678681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BC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34D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7E2B" w14:textId="2E3445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7EB79" w14:textId="26620E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4F1C" w14:textId="1AD18E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</w:tr>
      <w:tr w:rsidR="004729AB" w:rsidRPr="005446F8" w14:paraId="384FDB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1F6A" w14:textId="6AA028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0814" w14:textId="1D37DD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ABFA" w14:textId="0331DB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5EF3" w14:textId="2ABB68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A74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BF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94A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B05FC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B859" w14:textId="5FAEBA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D63" w14:textId="4D2539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FB81" w14:textId="281612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43DA" w14:textId="71CAEC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E0A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4EE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9A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03DA9B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1AC92" w14:textId="38A522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3A67" w14:textId="322A8C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4156" w14:textId="2564B2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63165" w14:textId="231916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6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A6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44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3BB78C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ABFB" w14:textId="5A1617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6C4A" w14:textId="1C9930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81DE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60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58C7" w14:textId="3BF240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B9B11" w14:textId="57ACDC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ADAC" w14:textId="1DA266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58.38</w:t>
            </w:r>
          </w:p>
        </w:tc>
      </w:tr>
      <w:tr w:rsidR="004729AB" w:rsidRPr="005446F8" w14:paraId="655CA4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3F0C" w14:textId="2E1753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8693" w14:textId="4FEDD3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9FBA" w14:textId="71DFFE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72BF" w14:textId="3940D6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CA8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646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47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ADD49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A454" w14:textId="164B01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15D0" w14:textId="567630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AA9A" w14:textId="0F2A4B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87DA" w14:textId="64A081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68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7EF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B67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A0C0E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DA055" w14:textId="5B89B4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A615" w14:textId="4CEA53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5F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07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0041" w14:textId="549E8B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9EDE" w14:textId="615439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A203" w14:textId="772488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</w:tr>
      <w:tr w:rsidR="004729AB" w:rsidRPr="005446F8" w14:paraId="0F1881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8905" w14:textId="3A25E2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5523" w14:textId="5A6106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1522" w14:textId="574E8E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5EAB" w14:textId="7BC884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8B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617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018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7BDE96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C5A4" w14:textId="6BB024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0A69" w14:textId="5F83AD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0BDA" w14:textId="599EE3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47C65" w14:textId="3F79B6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EC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AC1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E31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21BB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A5A8" w14:textId="191AD2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DFBE" w14:textId="3508C4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61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9D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869AA" w14:textId="2C7193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A7FF0" w14:textId="1C33AE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0A94" w14:textId="05B37B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61.44</w:t>
            </w:r>
          </w:p>
        </w:tc>
      </w:tr>
      <w:tr w:rsidR="004729AB" w:rsidRPr="005446F8" w14:paraId="6812AC1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FFBF" w14:textId="2F5FC2C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30FA" w14:textId="07BFE6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EAEC" w14:textId="67FB45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1C34" w14:textId="2DB26A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C0C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523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63F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73F3C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0691" w14:textId="10111C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E4FB" w14:textId="7B85E4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582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A00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0532" w14:textId="5AA573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09FC" w14:textId="185319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D293" w14:textId="470233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3C2F376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022E" w14:textId="7A6C88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8D3A" w14:textId="30BFCD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2E734" w14:textId="493FB6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768E" w14:textId="2C4F34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F6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7A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DE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B453D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D56C" w14:textId="4A571F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5F21" w14:textId="0B5473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7F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78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685F" w14:textId="41EECA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B956" w14:textId="00DD12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F442" w14:textId="3C2480C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</w:tr>
      <w:tr w:rsidR="004729AB" w:rsidRPr="005446F8" w14:paraId="4754A9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C584" w14:textId="15F6CB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ДЕНИСЛАВ КРЪСТАНЧОВ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198A" w14:textId="37E98B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B302" w14:textId="159E2D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F3B8" w14:textId="703EA0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C9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18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57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22B29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5EB9" w14:textId="2CEBEEC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C0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663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A679" w14:textId="723422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145.222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3C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7F07" w14:textId="552DE2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52.933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F4DB" w14:textId="5C5B00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1693.86</w:t>
            </w:r>
          </w:p>
        </w:tc>
      </w:tr>
      <w:tr w:rsidR="004729AB" w:rsidRPr="005446F8" w14:paraId="0EEC8AC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49A7" w14:textId="2394EE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333C" w14:textId="2385E8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34AC" w14:textId="6336F2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AD4F" w14:textId="4E0839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8F3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BA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DB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1E69320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2356" w14:textId="44B191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7E45" w14:textId="6B2712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09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73A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4355" w14:textId="54FB75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7C4CE" w14:textId="4DD4EA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0421" w14:textId="7C43A5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96.00</w:t>
            </w:r>
          </w:p>
        </w:tc>
      </w:tr>
      <w:tr w:rsidR="004729AB" w:rsidRPr="005446F8" w14:paraId="210226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921E" w14:textId="6A824E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76E5" w14:textId="23FFCC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FB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E0D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17D7" w14:textId="27649E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4442" w14:textId="5A2EB8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77CF" w14:textId="4D5602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79.57</w:t>
            </w:r>
          </w:p>
        </w:tc>
      </w:tr>
      <w:tr w:rsidR="004729AB" w:rsidRPr="005446F8" w14:paraId="3BE6109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C339" w14:textId="0416CA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3781" w14:textId="7954BE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02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353B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DA62" w14:textId="4313D0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D212" w14:textId="6A2925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C8AA" w14:textId="478522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4729AB" w:rsidRPr="005446F8" w14:paraId="26A4BB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41CB" w14:textId="18B042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FB04" w14:textId="3CF976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7C02" w14:textId="49516A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0B01" w14:textId="537EF4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FAA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E77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15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91B7E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E5FE" w14:textId="3EBDA1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МЕРИЯН НИКОЛАЕВА ЦВЕТКОВА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F62D" w14:textId="0BFA49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D8F8" w14:textId="1BD55C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538C" w14:textId="634F18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02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97A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70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5A7E3B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DD32" w14:textId="34D813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A9E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85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ECA6" w14:textId="606AAF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12.942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70B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446D" w14:textId="77EE96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7.487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6D8CB" w14:textId="1719A6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239.57</w:t>
            </w:r>
          </w:p>
        </w:tc>
      </w:tr>
      <w:tr w:rsidR="004729AB" w:rsidRPr="005446F8" w14:paraId="4B0C9B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CE6D" w14:textId="3DAED2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МЕТОДИ НАЦКОВ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0AD5" w14:textId="76BD51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620C" w14:textId="57E4FE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49F1" w14:textId="0707DE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65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61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0E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550160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9C50" w14:textId="30E6B3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МЕТОДИ НАЦКОВ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7352" w14:textId="1D7B49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C47D" w14:textId="1DC944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D5FD" w14:textId="4D58EF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17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21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6C5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4D262B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399D" w14:textId="4C4CB0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МЕТОДИ НАЦКОВ КИРИЛОВ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EEEA" w14:textId="350E02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47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02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BF9C" w14:textId="757C6B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B291" w14:textId="4147C5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37EC" w14:textId="796E55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4729AB" w:rsidRPr="005446F8" w14:paraId="2E0958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38A5" w14:textId="37991E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0F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2B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0CA5" w14:textId="0822E0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4.546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D76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675B" w14:textId="3D0E00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0.485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0A70" w14:textId="5D3908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15.52</w:t>
            </w:r>
          </w:p>
        </w:tc>
      </w:tr>
      <w:tr w:rsidR="004729AB" w:rsidRPr="005446F8" w14:paraId="4D30986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F493" w14:textId="5C537B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9B1F" w14:textId="09A3FD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C7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B8A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C105" w14:textId="733C6E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B010" w14:textId="707251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2816" w14:textId="6C9C90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138.30</w:t>
            </w:r>
          </w:p>
        </w:tc>
      </w:tr>
      <w:tr w:rsidR="004729AB" w:rsidRPr="005446F8" w14:paraId="0909C8C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32C4" w14:textId="57681C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74BA" w14:textId="500D2E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D02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0DB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B2AC" w14:textId="24C2B9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106.432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22C4" w14:textId="5D4968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681C" w14:textId="64463B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38.96</w:t>
            </w:r>
          </w:p>
        </w:tc>
      </w:tr>
      <w:tr w:rsidR="004729AB" w:rsidRPr="005446F8" w14:paraId="30CDFCA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3ED5" w14:textId="6962F6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58B4" w14:textId="14A6BA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DDB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68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D831" w14:textId="5B3BB4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ADD5" w14:textId="1C9B90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C302" w14:textId="17090D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58.22</w:t>
            </w:r>
          </w:p>
        </w:tc>
      </w:tr>
      <w:tr w:rsidR="004729AB" w:rsidRPr="005446F8" w14:paraId="2395D50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014D" w14:textId="461B5B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9834" w14:textId="228EEF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1C355" w14:textId="6093C8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4F73" w14:textId="206D5B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B1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6E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99B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07AA4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3F27" w14:textId="0C0BC9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6761" w14:textId="3B42DD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AE29" w14:textId="0F4AE4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3506" w14:textId="4735F8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057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86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72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FACBD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E2EC6" w14:textId="50E8E5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4B5A" w14:textId="11B7A9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AB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F4F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385D" w14:textId="4DEF42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2E10" w14:textId="6ED1A4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F353" w14:textId="7BA498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36.74</w:t>
            </w:r>
          </w:p>
        </w:tc>
      </w:tr>
      <w:tr w:rsidR="004729AB" w:rsidRPr="005446F8" w14:paraId="624BBE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179CE" w14:textId="0ECD26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9E17" w14:textId="6F5C83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FB26A" w14:textId="4B2177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9972" w14:textId="5DEF19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9DE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097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D7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F9F29E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9F14" w14:textId="781793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95D0" w14:textId="3B7252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14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4E4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0F19" w14:textId="2BCF7E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F2BF" w14:textId="52219E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59DD" w14:textId="6EC16F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</w:tr>
      <w:tr w:rsidR="004729AB" w:rsidRPr="005446F8" w14:paraId="3704FA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42AC" w14:textId="55055B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A1E4" w14:textId="49880A0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86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C5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BBDA" w14:textId="02F523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6978" w14:textId="1160D7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012D" w14:textId="4B323A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</w:tr>
      <w:tr w:rsidR="004729AB" w:rsidRPr="005446F8" w14:paraId="30AC3A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7D88" w14:textId="5A438E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РАДКА ПЛАМЕНОВА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7962" w14:textId="6CCF06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A0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6B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74ED" w14:textId="5D3CCF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67F0" w14:textId="00F7432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32BC" w14:textId="28D861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</w:tr>
      <w:tr w:rsidR="004729AB" w:rsidRPr="005446F8" w14:paraId="2C96FC4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16F3" w14:textId="3758FB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32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0061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81B8" w14:textId="6BAB76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3A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2999" w14:textId="2BE84C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87B5" w14:textId="09BAD4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336.88</w:t>
            </w:r>
          </w:p>
        </w:tc>
      </w:tr>
      <w:tr w:rsidR="004729AB" w:rsidRPr="005446F8" w14:paraId="5F2527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06A6" w14:textId="2F72B3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DA82" w14:textId="5E5A9C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7C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DA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DA76C" w14:textId="553248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9ABF" w14:textId="050959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9.626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7A4A" w14:textId="52CA7F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308.05</w:t>
            </w:r>
          </w:p>
        </w:tc>
      </w:tr>
      <w:tr w:rsidR="004729AB" w:rsidRPr="005446F8" w14:paraId="73DA95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06D6C" w14:textId="239934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28633" w14:textId="478AFC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34A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F5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7248" w14:textId="3A0A7E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23DF" w14:textId="3FADC3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1B8B" w14:textId="082841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228.35</w:t>
            </w:r>
          </w:p>
        </w:tc>
      </w:tr>
      <w:tr w:rsidR="004729AB" w:rsidRPr="005446F8" w14:paraId="0D95BB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D90B" w14:textId="443C59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32D2" w14:textId="5A3869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62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5C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D7CC" w14:textId="413BF1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99C1" w14:textId="33AC0C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697E" w14:textId="6A71C8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74.90</w:t>
            </w:r>
          </w:p>
        </w:tc>
      </w:tr>
      <w:tr w:rsidR="004729AB" w:rsidRPr="005446F8" w14:paraId="1CD7C4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A56A" w14:textId="1C9B6D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AE7A" w14:textId="11D6B7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3612" w14:textId="755460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0969" w14:textId="40FB4C6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D5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70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FE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7D24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A76B" w14:textId="34FEB5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9A86" w14:textId="2A7E01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DAAD" w14:textId="3F100E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EA13" w14:textId="65F69B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C2D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16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7F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8AC869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6B44" w14:textId="1DB33A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CA60" w14:textId="7FE660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80F8" w14:textId="441D09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777E" w14:textId="2908B3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0EF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ECA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85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8E848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4C24" w14:textId="322AAD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F1C5" w14:textId="2A4482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F39A" w14:textId="21515E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170A" w14:textId="49A031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A80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2D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EB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F59E8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4453" w14:textId="0745A7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D888" w14:textId="163EFE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8B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CAD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FC2E" w14:textId="09ACCB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3892" w14:textId="451ABA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F3EF" w14:textId="2D82B0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</w:tr>
      <w:tr w:rsidR="004729AB" w:rsidRPr="005446F8" w14:paraId="5EF40B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F8BA" w14:textId="536C05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C1F9" w14:textId="722575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55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47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D0E1" w14:textId="22123A6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3668" w14:textId="30567D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1890" w14:textId="011E03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</w:tr>
      <w:tr w:rsidR="004729AB" w:rsidRPr="005446F8" w14:paraId="5B273D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C98D" w14:textId="0B7616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D11AC" w14:textId="4C38C2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B93F" w14:textId="388676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5D7B" w14:textId="196CD1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2F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1F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4BD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012539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876A" w14:textId="0A1CA4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ADCD" w14:textId="07DA50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03F1B" w14:textId="5D582B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BA0A" w14:textId="1A780A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D3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FC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D6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4A4BF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7326" w14:textId="0F5271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1ECB" w14:textId="68CEA9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42F1C" w14:textId="5B5B58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0517" w14:textId="5A518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FF4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3FF0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C8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AEDD9E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8EE3" w14:textId="11CD52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6507C" w14:textId="0CE0F6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A3D4" w14:textId="2D595A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BC61" w14:textId="57FB84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B0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82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1FC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87D6C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AAF2" w14:textId="1EB585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BDE3" w14:textId="34D86B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7B3E" w14:textId="6DB2C7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C1D4" w14:textId="7E99CB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C6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5F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B4F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FF518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98E3" w14:textId="78CCD9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0C7C" w14:textId="65CBC4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F0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76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706F" w14:textId="553553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1AEF" w14:textId="79C688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F6AD" w14:textId="506E70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57.52</w:t>
            </w:r>
          </w:p>
        </w:tc>
      </w:tr>
      <w:tr w:rsidR="004729AB" w:rsidRPr="005446F8" w14:paraId="3D4853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8577" w14:textId="1AB659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0FCF" w14:textId="6095D9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290F" w14:textId="6FB874B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C20B" w14:textId="1262C8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16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52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EC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1A0F8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C50" w14:textId="476649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0710" w14:textId="3A1EBB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CE06" w14:textId="481744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9486" w14:textId="3F9C35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92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C1F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CDA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EDC88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4846" w14:textId="2D6BB7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8079" w14:textId="187863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49AC" w14:textId="5D9138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094E" w14:textId="27438D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A33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6E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A2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6854A4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C492" w14:textId="627E7D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1B17" w14:textId="29A721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F32F" w14:textId="0BBFB6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23E5" w14:textId="54D5C6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EF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87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617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998BB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8350" w14:textId="135BE5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995B" w14:textId="477589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3D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2AC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D87B" w14:textId="031F82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A58D" w14:textId="6AE77D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D4E9" w14:textId="4DCF26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</w:tr>
      <w:tr w:rsidR="004729AB" w:rsidRPr="005446F8" w14:paraId="19DB0B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08DE" w14:textId="034869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A16F8" w14:textId="0C092C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1EA2" w14:textId="570634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EE1D" w14:textId="24074B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B0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CEB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E2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A91D9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82F5" w14:textId="385E74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AFDF" w14:textId="1AA389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C0B2" w14:textId="0ED818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5FD4" w14:textId="131FC8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28E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D42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926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1EDE8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6C6E" w14:textId="6EF5C0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7422" w14:textId="64D539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EA5B" w14:textId="6304B1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9322" w14:textId="4620AD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2C6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8BC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66B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F2572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83A6" w14:textId="6AA189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46F3" w14:textId="52161F3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DBB4" w14:textId="35B92A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52F1" w14:textId="1BA9B5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DD7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DA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15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075CA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28AE" w14:textId="21EC2B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8861" w14:textId="7C5C2D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E408" w14:textId="775BD3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C4E0" w14:textId="18DF7A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81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26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62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AE14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494D" w14:textId="445A32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AF31" w14:textId="535582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C8B0" w14:textId="1276F9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E0A7" w14:textId="795D33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42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88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697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3E470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0318" w14:textId="1DC9BC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E7EC4" w14:textId="5F41FC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173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90E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D8631" w14:textId="018A1A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004F" w14:textId="2A1F0F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AFF1" w14:textId="049EB4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56.96</w:t>
            </w:r>
          </w:p>
        </w:tc>
      </w:tr>
      <w:tr w:rsidR="004729AB" w:rsidRPr="005446F8" w14:paraId="564E58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3E98" w14:textId="16AA95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2EC6" w14:textId="293E72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4ECD" w14:textId="5BA993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E565" w14:textId="139E5C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FBC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E1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0D4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DE11EF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396C" w14:textId="206EC6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0C472" w14:textId="54C2CA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05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F97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6B34" w14:textId="4FE96A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A3A7" w14:textId="48ACDA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F797" w14:textId="2A3C32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</w:tr>
      <w:tr w:rsidR="004729AB" w:rsidRPr="005446F8" w14:paraId="04C16B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31AD" w14:textId="0B3C50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A66B" w14:textId="23FBE9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3847" w14:textId="12387C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5DABB" w14:textId="1C1DB5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F0C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E38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AF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6E7EC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0A60" w14:textId="7A5BC27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C23D" w14:textId="2D3FA2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954C" w14:textId="7D4F91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5741" w14:textId="7085E6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3FD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E6A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D86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0C1F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08D4" w14:textId="4511E1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A3B4" w14:textId="5A0EF4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FF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5DB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93F1" w14:textId="0ABFB8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698E" w14:textId="781B57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40BC" w14:textId="4BE66D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32.89</w:t>
            </w:r>
          </w:p>
        </w:tc>
      </w:tr>
      <w:tr w:rsidR="004729AB" w:rsidRPr="005446F8" w14:paraId="33A0644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2292" w14:textId="2B335F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EEF7" w14:textId="6CD5CB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4ED9" w14:textId="60DEB6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C1DB" w14:textId="5AFE2E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E5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410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B08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728F3F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8EC6" w14:textId="392538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39D0" w14:textId="63E26B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D260" w14:textId="003B93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A9C8" w14:textId="0899AB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2FB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E24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DD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A50D6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1D4A" w14:textId="5A4EBE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72C2" w14:textId="19FFC5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2BE9" w14:textId="045996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3C4B" w14:textId="7BF73D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015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E07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12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5BCFAB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8B0C" w14:textId="5DEB2B4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15E9" w14:textId="21E812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819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073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E43C" w14:textId="5F23D5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9310" w14:textId="7CC608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884F" w14:textId="544100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</w:tr>
      <w:tr w:rsidR="004729AB" w:rsidRPr="005446F8" w14:paraId="5372B92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C641" w14:textId="733667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896C" w14:textId="0930AB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0DD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E52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11C4" w14:textId="2B2F33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44B4" w14:textId="4CE9AA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5F38" w14:textId="3B382E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</w:tr>
      <w:tr w:rsidR="004729AB" w:rsidRPr="005446F8" w14:paraId="709522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61A0" w14:textId="246B37B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141C" w14:textId="40456D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5FF9" w14:textId="4287AC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9938" w14:textId="69E46B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B0F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DED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13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200C4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4FFF" w14:textId="5272B7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E38C" w14:textId="15FC82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39B8" w14:textId="1328F8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02BD" w14:textId="25D2E0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DD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5D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38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4B1E2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0881" w14:textId="4CD123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34BF" w14:textId="0E3B66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75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225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EE93" w14:textId="17D315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5E5D" w14:textId="17ED3B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CAE8" w14:textId="0322A3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4729AB" w:rsidRPr="005446F8" w14:paraId="50E5FC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70B3" w14:textId="22146F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7D29" w14:textId="05055E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6A95" w14:textId="3A16BD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A40F" w14:textId="1582F5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83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09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9B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746F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17D4" w14:textId="15EF97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1E58" w14:textId="23849A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F96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995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9B69" w14:textId="312573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BC98" w14:textId="04DD68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0EED" w14:textId="3D10E7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</w:tr>
      <w:tr w:rsidR="004729AB" w:rsidRPr="005446F8" w14:paraId="026192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1D89" w14:textId="7444B51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F2DA" w14:textId="0AE4F1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661D" w14:textId="0C0636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6D55" w14:textId="6560DC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27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06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CE1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3E7A5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01D5" w14:textId="68BC84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02D3" w14:textId="2345A7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26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89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DA09" w14:textId="424A47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433F" w14:textId="36A551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6F4D" w14:textId="7F2882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</w:tr>
      <w:tr w:rsidR="004729AB" w:rsidRPr="005446F8" w14:paraId="345C5D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C85D" w14:textId="5675C6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A2DA" w14:textId="7F47F6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63D4" w14:textId="06C23A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A5AA" w14:textId="644D10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48F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2B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5B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121A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660D" w14:textId="598FFC9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BC71" w14:textId="03D90C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0BF9" w14:textId="38C1BC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2FE5" w14:textId="7B5C17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0E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7B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12E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94E80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28C5" w14:textId="339E9D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E6F5" w14:textId="6704FA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133A" w14:textId="45011E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8A2F" w14:textId="570E19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1F6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06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FE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45EB0E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C1C2" w14:textId="6FB548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0F4F" w14:textId="18B164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2FD3" w14:textId="687595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8A198" w14:textId="01FAAE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2C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DE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A4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E240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3408" w14:textId="15C3D5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F34B" w14:textId="14E0D9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5CA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A6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CE39" w14:textId="110B72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4E2E" w14:textId="7F25286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DFCA6" w14:textId="4F8B28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</w:tr>
      <w:tr w:rsidR="004729AB" w:rsidRPr="005446F8" w14:paraId="0D670C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9976" w14:textId="4557E9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244D" w14:textId="58A529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6F0D" w14:textId="533497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E75D" w14:textId="23B3E1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C9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6A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61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941DC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0DB7" w14:textId="1EB901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D787" w14:textId="3A89A0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63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EA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CC68" w14:textId="4CDF3C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6F98" w14:textId="2B1521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14CD" w14:textId="64A011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38.39</w:t>
            </w:r>
          </w:p>
        </w:tc>
      </w:tr>
      <w:tr w:rsidR="004729AB" w:rsidRPr="005446F8" w14:paraId="0665148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8E25" w14:textId="6ED0B4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E1A01" w14:textId="57BA42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55E1" w14:textId="1F9F27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7773" w14:textId="37C2CC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41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A9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E75A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A6C0D6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8943" w14:textId="3E4B2C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B40B" w14:textId="64F8E8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E8A2" w14:textId="3C0253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5223" w14:textId="40450A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E6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F7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0E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9BBAB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2C16" w14:textId="0FA579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2DAC" w14:textId="5A231B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E5B2" w14:textId="0FEBAD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98B4" w14:textId="5F6BD5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36B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DD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B5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EC6F0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A747" w14:textId="70F91A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1167" w14:textId="1F7BBC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889D" w14:textId="690DC0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D3F7" w14:textId="4F9DD3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77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DC9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85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81E310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8A8A" w14:textId="294A9C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8AA6" w14:textId="2E516A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FD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F0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20B5" w14:textId="046BB6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99BE" w14:textId="334258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EDA1" w14:textId="134DE0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</w:tr>
      <w:tr w:rsidR="004729AB" w:rsidRPr="005446F8" w14:paraId="502421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A733" w14:textId="151C94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2BB1" w14:textId="048377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E8D0" w14:textId="428467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4049" w14:textId="6C8402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430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FAF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42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004A5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F9BE" w14:textId="6D413F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CBE8" w14:textId="7B2C47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73FA" w14:textId="6CBAAF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F87E" w14:textId="50E3E1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B5D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D3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65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C8D5E8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D2D8" w14:textId="666F22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78DD" w14:textId="508E45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B2AA" w14:textId="7D1039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11AD" w14:textId="7274EB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05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79B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AD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1CAC9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D931" w14:textId="7114E6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05D1" w14:textId="49E931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FF4AC" w14:textId="121DFD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4AD8" w14:textId="23913D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0A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758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AA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979D44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BEFB" w14:textId="31D2AB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68F1" w14:textId="7A0633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C384" w14:textId="5AF5B89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49E4" w14:textId="1FB659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666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53B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10B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8A7A0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62E64" w14:textId="21CCB89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6954" w14:textId="45D135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7B6E" w14:textId="05F934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027A" w14:textId="446BC4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E2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D83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C5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FE9AB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17C5" w14:textId="125B4C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B3D0" w14:textId="53A407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04D6" w14:textId="56D00B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4A27" w14:textId="06654E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8D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64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5FD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F11F9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5AC96" w14:textId="1F9EEE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C060" w14:textId="2F4226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DA1A" w14:textId="17C4A7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C5E6" w14:textId="6E671E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FA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65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74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9CFCC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2803" w14:textId="43D8B7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C1D2" w14:textId="6C0101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81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F7A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708C" w14:textId="7DA53F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5FE8" w14:textId="478FB9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3833" w14:textId="6FC2E6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36.86</w:t>
            </w:r>
          </w:p>
        </w:tc>
      </w:tr>
      <w:tr w:rsidR="004729AB" w:rsidRPr="005446F8" w14:paraId="79ABA05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B286" w14:textId="48336A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8A82" w14:textId="77910B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F702D" w14:textId="128448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24BF" w14:textId="77E17E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884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04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F4A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48FBE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B957" w14:textId="398ED6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12F1" w14:textId="37D763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588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11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89FB" w14:textId="5D0CB6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240B" w14:textId="4BBDE3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9.236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AD3C" w14:textId="4ED1A3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295.56</w:t>
            </w:r>
          </w:p>
        </w:tc>
      </w:tr>
      <w:tr w:rsidR="004729AB" w:rsidRPr="005446F8" w14:paraId="31C6E83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909C" w14:textId="36C740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6B1E" w14:textId="150522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2B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EB4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0334" w14:textId="011856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991D" w14:textId="1DB586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C25A" w14:textId="57E8364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113.52</w:t>
            </w:r>
          </w:p>
        </w:tc>
      </w:tr>
      <w:tr w:rsidR="004729AB" w:rsidRPr="005446F8" w14:paraId="412948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AE59" w14:textId="67C1B7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5D8D" w14:textId="0DB3AB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E688" w14:textId="40C72A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B012" w14:textId="33B2E0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73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17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D1D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645B0B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ACDA" w14:textId="6A99F5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005D" w14:textId="2F78EE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A9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48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76F3" w14:textId="4D74DD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33BA" w14:textId="17688B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2C2D" w14:textId="20B749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88.43</w:t>
            </w:r>
          </w:p>
        </w:tc>
      </w:tr>
      <w:tr w:rsidR="004729AB" w:rsidRPr="005446F8" w14:paraId="2B6E4B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EE1D" w14:textId="414E35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A91F" w14:textId="7075E5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FB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C3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A794" w14:textId="75F948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AEA3" w14:textId="775DA1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5CD5" w14:textId="5E00BC2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76.54</w:t>
            </w:r>
          </w:p>
        </w:tc>
      </w:tr>
      <w:tr w:rsidR="004729AB" w:rsidRPr="005446F8" w14:paraId="18D562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1DD8" w14:textId="4D3FFE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A715" w14:textId="2B1ED1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B2A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E1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132D" w14:textId="586611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760C" w14:textId="5EC7E1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75E3" w14:textId="351303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47.06</w:t>
            </w:r>
          </w:p>
        </w:tc>
      </w:tr>
      <w:tr w:rsidR="004729AB" w:rsidRPr="005446F8" w14:paraId="720F146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0D00" w14:textId="478E36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764A" w14:textId="35C784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E5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FA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B48B" w14:textId="423C3E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29A3" w14:textId="1C328C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36B1" w14:textId="5A479B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</w:tr>
      <w:tr w:rsidR="004729AB" w:rsidRPr="005446F8" w14:paraId="706F36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D8C9" w14:textId="759B98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8371" w14:textId="6D37A9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5999" w14:textId="0B73EB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F0A5E" w14:textId="7927B8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6C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EA0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A8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51126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5798F" w14:textId="543C2E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3A17" w14:textId="23DA1E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67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1856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F43F" w14:textId="01DA32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EC54" w14:textId="2AC473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2B61" w14:textId="4D8E8B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</w:tr>
      <w:tr w:rsidR="004729AB" w:rsidRPr="005446F8" w14:paraId="325AB6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85EFF" w14:textId="5D2859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12B3D" w14:textId="6FEED3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8B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4590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9D91" w14:textId="3847B5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AD19" w14:textId="31FD79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87BA" w14:textId="6417DB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25.01</w:t>
            </w:r>
          </w:p>
        </w:tc>
      </w:tr>
      <w:tr w:rsidR="004729AB" w:rsidRPr="005446F8" w14:paraId="4BF928B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D8F7" w14:textId="309BB0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696E" w14:textId="5FCEE4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68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9B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F99E" w14:textId="1F3174C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07ED" w14:textId="4759A2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EDA8" w14:textId="54BBE8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</w:tr>
      <w:tr w:rsidR="004729AB" w:rsidRPr="005446F8" w14:paraId="7AA16F9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B7C1" w14:textId="1E42A8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320C" w14:textId="7E36F8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9C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60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DF04" w14:textId="1DE1B2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8FC4" w14:textId="768574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D40F2" w14:textId="78C6D7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</w:tr>
      <w:tr w:rsidR="004729AB" w:rsidRPr="005446F8" w14:paraId="01DF9F5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A2FE" w14:textId="7AF163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D3C7" w14:textId="198B2E6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9232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63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C328B" w14:textId="0B8055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E97E" w14:textId="555444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6F4C" w14:textId="1CC88C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</w:tr>
      <w:tr w:rsidR="004729AB" w:rsidRPr="005446F8" w14:paraId="49FBD9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2ECB" w14:textId="5DC83E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EA80" w14:textId="661112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18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84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A70B" w14:textId="380F00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11F6" w14:textId="3286E3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D05A" w14:textId="7BE078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729AB" w:rsidRPr="005446F8" w14:paraId="2E5C8F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ADF6A" w14:textId="2FEEB9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9BBBF" w14:textId="746157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91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A4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D3658" w14:textId="5566C5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C76D" w14:textId="62BC771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8B60" w14:textId="7330A2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</w:tr>
      <w:tr w:rsidR="004729AB" w:rsidRPr="005446F8" w14:paraId="6E11F4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CD73" w14:textId="41E46E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25F8F" w14:textId="73760C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E649" w14:textId="12D42D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6998" w14:textId="70D96B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B55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FBF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E40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B605A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0B082" w14:textId="4A6F46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46A5" w14:textId="29E465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CC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03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7131" w14:textId="3A24EB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3353" w14:textId="357D0E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DEC7" w14:textId="19B2ED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156.67</w:t>
            </w:r>
          </w:p>
        </w:tc>
      </w:tr>
      <w:tr w:rsidR="004729AB" w:rsidRPr="005446F8" w14:paraId="4D6AD0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017D" w14:textId="15C058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018A" w14:textId="0F1811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B8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B62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E037" w14:textId="29592F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7438" w14:textId="5D7903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8B2B" w14:textId="0677E92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82.21</w:t>
            </w:r>
          </w:p>
        </w:tc>
      </w:tr>
      <w:tr w:rsidR="004729AB" w:rsidRPr="005446F8" w14:paraId="4ACDEA4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1236" w14:textId="58A082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51A5" w14:textId="20B0B0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1C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49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29F7" w14:textId="357F72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E842" w14:textId="7565BC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0BD0" w14:textId="5AEA76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</w:tr>
      <w:tr w:rsidR="004729AB" w:rsidRPr="005446F8" w14:paraId="5D943C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D88F" w14:textId="1ADB17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48DD0" w14:textId="6212A1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05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76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4BAC" w14:textId="7FB78B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E1DF" w14:textId="3F75CC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006D" w14:textId="253713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50.69</w:t>
            </w:r>
          </w:p>
        </w:tc>
      </w:tr>
      <w:tr w:rsidR="004729AB" w:rsidRPr="005446F8" w14:paraId="361503D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0127" w14:textId="5F4177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E294" w14:textId="6D8596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1FE17" w14:textId="38EE32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8648" w14:textId="251D2C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4E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7B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56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2FFE5C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BC7C" w14:textId="6E1E01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9EA3" w14:textId="10246E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B8E4" w14:textId="60AEAB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0EF67" w14:textId="27F0EA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FD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56A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4DF8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F2CB2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C4C9" w14:textId="00B839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30E9" w14:textId="367B13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FE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87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E6D8" w14:textId="2AB5FDC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E03C" w14:textId="22D556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299F" w14:textId="6D7256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</w:tr>
      <w:tr w:rsidR="004729AB" w:rsidRPr="005446F8" w14:paraId="6772583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1785" w14:textId="28AF1F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299A" w14:textId="615781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BC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41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1CD2" w14:textId="752075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743D" w14:textId="795815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1ABC" w14:textId="432D8B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</w:tr>
      <w:tr w:rsidR="004729AB" w:rsidRPr="005446F8" w14:paraId="25B0B7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1A4E" w14:textId="078D9A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259D" w14:textId="5E7792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B481" w14:textId="2C3424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82BD" w14:textId="676774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90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859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DD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FC4AB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7DD0" w14:textId="66E67A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6423" w14:textId="32F220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68C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29B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EFD5" w14:textId="0DE7D7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A03D" w14:textId="124B20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002D" w14:textId="671C88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4729AB" w:rsidRPr="005446F8" w14:paraId="771089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7B79" w14:textId="5068DF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D308" w14:textId="626058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C055" w14:textId="2525A5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6256" w14:textId="30491A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C2E7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98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3C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73BF37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1298" w14:textId="31F89C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0F43" w14:textId="2986E3C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401A" w14:textId="36DC3E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F937" w14:textId="3A630B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68FA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610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DF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A2D16A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EFB3" w14:textId="0ECA0E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9811" w14:textId="78987A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AF8D" w14:textId="0C8E90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72DD" w14:textId="544D21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5C6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5C1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C8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E0299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481" w14:textId="54B86B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C9E7" w14:textId="41FB9E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6FD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86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9627" w14:textId="6CF705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1842" w14:textId="5B9B67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15766" w14:textId="73DD9A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143.84</w:t>
            </w:r>
          </w:p>
        </w:tc>
      </w:tr>
      <w:tr w:rsidR="004729AB" w:rsidRPr="005446F8" w14:paraId="25A5DAD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CE52" w14:textId="66C99E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EB05" w14:textId="5FD690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E061" w14:textId="45630F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C09A" w14:textId="0459B4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CC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D5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54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7B10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6D0E" w14:textId="1737F9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58D3" w14:textId="5978CB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6CF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54F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4128" w14:textId="0A324C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6DCD" w14:textId="46B1B6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3C40" w14:textId="2AAB28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126.70</w:t>
            </w:r>
          </w:p>
        </w:tc>
      </w:tr>
      <w:tr w:rsidR="004729AB" w:rsidRPr="005446F8" w14:paraId="212E8F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AC7F" w14:textId="12550A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5B35" w14:textId="638A98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B6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9A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C9FB" w14:textId="56FB1A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7D26" w14:textId="7A2747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E1E9" w14:textId="4FE155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125.95</w:t>
            </w:r>
          </w:p>
        </w:tc>
      </w:tr>
      <w:tr w:rsidR="004729AB" w:rsidRPr="005446F8" w14:paraId="3902E3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618C" w14:textId="3EE405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EB56" w14:textId="4CB255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A13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D1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0447" w14:textId="70874D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09EA" w14:textId="11BB73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FB9F" w14:textId="5F3BD8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113.52</w:t>
            </w:r>
          </w:p>
        </w:tc>
      </w:tr>
      <w:tr w:rsidR="004729AB" w:rsidRPr="005446F8" w14:paraId="458C98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55BE" w14:textId="3DC445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4998" w14:textId="2DA6D8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1187" w14:textId="74D467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428F" w14:textId="1389F7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2B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DA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E6D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0D68B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9207" w14:textId="01B81C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0344" w14:textId="0F1F84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10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C02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DA80" w14:textId="471912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4DE5" w14:textId="27D96A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2B87" w14:textId="5AC694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108.77</w:t>
            </w:r>
          </w:p>
        </w:tc>
      </w:tr>
      <w:tr w:rsidR="004729AB" w:rsidRPr="005446F8" w14:paraId="3F82EF4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854B" w14:textId="1D21BC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6E3B" w14:textId="3240A8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9B0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6F2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24BB" w14:textId="759076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FEC9" w14:textId="42210D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5196" w14:textId="090792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97.26</w:t>
            </w:r>
          </w:p>
        </w:tc>
      </w:tr>
      <w:tr w:rsidR="004729AB" w:rsidRPr="005446F8" w14:paraId="0A2066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5A28" w14:textId="1817AE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614F" w14:textId="5F8808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0F70E" w14:textId="00CC98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2A862" w14:textId="4404B1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78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790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9A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ECE09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9129" w14:textId="71430A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8A8A" w14:textId="3405BD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B64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F1E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AC72" w14:textId="5B3BD8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76B8" w14:textId="21F972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3A80" w14:textId="79BD1C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95.97</w:t>
            </w:r>
          </w:p>
        </w:tc>
      </w:tr>
      <w:tr w:rsidR="004729AB" w:rsidRPr="005446F8" w14:paraId="1DEA3F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3232" w14:textId="3E9A8F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8514" w14:textId="4A8B297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0CB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52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7166" w14:textId="57C1FE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2DB" w14:textId="48452A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0C5F" w14:textId="20853D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94.03</w:t>
            </w:r>
          </w:p>
        </w:tc>
      </w:tr>
      <w:tr w:rsidR="004729AB" w:rsidRPr="005446F8" w14:paraId="2FFA77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18F1" w14:textId="36C356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B6E1" w14:textId="7ECAF9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D4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73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DCA5" w14:textId="4BCB52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8FE3" w14:textId="521764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F186" w14:textId="66667B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</w:tr>
      <w:tr w:rsidR="004729AB" w:rsidRPr="005446F8" w14:paraId="77E235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6A74" w14:textId="3C23D1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6B5F7" w14:textId="451964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85B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C3A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83CE" w14:textId="7A42B9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6121" w14:textId="6CCBEF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3363" w14:textId="66A7601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85.51</w:t>
            </w:r>
          </w:p>
        </w:tc>
      </w:tr>
      <w:tr w:rsidR="004729AB" w:rsidRPr="005446F8" w14:paraId="627B18F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C1A9" w14:textId="277AC2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3362" w14:textId="2B8F4B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F8EB" w14:textId="335C96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F955" w14:textId="0218A6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00E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3762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081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5A50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0DCD" w14:textId="36DFA9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6190" w14:textId="3D683B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C754" w14:textId="62C6D3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9837" w14:textId="00BD61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406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D7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0D4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95C05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3746" w14:textId="4A3FA1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F44C9" w14:textId="063606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8A04" w14:textId="61941C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A1BC" w14:textId="0A1D43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5A7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CD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BF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371A4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CDDC7" w14:textId="42F6EC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F7AF" w14:textId="15EE29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A6A1" w14:textId="6CCC6E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2EDB" w14:textId="79B7FD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3C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CF0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38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71469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98B5" w14:textId="27AE23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42D4" w14:textId="5E89C1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88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B7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6C18" w14:textId="65CAB7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C2DC" w14:textId="2CE485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7293" w14:textId="55DFF1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79.97</w:t>
            </w:r>
          </w:p>
        </w:tc>
      </w:tr>
      <w:tr w:rsidR="004729AB" w:rsidRPr="005446F8" w14:paraId="0649396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0097" w14:textId="422BDA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A2DB" w14:textId="277938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8B19" w14:textId="7080AC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E1E5" w14:textId="135EE3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07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56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431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4C107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6B23" w14:textId="0C4FFA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0EA3" w14:textId="7345D5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2C80" w14:textId="5913BD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0790" w14:textId="655757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E9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F9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C2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4B743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632D" w14:textId="35A1A4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5B8F" w14:textId="1531AE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6F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6AE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ABD5" w14:textId="2DF7AE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DFB9" w14:textId="11ECC87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91C7" w14:textId="43D2A6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4729AB" w:rsidRPr="005446F8" w14:paraId="46A827B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0724" w14:textId="3C0767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C127" w14:textId="031F33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C8AD" w14:textId="5EF64F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6C5D" w14:textId="2A6693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0B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927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2EE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4A9D0D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FAC3" w14:textId="41BCB07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FC0F" w14:textId="7ECA13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90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7D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CC4E" w14:textId="295738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8DD2" w14:textId="1216B7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A80D" w14:textId="0C9C2C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</w:tr>
      <w:tr w:rsidR="004729AB" w:rsidRPr="005446F8" w14:paraId="04545C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8885" w14:textId="337506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01D9" w14:textId="2B7C0E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FD0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43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CF12" w14:textId="5145FA6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FCD50" w14:textId="04A425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65DC" w14:textId="283D73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55.01</w:t>
            </w:r>
          </w:p>
        </w:tc>
      </w:tr>
      <w:tr w:rsidR="004729AB" w:rsidRPr="005446F8" w14:paraId="2AB967E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1FB6" w14:textId="25D3E4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4B0F" w14:textId="4CEB5B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2B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2D1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A1B5" w14:textId="7C1F80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4D02" w14:textId="5FA0CD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1EAB" w14:textId="36FE27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54.55</w:t>
            </w:r>
          </w:p>
        </w:tc>
      </w:tr>
      <w:tr w:rsidR="004729AB" w:rsidRPr="005446F8" w14:paraId="2C2759D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C7FF7" w14:textId="7CADFD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D39D" w14:textId="39E699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400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9B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54CB" w14:textId="5E9878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BE7F" w14:textId="1A57D1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E44D" w14:textId="3602DF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50.50</w:t>
            </w:r>
          </w:p>
        </w:tc>
      </w:tr>
      <w:tr w:rsidR="004729AB" w:rsidRPr="005446F8" w14:paraId="703FA6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528E" w14:textId="54DE0D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1277" w14:textId="65B078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22E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5F7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365F" w14:textId="3E1404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ACF0" w14:textId="20FBDF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1F2C" w14:textId="79BF2F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4729AB" w:rsidRPr="005446F8" w14:paraId="0CC9D4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08C0" w14:textId="35D734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86B0" w14:textId="1C09FD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FF14" w14:textId="463C73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86BE" w14:textId="181753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17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A9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3C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E5AAC3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0795" w14:textId="478E57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C28F" w14:textId="3AD21E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C336" w14:textId="29E48C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D199" w14:textId="3FEF61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B2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C86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C6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500E6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BF50" w14:textId="7345AC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2991" w14:textId="52F213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C8" w14:textId="2BE5B34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6215" w14:textId="261AE8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88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FE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A42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BBE64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45D5" w14:textId="122813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EC8C" w14:textId="2676EA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8D8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3A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F103" w14:textId="3B0819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BE94" w14:textId="40C6B81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2055" w14:textId="2291F3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</w:tr>
      <w:tr w:rsidR="004729AB" w:rsidRPr="005446F8" w14:paraId="50DC306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39E0" w14:textId="2A38F0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3139" w14:textId="658164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32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17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C67C" w14:textId="2FF315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55D7" w14:textId="1B9DFB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0E4C" w14:textId="16D55A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37.99</w:t>
            </w:r>
          </w:p>
        </w:tc>
      </w:tr>
      <w:tr w:rsidR="004729AB" w:rsidRPr="005446F8" w14:paraId="558506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D4D9" w14:textId="6B5895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7003" w14:textId="4078BA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DB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A2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4D0D" w14:textId="729BCF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D0CC" w14:textId="5E6ECA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2397" w14:textId="5B558E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34.73</w:t>
            </w:r>
          </w:p>
        </w:tc>
      </w:tr>
      <w:tr w:rsidR="004729AB" w:rsidRPr="005446F8" w14:paraId="3E3C2A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D639" w14:textId="254087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4024" w14:textId="37A78A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C93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2B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DC35" w14:textId="31779E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C628" w14:textId="550548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AB66" w14:textId="46C05F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15AA8D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1911" w14:textId="4AF62A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867A" w14:textId="60BCB0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E65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604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B1B3" w14:textId="41C73D4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107F" w14:textId="13867D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A443" w14:textId="298C2D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16266A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738A" w14:textId="5ABDC2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1E31" w14:textId="3CC9E8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2C5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11C8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5A76" w14:textId="28E496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49C4" w14:textId="647053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C96E" w14:textId="443B4D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</w:tr>
      <w:tr w:rsidR="004729AB" w:rsidRPr="005446F8" w14:paraId="58CCA6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C2E5C" w14:textId="3E128D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B4050" w14:textId="68D35C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FC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5BE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FE64" w14:textId="0F86FA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FD99" w14:textId="485779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A40F" w14:textId="5EDA29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</w:tr>
      <w:tr w:rsidR="004729AB" w:rsidRPr="005446F8" w14:paraId="48F994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0D89" w14:textId="29B7931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0A92" w14:textId="0291B6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8006" w14:textId="2B148A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18C1" w14:textId="4E2261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954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C3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F9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2A500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3F06" w14:textId="0F06B4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C9AF" w14:textId="0F4736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05D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8C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6537" w14:textId="3A044B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BD376" w14:textId="51C352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1F9A" w14:textId="4D535C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25.57</w:t>
            </w:r>
          </w:p>
        </w:tc>
      </w:tr>
      <w:tr w:rsidR="004729AB" w:rsidRPr="005446F8" w14:paraId="603F0F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FC4B" w14:textId="6E475E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58004" w14:textId="4300DA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1131" w14:textId="12D681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4277" w14:textId="4A31F6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BBE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68E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28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5E4B3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1ED7" w14:textId="41C59A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092D" w14:textId="54D051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F2E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E6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9BDA" w14:textId="56CB3A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F3D7" w14:textId="4D9BD0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B6814" w14:textId="6D8CF7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</w:tr>
      <w:tr w:rsidR="004729AB" w:rsidRPr="005446F8" w14:paraId="72DD6D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225F" w14:textId="33CE79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83575" w14:textId="131DFF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A405" w14:textId="00D2E5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2E7B" w14:textId="35CE25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FF6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FA9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D21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16F7B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6A47" w14:textId="1CE4EF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80AA5" w14:textId="15CC87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48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6AB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AB5A" w14:textId="62748C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7B9B" w14:textId="2C359F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AFF8" w14:textId="2026CF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4729AB" w:rsidRPr="005446F8" w14:paraId="71860F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3D7C" w14:textId="3F1F94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7411" w14:textId="39894D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AEF3" w14:textId="637D66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AD5F" w14:textId="5CD37F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CA3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61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CE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6E949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AE45" w14:textId="6EC640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6196" w14:textId="46B480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8D23" w14:textId="15BC7E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42CB" w14:textId="7B4052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3FB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EE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0B6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D09E25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6C70" w14:textId="4F3D0C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C79A" w14:textId="741B55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25CB" w14:textId="57B8AD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997A" w14:textId="62D8D7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9AC6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F41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45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B71CAC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CE61A" w14:textId="377E06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5F45" w14:textId="78D592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9C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45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77A8" w14:textId="347230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5739" w14:textId="1BC693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14D4" w14:textId="2C06C8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</w:tr>
      <w:tr w:rsidR="004729AB" w:rsidRPr="005446F8" w14:paraId="19BAB5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B0E1F" w14:textId="2AD83D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88BC" w14:textId="44AE1D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8D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90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AA386" w14:textId="66A674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18EE" w14:textId="1ADDA8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46B7" w14:textId="448DD13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</w:tr>
      <w:tr w:rsidR="004729AB" w:rsidRPr="005446F8" w14:paraId="48AC5A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3965" w14:textId="170978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9057" w14:textId="616582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19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1B1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296E" w14:textId="0E4CED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4644" w14:textId="383F2D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C685C" w14:textId="6AD09C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16.00</w:t>
            </w:r>
          </w:p>
        </w:tc>
      </w:tr>
      <w:tr w:rsidR="004729AB" w:rsidRPr="005446F8" w14:paraId="4DD5E8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2F8C" w14:textId="2256590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EF91" w14:textId="65A1C4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621F" w14:textId="0A069D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0DF0" w14:textId="3AC1BD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7F6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D29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5AE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11163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4B4F" w14:textId="532AF9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F948" w14:textId="32C138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021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27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DD8C" w14:textId="39AEF6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1289" w14:textId="083987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E0F7" w14:textId="221834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</w:tr>
      <w:tr w:rsidR="004729AB" w:rsidRPr="005446F8" w14:paraId="17E486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B6D6" w14:textId="350F27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ADA87" w14:textId="217CDA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3C04" w14:textId="4DC58B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5087" w14:textId="2E7333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142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C0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1EC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C80AE5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7BE8" w14:textId="7FADB6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446E" w14:textId="464D4C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FE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01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9DB0" w14:textId="1E77BD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A2735" w14:textId="72B6E4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ECD8F" w14:textId="6D70E6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</w:tr>
      <w:tr w:rsidR="004729AB" w:rsidRPr="005446F8" w14:paraId="129A47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B531" w14:textId="43ADB2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E980" w14:textId="79978A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9F0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AACF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E010" w14:textId="45A694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BF92" w14:textId="228D54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2452" w14:textId="22E930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4729AB" w:rsidRPr="005446F8" w14:paraId="4CAE68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688A" w14:textId="59F14E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5080" w14:textId="195570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F43A" w14:textId="7DCDD0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119C" w14:textId="5BC7E2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84E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AB9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AE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97C00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4227" w14:textId="25339E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92E8" w14:textId="484DEB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A5B9" w14:textId="704FCE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8312" w14:textId="40A8AE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33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B5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1D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1D289A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B9B5" w14:textId="34F7EB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290D" w14:textId="2614E5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98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BE4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B591" w14:textId="0AA6F9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3F7D" w14:textId="42BCC8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60A6" w14:textId="5F64F6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</w:tr>
      <w:tr w:rsidR="004729AB" w:rsidRPr="005446F8" w14:paraId="5B8ECB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5442" w14:textId="101FD4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227F" w14:textId="303522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36A8" w14:textId="018060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B7AD" w14:textId="3506C3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50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75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4E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8BCA8C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C582" w14:textId="38A340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BC67" w14:textId="69E935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B3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C2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90F0" w14:textId="32C304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0C33" w14:textId="7E9046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BF2B" w14:textId="000043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72.26</w:t>
            </w:r>
          </w:p>
        </w:tc>
      </w:tr>
      <w:tr w:rsidR="004729AB" w:rsidRPr="005446F8" w14:paraId="3AF0D4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0DB30" w14:textId="440EA2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8B5E" w14:textId="0085FF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61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C96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5EA4" w14:textId="2FAE99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6950" w14:textId="585483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CA3A" w14:textId="3D3EE5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59.28</w:t>
            </w:r>
          </w:p>
        </w:tc>
      </w:tr>
      <w:tr w:rsidR="004729AB" w:rsidRPr="005446F8" w14:paraId="55CDBB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3C69" w14:textId="50A3D9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47FB" w14:textId="38E528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5F19" w14:textId="4A3FBA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FFC0" w14:textId="09E540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A2F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2E4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5AF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7CEDF8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2DBD" w14:textId="666120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8E0A" w14:textId="372325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026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05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8E38" w14:textId="5A7445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B444" w14:textId="399E18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6358" w14:textId="011464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4729AB" w:rsidRPr="005446F8" w14:paraId="5C1422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332C" w14:textId="0B76B80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0723" w14:textId="647EBC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8F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B2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C673" w14:textId="6D12AA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0770" w14:textId="00240A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2F79" w14:textId="01B5AE7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96.42</w:t>
            </w:r>
          </w:p>
        </w:tc>
      </w:tr>
      <w:tr w:rsidR="004729AB" w:rsidRPr="005446F8" w14:paraId="56B3853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D69B" w14:textId="4009B4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FB10" w14:textId="4F65C8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46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52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7EF2" w14:textId="0ED782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D166" w14:textId="7CBA30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F477" w14:textId="0DD9ED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87.49</w:t>
            </w:r>
          </w:p>
        </w:tc>
      </w:tr>
      <w:tr w:rsidR="004729AB" w:rsidRPr="005446F8" w14:paraId="528F7A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2EAF" w14:textId="656B82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C5D0" w14:textId="688129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BF63" w14:textId="3E340A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1880" w14:textId="6D7DF0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B0A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D64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59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25A13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F590" w14:textId="54BD62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6F99" w14:textId="006AF6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3C11" w14:textId="2288A4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18D6" w14:textId="6F1E752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C0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1CAC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11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37E2EB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3D31" w14:textId="5AD350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78C3" w14:textId="77BCF6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A356" w14:textId="2748E2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4F38E" w14:textId="322D6C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7C3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CD2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36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08BBC7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151B" w14:textId="7BCABE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9CFA" w14:textId="2BEC02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F970" w14:textId="182BA9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16A0" w14:textId="5E1192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E9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BA2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66C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01FAE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B446" w14:textId="5A7F9E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E06F" w14:textId="6CF9B2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D7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B0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3085" w14:textId="423601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3C0C" w14:textId="2CF1F2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A17A" w14:textId="58EBE8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63.00</w:t>
            </w:r>
          </w:p>
        </w:tc>
      </w:tr>
      <w:tr w:rsidR="004729AB" w:rsidRPr="005446F8" w14:paraId="02AE4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B087" w14:textId="727746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D72D" w14:textId="64E5F5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B2AA" w14:textId="6516C4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EB04" w14:textId="356B34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C85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0A1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05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EFC834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F0B7" w14:textId="084547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5D98" w14:textId="64D524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6424" w14:textId="5FEE35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7D56" w14:textId="5093EC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38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45D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77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43C23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2331" w14:textId="521A4B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DA7B" w14:textId="55CB44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65B1" w14:textId="71FF53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1C4E" w14:textId="6B2CDA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B0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37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5F8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74DC5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DD65" w14:textId="0DAC5F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4EF9" w14:textId="28E2A9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73C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AAE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50CD" w14:textId="1A9483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CB3A" w14:textId="4E7FF9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2232" w14:textId="1E8BBE2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</w:tr>
      <w:tr w:rsidR="004729AB" w:rsidRPr="005446F8" w14:paraId="328997A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521E" w14:textId="638C69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1925" w14:textId="1CBD8F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8E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6A6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3714" w14:textId="2F3109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DA8D" w14:textId="07538C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165B" w14:textId="2B3CD7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31.03</w:t>
            </w:r>
          </w:p>
        </w:tc>
      </w:tr>
      <w:tr w:rsidR="004729AB" w:rsidRPr="005446F8" w14:paraId="6CC6EEC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F7CE" w14:textId="26C264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8F79" w14:textId="0A98CB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F5B1" w14:textId="22BBD4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4DE2" w14:textId="1AC33F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B4F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18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BD3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4014D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103B" w14:textId="210A59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2FE" w14:textId="251A12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B1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DD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6D36" w14:textId="744371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96E5" w14:textId="5A7137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A6B5" w14:textId="4463C5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28.99</w:t>
            </w:r>
          </w:p>
        </w:tc>
      </w:tr>
      <w:tr w:rsidR="004729AB" w:rsidRPr="005446F8" w14:paraId="37B811C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E0AB" w14:textId="2B8E2C4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CAAD" w14:textId="0845496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1E6C" w14:textId="651CE0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EB55" w14:textId="1FE945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C40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9B4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14D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8AEBCA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0C54" w14:textId="4287E0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BD73" w14:textId="71BAAC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8A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DF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1008" w14:textId="216BA1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CFDC" w14:textId="392FAC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F34E" w14:textId="74F8CB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28.96</w:t>
            </w:r>
          </w:p>
        </w:tc>
      </w:tr>
      <w:tr w:rsidR="004729AB" w:rsidRPr="005446F8" w14:paraId="3B9BB9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4544" w14:textId="60189B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A0464" w14:textId="2B14FF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3D21" w14:textId="5F9380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FBCD" w14:textId="38BB18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8E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C3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C6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086322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16B12" w14:textId="373D9C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5A98" w14:textId="51AD11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56E2" w14:textId="778D7C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D186" w14:textId="09DB53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EF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88D3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F0E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523C05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BE9A" w14:textId="07978C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DE0E" w14:textId="5BF4CB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B9D33" w14:textId="593E73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7D67" w14:textId="4BDBD3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A4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383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A5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01997F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299C" w14:textId="10E88D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0642" w14:textId="44789B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01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9C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9CD4" w14:textId="620353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33A4C" w14:textId="34A465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41CF" w14:textId="21D69E5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9.92</w:t>
            </w:r>
          </w:p>
        </w:tc>
      </w:tr>
      <w:tr w:rsidR="004729AB" w:rsidRPr="005446F8" w14:paraId="611639D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EE533" w14:textId="2CB546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A840" w14:textId="415681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671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58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552C" w14:textId="2EB834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6062" w14:textId="6BC742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782EB" w14:textId="56429B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9.63</w:t>
            </w:r>
          </w:p>
        </w:tc>
      </w:tr>
      <w:tr w:rsidR="004729AB" w:rsidRPr="005446F8" w14:paraId="57712B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664D" w14:textId="2BA7B8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74CF" w14:textId="5C59C0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0510" w14:textId="7A2D5A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04D1" w14:textId="38EC51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7CC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90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86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ABE0F4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A9E0" w14:textId="085C99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A282" w14:textId="6381DE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2E8A" w14:textId="084344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51C0" w14:textId="17B713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828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3D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AF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17ED1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BFF9" w14:textId="692F7B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91A4" w14:textId="5DB29C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26C8" w14:textId="28306C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9734" w14:textId="64CB3F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89D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09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7C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FECD2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D13E" w14:textId="2B49D0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3C25" w14:textId="49D5E7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44C3" w14:textId="2E2629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C733" w14:textId="090190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F1F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7E6C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1E4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EECD87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F8F1" w14:textId="3F38D8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16E2" w14:textId="02E696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B4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D37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FCD4" w14:textId="631918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3C3D" w14:textId="54BC4B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C73A" w14:textId="56A813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30.84</w:t>
            </w:r>
          </w:p>
        </w:tc>
      </w:tr>
      <w:tr w:rsidR="004729AB" w:rsidRPr="005446F8" w14:paraId="20A4DA5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80A9" w14:textId="6F5806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A12D" w14:textId="1F041B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DD4B" w14:textId="7B9EAC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4497" w14:textId="114D7A0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0D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66E4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51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8C8EC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E3CF" w14:textId="1F365D4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РАДОСЛАВ НИКОЛОВ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4568" w14:textId="03A609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6C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A8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2CC8" w14:textId="13CAF6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CEF2" w14:textId="6C4CE3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EF08" w14:textId="5CC35C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</w:tr>
      <w:tr w:rsidR="004729AB" w:rsidRPr="005446F8" w14:paraId="674C069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4C25" w14:textId="6AA701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F4B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0E8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38C7" w14:textId="23F7B2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165.233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DF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FC7D" w14:textId="7097CB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149.239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3361" w14:textId="0A5CFC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4775.65</w:t>
            </w:r>
          </w:p>
        </w:tc>
      </w:tr>
      <w:tr w:rsidR="004729AB" w:rsidRPr="005446F8" w14:paraId="2EC0B56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F7F8" w14:textId="31FCF8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AB74" w14:textId="50C31D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4A1F" w14:textId="6847CB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5DF4" w14:textId="256112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398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9CE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48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020F02F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53896" w14:textId="14F1AB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8871" w14:textId="165E6A8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287F" w14:textId="3F29F1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7AFC" w14:textId="472CF0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F04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F9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8F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4E71C2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0DB4" w14:textId="7D436E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6FFC" w14:textId="1F054F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E15E" w14:textId="29BF24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8191" w14:textId="24E21D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728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74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271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03B3958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E64A" w14:textId="1B7B54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8CE3" w14:textId="655436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987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CE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738A" w14:textId="6ABE02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337A" w14:textId="168095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8798" w14:textId="5E0298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</w:tr>
      <w:tr w:rsidR="004729AB" w:rsidRPr="005446F8" w14:paraId="07B537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2F13" w14:textId="4E26B4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A6A6" w14:textId="3DF6EA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F1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6C6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8429" w14:textId="449B39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0EAE" w14:textId="11EC76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17BC" w14:textId="37800F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</w:tr>
      <w:tr w:rsidR="004729AB" w:rsidRPr="005446F8" w14:paraId="4479A1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77D4" w14:textId="093CF6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EADD" w14:textId="02D953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FA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2E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B2E8" w14:textId="665C0C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4041" w14:textId="745973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CC84" w14:textId="269FD3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</w:tr>
      <w:tr w:rsidR="004729AB" w:rsidRPr="005446F8" w14:paraId="7E25372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3BA98" w14:textId="74C2CD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3442" w14:textId="7051C5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96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54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F623" w14:textId="0C153C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7CD9" w14:textId="25BCA3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6C64" w14:textId="50CAE7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4729AB" w:rsidRPr="005446F8" w14:paraId="053BCB8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EA14" w14:textId="61FC5E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AB4D" w14:textId="29B0E8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7EF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9D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B9D7" w14:textId="02CC81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2F31" w14:textId="7A98A4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4C95" w14:textId="4CFB8C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4729AB" w:rsidRPr="005446F8" w14:paraId="691A55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693C" w14:textId="3241B5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A2643" w14:textId="1DE469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9E8D" w14:textId="5EB0F6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4243" w14:textId="45F9B8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09A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9CF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698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1C25E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3ABE" w14:textId="78B11B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3967" w14:textId="3D75781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0EF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15D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9E9B" w14:textId="5E8CE8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9C8A" w14:textId="5EBC1C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03A1D" w14:textId="71A1CC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</w:tr>
      <w:tr w:rsidR="004729AB" w:rsidRPr="005446F8" w14:paraId="77F416F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21F8" w14:textId="6A2148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E596" w14:textId="19F4FF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71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C1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9E41" w14:textId="66E7B6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2922" w14:textId="624F92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F191" w14:textId="21AD62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45.63</w:t>
            </w:r>
          </w:p>
        </w:tc>
      </w:tr>
      <w:tr w:rsidR="004729AB" w:rsidRPr="005446F8" w14:paraId="4C722A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F1BE" w14:textId="52DCFB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E88F" w14:textId="029BF7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63F6" w14:textId="3463D5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75B7" w14:textId="74F8B7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B1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D5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4C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84184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79C8" w14:textId="248C63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B0B8" w14:textId="38C680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4C1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33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1B71" w14:textId="3246552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8634" w14:textId="4F3DF9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7606" w14:textId="178895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</w:tr>
      <w:tr w:rsidR="004729AB" w:rsidRPr="005446F8" w14:paraId="7442A19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5261" w14:textId="3B3E84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A3612" w14:textId="6876060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1A6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7587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5552" w14:textId="12D1C7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1C4E" w14:textId="14E829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BD5F" w14:textId="298FC1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</w:tr>
      <w:tr w:rsidR="004729AB" w:rsidRPr="005446F8" w14:paraId="5D5E8D6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2753" w14:textId="0F62BB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523A" w14:textId="59D025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41F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010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967A" w14:textId="214DA81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A8D9" w14:textId="3B370E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8790" w14:textId="4A2752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46.69</w:t>
            </w:r>
          </w:p>
        </w:tc>
      </w:tr>
      <w:tr w:rsidR="004729AB" w:rsidRPr="005446F8" w14:paraId="582E8C5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6DED2" w14:textId="0CCBA4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EF4AE" w14:textId="7B785E7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A19D" w14:textId="53CD56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B4D1" w14:textId="078C65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72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75A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E1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E93944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4259" w14:textId="3EAC25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4CDC" w14:textId="6D25E6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8FED" w14:textId="61FB28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688A" w14:textId="7B4147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50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549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D3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B82E4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AC6B" w14:textId="4786FE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B6DEB" w14:textId="20EF37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C3B0" w14:textId="143E40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3FF64" w14:textId="333FF8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91F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AD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58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9927F5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AA67" w14:textId="142AFE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2DD54" w14:textId="5062DD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1A3EE" w14:textId="7BD278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8EB8" w14:textId="545720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F7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6F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1BD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6EBD50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54807" w14:textId="405794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E671" w14:textId="7ADB81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7C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BA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F74F" w14:textId="520888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7CEB" w14:textId="2C63CB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40CC" w14:textId="0B8588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62.95</w:t>
            </w:r>
          </w:p>
        </w:tc>
      </w:tr>
      <w:tr w:rsidR="004729AB" w:rsidRPr="005446F8" w14:paraId="6CA7F09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B04C" w14:textId="01C508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08BB" w14:textId="7EF437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E5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74B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A737E" w14:textId="7A03F2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73EE" w14:textId="048252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2C0F" w14:textId="169F4A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</w:tr>
      <w:tr w:rsidR="004729AB" w:rsidRPr="005446F8" w14:paraId="42B607F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ED41" w14:textId="5C5C84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C1EA" w14:textId="645D4A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E5AD" w14:textId="69EFF8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1C7A" w14:textId="361922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4D4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CE1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396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92836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9B8F" w14:textId="66BF2F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913D" w14:textId="4F8B56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DEA0" w14:textId="2F82F1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7791" w14:textId="4D7F41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CE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16E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8F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0E99C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086C" w14:textId="6D36F8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DE91" w14:textId="70F9B1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37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B0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66E2" w14:textId="361409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F811" w14:textId="39BE54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89B5" w14:textId="55B08E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25.76</w:t>
            </w:r>
          </w:p>
        </w:tc>
      </w:tr>
      <w:tr w:rsidR="004729AB" w:rsidRPr="005446F8" w14:paraId="4952EB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B3E5" w14:textId="0D32B7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94212" w14:textId="6DB664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52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41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8125" w14:textId="093647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6832" w14:textId="026912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1477" w14:textId="13F440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</w:tr>
      <w:tr w:rsidR="004729AB" w:rsidRPr="005446F8" w14:paraId="7F6E705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9FC9" w14:textId="4AD8A8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4CC0C" w14:textId="74B6AA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9CA8" w14:textId="1EB685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D0FE" w14:textId="5B1C0E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89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614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DF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3DEBE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28DE" w14:textId="732D1E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98B4" w14:textId="2506A61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F2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722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7EBC" w14:textId="0B1F4A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B9DB" w14:textId="4A6B92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CBF1" w14:textId="1BD3BF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31.53</w:t>
            </w:r>
          </w:p>
        </w:tc>
      </w:tr>
      <w:tr w:rsidR="004729AB" w:rsidRPr="005446F8" w14:paraId="43262A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59C4" w14:textId="2A313A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A8786" w14:textId="3DA747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F8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360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5853" w14:textId="555D37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4152" w14:textId="742446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A01C" w14:textId="2EC12B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</w:tr>
      <w:tr w:rsidR="004729AB" w:rsidRPr="005446F8" w14:paraId="483C7E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231B" w14:textId="53CFF3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99A7" w14:textId="6BB71D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632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8D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72CE" w14:textId="6AFB7F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3554" w14:textId="4D46B8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D851" w14:textId="2D32DD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</w:tr>
      <w:tr w:rsidR="004729AB" w:rsidRPr="005446F8" w14:paraId="071A49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B1B1" w14:textId="1671E4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A99E2" w14:textId="2A4956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50FD" w14:textId="5A75F9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C43E" w14:textId="7AE120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3932" w14:textId="2996630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EF42" w14:textId="09616C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8460" w14:textId="79880D4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14.04</w:t>
            </w:r>
          </w:p>
        </w:tc>
      </w:tr>
      <w:tr w:rsidR="004729AB" w:rsidRPr="005446F8" w14:paraId="540F79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23AB" w14:textId="70B7D0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3DD8" w14:textId="56BA04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88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C1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0305" w14:textId="395208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C8C8" w14:textId="1B1C5A4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A8510" w14:textId="29BF6E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</w:tr>
      <w:tr w:rsidR="004729AB" w:rsidRPr="005446F8" w14:paraId="4F77318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91E9" w14:textId="2AB423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8484" w14:textId="5BB51C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92F2" w14:textId="4E0508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2354" w14:textId="321415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506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D8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2E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4DED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D8A5B" w14:textId="337BBD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9F20" w14:textId="2D30A2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4ED6" w14:textId="3DD6FE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5B22" w14:textId="7BDD85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05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FFFC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2BA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B21B0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7602" w14:textId="667F24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1713" w14:textId="36A0B3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00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5A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FC84" w14:textId="4E19F0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2C38" w14:textId="543BAD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3923" w14:textId="108864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31.71</w:t>
            </w:r>
          </w:p>
        </w:tc>
      </w:tr>
      <w:tr w:rsidR="004729AB" w:rsidRPr="005446F8" w14:paraId="3424E18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20E9" w14:textId="05ED69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68E8" w14:textId="0004F6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531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65C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8DFD" w14:textId="596C75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DEB3" w14:textId="30E390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7748" w14:textId="25289B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</w:tr>
      <w:tr w:rsidR="004729AB" w:rsidRPr="005446F8" w14:paraId="525D4DC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A877" w14:textId="607D9A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B186" w14:textId="4DADEC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48C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F8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B006" w14:textId="245B0D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A0F5" w14:textId="541F69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BB7B" w14:textId="542663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</w:tr>
      <w:tr w:rsidR="004729AB" w:rsidRPr="005446F8" w14:paraId="3B62F78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2371" w14:textId="5EBECA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B071" w14:textId="5870AB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CBC7" w14:textId="757CAA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33FB" w14:textId="4AB7EC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28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55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0D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AA45B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22A7" w14:textId="6E4CE1F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38B5" w14:textId="168694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620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899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46B47" w14:textId="440B54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42FFA" w14:textId="01BAA8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5199" w14:textId="70D405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6.88</w:t>
            </w:r>
          </w:p>
        </w:tc>
      </w:tr>
      <w:tr w:rsidR="004729AB" w:rsidRPr="005446F8" w14:paraId="6BAE1CE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9106" w14:textId="119723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3E0B" w14:textId="6E2D79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DB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7D5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D591" w14:textId="618D6D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D66C" w14:textId="09B5CC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B04B" w14:textId="1E7278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</w:tr>
      <w:tr w:rsidR="004729AB" w:rsidRPr="005446F8" w14:paraId="52ACE3F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F051" w14:textId="4DB237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1DAF" w14:textId="490229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76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42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13D4" w14:textId="72F16C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8255" w14:textId="32CEC3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DA50" w14:textId="4129FE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5.85</w:t>
            </w:r>
          </w:p>
        </w:tc>
      </w:tr>
      <w:tr w:rsidR="004729AB" w:rsidRPr="005446F8" w14:paraId="43213B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5305" w14:textId="6D076D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D064" w14:textId="50F4DC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63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95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735A" w14:textId="5CBDC8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2B8C" w14:textId="77C157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6A42" w14:textId="4F3D05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</w:tr>
      <w:tr w:rsidR="004729AB" w:rsidRPr="005446F8" w14:paraId="187F86D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512D2" w14:textId="6F64D1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B504" w14:textId="09BC7A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332B" w14:textId="1EBC78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D4DC" w14:textId="3F6F4A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C6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26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8E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A52ED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13D6" w14:textId="5A61B2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BB5A9" w14:textId="71026E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E1B9" w14:textId="054F0F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3B10" w14:textId="4518B8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D23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70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73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86827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50DB" w14:textId="2ECE55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D360" w14:textId="3CAC3D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E06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3AD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3F5F" w14:textId="36C5E3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E8C0" w14:textId="60BED3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1003" w14:textId="13B485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4729AB" w:rsidRPr="005446F8" w14:paraId="65D17F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AC44" w14:textId="310578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789B" w14:textId="39DDB3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AC3A" w14:textId="0939FE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DF59" w14:textId="10D6BF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2E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98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FB1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8E802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0856" w14:textId="37B572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8024" w14:textId="470784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C80F" w14:textId="06714E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BF57" w14:textId="43DC6D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48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30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ACC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36FEE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4A34" w14:textId="580F8E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95B6" w14:textId="67CE4F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6BBD" w14:textId="70DC3E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1EFB" w14:textId="4C66635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C5D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9FF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DE9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1849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581B" w14:textId="49DB01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ТИХОМИР МЛАДЕНОВ ВАСИЛЕВ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4B710" w14:textId="71E379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9D95" w14:textId="3EC31F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1C85" w14:textId="5E8B47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F2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066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650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3B3E3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7EC3" w14:textId="5730078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E1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6D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5C7B" w14:textId="689DAB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33.961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AF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53AA" w14:textId="03D75E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18.395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6FF5" w14:textId="78411D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588.63</w:t>
            </w:r>
          </w:p>
        </w:tc>
      </w:tr>
      <w:tr w:rsidR="004729AB" w:rsidRPr="005446F8" w14:paraId="3E9B903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486C" w14:textId="70F7F2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27EF" w14:textId="730FE0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6C75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A5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D03B" w14:textId="431648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6131" w14:textId="48EC04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4.682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7515" w14:textId="216630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149.82</w:t>
            </w:r>
          </w:p>
        </w:tc>
      </w:tr>
      <w:tr w:rsidR="004729AB" w:rsidRPr="005446F8" w14:paraId="57BD5C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7007" w14:textId="169226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A691" w14:textId="7FCD06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E36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321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D15B" w14:textId="77774A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4A5B" w14:textId="366B65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44AC" w14:textId="5128DD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98.25</w:t>
            </w:r>
          </w:p>
        </w:tc>
      </w:tr>
      <w:tr w:rsidR="004729AB" w:rsidRPr="005446F8" w14:paraId="4040069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DBC4" w14:textId="7348F2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CA97" w14:textId="509360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DB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CC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62B5" w14:textId="40E8B2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A739" w14:textId="3A0C7A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1E02" w14:textId="0BC194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59.46</w:t>
            </w:r>
          </w:p>
        </w:tc>
      </w:tr>
      <w:tr w:rsidR="004729AB" w:rsidRPr="005446F8" w14:paraId="37D8CF9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C850" w14:textId="13A021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5970" w14:textId="013DA8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F641" w14:textId="358115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E9E9" w14:textId="342CC5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88B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35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67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3ACF3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AF06" w14:textId="752CC4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605B" w14:textId="516CFA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61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0D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86CA" w14:textId="5CD602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D876" w14:textId="1936D9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01FA" w14:textId="685056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</w:tr>
      <w:tr w:rsidR="004729AB" w:rsidRPr="005446F8" w14:paraId="0F42E25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9296" w14:textId="13F2DF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5C9B" w14:textId="6763EA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978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DB3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92678" w14:textId="7F2F2A2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957F" w14:textId="4F7191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030C" w14:textId="52E232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</w:tr>
      <w:tr w:rsidR="004729AB" w:rsidRPr="005446F8" w14:paraId="760E51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E23E" w14:textId="1E5A56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616E" w14:textId="0AB537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8B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A19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2435" w14:textId="6524E2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AC84" w14:textId="5316EF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24B1" w14:textId="31F32B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4729AB" w:rsidRPr="005446F8" w14:paraId="4F67151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807C" w14:textId="40A200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D410" w14:textId="21FC2D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3A70" w14:textId="626CCF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9F40" w14:textId="035A46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15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7C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40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AF9BF6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9E53" w14:textId="6A3045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84FB" w14:textId="58E283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7F2E" w14:textId="04D09A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D411" w14:textId="51D002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47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494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66D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86707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FE26" w14:textId="438479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EA38" w14:textId="4C3F59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E46" w14:textId="3560DC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8470" w14:textId="5FEB94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68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1A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C7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14A07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8DDA" w14:textId="101856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A6F6" w14:textId="10B569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D8C5" w14:textId="1A8A14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009E" w14:textId="3E313B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7B6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7D5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6A0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CAF363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D694" w14:textId="48BF55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AAA67" w14:textId="6F35D1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2BEE" w14:textId="7EB92B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FC42" w14:textId="20CE03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76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9C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BA5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B3CB82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4B69" w14:textId="2370F0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BD75" w14:textId="3ECC29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01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F1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E4DB" w14:textId="3952AC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6AB8" w14:textId="33A72E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E16C" w14:textId="2FB2AB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200.95</w:t>
            </w:r>
          </w:p>
        </w:tc>
      </w:tr>
      <w:tr w:rsidR="004729AB" w:rsidRPr="005446F8" w14:paraId="4CE2F3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4693" w14:textId="39A891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62BCC" w14:textId="12ED14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2C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E4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E7C6" w14:textId="2C2CB60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6EAD" w14:textId="4A4F17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8ADC" w14:textId="57384E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114.63</w:t>
            </w:r>
          </w:p>
        </w:tc>
      </w:tr>
      <w:tr w:rsidR="004729AB" w:rsidRPr="005446F8" w14:paraId="21472A9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DF61" w14:textId="423927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5B97" w14:textId="25B92B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710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8D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FD9B" w14:textId="4BBF39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E95F" w14:textId="021C782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78E9F" w14:textId="193B57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43.61</w:t>
            </w:r>
          </w:p>
        </w:tc>
      </w:tr>
      <w:tr w:rsidR="004729AB" w:rsidRPr="005446F8" w14:paraId="2445906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DD15" w14:textId="1BC2AB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4300" w14:textId="163FB1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1EB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D9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8724" w14:textId="247857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956BB" w14:textId="37BA10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1813" w14:textId="7814C4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107.15</w:t>
            </w:r>
          </w:p>
        </w:tc>
      </w:tr>
      <w:tr w:rsidR="004729AB" w:rsidRPr="005446F8" w14:paraId="1245ABB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26C55" w14:textId="15D90E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CEE5" w14:textId="430782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151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BEF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FEBA" w14:textId="122A69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E0FD" w14:textId="00128A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2553" w14:textId="626349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</w:tr>
      <w:tr w:rsidR="004729AB" w:rsidRPr="005446F8" w14:paraId="0B787B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89C0" w14:textId="281390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6C61" w14:textId="119D84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BB91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07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BFA2" w14:textId="62EF53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BAD59" w14:textId="126024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2725" w14:textId="0D6C2E3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34.07</w:t>
            </w:r>
          </w:p>
        </w:tc>
      </w:tr>
      <w:tr w:rsidR="004729AB" w:rsidRPr="005446F8" w14:paraId="72E54F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ADB1" w14:textId="6226E1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32B3" w14:textId="08B7E1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B6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6B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87DE" w14:textId="1156AA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175B" w14:textId="44C8D3D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9.521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D162" w14:textId="677450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304.68</w:t>
            </w:r>
          </w:p>
        </w:tc>
      </w:tr>
      <w:tr w:rsidR="004729AB" w:rsidRPr="005446F8" w14:paraId="50F268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D31A" w14:textId="7E97BE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8D19" w14:textId="1E7C58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CD47" w14:textId="235D42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E46E" w14:textId="4BCE2F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F5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48A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7B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A36CDA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B36D" w14:textId="637BCF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09EF" w14:textId="1FD98F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C5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47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B36C" w14:textId="7870B7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F6D3" w14:textId="172E16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C627" w14:textId="5E10B8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86.87</w:t>
            </w:r>
          </w:p>
        </w:tc>
      </w:tr>
      <w:tr w:rsidR="004729AB" w:rsidRPr="005446F8" w14:paraId="3A77F2C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20E7" w14:textId="26A992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1429" w14:textId="52534F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455B" w14:textId="610FC7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9371" w14:textId="35687F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38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560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EE0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6C7B7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B3D1" w14:textId="26E5C5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24C0" w14:textId="57E3D5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2D3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C3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A361" w14:textId="5A8338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B49A" w14:textId="77135B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5527" w14:textId="3C99F3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6.76</w:t>
            </w:r>
          </w:p>
        </w:tc>
      </w:tr>
      <w:tr w:rsidR="004729AB" w:rsidRPr="005446F8" w14:paraId="674BFBC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3D5F" w14:textId="690688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31A3" w14:textId="3ABD47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29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0A8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7341" w14:textId="0A5A88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48A6" w14:textId="4E3814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FDF72" w14:textId="587C28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93.57</w:t>
            </w:r>
          </w:p>
        </w:tc>
      </w:tr>
      <w:tr w:rsidR="004729AB" w:rsidRPr="005446F8" w14:paraId="3C2FE50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EB1" w14:textId="1471A9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CFEC" w14:textId="6784B9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A5F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EE3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897A" w14:textId="69D648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CA76" w14:textId="5CBB47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F31A" w14:textId="17B158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</w:tr>
      <w:tr w:rsidR="004729AB" w:rsidRPr="005446F8" w14:paraId="22DD55A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1755" w14:textId="202CB2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CC1A" w14:textId="6DB96A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F2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893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6E69" w14:textId="7D3CA4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5AAE" w14:textId="1A8D8E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A951" w14:textId="4395F5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18.83</w:t>
            </w:r>
          </w:p>
        </w:tc>
      </w:tr>
      <w:tr w:rsidR="004729AB" w:rsidRPr="005446F8" w14:paraId="0969C4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4651" w14:textId="39B678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6CC4" w14:textId="283A6E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5E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3F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B7FD" w14:textId="649B78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1099" w14:textId="3B621A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46D16" w14:textId="3D8E51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4729AB" w:rsidRPr="005446F8" w14:paraId="58AC4F4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34D3" w14:textId="656B16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73A6" w14:textId="58489BE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D57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02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542F" w14:textId="7490F4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44CD" w14:textId="78099C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2903" w14:textId="23CB69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69.45</w:t>
            </w:r>
          </w:p>
        </w:tc>
      </w:tr>
      <w:tr w:rsidR="004729AB" w:rsidRPr="005446F8" w14:paraId="6CBD86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FCE9" w14:textId="3DD8D3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695B" w14:textId="424487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CBC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9E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7116" w14:textId="5A1888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0A39" w14:textId="7A3F0F1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ED25" w14:textId="603397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</w:tr>
      <w:tr w:rsidR="004729AB" w:rsidRPr="005446F8" w14:paraId="3BEC619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2EFE" w14:textId="7668CE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93C0" w14:textId="2DC5D2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FF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6CA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B52B5" w14:textId="1916F0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E17D" w14:textId="2016DF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5C4A" w14:textId="288778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</w:tr>
      <w:tr w:rsidR="004729AB" w:rsidRPr="005446F8" w14:paraId="781BF6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D31C" w14:textId="63D415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C419" w14:textId="5A5B25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AE4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5A0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80E3" w14:textId="75B112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7947" w14:textId="252DA9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7986" w14:textId="63D952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4729AB" w:rsidRPr="005446F8" w14:paraId="53291A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F7EF" w14:textId="6AEF5B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8596" w14:textId="7B9AA1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856A" w14:textId="762061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F6A5" w14:textId="5340FB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E831" w14:textId="7F0F39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67E1" w14:textId="062A40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18E6" w14:textId="1DFD0B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</w:tr>
      <w:tr w:rsidR="004729AB" w:rsidRPr="005446F8" w14:paraId="67FA216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C22D" w14:textId="01DFBD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1B1A" w14:textId="7F6507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9DB8" w14:textId="61DB8B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7D8D" w14:textId="3E779B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15EA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94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255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6D05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B5CC" w14:textId="576C3B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02D6" w14:textId="6E3596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C0A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EC8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E265" w14:textId="18E9AC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F8B6" w14:textId="577DFE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248E" w14:textId="178827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95.65</w:t>
            </w:r>
          </w:p>
        </w:tc>
      </w:tr>
      <w:tr w:rsidR="004729AB" w:rsidRPr="005446F8" w14:paraId="452DF5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CB64" w14:textId="0F4292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8BBA" w14:textId="07FFC1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3497" w14:textId="79C00EC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04C6A" w14:textId="58037B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43E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634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B39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928020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A6EC5" w14:textId="5EE195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6630" w14:textId="0F394D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2B7C" w14:textId="2460B2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0B09" w14:textId="2CBDEBD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540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534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F1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61B2E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7F7F" w14:textId="0BC99D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409A0" w14:textId="509E7D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F4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AC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110E" w14:textId="6B3877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1DAD" w14:textId="705F05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5CA6" w14:textId="08644B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</w:tr>
      <w:tr w:rsidR="004729AB" w:rsidRPr="005446F8" w14:paraId="0CEC022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B5EE" w14:textId="551B17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5770" w14:textId="0B528C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0D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E8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8F2D" w14:textId="78F52E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74DC" w14:textId="70FEF1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E8A6" w14:textId="7F931D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64.01</w:t>
            </w:r>
          </w:p>
        </w:tc>
      </w:tr>
      <w:tr w:rsidR="004729AB" w:rsidRPr="005446F8" w14:paraId="781AACB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4D32" w14:textId="3261F0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6610" w14:textId="7262CB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20B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E1E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A198" w14:textId="531ECB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3E34" w14:textId="5F7693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1FA5" w14:textId="63135D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63.60</w:t>
            </w:r>
          </w:p>
        </w:tc>
      </w:tr>
      <w:tr w:rsidR="004729AB" w:rsidRPr="005446F8" w14:paraId="28965F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154FC" w14:textId="2BE13B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3338" w14:textId="7AA9EF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C5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4C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CACC" w14:textId="645883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9F57" w14:textId="32ACB4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C564" w14:textId="26A4E9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38.37</w:t>
            </w:r>
          </w:p>
        </w:tc>
      </w:tr>
      <w:tr w:rsidR="004729AB" w:rsidRPr="005446F8" w14:paraId="2741E1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573E" w14:textId="256F00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CB7F" w14:textId="2E76012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1CF8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782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6143" w14:textId="001762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3E66" w14:textId="1C1B61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C0F2" w14:textId="618A88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33.90</w:t>
            </w:r>
          </w:p>
        </w:tc>
      </w:tr>
      <w:tr w:rsidR="004729AB" w:rsidRPr="005446F8" w14:paraId="09A66D0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DC79" w14:textId="50B157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E8B3" w14:textId="3E6B8D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5CD3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1EB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E506" w14:textId="3F2468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B8AD" w14:textId="72BE2D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7FBF" w14:textId="04EF80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5DAA513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6644D" w14:textId="69FB5C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A347" w14:textId="6B19E9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DBA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192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7B1A" w14:textId="5C24BA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A8C67" w14:textId="0825DB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4434" w14:textId="2F614B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</w:tr>
      <w:tr w:rsidR="004729AB" w:rsidRPr="005446F8" w14:paraId="5763E8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ABA2" w14:textId="2EDE40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2C6F" w14:textId="1F5C191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7C36" w14:textId="2B3BEE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EDF2" w14:textId="353F98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3DF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4F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BD1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C17285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7BAA" w14:textId="5F72CD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09F2" w14:textId="523F76D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2C9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15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8476" w14:textId="67BEB7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6EC5" w14:textId="1AA4A9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557B" w14:textId="39FB9F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67.50</w:t>
            </w:r>
          </w:p>
        </w:tc>
      </w:tr>
      <w:tr w:rsidR="004729AB" w:rsidRPr="005446F8" w14:paraId="5291B2C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6ABF" w14:textId="3A83CA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FC20" w14:textId="6CF279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3030" w14:textId="2D2B05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9619" w14:textId="66868F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5362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BD7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449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D937E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AC85" w14:textId="0E4310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4C2C" w14:textId="3DD37E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16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DA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35F2" w14:textId="75A157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79BB" w14:textId="49A193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5B54E" w14:textId="56A86E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</w:tr>
      <w:tr w:rsidR="004729AB" w:rsidRPr="005446F8" w14:paraId="56545E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E469" w14:textId="7DBE73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26869" w14:textId="0E6932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5C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200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9944" w14:textId="74B5EE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8EAF" w14:textId="029A69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A645" w14:textId="78DA01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</w:tr>
      <w:tr w:rsidR="004729AB" w:rsidRPr="005446F8" w14:paraId="34CD84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065F" w14:textId="4B7220E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56DC" w14:textId="746490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026D" w14:textId="510E88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D487" w14:textId="3590A5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437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1E6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C22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2496C2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3721" w14:textId="25C602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DDD4" w14:textId="38526B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FC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29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EBFD" w14:textId="4CE99A6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3422" w14:textId="38D5D3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D37E" w14:textId="7E28BD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</w:tr>
      <w:tr w:rsidR="004729AB" w:rsidRPr="005446F8" w14:paraId="70328FF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22246" w14:textId="5EC8FC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8690" w14:textId="5F9DB0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BFF7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E7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0660" w14:textId="3F75DE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42B3" w14:textId="27D80B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C536" w14:textId="2646DA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</w:tr>
      <w:tr w:rsidR="004729AB" w:rsidRPr="005446F8" w14:paraId="440A65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61AF" w14:textId="5DDE62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59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B4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94FB" w14:textId="376BC1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54.829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361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6F64" w14:textId="3BF421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69.380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05CE" w14:textId="1FBB49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2220.17</w:t>
            </w:r>
          </w:p>
        </w:tc>
      </w:tr>
      <w:tr w:rsidR="004729AB" w:rsidRPr="005446F8" w14:paraId="1BB4DC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4B55" w14:textId="046CCF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D8F2" w14:textId="5D6042B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5FF5" w14:textId="50ECB7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FBA4" w14:textId="2443ED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5B7E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D77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29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4CCA1E1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9C24" w14:textId="00F03E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F93A" w14:textId="1BA9FD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1257" w14:textId="6378CD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87F94" w14:textId="2C630F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20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BE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3F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729AB" w:rsidRPr="005446F8" w14:paraId="361119E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0939" w14:textId="491BE9D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A31B" w14:textId="4EE5DF8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FC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E75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F9F9" w14:textId="63BD07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9421" w14:textId="65D1A7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AB8C" w14:textId="3709276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</w:tr>
      <w:tr w:rsidR="004729AB" w:rsidRPr="005446F8" w14:paraId="47A2568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C250" w14:textId="39DDF9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2DD5" w14:textId="13B374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3C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6086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A938" w14:textId="66822E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9399" w14:textId="2B5107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2EA6" w14:textId="5EA191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</w:tr>
      <w:tr w:rsidR="004729AB" w:rsidRPr="005446F8" w14:paraId="34875FA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01E2" w14:textId="486C8D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31F0" w14:textId="0777F58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A1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FEC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2AC7" w14:textId="20127C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F240" w14:textId="003C59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78E8" w14:textId="264775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4729AB" w:rsidRPr="005446F8" w14:paraId="33D8A1A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BB7A" w14:textId="18BD57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3460" w14:textId="32C0D1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26C9" w14:textId="2A4273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B3AD" w14:textId="524C25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D8B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37C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89B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AB9B6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2F3F" w14:textId="418ECF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7089" w14:textId="1EB5F5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F9C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C48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0322" w14:textId="45A0E3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D32C" w14:textId="484BF8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EBB7" w14:textId="258B58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</w:tr>
      <w:tr w:rsidR="004729AB" w:rsidRPr="005446F8" w14:paraId="7494EF8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ECFE" w14:textId="10B72C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95DA" w14:textId="5E31EA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B44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A05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262B" w14:textId="3C0235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84D" w14:textId="3BCCEB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5327" w14:textId="3F6B4E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43.46</w:t>
            </w:r>
          </w:p>
        </w:tc>
      </w:tr>
      <w:tr w:rsidR="004729AB" w:rsidRPr="005446F8" w14:paraId="1F2A7C2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69C1" w14:textId="3BEADA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0B06" w14:textId="3BCD99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ACF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33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8927" w14:textId="5980C9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5DD4" w14:textId="3CB713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84DB" w14:textId="567598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35.05</w:t>
            </w:r>
          </w:p>
        </w:tc>
      </w:tr>
      <w:tr w:rsidR="004729AB" w:rsidRPr="005446F8" w14:paraId="3DE4E21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FCED" w14:textId="10C29A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EB22" w14:textId="149C84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6BC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08B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1059" w14:textId="538DF0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0531" w14:textId="074F16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00FD" w14:textId="002E06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</w:tr>
      <w:tr w:rsidR="004729AB" w:rsidRPr="005446F8" w14:paraId="219D524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E9C0" w14:textId="2B6A53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389B" w14:textId="2902AF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3B3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B3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D6A1B" w14:textId="671CAE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73EF" w14:textId="525920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87C5" w14:textId="404BAF6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53.34</w:t>
            </w:r>
          </w:p>
        </w:tc>
      </w:tr>
      <w:tr w:rsidR="004729AB" w:rsidRPr="005446F8" w14:paraId="1B35A1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21D3" w14:textId="738956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5366" w14:textId="76D1CD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E4F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4B58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5E31A" w14:textId="69D316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201A" w14:textId="621D065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867A" w14:textId="0E8906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</w:tr>
      <w:tr w:rsidR="004729AB" w:rsidRPr="005446F8" w14:paraId="201C72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9007" w14:textId="7E5ACD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515B" w14:textId="7C9A7C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F0C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62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0E66" w14:textId="4D9B83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4FBF" w14:textId="620F95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336C" w14:textId="0AF268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</w:tr>
      <w:tr w:rsidR="004729AB" w:rsidRPr="005446F8" w14:paraId="2549CDE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A066" w14:textId="1B6DB0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39D4" w14:textId="5A1BC9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4C8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B16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A898A" w14:textId="76FDB7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4303" w14:textId="7E6D86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6F54" w14:textId="4ACC9B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27.39</w:t>
            </w:r>
          </w:p>
        </w:tc>
      </w:tr>
      <w:tr w:rsidR="004729AB" w:rsidRPr="005446F8" w14:paraId="1D0B45F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E27D" w14:textId="54886B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B3AB" w14:textId="107EB1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94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CDB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03AF" w14:textId="677BB3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E9C" w14:textId="0FB155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EEF1" w14:textId="212031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</w:tr>
      <w:tr w:rsidR="004729AB" w:rsidRPr="005446F8" w14:paraId="3275B3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7A48" w14:textId="687D70A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0FFE" w14:textId="2F571D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7C6E" w14:textId="3C1903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7D27" w14:textId="269AE2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F7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A9E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A69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0A6F3D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7BD" w14:textId="6FE4D0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08C5" w14:textId="382F68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31C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77D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DB22" w14:textId="0DC418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5608" w14:textId="36EC90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50F8" w14:textId="2C5D8EB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</w:tr>
      <w:tr w:rsidR="004729AB" w:rsidRPr="005446F8" w14:paraId="46B7AF2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B885" w14:textId="0FC6D8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828F" w14:textId="5A616B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283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717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DC4A" w14:textId="66599C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D89A" w14:textId="16CA3E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5DFD" w14:textId="67C1E78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</w:tr>
      <w:tr w:rsidR="004729AB" w:rsidRPr="005446F8" w14:paraId="3E95B52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5E6D" w14:textId="105371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71E8" w14:textId="6C3667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CA4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E603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BD9A" w14:textId="7E400DA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8973" w14:textId="7A57C6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C5B5" w14:textId="146D0D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</w:tr>
      <w:tr w:rsidR="004729AB" w:rsidRPr="005446F8" w14:paraId="6DC6C8C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6A24" w14:textId="7E104F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DA06" w14:textId="52BC70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BDD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D58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5FE7" w14:textId="22314E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D092" w14:textId="5892D7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5EF6" w14:textId="14750B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9.86</w:t>
            </w:r>
          </w:p>
        </w:tc>
      </w:tr>
      <w:tr w:rsidR="004729AB" w:rsidRPr="005446F8" w14:paraId="087702F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51BE" w14:textId="58B8EF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BF8F" w14:textId="49CECF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D3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B2F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21D8" w14:textId="1DFC638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536E" w14:textId="76832B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7563" w14:textId="211778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7.09</w:t>
            </w:r>
          </w:p>
        </w:tc>
      </w:tr>
      <w:tr w:rsidR="004729AB" w:rsidRPr="005446F8" w14:paraId="0174840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5B88" w14:textId="6DF8E4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6EE2" w14:textId="0072DA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7C55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9FE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19FC" w14:textId="514657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A891" w14:textId="1299635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BC293" w14:textId="2184B8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</w:tr>
      <w:tr w:rsidR="004729AB" w:rsidRPr="005446F8" w14:paraId="3C27960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1D98" w14:textId="55B363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22B2F" w14:textId="5DFC56D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F712F" w14:textId="349BC1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DA03" w14:textId="564CFF1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78F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4C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D4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D3BA5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ABB4" w14:textId="5453656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1D63" w14:textId="1E6553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248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6D1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ED70" w14:textId="303747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B2AF" w14:textId="53CEC6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CAF9" w14:textId="3E9E5A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110.46</w:t>
            </w:r>
          </w:p>
        </w:tc>
      </w:tr>
      <w:tr w:rsidR="004729AB" w:rsidRPr="005446F8" w14:paraId="436A9CA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16BD" w14:textId="6C08C7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2388" w14:textId="27D963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05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6BD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E9AD" w14:textId="59BC60F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7222" w14:textId="2AE0F9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457D" w14:textId="13D3D4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49.40</w:t>
            </w:r>
          </w:p>
        </w:tc>
      </w:tr>
      <w:tr w:rsidR="004729AB" w:rsidRPr="005446F8" w14:paraId="3727015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ADF9" w14:textId="6E6B1F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F702" w14:textId="1E9AC0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E1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69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24AD5" w14:textId="31D312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9B3A" w14:textId="0988A3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F5B5" w14:textId="5A0383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91.62</w:t>
            </w:r>
          </w:p>
        </w:tc>
      </w:tr>
      <w:tr w:rsidR="004729AB" w:rsidRPr="005446F8" w14:paraId="2EC06DF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4AEA" w14:textId="2747DBE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D6BD" w14:textId="0ACAE1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E1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31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1E9B" w14:textId="2447AB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E790" w14:textId="6C922E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758C" w14:textId="3F1244C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72.87</w:t>
            </w:r>
          </w:p>
        </w:tc>
      </w:tr>
      <w:tr w:rsidR="004729AB" w:rsidRPr="005446F8" w14:paraId="13940DF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4B69" w14:textId="31E759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BD3B" w14:textId="135D74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623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B3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F43F" w14:textId="033DA45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E488" w14:textId="6ED6122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F38D5" w14:textId="2582D0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52.09</w:t>
            </w:r>
          </w:p>
        </w:tc>
      </w:tr>
      <w:tr w:rsidR="004729AB" w:rsidRPr="005446F8" w14:paraId="5933CB1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5845" w14:textId="33025D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2AED" w14:textId="7CC47AD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BA7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51E1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BD9C" w14:textId="18AA9EC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9C311" w14:textId="649AAD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4243" w14:textId="1CF4A8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43.88</w:t>
            </w:r>
          </w:p>
        </w:tc>
      </w:tr>
      <w:tr w:rsidR="004729AB" w:rsidRPr="005446F8" w14:paraId="51187B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4531" w14:textId="3355597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33CD" w14:textId="6C55A2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E38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0D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A0BB" w14:textId="2C3A01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FF66" w14:textId="484E69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C141" w14:textId="0344C6D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</w:tr>
      <w:tr w:rsidR="004729AB" w:rsidRPr="005446F8" w14:paraId="335A41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593A" w14:textId="28891B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C65C" w14:textId="2EFA14E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8B6B" w14:textId="4B00A3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A5319" w14:textId="7286BD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CE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FA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3C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9F6294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A694" w14:textId="439AA5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40A0" w14:textId="1EC7DF4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1131" w14:textId="74CE24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6131" w14:textId="2360DD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46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FFE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1DBB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F34C9B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3249D" w14:textId="072C27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787A" w14:textId="43F29E8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80D6" w14:textId="4DB77D0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8B81" w14:textId="134437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8DC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1B2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9DC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BBBD10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6A56" w14:textId="6F4FBB5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46BA" w14:textId="60D397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0D1C" w14:textId="30795C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C636" w14:textId="3AD52A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D3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311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6FE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ED97F8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F1A0" w14:textId="68FF1D2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800F" w14:textId="1E0E9F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9FE3" w14:textId="31F800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722D" w14:textId="12418F7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F05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A75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0E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124113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11AC" w14:textId="2FB599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AF81" w14:textId="64D9AB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1AE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698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6586" w14:textId="0D8DAFC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8B0F" w14:textId="0F9CE9A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C64B" w14:textId="11BC00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33.72</w:t>
            </w:r>
          </w:p>
        </w:tc>
      </w:tr>
      <w:tr w:rsidR="004729AB" w:rsidRPr="005446F8" w14:paraId="3B5E9E6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9181C" w14:textId="37EF49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C4E9" w14:textId="71EC57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F735" w14:textId="12F467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A0EB" w14:textId="4540B5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2A1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A29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C2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BEE75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9096" w14:textId="560E2A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AC5A" w14:textId="7873E2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B4B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96E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5EF6" w14:textId="10BB81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AF93" w14:textId="045294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7AB0" w14:textId="6F152F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32.91</w:t>
            </w:r>
          </w:p>
        </w:tc>
      </w:tr>
      <w:tr w:rsidR="004729AB" w:rsidRPr="005446F8" w14:paraId="40C89F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2213" w14:textId="6B8F67E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2817" w14:textId="7792BC1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D7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CE2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4553" w14:textId="5347E6F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3980" w14:textId="0874C61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ADC1" w14:textId="02DFF5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3EF8670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A58A" w14:textId="5A9559D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6EA2" w14:textId="2EA4BF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0BFA" w14:textId="01598A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4877" w14:textId="6321C9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E4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283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7E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E2682C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B900" w14:textId="4673C4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4FB36" w14:textId="623A52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01A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8F5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68AC" w14:textId="727FF71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1828C" w14:textId="32375E6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1C90" w14:textId="112DC4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28.99</w:t>
            </w:r>
          </w:p>
        </w:tc>
      </w:tr>
      <w:tr w:rsidR="004729AB" w:rsidRPr="005446F8" w14:paraId="5DCE2C7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5584" w14:textId="498C8B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7A41" w14:textId="2FDFD9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C62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F5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AA73" w14:textId="399515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EDB5E" w14:textId="27664E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539A" w14:textId="1AE23CE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</w:tr>
      <w:tr w:rsidR="004729AB" w:rsidRPr="005446F8" w14:paraId="3FCBA7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F51B" w14:textId="02EDF4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5C455" w14:textId="7DBFC36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BB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C14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EFF9" w14:textId="40B8B1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1739" w14:textId="089151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B189" w14:textId="49E478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</w:tr>
      <w:tr w:rsidR="004729AB" w:rsidRPr="005446F8" w14:paraId="52024B8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6B46" w14:textId="3D1989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6ADE" w14:textId="17AB01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AC0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593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6B0C" w14:textId="1658EC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AF28" w14:textId="6C6A13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7EDA" w14:textId="3C7FDC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21.79</w:t>
            </w:r>
          </w:p>
        </w:tc>
      </w:tr>
      <w:tr w:rsidR="004729AB" w:rsidRPr="005446F8" w14:paraId="5F1E464B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5FC9" w14:textId="277B8CB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7AE2" w14:textId="49D2A1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1A46" w14:textId="308979F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D81C" w14:textId="2519F9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54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4B4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83F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91DC97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37E4" w14:textId="66C72A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0A9B" w14:textId="01ABFC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C1F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CD0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F970" w14:textId="3DF986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FA60" w14:textId="28ACDF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B3A07" w14:textId="0B0F5B4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8.83</w:t>
            </w:r>
          </w:p>
        </w:tc>
      </w:tr>
      <w:tr w:rsidR="004729AB" w:rsidRPr="005446F8" w14:paraId="125E999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807A" w14:textId="5236E0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83D1" w14:textId="1E40A37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A4F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9E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8C47" w14:textId="30CBA1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578CE" w14:textId="0EEEA9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37B9" w14:textId="74E285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4729AB" w:rsidRPr="005446F8" w14:paraId="144A4B7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47B7" w14:textId="013D6F2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29AC" w14:textId="2CDD95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7E6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1EB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741A" w14:textId="4BB510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DB91" w14:textId="7C3C45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2684" w14:textId="2F55026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145.27</w:t>
            </w:r>
          </w:p>
        </w:tc>
      </w:tr>
      <w:tr w:rsidR="004729AB" w:rsidRPr="005446F8" w14:paraId="5BEE8C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E2B2" w14:textId="699740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C358" w14:textId="6A8DB54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EA6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426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D468" w14:textId="597088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7199" w14:textId="4D31DF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CFEC" w14:textId="0D452C4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56.05</w:t>
            </w:r>
          </w:p>
        </w:tc>
      </w:tr>
      <w:tr w:rsidR="004729AB" w:rsidRPr="005446F8" w14:paraId="35723E2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9157" w14:textId="7AC77F6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7998" w14:textId="526FDB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7E88" w14:textId="2837325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F7BA" w14:textId="689254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8F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824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8F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BCB2CF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4716" w14:textId="2C89F24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DFC0" w14:textId="431F63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8A8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960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E988" w14:textId="262FA4E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DB01" w14:textId="0CD723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6B9C" w14:textId="3467212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</w:tr>
      <w:tr w:rsidR="004729AB" w:rsidRPr="005446F8" w14:paraId="71FAB7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6529" w14:textId="3A4F93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D174" w14:textId="19CFDA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16C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764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8584" w14:textId="560AF1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FF3B" w14:textId="7CD21B7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51F3" w14:textId="23757EB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</w:tr>
      <w:tr w:rsidR="004729AB" w:rsidRPr="005446F8" w14:paraId="7BBB185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1C70" w14:textId="53A27E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8AA1E" w14:textId="1BE94D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E19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59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79B2" w14:textId="6057E5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5E96" w14:textId="270400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4775" w14:textId="5F81021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24.76</w:t>
            </w:r>
          </w:p>
        </w:tc>
      </w:tr>
      <w:tr w:rsidR="004729AB" w:rsidRPr="005446F8" w14:paraId="6DA7376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9342" w14:textId="430544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092A" w14:textId="3C29A8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875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20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A0DC" w14:textId="254339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052C" w14:textId="1F116C0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162B" w14:textId="7A68F2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9.42</w:t>
            </w:r>
          </w:p>
        </w:tc>
      </w:tr>
      <w:tr w:rsidR="004729AB" w:rsidRPr="005446F8" w14:paraId="00CE89C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40CD" w14:textId="0E87CC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EA84" w14:textId="0ABAD3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8F1C" w14:textId="3C485A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181D" w14:textId="3EC09F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DC6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8E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829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4E951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6B55" w14:textId="15E8E3C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5A71" w14:textId="22775D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94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42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FE21" w14:textId="58509C0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0B89" w14:textId="277E49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4E8C" w14:textId="32CA29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</w:tr>
      <w:tr w:rsidR="004729AB" w:rsidRPr="005446F8" w14:paraId="2004179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A20E" w14:textId="580996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AC09" w14:textId="02E38C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8A8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D5F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DB37" w14:textId="6E8777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A432" w14:textId="5E07AD5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FC7E" w14:textId="67921D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</w:tr>
      <w:tr w:rsidR="004729AB" w:rsidRPr="005446F8" w14:paraId="65FB63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20C9" w14:textId="781874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9A96" w14:textId="5D4BE35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A1E9E" w14:textId="435EA3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8117" w14:textId="20BFE0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4C9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F7D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EB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775D097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B201" w14:textId="47408A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BAAF" w14:textId="120DFE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C21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93A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1B3A" w14:textId="3DEC68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4454" w14:textId="317D76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7.050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F3690" w14:textId="352610E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225.61</w:t>
            </w:r>
          </w:p>
        </w:tc>
      </w:tr>
      <w:tr w:rsidR="004729AB" w:rsidRPr="005446F8" w14:paraId="660133D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75A5" w14:textId="572F680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E9ED" w14:textId="50B768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D84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EC7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AF88" w14:textId="272296A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9DEA" w14:textId="74FB38C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0BF9" w14:textId="64BDDA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108.39</w:t>
            </w:r>
          </w:p>
        </w:tc>
      </w:tr>
      <w:tr w:rsidR="004729AB" w:rsidRPr="005446F8" w14:paraId="2AE997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0BF3" w14:textId="5E6B75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24D9" w14:textId="5B93F42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5B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49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6944" w14:textId="560B11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64B1E" w14:textId="01B018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89A7" w14:textId="5BAB4C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46.91</w:t>
            </w:r>
          </w:p>
        </w:tc>
      </w:tr>
      <w:tr w:rsidR="004729AB" w:rsidRPr="005446F8" w14:paraId="1554AA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7E73" w14:textId="6C1E1E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1097A" w14:textId="5A872B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3EFF" w14:textId="0EAC937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A6E3" w14:textId="0DA10A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32A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D30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D14D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C0A67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B87D" w14:textId="66413A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lastRenderedPageBreak/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67A1" w14:textId="6F6B26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6B9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E8E5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DEA4" w14:textId="7CC0A5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2747" w14:textId="058C30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5.287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7F46" w14:textId="6E2E1B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169.18</w:t>
            </w:r>
          </w:p>
        </w:tc>
      </w:tr>
      <w:tr w:rsidR="004729AB" w:rsidRPr="005446F8" w14:paraId="41808FA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7D7C" w14:textId="7C14B80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F809" w14:textId="41E529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19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183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3206" w14:textId="0F742E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CD52" w14:textId="772777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A505" w14:textId="402335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</w:tr>
      <w:tr w:rsidR="004729AB" w:rsidRPr="005446F8" w14:paraId="722C967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B4F6" w14:textId="339646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1E0D" w14:textId="270FF80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CD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C25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C136B" w14:textId="2AAC0FA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AFDD" w14:textId="25E10F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6968" w14:textId="4621291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</w:tr>
      <w:tr w:rsidR="004729AB" w:rsidRPr="005446F8" w14:paraId="18DC56E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5BE3" w14:textId="57FD7E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EE47" w14:textId="32F67D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F953" w14:textId="3546E5F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D5B1" w14:textId="7BF02E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E0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5D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540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E0E2CC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73E6" w14:textId="60D8003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22CE" w14:textId="598D33D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3A89" w14:textId="190AB4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283CB" w14:textId="4ABEFD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DD6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D6B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09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B0EE86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4E24" w14:textId="75F6F38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7140" w14:textId="1DEAB8F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8A9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149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5B6A" w14:textId="50C704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CFB2" w14:textId="7E006BA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9F81" w14:textId="712F0B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</w:tr>
      <w:tr w:rsidR="004729AB" w:rsidRPr="005446F8" w14:paraId="1469220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D422" w14:textId="204C170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14C3" w14:textId="221D2E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52B5" w14:textId="549784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C9BD" w14:textId="53C5A2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254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9424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7E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45FDF6F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5946E" w14:textId="3AF7F3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16CE" w14:textId="55396A1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A45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9C3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C5C7D" w14:textId="16A8565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5334E" w14:textId="53051A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EF9C" w14:textId="05E3EF7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</w:tr>
      <w:tr w:rsidR="004729AB" w:rsidRPr="005446F8" w14:paraId="2E263C5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30F94" w14:textId="0BE606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7FED" w14:textId="129A63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74CC" w14:textId="47E9F01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69DCF" w14:textId="74AD64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F70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7F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D8D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9718B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B106" w14:textId="189BF0D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EC0C" w14:textId="3172F8B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8364" w14:textId="22BD50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770F" w14:textId="53D6DE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4B4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7C1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BA1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69D650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8BB47" w14:textId="5F394F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5D93" w14:textId="349E58F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8E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4E0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F203" w14:textId="39C7043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13C9" w14:textId="22F9BD0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F6CA" w14:textId="61D653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29.48</w:t>
            </w:r>
          </w:p>
        </w:tc>
      </w:tr>
      <w:tr w:rsidR="004729AB" w:rsidRPr="005446F8" w14:paraId="5517CA3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518A" w14:textId="0CB4960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0707" w14:textId="06ECC8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86F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690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0D7A" w14:textId="44C5C92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0FCA7" w14:textId="72C2444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6BC2" w14:textId="21C2BF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</w:tr>
      <w:tr w:rsidR="004729AB" w:rsidRPr="005446F8" w14:paraId="6034CB6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B1B9" w14:textId="646B5EB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DA0E" w14:textId="061CA2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086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3B0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029E" w14:textId="138BB4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3745" w14:textId="7189FA0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4408" w14:textId="5549C68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</w:tr>
      <w:tr w:rsidR="004729AB" w:rsidRPr="005446F8" w14:paraId="1118B1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11D9" w14:textId="7B4C44E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8262" w14:textId="37FCAA0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A731" w14:textId="731309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E87C" w14:textId="3C561B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7C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38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38A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D68D3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3841" w14:textId="098E73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1FA1" w14:textId="38FCC6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53C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EA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CF06" w14:textId="544D819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0B13" w14:textId="3C71C55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8EFA" w14:textId="73AB7C2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</w:tr>
      <w:tr w:rsidR="004729AB" w:rsidRPr="005446F8" w14:paraId="7122FAE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B252" w14:textId="65FFB2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B834" w14:textId="1D634EC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5025" w14:textId="05D1E76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908D" w14:textId="60A6723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6DD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3A8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19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D00AD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AC8A" w14:textId="0DFD1C9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F19C" w14:textId="423E2F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F8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29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F5A9" w14:textId="66B919B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0878" w14:textId="661BFE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C6A6" w14:textId="5AF60B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32.53</w:t>
            </w:r>
          </w:p>
        </w:tc>
      </w:tr>
      <w:tr w:rsidR="004729AB" w:rsidRPr="005446F8" w14:paraId="75B397C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DE86" w14:textId="05D2F9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B2DD" w14:textId="09B3B0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AF9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E0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EC51" w14:textId="4D7401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CABA" w14:textId="76764E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F93D" w14:textId="33A1BE0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</w:tr>
      <w:tr w:rsidR="004729AB" w:rsidRPr="005446F8" w14:paraId="5F95CBE9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E09B" w14:textId="10BC82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8C6E" w14:textId="2AD6602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FDA7" w14:textId="7D3479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B127" w14:textId="611EB9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1BE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4F7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E93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CE50CB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75EE" w14:textId="4A251FC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FFD83" w14:textId="0D4196C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3A19" w14:textId="2840FBB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8AB3" w14:textId="6005B5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E90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1F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3B0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13D34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6885" w14:textId="0416129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9BFE" w14:textId="5DD4E1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4BC5" w14:textId="4ADC153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9F01" w14:textId="7826A26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CC6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03A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515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B18551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A560" w14:textId="0F851E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C210D" w14:textId="00E7A2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CCD0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A50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25E9" w14:textId="5154A2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14BD" w14:textId="36F9D53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803C" w14:textId="2975F3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91.02</w:t>
            </w:r>
          </w:p>
        </w:tc>
      </w:tr>
      <w:tr w:rsidR="004729AB" w:rsidRPr="005446F8" w14:paraId="09A0A85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4848" w14:textId="7366548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B31E" w14:textId="37C60A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723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B2D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3879" w14:textId="438F83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6DA5" w14:textId="73B7EC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3E2A" w14:textId="71F70B9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85.29</w:t>
            </w:r>
          </w:p>
        </w:tc>
      </w:tr>
      <w:tr w:rsidR="004729AB" w:rsidRPr="005446F8" w14:paraId="502FAFD0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6D97" w14:textId="50789B7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20E2" w14:textId="3DF153C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4E9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3A6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D1C4" w14:textId="6E2836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11F7" w14:textId="17B685E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E854" w14:textId="503CA9F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76.52</w:t>
            </w:r>
          </w:p>
        </w:tc>
      </w:tr>
      <w:tr w:rsidR="004729AB" w:rsidRPr="005446F8" w14:paraId="022552B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0AB5" w14:textId="6CE2997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887C" w14:textId="4C26F8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E8D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751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21DD" w14:textId="0E1AF7B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F6B2" w14:textId="3B9F13C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FB95" w14:textId="60C6BEB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58.93</w:t>
            </w:r>
          </w:p>
        </w:tc>
      </w:tr>
      <w:tr w:rsidR="004729AB" w:rsidRPr="005446F8" w14:paraId="7FEFDBF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6B24" w14:textId="2FD5FF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38F8" w14:textId="3FC7EA4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435B" w14:textId="7374AFE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DBEA" w14:textId="5E8D8E5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826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FC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94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76DFBB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5B4D" w14:textId="715D922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A1A5" w14:textId="2DBC249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045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6F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B80F" w14:textId="25D40FE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CCDD9" w14:textId="53736F2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D2BA" w14:textId="0E7C21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48.77</w:t>
            </w:r>
          </w:p>
        </w:tc>
      </w:tr>
      <w:tr w:rsidR="004729AB" w:rsidRPr="005446F8" w14:paraId="006A7F2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8175" w14:textId="109DA35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71442" w14:textId="0A90DB3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0F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69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13E0" w14:textId="723777D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701C" w14:textId="54FCFF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C633" w14:textId="08D767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48.64</w:t>
            </w:r>
          </w:p>
        </w:tc>
      </w:tr>
      <w:tr w:rsidR="004729AB" w:rsidRPr="005446F8" w14:paraId="42998E4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BA5F" w14:textId="17F3A27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BF5B" w14:textId="78AD82C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CED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E9B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D764" w14:textId="337FFA2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DCDD" w14:textId="4FAD1B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D357" w14:textId="3F0B0CA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46.46</w:t>
            </w:r>
          </w:p>
        </w:tc>
      </w:tr>
      <w:tr w:rsidR="004729AB" w:rsidRPr="005446F8" w14:paraId="7B52D8B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05C7" w14:textId="3451D5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5A4B" w14:textId="4289BEE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AF29" w14:textId="396D15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8F69" w14:textId="28CEA1D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8EF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F2D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3D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23BD6DA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2F41" w14:textId="352432A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C820" w14:textId="48B6FC3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42A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B28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AA0E" w14:textId="2EF7A1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99BA" w14:textId="6CF6CB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48B8" w14:textId="52E2F4C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33.76</w:t>
            </w:r>
          </w:p>
        </w:tc>
      </w:tr>
      <w:tr w:rsidR="004729AB" w:rsidRPr="005446F8" w14:paraId="142ED75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0BAE" w14:textId="6408C2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5C622" w14:textId="3F15FA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01D6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2F6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7941" w14:textId="494726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8F9A" w14:textId="499B86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CA62" w14:textId="6E72DDB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</w:tr>
      <w:tr w:rsidR="004729AB" w:rsidRPr="005446F8" w14:paraId="437D6D7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AFAB" w14:textId="3DDE78A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2143" w14:textId="1AC77E8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07F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707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A733A" w14:textId="724CDA8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446C" w14:textId="09693C3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C098" w14:textId="2537367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4729AB" w:rsidRPr="005446F8" w14:paraId="583788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1351" w14:textId="656FED7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FE1D" w14:textId="11F5637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89C2" w14:textId="0DF4B9E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AE8B" w14:textId="008C69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E6E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448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62A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AB5902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56E1" w14:textId="7268AF5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D0C7" w14:textId="351A8D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4305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6A55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ECBC" w14:textId="56AA579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C86F" w14:textId="5FF05A8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6FF86" w14:textId="22CD0EB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</w:tr>
      <w:tr w:rsidR="004729AB" w:rsidRPr="005446F8" w14:paraId="16A8348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1D7F" w14:textId="4DF341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5879" w14:textId="0834439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CA7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BF22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4066" w14:textId="5811B75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6EA8" w14:textId="3AB298D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088F" w14:textId="709F021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61.67</w:t>
            </w:r>
          </w:p>
        </w:tc>
      </w:tr>
      <w:tr w:rsidR="004729AB" w:rsidRPr="005446F8" w14:paraId="48F6CE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E0AF" w14:textId="3F519C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6865" w14:textId="38E02FE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EE3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9F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1EBB" w14:textId="0B9B73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ECE2" w14:textId="65BB73A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8B2A" w14:textId="6351F4F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56.75</w:t>
            </w:r>
          </w:p>
        </w:tc>
      </w:tr>
      <w:tr w:rsidR="004729AB" w:rsidRPr="005446F8" w14:paraId="017370C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5584" w14:textId="44BB43C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AABB" w14:textId="5F25462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927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4F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15DCB" w14:textId="3400FE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EAD9" w14:textId="2542176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3FDA" w14:textId="7389BEA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</w:tr>
      <w:tr w:rsidR="004729AB" w:rsidRPr="005446F8" w14:paraId="6324D55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9DFA" w14:textId="171A82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528A" w14:textId="6F0DD61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665A" w14:textId="00DB56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6BF3" w14:textId="79888EB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40C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546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F20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6AEB46F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1903" w14:textId="5F0F0EE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73B0" w14:textId="5FBBC0B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FA7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2E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554E" w14:textId="40DCC5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6687" w14:textId="708659D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B370A" w14:textId="6D319A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</w:tr>
      <w:tr w:rsidR="004729AB" w:rsidRPr="005446F8" w14:paraId="2D6BC20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564A" w14:textId="19FFC09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176C" w14:textId="038C3B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491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2D2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3E26" w14:textId="35C8AF6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3F0E" w14:textId="6EFEF1D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AA50" w14:textId="4591A27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</w:tr>
      <w:tr w:rsidR="004729AB" w:rsidRPr="005446F8" w14:paraId="4C5A15A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9109" w14:textId="36FDFC6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D5C5" w14:textId="48C855C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B5B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19F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402A" w14:textId="489092A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70A3" w14:textId="6D561FA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4.358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EDD6" w14:textId="1C0A0C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139.45</w:t>
            </w:r>
          </w:p>
        </w:tc>
      </w:tr>
      <w:tr w:rsidR="004729AB" w:rsidRPr="005446F8" w14:paraId="6385F6D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47E2" w14:textId="255B818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6E1C" w14:textId="4285EA3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0D2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4B7E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F9F1" w14:textId="2676503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4BDE" w14:textId="23EF1AF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8221" w14:textId="26EAC4F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52.57</w:t>
            </w:r>
          </w:p>
        </w:tc>
      </w:tr>
      <w:tr w:rsidR="004729AB" w:rsidRPr="005446F8" w14:paraId="3AE2AE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9C85" w14:textId="253E319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5BE0" w14:textId="5E01BB1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9E1B" w14:textId="037302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43B5" w14:textId="6E2741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3EB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5A7C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3059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3120311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5936" w14:textId="3B07800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832D2" w14:textId="29C7ED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AA10" w14:textId="75E2C69D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E062" w14:textId="17EA6B2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EEC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7C8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0A1E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745696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32FA" w14:textId="0CE9B6B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478F" w14:textId="7D134E9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0F4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872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FE9D" w14:textId="68BAD4F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B004" w14:textId="6288E6F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6146" w14:textId="39116666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26.64</w:t>
            </w:r>
          </w:p>
        </w:tc>
      </w:tr>
      <w:tr w:rsidR="004729AB" w:rsidRPr="005446F8" w14:paraId="6429921D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AB46" w14:textId="29D7503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4E09" w14:textId="442DBE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36C2F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3AC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3610" w14:textId="29E9714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DAE0" w14:textId="7BAB6F3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C620" w14:textId="7AD629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110.06</w:t>
            </w:r>
          </w:p>
        </w:tc>
      </w:tr>
      <w:tr w:rsidR="004729AB" w:rsidRPr="005446F8" w14:paraId="511D29E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F023" w14:textId="66DEA06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3153" w14:textId="05BCB19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2959" w14:textId="32F4BDD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2042" w14:textId="7224142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7798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C01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CD5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BBFEAA7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0CF0" w14:textId="2C99C5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1426" w14:textId="223AF8F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E22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BEAB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916B" w14:textId="4B6D4B4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93E8" w14:textId="3AECF9AB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038C" w14:textId="3032F508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7.00</w:t>
            </w:r>
          </w:p>
        </w:tc>
      </w:tr>
      <w:tr w:rsidR="004729AB" w:rsidRPr="005446F8" w14:paraId="2C4991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BCA7" w14:textId="1D6092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1582" w14:textId="1CE7DE4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D09A" w14:textId="06460A3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7C82" w14:textId="4802354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7BE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AC8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6514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1B982E1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E123" w14:textId="382DA68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5CB5D" w14:textId="4A59CE3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8BD9" w14:textId="72494A5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CE3C" w14:textId="00B6633F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BBCC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5F7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7663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57ED1D52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9CEA" w14:textId="3E8ABF4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9BA5" w14:textId="6BD92DF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5CC3A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AB40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C2D1" w14:textId="05C4F310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9C79" w14:textId="6FAD6561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3B1E9" w14:textId="6A173FC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65.31</w:t>
            </w:r>
          </w:p>
        </w:tc>
      </w:tr>
      <w:tr w:rsidR="004729AB" w:rsidRPr="005446F8" w14:paraId="37088F8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F2FC" w14:textId="5E77F9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37733" w14:textId="3BAF599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CE93" w14:textId="510BFA99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9838" w14:textId="5399A12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8CB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F3D3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8BDD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9AB" w:rsidRPr="005446F8" w14:paraId="0ABF5514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D699" w14:textId="692F96B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ХРИСТО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833F" w14:textId="61B6AC8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F5A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0BD7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20D4" w14:textId="38055EAE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4A3E" w14:textId="410E166C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15A5" w14:textId="547F0593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4729AB" w:rsidRPr="005446F8" w14:paraId="6EE8C7B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4B6B" w14:textId="7343E112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D177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4682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B7C0" w14:textId="0E1E64F4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64.332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2861" w14:textId="77777777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CCCE" w14:textId="3F13B065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109.653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E42F" w14:textId="7162DEAA" w:rsidR="004729AB" w:rsidRPr="00385B93" w:rsidRDefault="004729AB" w:rsidP="004729A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5B93">
              <w:rPr>
                <w:rFonts w:ascii="Arial" w:hAnsi="Arial" w:cs="Arial"/>
                <w:b/>
                <w:bCs/>
                <w:sz w:val="18"/>
                <w:szCs w:val="18"/>
              </w:rPr>
              <w:t>3508.91</w:t>
            </w:r>
          </w:p>
        </w:tc>
      </w:tr>
      <w:tr w:rsidR="003C0170" w:rsidRPr="005446F8" w14:paraId="162F38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1651" w14:textId="29471196" w:rsidR="003C0170" w:rsidRPr="003C0170" w:rsidRDefault="003C0170" w:rsidP="003C017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EF20" w14:textId="77777777" w:rsidR="003C0170" w:rsidRPr="00385B93" w:rsidRDefault="003C0170" w:rsidP="003C017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8654" w14:textId="77777777" w:rsidR="003C0170" w:rsidRPr="00385B93" w:rsidRDefault="003C0170" w:rsidP="003C017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06FA" w14:textId="69D847B9" w:rsidR="003C0170" w:rsidRPr="003C0170" w:rsidRDefault="003C0170" w:rsidP="003C017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0170">
              <w:rPr>
                <w:b/>
              </w:rPr>
              <w:t>710.522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8315" w14:textId="77777777" w:rsidR="003C0170" w:rsidRPr="003C0170" w:rsidRDefault="003C0170" w:rsidP="003C017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36F" w14:textId="29446FA8" w:rsidR="003C0170" w:rsidRPr="003C0170" w:rsidRDefault="003C0170" w:rsidP="003C017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0170">
              <w:rPr>
                <w:b/>
              </w:rPr>
              <w:t>742.516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2C1E" w14:textId="417C45A4" w:rsidR="003C0170" w:rsidRPr="003C0170" w:rsidRDefault="003C0170" w:rsidP="003C017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0170">
              <w:rPr>
                <w:b/>
              </w:rPr>
              <w:t>23760.49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lastRenderedPageBreak/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515F4959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3C0170">
        <w:rPr>
          <w:lang w:val="ru-RU"/>
        </w:rPr>
        <w:t xml:space="preserve"> на</w:t>
      </w:r>
      <w:r w:rsidR="00DC12F3"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с</w:t>
      </w:r>
      <w:r w:rsidR="004729AB">
        <w:rPr>
          <w:lang w:val="ru-RU"/>
        </w:rPr>
        <w:t>.Шума</w:t>
      </w:r>
      <w:proofErr w:type="spellEnd"/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5D30B333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C924B9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6DF6BF22" w:rsidR="002213A1" w:rsidRDefault="002213A1" w:rsidP="002213A1">
      <w:pPr>
        <w:jc w:val="both"/>
        <w:rPr>
          <w:lang w:val="bg-BG"/>
        </w:rPr>
      </w:pPr>
    </w:p>
    <w:p w14:paraId="2E0F5D49" w14:textId="4B1D3F1C" w:rsidR="00C924B9" w:rsidRDefault="00C924B9" w:rsidP="002213A1">
      <w:pPr>
        <w:jc w:val="both"/>
        <w:rPr>
          <w:lang w:val="bg-BG"/>
        </w:rPr>
      </w:pPr>
    </w:p>
    <w:p w14:paraId="3C0AF9F3" w14:textId="77777777" w:rsidR="00C924B9" w:rsidRDefault="00C924B9" w:rsidP="002213A1">
      <w:pPr>
        <w:jc w:val="both"/>
        <w:rPr>
          <w:lang w:val="bg-BG"/>
        </w:rPr>
      </w:pPr>
    </w:p>
    <w:p w14:paraId="525DF12A" w14:textId="77777777" w:rsidR="002213A1" w:rsidRPr="00535D58" w:rsidRDefault="002213A1" w:rsidP="002213A1">
      <w:pPr>
        <w:jc w:val="both"/>
        <w:rPr>
          <w:lang w:val="bg-BG"/>
        </w:rPr>
      </w:pPr>
    </w:p>
    <w:p w14:paraId="78F9A727" w14:textId="34FDB792" w:rsidR="002213A1" w:rsidRPr="009E5509" w:rsidRDefault="009E5509" w:rsidP="002213A1">
      <w:pPr>
        <w:ind w:firstLine="709"/>
        <w:jc w:val="both"/>
        <w:rPr>
          <w:b/>
          <w:lang w:val="bg-BG"/>
        </w:rPr>
      </w:pPr>
      <w:bookmarkStart w:id="6" w:name="_GoBack"/>
      <w:r w:rsidRPr="009E5509">
        <w:rPr>
          <w:b/>
          <w:lang w:val="bg-BG"/>
        </w:rPr>
        <w:t>/П/</w:t>
      </w:r>
    </w:p>
    <w:bookmarkEnd w:id="6"/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p w14:paraId="12F0E1B0" w14:textId="77777777" w:rsidR="002213A1" w:rsidRPr="00CE78CA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F52F7" w14:textId="77777777" w:rsidR="00667D1F" w:rsidRDefault="00667D1F">
      <w:r>
        <w:separator/>
      </w:r>
    </w:p>
  </w:endnote>
  <w:endnote w:type="continuationSeparator" w:id="0">
    <w:p w14:paraId="49531B62" w14:textId="77777777" w:rsidR="00667D1F" w:rsidRDefault="0066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4729AB" w:rsidRDefault="004729AB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4729AB" w:rsidRDefault="004729AB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6C122C23" w:rsidR="004729AB" w:rsidRDefault="004729A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509">
          <w:rPr>
            <w:noProof/>
          </w:rPr>
          <w:t>16</w:t>
        </w:r>
        <w:r>
          <w:rPr>
            <w:noProof/>
          </w:rPr>
          <w:fldChar w:fldCharType="end"/>
        </w:r>
        <w:r w:rsidR="003C0170">
          <w:rPr>
            <w:noProof/>
            <w:lang w:val="bg-BG"/>
          </w:rPr>
          <w:t>/17</w:t>
        </w:r>
      </w:p>
    </w:sdtContent>
  </w:sdt>
  <w:p w14:paraId="0DF700C8" w14:textId="77777777" w:rsidR="004729AB" w:rsidRPr="00835BBA" w:rsidRDefault="004729A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5979A43B" w:rsidR="004729AB" w:rsidRPr="00004F45" w:rsidRDefault="004729A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AA74F" w14:textId="77777777" w:rsidR="00667D1F" w:rsidRDefault="00667D1F">
      <w:r>
        <w:separator/>
      </w:r>
    </w:p>
  </w:footnote>
  <w:footnote w:type="continuationSeparator" w:id="0">
    <w:p w14:paraId="53816DC5" w14:textId="77777777" w:rsidR="00667D1F" w:rsidRDefault="0066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4729AB" w:rsidRPr="005B69F7" w:rsidRDefault="004729AB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4729AB" w:rsidRPr="005B69F7" w:rsidRDefault="004729AB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4729AB" w:rsidRPr="0023186B" w:rsidRDefault="004729A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4729AB" w:rsidRPr="00983B22" w:rsidRDefault="004729A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4729AB" w:rsidRPr="00983B22" w:rsidRDefault="004729A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C571E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0170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729AB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46F85"/>
    <w:rsid w:val="00654315"/>
    <w:rsid w:val="006552EC"/>
    <w:rsid w:val="006655C6"/>
    <w:rsid w:val="006663D7"/>
    <w:rsid w:val="00667D1F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24E7C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5509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924B9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539D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080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A571-532C-4168-99CA-2E2ED11D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79</TotalTime>
  <Pages>1</Pages>
  <Words>6337</Words>
  <Characters>36125</Characters>
  <Application>Microsoft Office Word</Application>
  <DocSecurity>0</DocSecurity>
  <Lines>301</Lines>
  <Paragraphs>84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21</cp:revision>
  <cp:lastPrinted>2022-09-29T12:49:00Z</cp:lastPrinted>
  <dcterms:created xsi:type="dcterms:W3CDTF">2022-09-26T08:20:00Z</dcterms:created>
  <dcterms:modified xsi:type="dcterms:W3CDTF">2022-09-29T12:50:00Z</dcterms:modified>
</cp:coreProperties>
</file>