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17F1F916" w:rsidR="00454CDE" w:rsidRPr="00713EC9" w:rsidRDefault="00F71B3F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6D283F8" w:rsidR="00454CDE" w:rsidRPr="00F71B3F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F71B3F">
        <w:rPr>
          <w:b/>
          <w:lang w:val="bg-BG"/>
        </w:rPr>
        <w:t>№</w:t>
      </w:r>
      <w:r w:rsidR="00F71B3F" w:rsidRPr="00F71B3F">
        <w:rPr>
          <w:b/>
          <w:lang w:val="bg-BG"/>
        </w:rPr>
        <w:t>ПО-09-3153-3</w:t>
      </w:r>
    </w:p>
    <w:p w14:paraId="3795E67F" w14:textId="4795E8ED" w:rsidR="00454CDE" w:rsidRPr="00F71B3F" w:rsidRDefault="00454CDE" w:rsidP="00BE4052">
      <w:pPr>
        <w:ind w:left="2880" w:firstLine="720"/>
        <w:rPr>
          <w:b/>
          <w:lang w:val="bg-BG"/>
        </w:rPr>
      </w:pPr>
      <w:r w:rsidRPr="00F71B3F">
        <w:rPr>
          <w:b/>
          <w:lang w:val="bg-BG"/>
        </w:rPr>
        <w:t>София,</w:t>
      </w:r>
      <w:r w:rsidR="00F71B3F" w:rsidRPr="00F71B3F">
        <w:rPr>
          <w:b/>
          <w:lang w:val="bg-BG"/>
        </w:rPr>
        <w:t>27.09.</w:t>
      </w:r>
      <w:r w:rsidR="0023186B" w:rsidRPr="00F71B3F">
        <w:rPr>
          <w:b/>
          <w:lang w:val="bg-BG"/>
        </w:rPr>
        <w:t>20</w:t>
      </w:r>
      <w:r w:rsidR="005A5B96" w:rsidRPr="00F71B3F">
        <w:rPr>
          <w:b/>
          <w:lang w:val="bg-BG"/>
        </w:rPr>
        <w:t>2</w:t>
      </w:r>
      <w:r w:rsidR="00CC444F" w:rsidRPr="00F71B3F">
        <w:rPr>
          <w:b/>
          <w:lang w:val="bg-BG"/>
        </w:rPr>
        <w:t>2</w:t>
      </w:r>
      <w:r w:rsidR="0023186B" w:rsidRPr="00F71B3F">
        <w:rPr>
          <w:b/>
          <w:lang w:val="bg-BG"/>
        </w:rPr>
        <w:t>г.</w:t>
      </w:r>
      <w:r w:rsidR="006727E9" w:rsidRPr="00F71B3F">
        <w:rPr>
          <w:b/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31639020" w14:textId="64261981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E30567">
        <w:rPr>
          <w:b/>
          <w:sz w:val="26"/>
          <w:szCs w:val="26"/>
          <w:lang w:val="bg-BG"/>
        </w:rPr>
        <w:t>3153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77777777" w:rsidR="00034F6D" w:rsidRPr="00374CA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7C4F9018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E30567">
        <w:rPr>
          <w:b/>
          <w:lang w:val="bg-BG"/>
        </w:rPr>
        <w:t>Станинци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E30567">
        <w:rPr>
          <w:b/>
          <w:lang w:val="bg-BG"/>
        </w:rPr>
        <w:t>68775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C013D8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C013D8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C013D8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C013D8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E30567" w:rsidRPr="005446F8" w14:paraId="3F58074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424BA99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6BB5C7A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37B8D65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49029F1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5.981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049E220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239.25</w:t>
            </w:r>
          </w:p>
        </w:tc>
      </w:tr>
      <w:tr w:rsidR="00E30567" w:rsidRPr="005446F8" w14:paraId="1386F03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418B426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167E37B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032B3A7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2C6EFE2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391857D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208.00</w:t>
            </w:r>
          </w:p>
        </w:tc>
      </w:tr>
      <w:tr w:rsidR="00E30567" w:rsidRPr="005446F8" w14:paraId="786C8AC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75EDA1E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3868DE8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4AF803B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1553CD4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2A2CCEB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1402D96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4.266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4C5B5AF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170.64</w:t>
            </w:r>
          </w:p>
        </w:tc>
      </w:tr>
      <w:tr w:rsidR="00E30567" w:rsidRPr="005446F8" w14:paraId="0101A33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67BCF2E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56BF142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009BE50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0ADA4E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B74272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320E017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5E5B226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</w:tr>
      <w:tr w:rsidR="00E30567" w:rsidRPr="005446F8" w14:paraId="3A1B4FD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694379A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5C9F946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710DE46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3CFF1B5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1C93BD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99.36</w:t>
            </w:r>
          </w:p>
        </w:tc>
      </w:tr>
      <w:tr w:rsidR="00E30567" w:rsidRPr="005446F8" w14:paraId="4E63588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400A63E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69A76DD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572E5BB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2880C682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61B8896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45B8E86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6874038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77C8AC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6F4C32F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594BB0A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47C4D3C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64FE573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AD175E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BBC1DD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675CBC9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019F1F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0C64702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042EA71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88D862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0BF1065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0CCBDB12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039FF53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2A900BB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</w:tr>
      <w:tr w:rsidR="00E30567" w:rsidRPr="005446F8" w14:paraId="1F456DC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731F1EA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0BE9154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07E2792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164E624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1D9695F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3407781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2A87BA6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4782340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581DDFF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0D26D9B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267AC4B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4ED8FFF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75E060A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</w:tr>
      <w:tr w:rsidR="00E30567" w:rsidRPr="005446F8" w14:paraId="5A8B944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3BE8A9C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67C7141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119190C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630352E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B5A5812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33F1A0B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57AEDE0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83.92</w:t>
            </w:r>
          </w:p>
        </w:tc>
      </w:tr>
      <w:tr w:rsidR="00E30567" w:rsidRPr="005446F8" w14:paraId="1A8BB8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6A8874B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0FF2062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52E26A5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5317897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7609D04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0DE06ED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4610CEF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4B2D569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4900801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333F4D4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0332A1D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0A23319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1E852D0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61C7BB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3DC415F2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48.04</w:t>
            </w:r>
          </w:p>
        </w:tc>
      </w:tr>
      <w:tr w:rsidR="00E30567" w:rsidRPr="005446F8" w14:paraId="5A3855B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268AAA6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30B6E6F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73C74D2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3FE7863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3014DCE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E30567" w:rsidRPr="005446F8" w14:paraId="42312AE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2B6B332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4A954F1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5D07A72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09A46AC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70184A9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302755EE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2738267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0A32138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03A1CF9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71A62953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0E8C41F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35CAD73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41AF9EA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18.06</w:t>
            </w:r>
          </w:p>
        </w:tc>
      </w:tr>
      <w:tr w:rsidR="00E30567" w:rsidRPr="005446F8" w14:paraId="321D7EE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0965D9D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2363B66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435A1D7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329E62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27E6A0D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12C8440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6B00A50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371B914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296E4FC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07F7BD1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461E0AD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09930B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692B858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</w:tr>
      <w:tr w:rsidR="00E30567" w:rsidRPr="005446F8" w14:paraId="6AD9964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45AEA02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5743BC2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5EEE976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519BBEA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5C96344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095F86C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30C1EF4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</w:tr>
      <w:tr w:rsidR="00E30567" w:rsidRPr="005446F8" w14:paraId="01A059A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1B059472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401C937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2352CD1F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3A93E64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56F5ADE5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</w:tr>
      <w:tr w:rsidR="00E30567" w:rsidRPr="005446F8" w14:paraId="5F613BF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2A1D1950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3960D3D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52AC181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F258958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4E12BE0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</w:tr>
      <w:tr w:rsidR="00E30567" w:rsidRPr="005446F8" w14:paraId="0356422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4010C9D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5F1C18E4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53F3D03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4B87FC0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3ADCE399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</w:tr>
      <w:tr w:rsidR="00E30567" w:rsidRPr="005446F8" w14:paraId="1151F0E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471447DD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7015B69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13F6829B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0C0B69E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2CEA4D56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33A5993C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56.22</w:t>
            </w:r>
          </w:p>
        </w:tc>
      </w:tr>
      <w:tr w:rsidR="00E30567" w:rsidRPr="005446F8" w14:paraId="3791FBD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6777" w14:textId="7676DDB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31E5" w14:textId="492580D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0D2A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B82F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7B833" w14:textId="3ECB8DC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2DD5" w14:textId="220B839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0BC9" w14:textId="2EC4A98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12.82</w:t>
            </w:r>
          </w:p>
        </w:tc>
      </w:tr>
      <w:tr w:rsidR="00E30567" w:rsidRPr="005446F8" w14:paraId="2B3858E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07F9" w14:textId="2BB8080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lastRenderedPageBreak/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BB23" w14:textId="4E18305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2C31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4505" w14:textId="77777777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95FA" w14:textId="1104080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6465" w14:textId="62B4966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68F4" w14:textId="44FB17E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6.92</w:t>
            </w:r>
          </w:p>
        </w:tc>
      </w:tr>
      <w:tr w:rsidR="00E30567" w:rsidRPr="005446F8" w14:paraId="7ED1F8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5031" w14:textId="5831268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АСПАРУХ ЛУКАНОВ КОСТАДИНОВ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4FCE" w14:textId="709FEBD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49CF" w14:textId="4228BA41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57F9" w14:textId="2F7E2D5A" w:rsidR="00E30567" w:rsidRPr="005446F8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DA2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E26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6F0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05BDBAE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63DE" w14:textId="5AB911C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FB0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97BB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B19D" w14:textId="08ECE16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10.717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B77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2B7E" w14:textId="029016E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33.034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63C1" w14:textId="6CCB06F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1321.35</w:t>
            </w:r>
          </w:p>
        </w:tc>
      </w:tr>
      <w:tr w:rsidR="00E30567" w:rsidRPr="005446F8" w14:paraId="2220194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33BB" w14:textId="4477668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7A8D" w14:textId="33A534C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6975" w14:textId="63E70AD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C9F9F" w14:textId="3198A63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39.309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62D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AD6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8BE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67" w:rsidRPr="005446F8" w14:paraId="78F8E3B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B04C" w14:textId="7F45A1D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2B47" w14:textId="2D5EFA1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60A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2245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E0F7" w14:textId="2FAD32B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48E2" w14:textId="227FD26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E855" w14:textId="1CB7822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68.02</w:t>
            </w:r>
          </w:p>
        </w:tc>
      </w:tr>
      <w:tr w:rsidR="00E30567" w:rsidRPr="005446F8" w14:paraId="4601D70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6707" w14:textId="4FA3153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4F82" w14:textId="3E729C0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118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758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98D72" w14:textId="4DD799D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257A" w14:textId="6335D83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BC13" w14:textId="23B5CE7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E30567" w:rsidRPr="005446F8" w14:paraId="32003BC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19A8" w14:textId="4E02367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4022" w14:textId="45F0E9D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4D1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450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A118" w14:textId="4646EEA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F75A" w14:textId="2A3EAD4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052D" w14:textId="418A352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29.35</w:t>
            </w:r>
          </w:p>
        </w:tc>
      </w:tr>
      <w:tr w:rsidR="00E30567" w:rsidRPr="005446F8" w14:paraId="6E11619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D6E6" w14:textId="2BDAE41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F850" w14:textId="076CD2D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0F3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CE0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B1DD" w14:textId="74E2754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E44BF" w14:textId="2EBADEF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4EF2" w14:textId="52089B6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E30567" w:rsidRPr="005446F8" w14:paraId="7FD65CD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7728" w14:textId="5DB4833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41984" w14:textId="7119B59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AA9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D07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8514" w14:textId="0258EE1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54AB" w14:textId="28B3196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D61A" w14:textId="79E2B34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</w:tr>
      <w:tr w:rsidR="00E30567" w:rsidRPr="005446F8" w14:paraId="45CF633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EFDC" w14:textId="401E017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AE6D" w14:textId="5A2BB6F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6DD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3CE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83590" w14:textId="5A17993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CD7F" w14:textId="565DD19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6877" w14:textId="683F267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E30567" w:rsidRPr="005446F8" w14:paraId="289B9B4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94A5" w14:textId="74A1796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38FD" w14:textId="71BBCA4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FA7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1FD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6F2B" w14:textId="4C4CA9F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AC53" w14:textId="34203E6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4AE9D" w14:textId="54076DB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161.05</w:t>
            </w:r>
          </w:p>
        </w:tc>
      </w:tr>
      <w:tr w:rsidR="00E30567" w:rsidRPr="005446F8" w14:paraId="5B2CDFB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3D82" w14:textId="638EE1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723B" w14:textId="7B66D3F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F84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BA8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79F9" w14:textId="32DE880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0526" w14:textId="1E14E0D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456B" w14:textId="2202545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74.89</w:t>
            </w:r>
          </w:p>
        </w:tc>
      </w:tr>
      <w:tr w:rsidR="00E30567" w:rsidRPr="005446F8" w14:paraId="4B190C2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E2D9" w14:textId="1AF3CD7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6AF5" w14:textId="161F43C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27D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960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81B9" w14:textId="4876E29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7C7B" w14:textId="13DF530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7890" w14:textId="7982339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89.35</w:t>
            </w:r>
          </w:p>
        </w:tc>
      </w:tr>
      <w:tr w:rsidR="00E30567" w:rsidRPr="005446F8" w14:paraId="126FAB7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2DD88" w14:textId="6110E2A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9FD1" w14:textId="5FD3B08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06F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1D1B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5386" w14:textId="5728FE8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16CC" w14:textId="5AB9F4D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3ECB" w14:textId="2AF3780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123.84</w:t>
            </w:r>
          </w:p>
        </w:tc>
      </w:tr>
      <w:tr w:rsidR="00E30567" w:rsidRPr="005446F8" w14:paraId="6678A92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9A33" w14:textId="3DFE6E8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6A86" w14:textId="64E2E25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61E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E9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6D9F" w14:textId="6F1237B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3ED0" w14:textId="28F12B7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6112" w14:textId="471D84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48.52</w:t>
            </w:r>
          </w:p>
        </w:tc>
      </w:tr>
      <w:tr w:rsidR="00E30567" w:rsidRPr="005446F8" w14:paraId="0C1FB3E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3F360" w14:textId="3745246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6BBD" w14:textId="7292061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FE8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B58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855D" w14:textId="6701750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21E5" w14:textId="3DF470E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1141" w14:textId="659D21F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42.88</w:t>
            </w:r>
          </w:p>
        </w:tc>
      </w:tr>
      <w:tr w:rsidR="00E30567" w:rsidRPr="005446F8" w14:paraId="511B586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B462" w14:textId="211B0A6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E5CC" w14:textId="256B31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A6E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36C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321F" w14:textId="1C4FBBB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CF51" w14:textId="39E1BD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1A3D" w14:textId="242E517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</w:tr>
      <w:tr w:rsidR="00E30567" w:rsidRPr="005446F8" w14:paraId="19F3CDA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3968" w14:textId="39245A8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2585" w14:textId="42B1B9F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37E1" w14:textId="3739340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A767" w14:textId="288D692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2ED2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45E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7C31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686F100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967A" w14:textId="07C7AFF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79572" w14:textId="12B6907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091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16BB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9768" w14:textId="00D1EB9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417A" w14:textId="1048EEE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D737" w14:textId="5902F4D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113.15</w:t>
            </w:r>
          </w:p>
        </w:tc>
      </w:tr>
      <w:tr w:rsidR="00E30567" w:rsidRPr="005446F8" w14:paraId="7C1D739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CFCA" w14:textId="10E7F93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5BD0" w14:textId="2E51786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15D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C22A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978AB" w14:textId="06848F5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0D77" w14:textId="267CA00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63CD" w14:textId="1613093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99.96</w:t>
            </w:r>
          </w:p>
        </w:tc>
      </w:tr>
      <w:tr w:rsidR="00E30567" w:rsidRPr="005446F8" w14:paraId="454B597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D715" w14:textId="76B4CA7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184B" w14:textId="10C8A1C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EE30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EE4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6A11" w14:textId="7BF257A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CCF7" w14:textId="1B18B89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D01D0" w14:textId="1E6F6C6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90.56</w:t>
            </w:r>
          </w:p>
        </w:tc>
      </w:tr>
      <w:tr w:rsidR="00E30567" w:rsidRPr="005446F8" w14:paraId="44CBCA0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1E35" w14:textId="59137EA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A121" w14:textId="5BEEF1B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72F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F361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95C0" w14:textId="78BC990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C396" w14:textId="76488D2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2D5B" w14:textId="585C97C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67.50</w:t>
            </w:r>
          </w:p>
        </w:tc>
      </w:tr>
      <w:tr w:rsidR="00E30567" w:rsidRPr="005446F8" w14:paraId="0873ED2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2E766" w14:textId="625C9D6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0ABF" w14:textId="161005F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214C" w14:textId="7FC0898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2745" w14:textId="1868C28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408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742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03F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02498C3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EEEC" w14:textId="5A94D44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DC68" w14:textId="1AA0676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413F" w14:textId="16ABF9C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DE1F6" w14:textId="5E9AA1A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46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F65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F29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723BD27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7C228" w14:textId="7C0699D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6579" w14:textId="2449A3C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D7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D6A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D31A" w14:textId="381BEF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981D" w14:textId="22B8C5D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5A31" w14:textId="258B045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72.89</w:t>
            </w:r>
          </w:p>
        </w:tc>
      </w:tr>
      <w:tr w:rsidR="00E30567" w:rsidRPr="005446F8" w14:paraId="45C10DD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5FCC" w14:textId="1A3C176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EEE1" w14:textId="0E5B2D7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D21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26C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6E25" w14:textId="5AEB7CD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50B8" w14:textId="17219C8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5D0F" w14:textId="7F7DA42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57.77</w:t>
            </w:r>
          </w:p>
        </w:tc>
      </w:tr>
      <w:tr w:rsidR="00E30567" w:rsidRPr="005446F8" w14:paraId="18CD76E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9BF3" w14:textId="1D56A17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8BB2" w14:textId="1F7DBC4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246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424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871D" w14:textId="35ADE74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E32A8" w14:textId="6B8DB08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500A" w14:textId="35BA3E4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50.81</w:t>
            </w:r>
          </w:p>
        </w:tc>
      </w:tr>
      <w:tr w:rsidR="00E30567" w:rsidRPr="005446F8" w14:paraId="4DB4A86A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3682" w14:textId="26ADBCA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F130" w14:textId="722A495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C81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29B0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4DBD" w14:textId="5B4BD10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F83E" w14:textId="069E549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3F48" w14:textId="0320831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E30567" w:rsidRPr="005446F8" w14:paraId="34BF604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D39C" w14:textId="2CDDE36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046D" w14:textId="5768DAA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B412" w14:textId="6C9A01E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F4BA" w14:textId="6B47D9B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436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E3B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E14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4D5114A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CD73" w14:textId="3A92C7C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8E17" w14:textId="2C06E71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F5FB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F47B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4344" w14:textId="1FDC80B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6C1B" w14:textId="69422BF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B30EE" w14:textId="2A9D93E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</w:tr>
      <w:tr w:rsidR="00E30567" w:rsidRPr="005446F8" w14:paraId="741475E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775F" w14:textId="4FFB8FC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3FD1" w14:textId="00C7D17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19A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3142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D2E9" w14:textId="0CBC561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12D5" w14:textId="30408F1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3538" w14:textId="37BE7B0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64.00</w:t>
            </w:r>
          </w:p>
        </w:tc>
      </w:tr>
      <w:tr w:rsidR="00E30567" w:rsidRPr="005446F8" w14:paraId="2974C83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1D883" w14:textId="0032EC5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002B" w14:textId="3CA2463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3EA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35A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2F39" w14:textId="386D4A3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523B" w14:textId="53C4B66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87F0" w14:textId="3C95B35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</w:tr>
      <w:tr w:rsidR="00E30567" w:rsidRPr="005446F8" w14:paraId="0404441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2458" w14:textId="32B3CF3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2E97" w14:textId="37221E3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42E7" w14:textId="32ED1F2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6EE8" w14:textId="4DD033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1B61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605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71CAE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36943CB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1F4C" w14:textId="6FEABEF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6DB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EDC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0E581" w14:textId="1BAC7B7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56.127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1432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1F56" w14:textId="430A7D7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36.773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0FCEF" w14:textId="047D3A1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1470.94</w:t>
            </w:r>
          </w:p>
        </w:tc>
      </w:tr>
      <w:tr w:rsidR="00E30567" w:rsidRPr="005446F8" w14:paraId="1F2A3FB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838B" w14:textId="32DC0E1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5884" w14:textId="3F14D5A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A4E1" w14:textId="1D545C7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3F5B" w14:textId="486B953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440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07C5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C72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67" w:rsidRPr="005446F8" w14:paraId="70FC1E5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C7D2" w14:textId="1324DE4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B363" w14:textId="0870083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864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224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2178" w14:textId="4CF7BED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5BA3B" w14:textId="5761BD1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8.851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647C5" w14:textId="5B9FD38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354.04</w:t>
            </w:r>
          </w:p>
        </w:tc>
      </w:tr>
      <w:tr w:rsidR="00E30567" w:rsidRPr="005446F8" w14:paraId="03C1846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91DB9" w14:textId="3200CDC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5FC81" w14:textId="63E29F1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A07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4A5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4279" w14:textId="07FDE26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DA26" w14:textId="31E2D02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4.584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8B480" w14:textId="65590A8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183.36</w:t>
            </w:r>
          </w:p>
        </w:tc>
      </w:tr>
      <w:tr w:rsidR="00E30567" w:rsidRPr="005446F8" w14:paraId="50D45B1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12AB" w14:textId="7DB6793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27DA" w14:textId="5C54E4E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A83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286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644F" w14:textId="3FDD8B0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1EB0" w14:textId="312BEFC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4.036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C26AB" w14:textId="7D9A636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161.46</w:t>
            </w:r>
          </w:p>
        </w:tc>
      </w:tr>
      <w:tr w:rsidR="00E30567" w:rsidRPr="005446F8" w14:paraId="100537D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5E9D" w14:textId="333B93F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88AC" w14:textId="0FA7227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0DF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C02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62D8" w14:textId="19E15B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BC6E" w14:textId="757E94D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C9823" w14:textId="1421915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96.36</w:t>
            </w:r>
          </w:p>
        </w:tc>
      </w:tr>
      <w:tr w:rsidR="00E30567" w:rsidRPr="005446F8" w14:paraId="6EC1647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EFE1" w14:textId="0C376A4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6D0B" w14:textId="44F582E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24D3" w14:textId="19ABD8F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86BA" w14:textId="70AE8D8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396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083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2617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3150702D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FBD1" w14:textId="75EC4C4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6ABA" w14:textId="0538440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275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9F7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DC9F" w14:textId="5A956A9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7662" w14:textId="31283F9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7767" w14:textId="701B3D1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</w:tr>
      <w:tr w:rsidR="00E30567" w:rsidRPr="005446F8" w14:paraId="0AE888E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9AFE8" w14:textId="15D909A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E335E" w14:textId="4253D5D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800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69F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CF49" w14:textId="253FCB6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1F14" w14:textId="1B6AD6E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09E7" w14:textId="6CC252D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</w:tr>
      <w:tr w:rsidR="00E30567" w:rsidRPr="005446F8" w14:paraId="0FC25E1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F2D2" w14:textId="2EA029E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4EDC" w14:textId="5173D6A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2F5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887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82F0" w14:textId="63FDF7A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FEE3" w14:textId="211232E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5322A" w14:textId="5237D07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</w:tr>
      <w:tr w:rsidR="00E30567" w:rsidRPr="005446F8" w14:paraId="50BD2A3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6B7B" w14:textId="040954E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1C96" w14:textId="7509E77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643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1F0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AF39D" w14:textId="1802CFF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C03A" w14:textId="3EF15F6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4404" w14:textId="4CE57AA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</w:tr>
      <w:tr w:rsidR="00E30567" w:rsidRPr="005446F8" w14:paraId="3A6B15A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176A" w14:textId="392A9B2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FBED" w14:textId="328E3DA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7257" w14:textId="15E0AC8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32C5" w14:textId="6748787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A521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BC9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5431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2668971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ABF2" w14:textId="15780CD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20F5" w14:textId="3992622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19C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47F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F825" w14:textId="3FCBA91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7CD6" w14:textId="0323938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2.611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C59A" w14:textId="06E0762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104.43</w:t>
            </w:r>
          </w:p>
        </w:tc>
      </w:tr>
      <w:tr w:rsidR="00E30567" w:rsidRPr="005446F8" w14:paraId="2F80029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2F051" w14:textId="5CEFCE4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3821" w14:textId="76C8F31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28A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456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AB55" w14:textId="1623E61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9BB9" w14:textId="7A3F0E0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C965" w14:textId="600AA85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59.23</w:t>
            </w:r>
          </w:p>
        </w:tc>
      </w:tr>
      <w:tr w:rsidR="00E30567" w:rsidRPr="005446F8" w14:paraId="3398881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794A" w14:textId="7DA97D3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E618" w14:textId="6A34D2C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C1B3B" w14:textId="0786566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D9195" w14:textId="47ACDBB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D13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7E9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CBC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583E37C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1778" w14:textId="65EEE83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14C8" w14:textId="195084A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33B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E57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2AD2" w14:textId="40FD538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9422" w14:textId="517B4F7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87A9" w14:textId="02A4831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27.28</w:t>
            </w:r>
          </w:p>
        </w:tc>
      </w:tr>
      <w:tr w:rsidR="00E30567" w:rsidRPr="005446F8" w14:paraId="5536B3B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FDC6" w14:textId="2E99FD5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D54B2" w14:textId="649844A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FA3E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049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C46E2" w14:textId="408F6D6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3C1E" w14:textId="5965BA8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39F2" w14:textId="2EB09A6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80.16</w:t>
            </w:r>
          </w:p>
        </w:tc>
      </w:tr>
      <w:tr w:rsidR="00E30567" w:rsidRPr="005446F8" w14:paraId="69A2172C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8CD5" w14:textId="0A5FE4B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275D6" w14:textId="1BD6831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5DE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FB2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BC4B" w14:textId="0F6F18A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5AD8" w14:textId="3412046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E2E4" w14:textId="323FCAA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44.71</w:t>
            </w:r>
          </w:p>
        </w:tc>
      </w:tr>
      <w:tr w:rsidR="00E30567" w:rsidRPr="005446F8" w14:paraId="1BBB570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4963" w14:textId="7D078CA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518EF" w14:textId="25ABB0F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449E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394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A833" w14:textId="46B0ECE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579C" w14:textId="0C7CB5A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E685" w14:textId="2751A4C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</w:tr>
      <w:tr w:rsidR="00E30567" w:rsidRPr="005446F8" w14:paraId="1C96A10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683D0" w14:textId="59ABCD4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6F26" w14:textId="2EEFDB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3BB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8EC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F8724" w14:textId="42BD6BD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04CEA" w14:textId="77DE365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88DE" w14:textId="22D8C79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142.93</w:t>
            </w:r>
          </w:p>
        </w:tc>
      </w:tr>
      <w:tr w:rsidR="00E30567" w:rsidRPr="005446F8" w14:paraId="3727BC9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F949" w14:textId="0A7ADB0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49D9" w14:textId="2630694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EBF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20F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F486" w14:textId="2A44110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DA83F" w14:textId="104D140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647C" w14:textId="7806210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76.88</w:t>
            </w:r>
          </w:p>
        </w:tc>
      </w:tr>
      <w:tr w:rsidR="00E30567" w:rsidRPr="005446F8" w14:paraId="5E3315A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7B6A" w14:textId="68D1E0D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6C2C" w14:textId="56AC3F2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EA59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178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4E92" w14:textId="2900605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026B" w14:textId="0E7DA06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925F" w14:textId="047FA0B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63.44</w:t>
            </w:r>
          </w:p>
        </w:tc>
      </w:tr>
      <w:tr w:rsidR="00E30567" w:rsidRPr="005446F8" w14:paraId="0C8A1537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E953" w14:textId="285CA21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F9B4" w14:textId="04C4292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6574" w14:textId="746B5EE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DEAC" w14:textId="5623FA4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238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EBD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1DC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22E15ED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F741" w14:textId="3B00446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56F3" w14:textId="144C3B1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760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BF6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4408" w14:textId="4B84CDB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C58B" w14:textId="40D564F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28C7" w14:textId="5590008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43.76</w:t>
            </w:r>
          </w:p>
        </w:tc>
      </w:tr>
      <w:tr w:rsidR="00E30567" w:rsidRPr="005446F8" w14:paraId="26C6C7A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6ED9" w14:textId="32E58F3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520D" w14:textId="2BB3B9A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80A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89C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4BDD" w14:textId="28E6D80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3134" w14:textId="3AFA1E2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8284" w14:textId="2864361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39.96</w:t>
            </w:r>
          </w:p>
        </w:tc>
      </w:tr>
      <w:tr w:rsidR="00E30567" w:rsidRPr="005446F8" w14:paraId="154F7099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5FE1" w14:textId="239F618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07EB" w14:textId="346DE1A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794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118E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5039" w14:textId="7677449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7A2B" w14:textId="588F758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86D5" w14:textId="129B9A2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37.94</w:t>
            </w:r>
          </w:p>
        </w:tc>
      </w:tr>
      <w:tr w:rsidR="00E30567" w:rsidRPr="005446F8" w14:paraId="6697AEA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CB921" w14:textId="64152DD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ЕВДОКИЯ БОГДАНОВА МАНОЛОВА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F9B6" w14:textId="1B8C68C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82F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6BB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1CA0" w14:textId="749C3B5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1B76" w14:textId="289D300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68F1" w14:textId="31494C7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</w:tr>
      <w:tr w:rsidR="00E30567" w:rsidRPr="005446F8" w14:paraId="6520EB1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487FF" w14:textId="3AE84F2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25A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D767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72F1" w14:textId="7D30D3D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18.014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7060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F123" w14:textId="553CE9E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41.210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9286" w14:textId="1CE61F4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1648.41</w:t>
            </w:r>
          </w:p>
        </w:tc>
      </w:tr>
      <w:tr w:rsidR="00E30567" w:rsidRPr="005446F8" w14:paraId="54D98938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0F8E" w14:textId="38721A7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lastRenderedPageBreak/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B791" w14:textId="0C6EEB8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30E9E" w14:textId="164E63C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14.45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48E2C" w14:textId="5856729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38D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E6D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DCE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67" w:rsidRPr="005446F8" w14:paraId="47937BA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1A0F" w14:textId="7FFCCE0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7F86" w14:textId="2078BA2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1BDB" w14:textId="5289913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9B37" w14:textId="029546F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7429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010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D22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67" w:rsidRPr="005446F8" w14:paraId="598A946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2F9B" w14:textId="346CB74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5F46D" w14:textId="49BFA93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A60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4FBB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3AD14" w14:textId="58CB399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A5C" w14:textId="076DE9F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E7B3" w14:textId="1EB58FD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</w:tr>
      <w:tr w:rsidR="00E30567" w:rsidRPr="005446F8" w14:paraId="1259224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1C08" w14:textId="0085F3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4064" w14:textId="2DD9C9A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1FBDF" w14:textId="17194EE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4EB1" w14:textId="40F4CD5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840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624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A91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2B0F8C8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7B2F2" w14:textId="0E9007D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A224" w14:textId="46899E4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09B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E3B4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A494" w14:textId="288A7F4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B707" w14:textId="6440E2E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6BA6" w14:textId="284DFFF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98.47</w:t>
            </w:r>
          </w:p>
        </w:tc>
      </w:tr>
      <w:tr w:rsidR="00E30567" w:rsidRPr="005446F8" w14:paraId="2094C71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4747" w14:textId="06A77DC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4C87" w14:textId="628FFCE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B9C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B08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4120" w14:textId="48E5EEB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C3BCB" w14:textId="38033F7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CC6B" w14:textId="6FA77EE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</w:tr>
      <w:tr w:rsidR="00E30567" w:rsidRPr="005446F8" w14:paraId="2DEEA1D5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B794" w14:textId="36C3240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550D" w14:textId="7749C42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949C" w14:textId="63F630E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210E" w14:textId="76BF052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DDA5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CC85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DF9A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4CD17474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5095" w14:textId="1A6D658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4A2F" w14:textId="71DCA84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AFD7" w14:textId="3930D3D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7884" w14:textId="213C629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8.645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164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6FB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BC16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2B879C60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6AC6" w14:textId="0C86E3D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110F" w14:textId="2DDFAE8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523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622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E355" w14:textId="79387CA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0F11" w14:textId="0713620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ADB30" w14:textId="0DA33E32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209.52</w:t>
            </w:r>
          </w:p>
        </w:tc>
      </w:tr>
      <w:tr w:rsidR="00E30567" w:rsidRPr="005446F8" w14:paraId="6F6FDD8B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4F66" w14:textId="3193060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2A843" w14:textId="705AD6A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F29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A742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8596" w14:textId="67E92FD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B9EF" w14:textId="77DD120F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FBFD" w14:textId="770ACA2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61.51</w:t>
            </w:r>
          </w:p>
        </w:tc>
      </w:tr>
      <w:tr w:rsidR="00E30567" w:rsidRPr="005446F8" w14:paraId="71770B03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AEF7" w14:textId="7EEE779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106B" w14:textId="1D6F8FE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DF2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551A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84F0" w14:textId="5BEFC6D0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B166" w14:textId="18AB011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5119" w14:textId="7356906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</w:tr>
      <w:tr w:rsidR="00E30567" w:rsidRPr="005446F8" w14:paraId="29726FEF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60EA" w14:textId="263CEEFB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CEF7" w14:textId="0AA8CDC8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D16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6C63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F4FE" w14:textId="08EB26C9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7E27" w14:textId="403B982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7BC1" w14:textId="4949E82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E30567" w:rsidRPr="005446F8" w14:paraId="5547F6A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71EA" w14:textId="44CF4B9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143E" w14:textId="5F93227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80A3" w14:textId="2A9EF85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DF8E" w14:textId="2FA90C46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2B7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6F2F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0610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67" w:rsidRPr="005446F8" w14:paraId="291B8B41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12CF" w14:textId="20B9FB8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59FA" w14:textId="19F4403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B04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43B4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5200A" w14:textId="4A515334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FCB1" w14:textId="2CF1D31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0312" w14:textId="543B49E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26.83</w:t>
            </w:r>
          </w:p>
        </w:tc>
      </w:tr>
      <w:tr w:rsidR="00E30567" w:rsidRPr="005446F8" w14:paraId="4B32E6BE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CA66" w14:textId="7ACAE90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ЕМИЛ КАЛЧЕВ МАНОЛОВ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6F9E" w14:textId="555AA1DC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BB98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C7CBB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C27E" w14:textId="1100598E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03DC" w14:textId="55784DE3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EF95" w14:textId="0350EB3D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E30567" w:rsidRPr="005446F8" w14:paraId="6ABCD986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BEB9" w14:textId="69F1CBD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7F6C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1F43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1CB0" w14:textId="7C25A8A1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19.391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737D" w14:textId="77777777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5D72" w14:textId="4BC32B2A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14.811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D2DA" w14:textId="195BBBB5" w:rsidR="00E30567" w:rsidRPr="004A0C84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A0C84">
              <w:rPr>
                <w:rFonts w:ascii="Arial" w:hAnsi="Arial" w:cs="Arial"/>
                <w:b/>
                <w:bCs/>
                <w:sz w:val="18"/>
                <w:szCs w:val="18"/>
              </w:rPr>
              <w:t>592.43</w:t>
            </w:r>
          </w:p>
        </w:tc>
      </w:tr>
      <w:tr w:rsidR="00E30567" w:rsidRPr="00E30567" w14:paraId="4CB3BCA2" w14:textId="77777777" w:rsidTr="00C013D8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5011" w14:textId="773BA479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E30567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25679" w14:textId="77777777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1F92" w14:textId="77777777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060B" w14:textId="0F7E5029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0567">
              <w:rPr>
                <w:b/>
              </w:rPr>
              <w:t>104.249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CFC7" w14:textId="77777777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E1D4" w14:textId="7BD5EC30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0567">
              <w:rPr>
                <w:b/>
              </w:rPr>
              <w:t>125.828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F685F" w14:textId="58D2EF96" w:rsidR="00E30567" w:rsidRPr="00E30567" w:rsidRDefault="00E30567" w:rsidP="00E3056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0567">
              <w:rPr>
                <w:b/>
              </w:rPr>
              <w:t>5033.13</w:t>
            </w:r>
          </w:p>
        </w:tc>
      </w:tr>
    </w:tbl>
    <w:p w14:paraId="1B114AF3" w14:textId="06B2AD0A" w:rsidR="00373762" w:rsidRPr="00E30567" w:rsidRDefault="00373762" w:rsidP="005745ED">
      <w:pPr>
        <w:ind w:firstLine="720"/>
        <w:jc w:val="both"/>
        <w:rPr>
          <w:b/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2577B833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E30567">
        <w:rPr>
          <w:lang w:val="bg-BG"/>
        </w:rPr>
        <w:t>Станинци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7A96056B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F71B3F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78F9A727" w14:textId="39EBAD62" w:rsidR="002213A1" w:rsidRDefault="002213A1" w:rsidP="002213A1">
      <w:pPr>
        <w:ind w:firstLine="709"/>
        <w:jc w:val="both"/>
        <w:rPr>
          <w:u w:val="single"/>
          <w:lang w:val="bg-BG"/>
        </w:rPr>
      </w:pPr>
    </w:p>
    <w:p w14:paraId="21674A77" w14:textId="5057718E" w:rsidR="0022768B" w:rsidRDefault="0022768B" w:rsidP="002213A1">
      <w:pPr>
        <w:ind w:firstLine="709"/>
        <w:jc w:val="both"/>
        <w:rPr>
          <w:u w:val="single"/>
          <w:lang w:val="bg-BG"/>
        </w:rPr>
      </w:pPr>
    </w:p>
    <w:p w14:paraId="0D145712" w14:textId="18C610B8" w:rsidR="0022768B" w:rsidRPr="00C07B3D" w:rsidRDefault="0022768B" w:rsidP="0022768B">
      <w:pPr>
        <w:ind w:firstLine="709"/>
        <w:jc w:val="both"/>
        <w:rPr>
          <w:b/>
          <w:lang w:val="bg-BG"/>
        </w:rPr>
      </w:pPr>
      <w:bookmarkStart w:id="6" w:name="_GoBack"/>
      <w:bookmarkEnd w:id="6"/>
      <w:r w:rsidRPr="00C07B3D">
        <w:rPr>
          <w:b/>
          <w:lang w:val="bg-BG"/>
        </w:rPr>
        <w:t>/П/</w:t>
      </w:r>
    </w:p>
    <w:p w14:paraId="45AC43DB" w14:textId="77777777" w:rsidR="0022768B" w:rsidRPr="00CE78CA" w:rsidRDefault="0022768B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2F0E1B0" w14:textId="77777777" w:rsidR="002213A1" w:rsidRPr="00CE78CA" w:rsidRDefault="002213A1" w:rsidP="002213A1">
      <w:pPr>
        <w:rPr>
          <w:i/>
          <w:lang w:val="bg-BG"/>
        </w:rPr>
      </w:pPr>
    </w:p>
    <w:sectPr w:rsidR="002213A1" w:rsidRPr="00CE78CA" w:rsidSect="00505A7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0C1F5" w14:textId="77777777" w:rsidR="00C07B37" w:rsidRDefault="00C07B37">
      <w:r>
        <w:separator/>
      </w:r>
    </w:p>
  </w:endnote>
  <w:endnote w:type="continuationSeparator" w:id="0">
    <w:p w14:paraId="7B881696" w14:textId="77777777" w:rsidR="00C07B37" w:rsidRDefault="00C0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373762" w:rsidRDefault="0037376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373762" w:rsidRDefault="0037376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3EE02528" w:rsidR="00C2594B" w:rsidRDefault="00C2594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68B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/3</w:t>
        </w:r>
      </w:p>
    </w:sdtContent>
  </w:sdt>
  <w:p w14:paraId="0DF700C8" w14:textId="77777777" w:rsidR="00373762" w:rsidRPr="00835BBA" w:rsidRDefault="0037376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99F30" w14:textId="31F62A28" w:rsidR="00373762" w:rsidRPr="00004F45" w:rsidRDefault="00373762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8F7FA" w14:textId="77777777" w:rsidR="00C07B37" w:rsidRDefault="00C07B37">
      <w:r>
        <w:separator/>
      </w:r>
    </w:p>
  </w:footnote>
  <w:footnote w:type="continuationSeparator" w:id="0">
    <w:p w14:paraId="3CDBA17B" w14:textId="77777777" w:rsidR="00C07B37" w:rsidRDefault="00C0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373762" w:rsidRPr="005B69F7" w:rsidRDefault="0037376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373762" w:rsidRPr="005B69F7" w:rsidRDefault="0037376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373762" w:rsidRPr="0023186B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373762" w:rsidRPr="00983B22" w:rsidRDefault="0037376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373762" w:rsidRPr="00983B22" w:rsidRDefault="0037376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11F9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2768B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0201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07B37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0567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1B3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07C1-8EE2-449E-AEA1-45C03796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14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8</cp:revision>
  <cp:lastPrinted>2022-09-28T07:24:00Z</cp:lastPrinted>
  <dcterms:created xsi:type="dcterms:W3CDTF">2022-09-26T08:20:00Z</dcterms:created>
  <dcterms:modified xsi:type="dcterms:W3CDTF">2022-09-28T07:25:00Z</dcterms:modified>
</cp:coreProperties>
</file>