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353817A1" w:rsidR="00454CDE" w:rsidRPr="00713EC9" w:rsidRDefault="00B752A0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59C31372" w:rsidR="00454CDE" w:rsidRPr="00B752A0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B752A0">
        <w:rPr>
          <w:b/>
          <w:lang w:val="bg-BG"/>
        </w:rPr>
        <w:t>№</w:t>
      </w:r>
      <w:r w:rsidR="00B752A0" w:rsidRPr="00B752A0">
        <w:rPr>
          <w:b/>
          <w:sz w:val="26"/>
          <w:szCs w:val="26"/>
          <w:lang w:val="bg-BG"/>
        </w:rPr>
        <w:t xml:space="preserve"> ПО-09-3154</w:t>
      </w:r>
      <w:r w:rsidR="00B752A0" w:rsidRPr="00B752A0">
        <w:rPr>
          <w:b/>
          <w:lang w:val="bg-BG"/>
        </w:rPr>
        <w:t>-3</w:t>
      </w:r>
    </w:p>
    <w:p w14:paraId="3795E67F" w14:textId="66198333" w:rsidR="00454CDE" w:rsidRPr="00B752A0" w:rsidRDefault="00454CDE" w:rsidP="00BE4052">
      <w:pPr>
        <w:ind w:left="2880" w:firstLine="720"/>
        <w:rPr>
          <w:b/>
          <w:lang w:val="bg-BG"/>
        </w:rPr>
      </w:pPr>
      <w:r w:rsidRPr="00B752A0">
        <w:rPr>
          <w:b/>
          <w:lang w:val="bg-BG"/>
        </w:rPr>
        <w:t>София,</w:t>
      </w:r>
      <w:r w:rsidR="00B752A0" w:rsidRPr="00B752A0">
        <w:rPr>
          <w:b/>
          <w:lang w:val="bg-BG"/>
        </w:rPr>
        <w:t xml:space="preserve"> 28.09. </w:t>
      </w:r>
      <w:r w:rsidR="0023186B" w:rsidRPr="00B752A0">
        <w:rPr>
          <w:b/>
          <w:lang w:val="bg-BG"/>
        </w:rPr>
        <w:t>20</w:t>
      </w:r>
      <w:r w:rsidR="005A5B96" w:rsidRPr="00B752A0">
        <w:rPr>
          <w:b/>
          <w:lang w:val="bg-BG"/>
        </w:rPr>
        <w:t>2</w:t>
      </w:r>
      <w:r w:rsidR="00CC444F" w:rsidRPr="00B752A0">
        <w:rPr>
          <w:b/>
          <w:lang w:val="bg-BG"/>
        </w:rPr>
        <w:t>2</w:t>
      </w:r>
      <w:r w:rsidR="0023186B" w:rsidRPr="00B752A0">
        <w:rPr>
          <w:b/>
          <w:lang w:val="bg-BG"/>
        </w:rPr>
        <w:t>г.</w:t>
      </w:r>
      <w:r w:rsidR="006727E9" w:rsidRPr="00B752A0">
        <w:rPr>
          <w:b/>
          <w:lang w:val="bg-BG"/>
        </w:rPr>
        <w:t xml:space="preserve">  </w:t>
      </w:r>
    </w:p>
    <w:p w14:paraId="15B80E0F" w14:textId="1D03658A" w:rsidR="00CF6799" w:rsidRDefault="00CF6799" w:rsidP="00576362">
      <w:pPr>
        <w:spacing w:line="360" w:lineRule="auto"/>
        <w:rPr>
          <w:lang w:val="bg-BG"/>
        </w:rPr>
      </w:pPr>
    </w:p>
    <w:p w14:paraId="265B3201" w14:textId="404CB7BD" w:rsidR="00637332" w:rsidRDefault="00637332" w:rsidP="00576362">
      <w:pPr>
        <w:spacing w:line="360" w:lineRule="auto"/>
        <w:rPr>
          <w:lang w:val="bg-BG"/>
        </w:rPr>
      </w:pPr>
    </w:p>
    <w:p w14:paraId="5A31ABFE" w14:textId="77777777" w:rsidR="00185E73" w:rsidRDefault="00185E73" w:rsidP="00576362">
      <w:pPr>
        <w:spacing w:line="360" w:lineRule="auto"/>
        <w:rPr>
          <w:lang w:val="bg-BG"/>
        </w:rPr>
      </w:pPr>
    </w:p>
    <w:p w14:paraId="31639020" w14:textId="0B1889CE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443EF7">
        <w:rPr>
          <w:b/>
          <w:sz w:val="26"/>
          <w:szCs w:val="26"/>
          <w:lang w:val="bg-BG"/>
        </w:rPr>
        <w:t>3154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14D4B0FE" w:rsidR="00034F6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2AD71702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58B124C0" w:rsidR="00034F6D" w:rsidRDefault="00034F6D" w:rsidP="008F3A6E">
      <w:pPr>
        <w:ind w:firstLine="709"/>
        <w:jc w:val="center"/>
        <w:rPr>
          <w:lang w:val="bg-BG"/>
        </w:rPr>
      </w:pPr>
    </w:p>
    <w:p w14:paraId="1EDBB8FC" w14:textId="77777777" w:rsidR="00185E73" w:rsidRPr="00374CAD" w:rsidRDefault="00185E73" w:rsidP="008F3A6E">
      <w:pPr>
        <w:ind w:firstLine="709"/>
        <w:jc w:val="center"/>
        <w:rPr>
          <w:lang w:val="bg-BG"/>
        </w:rPr>
      </w:pPr>
    </w:p>
    <w:p w14:paraId="790F0D27" w14:textId="6C8274AB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443EF7">
        <w:rPr>
          <w:b/>
          <w:lang w:val="bg-BG"/>
        </w:rPr>
        <w:t>.Смолча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443EF7">
        <w:rPr>
          <w:b/>
          <w:lang w:val="bg-BG"/>
        </w:rPr>
        <w:t>67641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443EF7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398C746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5C596A0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6D448E1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A0CE1F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28.147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39B1F33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2F25015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027A769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5B46F06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4B8116C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3254949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71D4F75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49CF076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3DD9062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62A70E3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12227F7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508068D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70AC300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1A84B8A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694403C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7152088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5.292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731D894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259.31</w:t>
            </w:r>
          </w:p>
        </w:tc>
      </w:tr>
      <w:tr w:rsidR="00443EF7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4F27E35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4848B71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64FDADC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2F04C4C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28A5330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64A300B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5C6015C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215.70</w:t>
            </w:r>
          </w:p>
        </w:tc>
      </w:tr>
      <w:tr w:rsidR="00443EF7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6D31035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0C5AA88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0CFF2CD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3466FA2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4FE2B12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5C29EFD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517A4EB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6D96CAA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4CE8925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114356F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5F6B49F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2AA138F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0BCF4BF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7EB5497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32028B7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26AC0C5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1618E5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069D7BD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62A3B1D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3CEAE97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1B0C2C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3D1292B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590F8ED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3EAEF59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663FF53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0C936D3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0ED2B98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1FCA9BA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068E652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4524D10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3074CB7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0BAE9C1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147.15</w:t>
            </w:r>
          </w:p>
        </w:tc>
      </w:tr>
      <w:tr w:rsidR="00443EF7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44A66AC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3F5C3BE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071CE7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3909F5F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58EC3F2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0458ACD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010A548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4E2D8C3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446946D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15CF81A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54AE559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42F1FE6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1668863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0077FE6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3F172F5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7780FFF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2AE97AC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5A17230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BE0EE0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5F4EC4C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44D29FF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44A82A2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0266B74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3991B16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254E8B8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21E4888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189EDF2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1300969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514B170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48C02E3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0FBA657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7CD3BD3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5F1FCCB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51F5D60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0C37C10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620E637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5D0A6B2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73BE77D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6D091CF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08D2A59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521EF61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2804904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11A84AA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0044C15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68B8C8F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1402A0B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1E268E1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793916A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49B67F2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43DBA34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5C13DA1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0A2BBD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7E0DCB6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29BEAB7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6148324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519BCE5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7240F82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417CA4F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65D2805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57932C5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24797D8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42C1EBA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22C90F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4418635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76A8C03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704D5F8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238CEC2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42E42C7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4689D91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315B4D9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73.50</w:t>
            </w:r>
          </w:p>
        </w:tc>
      </w:tr>
      <w:tr w:rsidR="00443EF7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16BC265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4B18CAC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1128EE7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6A513CD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726E1C1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6009C8E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4626F82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49972C3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4788115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4A0E553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22E8805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4F89B0F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0D1090A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7C09550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4C91580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7EEA37F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65FC5D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369111A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7A71E68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7EA4D2B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1435311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58.80</w:t>
            </w:r>
          </w:p>
        </w:tc>
      </w:tr>
      <w:tr w:rsidR="00443EF7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57AA160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331AF07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2B88DA3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3C28D5B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1B8031E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7D720D9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7134461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059B7D8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392ACEA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3A45A74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1D2EBF0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3CE3588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1643AA2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53559BB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256476B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1A2C3E2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0A63D1A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347F156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2E58291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072C4A0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49214BC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1D66067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6E11C00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3A01392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5BFAF21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4525995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4E799C8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2A7646F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0E6A867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251E172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168DA23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5293DC3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D73D61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48.95</w:t>
            </w:r>
          </w:p>
        </w:tc>
      </w:tr>
      <w:tr w:rsidR="00443EF7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2FE9EFD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3CA3457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5EAC430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1193BC0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7C7E902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4019A0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541AFC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6BA2497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4BEA298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7148409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7BE3AAB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7F50100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2D99C61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39091C9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6818124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7E812C3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3C8B1E3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4012055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1AD62C1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0D2335D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6277131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0E645FC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3BBC435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406F605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0BCF518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45E0DDE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6CE26F9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107ED5F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2B7882A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4939719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3BC6E89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58D6FBE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5CD399E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079E3E9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3BF380B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4A8A5BC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38EED39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3D38A8A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41AA726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2510BE2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4EEE3FC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049478E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42F460B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342F314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1181969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337A914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1B7AB3F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246395E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1FC003E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0024C8C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1E38698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7534CF4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06000B3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A0C59E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07F5C17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3C78F90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4ABA262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6256675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3A7AC8E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525FA64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27C7E8F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3B40726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327238E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29.40</w:t>
            </w:r>
          </w:p>
        </w:tc>
      </w:tr>
      <w:tr w:rsidR="00443EF7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62FED5E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6561F2A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9A6359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8640FD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0A50095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4D2472A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61747E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31C1A24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6C7B1D2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258931A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4D57349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4A1B986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1FB2528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1713E35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7105A7E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0107D35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5A3A9F5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0A64DB3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24446D5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7023017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09FCF2D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47FBE21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251C6B1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4E45EF3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6BF69C8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64F47AD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3FC0DD3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78ED396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6EDF731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0D4FB61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46095DC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05EA74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2E1296C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1F19710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15B36AE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7A452E4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4B0D5CF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5AB5583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7A05E49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4F1F279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443EF7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793E57E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67BFB59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5071128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495EAF1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40A5B52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3022559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303AF20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</w:tr>
      <w:tr w:rsidR="00443EF7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6062C9E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48E8B64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22A68CD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6A75673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78D2398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3C4687B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2EC0FA1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3505D71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3C1A527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58DAA4C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56EF4DD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62.829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1A793D9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72F0C9C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3F7126F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35890C4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65A84F2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04F1DC8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4DA5A12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32.888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279E278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01BC15D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2177887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6623150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6AEB780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1D43CA2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6EA7250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66696CE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7582CBC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6.060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35D07B8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296.95</w:t>
            </w:r>
          </w:p>
        </w:tc>
      </w:tr>
      <w:tr w:rsidR="00443EF7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1A204CD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64311A5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344443B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7A87513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4ACD537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420751A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4.724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2DD506B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231.46</w:t>
            </w:r>
          </w:p>
        </w:tc>
      </w:tr>
      <w:tr w:rsidR="00443EF7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6070063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44AAE3A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6AECC46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18368BF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6304DC8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3AAEE7F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41321DD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7FA53F2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017497A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70E9DB0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56843F5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53F8589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7E5BFB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5D4F57B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2A7F8B0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7A0681B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66ABE77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6BDC3FF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086D73B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5B0C783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44D92FD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7B8E97E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286598F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5CA8EEF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57E3D03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1209DF9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7D6475D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58F9ACB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59B7DC6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7D8FDA2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12B1BA0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4739811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3D99B1A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75AB098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0FE23F8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041B440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250E6CA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356A486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4967C70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1000AAC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F8803A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6DDF6DE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2D4AE87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2DC56C1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190B138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578EB6E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09D1353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39F2ED3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37837BA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107.60</w:t>
            </w:r>
          </w:p>
        </w:tc>
      </w:tr>
      <w:tr w:rsidR="00443EF7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4A2C58C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2256248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5DC43A4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4BFC19C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14A9D63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055478C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033437F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217576F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3261470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58EFCAD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0244688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27E18D6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045ABBC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6294DFC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156ACA2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3CD9FC1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11A982A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2F06419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1E103B6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73.45</w:t>
            </w:r>
          </w:p>
        </w:tc>
      </w:tr>
      <w:tr w:rsidR="00443EF7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6FC341D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30C2D9F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3E31679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0860244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79F28BA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06EAD4C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28E57CA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6B5BE35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3F2DB25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571F616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69E7EC2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015A8DA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09F9D79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50D0F9C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7C0BFE0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6055CE3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3CB7557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0C8746E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731E59A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6E62D54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609BFA4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5ADC48C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4FE1113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085DA4A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0B8152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7B45458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B88D23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3AF4516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49E2DD3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1F4C6A4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5197137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25A4A17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4C77A93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2BD1BF7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28AB749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54A5042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599CF53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7578A09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2FB597A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648695C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1A2D36D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539E4C8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5450DCF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7D3AD02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1799AAD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7AEB5A4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31F3DB5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7333832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1A3C7A5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477A62A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16FB731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61C328A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1D2E348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10A2A9A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4B52B6B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3F37946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5244B65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311404A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6803DE8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777CA2A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006C940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3E132B3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00B1BFA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0379CB8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728287B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0FA7C25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7E654F7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149D206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6AF07D0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26FA956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</w:tr>
      <w:tr w:rsidR="00443EF7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764221B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6214B4D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4F6A4EA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3C595A5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4AEC132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5DA86F1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21BA21E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7CB3EB11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EC674E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13563F4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248166E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1D4DDBF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4EFB94A0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2481A36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1C677C9E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11A386D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68F4C7D8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36DD759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4924821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189F1A7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7777777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2AC677C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1AEF055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5EAD66F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122.45</w:t>
            </w:r>
          </w:p>
        </w:tc>
      </w:tr>
      <w:tr w:rsidR="00443EF7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3D5536E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092815D6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61DA650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1262461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7A15EF5C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2242DC9B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35809E3A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5F278897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0AAFF77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1BB4D48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03498859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630F1D6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0FE1C354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684DE89D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5448C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36AA" w14:textId="3700813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D0A2" w14:textId="296B09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8529" w14:textId="0A4E07E2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331C" w14:textId="6E912EB5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A25E" w14:textId="060F7C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F141" w14:textId="468C0E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FCE3" w14:textId="124A46D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86E98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036E9" w14:textId="52B9CC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6674" w14:textId="3CD95A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59DE" w14:textId="79763B8F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586F" w14:textId="47D7C6D3" w:rsidR="00443EF7" w:rsidRPr="005446F8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A2C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309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EBB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45715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698F" w14:textId="3BF3597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5410" w14:textId="01BB97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4BDBC" w14:textId="14C112D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998E" w14:textId="4DFC28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C8A2" w14:textId="7B5365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C5D8" w14:textId="09F79D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C4E3" w14:textId="5B5C96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81FB6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7EE7" w14:textId="5DB5625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5FB4" w14:textId="128B5E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3291" w14:textId="0FC792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A4AA" w14:textId="0009B7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EC3E" w14:textId="07AACC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E23D" w14:textId="3E651D5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FE3A" w14:textId="48249F2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</w:tr>
      <w:tr w:rsidR="00443EF7" w:rsidRPr="005446F8" w14:paraId="63E799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A7E4" w14:textId="3FF971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9D93" w14:textId="5F8DDE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D3FE" w14:textId="60ABB7B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649B" w14:textId="36B517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6406" w14:textId="4828B9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3297" w14:textId="5AE617B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A0CD" w14:textId="2DCADF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DAFD4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CDF5" w14:textId="5C42CA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EA72" w14:textId="0963779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0B54" w14:textId="47EEFF0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6F5C" w14:textId="36BA3A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C7B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2A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806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8276B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E10E" w14:textId="21682E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83DD" w14:textId="34C109B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B4D0" w14:textId="6C9F35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6F3F" w14:textId="32D0B4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9C0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9D3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326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8F823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02098" w14:textId="0BB86E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2A5B" w14:textId="3D6330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B54F" w14:textId="2147C2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5FC8" w14:textId="58F46D8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4B7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8C2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033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29311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E4F6" w14:textId="341B21D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65BD" w14:textId="0FEF40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0297" w14:textId="14F904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294E" w14:textId="78DEC3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75FF" w14:textId="688D3C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7741" w14:textId="0D462A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B441" w14:textId="57E881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9.80</w:t>
            </w:r>
          </w:p>
        </w:tc>
      </w:tr>
      <w:tr w:rsidR="00443EF7" w:rsidRPr="005446F8" w14:paraId="280F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B131" w14:textId="0DB97A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8455" w14:textId="1F99926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A16D" w14:textId="6192D3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7F7C" w14:textId="58D85E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63F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726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202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9877D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77B1" w14:textId="7FB1DB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79B9" w14:textId="655058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7F6D" w14:textId="0B92EB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574E7" w14:textId="4E3613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A8DF" w14:textId="564E523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53CAA" w14:textId="15B51F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34CD" w14:textId="607FFC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</w:tr>
      <w:tr w:rsidR="00443EF7" w:rsidRPr="005446F8" w14:paraId="1F235A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188C" w14:textId="29117C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7014" w14:textId="1EF4EB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721B" w14:textId="01892A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2A2F" w14:textId="28FCB3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25A3" w14:textId="34EEDB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D2E1" w14:textId="4A57CE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1D489" w14:textId="259DF4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35.74</w:t>
            </w:r>
          </w:p>
        </w:tc>
      </w:tr>
      <w:tr w:rsidR="00443EF7" w:rsidRPr="005446F8" w14:paraId="53730C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E146" w14:textId="37BC13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3038" w14:textId="4544F1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9C80" w14:textId="49AF4E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B144" w14:textId="38FFD5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6494" w14:textId="00F20A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6AAA" w14:textId="608AB2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E0FC" w14:textId="43DBF6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</w:tr>
      <w:tr w:rsidR="00443EF7" w:rsidRPr="005446F8" w14:paraId="346E46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D647" w14:textId="688026E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411A" w14:textId="1760CD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5E16" w14:textId="12D45A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2B17" w14:textId="59CFC5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D490" w14:textId="77A725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95E4" w14:textId="62562E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3627" w14:textId="1F3C71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25.74</w:t>
            </w:r>
          </w:p>
        </w:tc>
      </w:tr>
      <w:tr w:rsidR="00443EF7" w:rsidRPr="005446F8" w14:paraId="709A62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986B" w14:textId="6CE9C0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0A3B" w14:textId="5E85CB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263E" w14:textId="1152B0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E3D3" w14:textId="00B095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048B" w14:textId="4DCDDFD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421B" w14:textId="6E111F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CD814" w14:textId="21FE26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</w:tr>
      <w:tr w:rsidR="00443EF7" w:rsidRPr="005446F8" w14:paraId="7C2222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1DFA" w14:textId="2E24A3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062A" w14:textId="4491BB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6D53" w14:textId="498D15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CA7C" w14:textId="4E9201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245.817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063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0A23" w14:textId="52542C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43.770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8820" w14:textId="024246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2144.74</w:t>
            </w:r>
          </w:p>
        </w:tc>
      </w:tr>
      <w:tr w:rsidR="00443EF7" w:rsidRPr="005446F8" w14:paraId="7AA906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BDF0" w14:textId="439E61A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675F" w14:textId="2E14C80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706A" w14:textId="25631C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8897" w14:textId="2B7AE9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133F" w14:textId="6E4A20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E449C" w14:textId="2CCC34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DDBA" w14:textId="3119E4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265.12</w:t>
            </w:r>
          </w:p>
        </w:tc>
      </w:tr>
      <w:tr w:rsidR="00443EF7" w:rsidRPr="005446F8" w14:paraId="1F7993C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05B9" w14:textId="4957D9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6745" w14:textId="4A503A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8C78" w14:textId="02D8A6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BF98" w14:textId="4C6C44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088D" w14:textId="234738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FD5D" w14:textId="3E7ED89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A13D" w14:textId="350290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5E853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93DB" w14:textId="70906E2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024A" w14:textId="6FDEFDC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A088" w14:textId="58BB72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5E78" w14:textId="2A1D8D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EBF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7DA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B48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855567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D466" w14:textId="4AC3AB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2F5C" w14:textId="4F9DF5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C23F" w14:textId="79E886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E551" w14:textId="688D58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4D2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031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7F3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97031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70F0" w14:textId="118F438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7124" w14:textId="401D8C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56A2" w14:textId="489930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C558C" w14:textId="37F267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CDC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1C3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245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DA7B0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B7F2" w14:textId="6980B9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7CA6" w14:textId="0A6313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CCC6" w14:textId="15F9A98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AFA1" w14:textId="25E8A4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99C5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876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21D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45C50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3D63" w14:textId="68F275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B7D6" w14:textId="3891D3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6169" w14:textId="4D59FA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DCBA" w14:textId="0FFC3D3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8E6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068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F4E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E5DA2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D5A7" w14:textId="5AC4A4F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A627A" w14:textId="44F996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B0FE" w14:textId="36211F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F5D7" w14:textId="2FB5E9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EC6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220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B7B1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830FF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2825" w14:textId="70DCD8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124B" w14:textId="636F920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B504" w14:textId="4A41BB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3844" w14:textId="56C80C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4C11" w14:textId="75C4E2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E6F7" w14:textId="7D81C0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7F50" w14:textId="5FB6A9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8666E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7441" w14:textId="538D70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A891" w14:textId="742CEE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C366" w14:textId="7AD0B8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22A8" w14:textId="345379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519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B71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DD4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E4F7B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A574" w14:textId="016F95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3BAB" w14:textId="30B4E3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D182" w14:textId="26826A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3F85" w14:textId="743BC8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9C4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E8F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270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04395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82AE" w14:textId="34977B2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3CEE" w14:textId="325B99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49A2" w14:textId="7F1E73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9728" w14:textId="4E4818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A21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6130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F8B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0B150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6F9F" w14:textId="3EE0B4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EDA5" w14:textId="4D8AAEE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A656" w14:textId="5C65ECC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1173" w14:textId="4D3A56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4B4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EA1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7C3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C5AE5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1E86" w14:textId="521476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BB45" w14:textId="76182F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0F93" w14:textId="18ED69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3526" w14:textId="66EC214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B5D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CEE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4CA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FAD87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6991" w14:textId="0BC691B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C9B4" w14:textId="5BD1E8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B2B1" w14:textId="7AB43E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01E6" w14:textId="75BD50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A6FA" w14:textId="1EDC3A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972B" w14:textId="01C834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17FF" w14:textId="788264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59.98</w:t>
            </w:r>
          </w:p>
        </w:tc>
      </w:tr>
      <w:tr w:rsidR="00443EF7" w:rsidRPr="005446F8" w14:paraId="7193C64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2E5C" w14:textId="3D54FF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27D0" w14:textId="00D9B8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065F" w14:textId="3B84DD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19A5" w14:textId="73344D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8C1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FAD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C61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E276A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40DA" w14:textId="3893E6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C81C" w14:textId="1CFA8B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96A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DB7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0C17" w14:textId="52CF530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C078" w14:textId="76B057E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AE03" w14:textId="662933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49.98</w:t>
            </w:r>
          </w:p>
        </w:tc>
      </w:tr>
      <w:tr w:rsidR="00443EF7" w:rsidRPr="005446F8" w14:paraId="4BE7DD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8053" w14:textId="55A995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D048" w14:textId="65DE43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5C15" w14:textId="2FECC6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6A46" w14:textId="2D8DB1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AE56" w14:textId="1ACD120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E7D7" w14:textId="483851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11B4" w14:textId="339500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</w:tr>
      <w:tr w:rsidR="00443EF7" w:rsidRPr="005446F8" w14:paraId="638821F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AA40" w14:textId="764980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5AF3" w14:textId="7CDAC4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064E" w14:textId="6FB986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92B6" w14:textId="3B5C991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28A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28FE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571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D76A6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809E" w14:textId="6A6A5B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1373" w14:textId="0D5579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0BC0" w14:textId="230FD0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B0F3" w14:textId="30ACDD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18D9" w14:textId="0B27DC1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E3A5" w14:textId="6CEAEA3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0E3A" w14:textId="5BE4A0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77111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1C18" w14:textId="72C24C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AB25" w14:textId="230E41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8FF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FBA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1858" w14:textId="74E2232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F0A3" w14:textId="226A84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830A" w14:textId="6B6BED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</w:tr>
      <w:tr w:rsidR="00443EF7" w:rsidRPr="005446F8" w14:paraId="247B06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1B7D" w14:textId="26910C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4EBF" w14:textId="259B72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C209" w14:textId="5A282A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CC81" w14:textId="101A40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46CF" w14:textId="577E23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33C9" w14:textId="1D2148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95E4" w14:textId="20EC78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</w:tr>
      <w:tr w:rsidR="00443EF7" w:rsidRPr="005446F8" w14:paraId="379C8E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5353" w14:textId="2AE00D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6023" w14:textId="706270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CF0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B8E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62F1" w14:textId="0B8CC1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760A" w14:textId="31D621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4A34" w14:textId="7EDBA3C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27.52</w:t>
            </w:r>
          </w:p>
        </w:tc>
      </w:tr>
      <w:tr w:rsidR="00443EF7" w:rsidRPr="005446F8" w14:paraId="31F2BF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3BD0" w14:textId="4B267E6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5310" w14:textId="1ECD0EE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3EA5" w14:textId="3BC1EF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EB67" w14:textId="1A0994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9DBF" w14:textId="7C1235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697CE" w14:textId="495FD2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977F" w14:textId="1C88DB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FC19D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B7B0" w14:textId="7C980B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A424" w14:textId="7006C8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E4A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946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AE78" w14:textId="4F4A49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3240" w14:textId="700414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7015" w14:textId="6798D33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5EA170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3A4B" w14:textId="6CEB8D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1500" w14:textId="239B25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A553" w14:textId="52DD2F8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329A" w14:textId="2602C21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026F" w14:textId="11F36A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108D" w14:textId="4238FF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BBDA" w14:textId="1FB32A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623537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6404" w14:textId="376DF79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AC9F" w14:textId="10BF93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07F5" w14:textId="10EF14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24B0" w14:textId="3FAAA7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2FE1" w14:textId="208C57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B090" w14:textId="42FA043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7EBF" w14:textId="0C8161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23.81</w:t>
            </w:r>
          </w:p>
        </w:tc>
      </w:tr>
      <w:tr w:rsidR="00443EF7" w:rsidRPr="005446F8" w14:paraId="5B6C86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2860" w14:textId="5A7E38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EE60" w14:textId="374AD14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8AA53" w14:textId="4C4A98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F6A3" w14:textId="64C4C5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A5C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9A7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9DC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8EAD5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DFFD" w14:textId="6BD636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A51B" w14:textId="1403C7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DF7D" w14:textId="6BDBDA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A0B7" w14:textId="59F6CB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724F" w14:textId="7014E5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14D8" w14:textId="6CBD09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7BA2" w14:textId="2B18B4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</w:tr>
      <w:tr w:rsidR="00443EF7" w:rsidRPr="005446F8" w14:paraId="03459E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09CE" w14:textId="6DD4E4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EE8A" w14:textId="1B5619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01A4" w14:textId="512FE8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E4CA" w14:textId="35E575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0F0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136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0F2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71FE1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89DE" w14:textId="3EC7DD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EC2F" w14:textId="148260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7514" w14:textId="2B2F1B2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6E56" w14:textId="66B0E4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AC90" w14:textId="68C522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E98E" w14:textId="6DD1EF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ACE0" w14:textId="29E4528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</w:tr>
      <w:tr w:rsidR="00443EF7" w:rsidRPr="005446F8" w14:paraId="4AF6BD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696A" w14:textId="373E018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E34B" w14:textId="60CE13C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A1A4" w14:textId="5CDA854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F1E9" w14:textId="4638AF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4F9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F6F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BC0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547EC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8453" w14:textId="07A00B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93958" w14:textId="21DA3A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D2F6" w14:textId="6F7678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1A16" w14:textId="15AED6E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74FD" w14:textId="4C0724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F430" w14:textId="48FED51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ACF4" w14:textId="7341F9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20.04</w:t>
            </w:r>
          </w:p>
        </w:tc>
      </w:tr>
      <w:tr w:rsidR="00443EF7" w:rsidRPr="005446F8" w14:paraId="0B1987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DFF1" w14:textId="4517E4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0029" w14:textId="40AC2F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F60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D2F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5F2B" w14:textId="28A2DC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BDC0" w14:textId="0AFD9D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5361" w14:textId="3E951E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</w:tr>
      <w:tr w:rsidR="00443EF7" w:rsidRPr="005446F8" w14:paraId="719DFEF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ADCD" w14:textId="79C6AF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52E4" w14:textId="565A27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097E5" w14:textId="5BBA46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0656" w14:textId="142BA3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C91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510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D70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DFFB4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CF43" w14:textId="6933F2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1F7E" w14:textId="08E734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2308" w14:textId="6BE449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9FEF" w14:textId="407BE3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45E0" w14:textId="28CB9AF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891A" w14:textId="2604E6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857C" w14:textId="2502DE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</w:tr>
      <w:tr w:rsidR="00443EF7" w:rsidRPr="005446F8" w14:paraId="3220C5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2142" w14:textId="7A1FA56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D57E" w14:textId="2B1846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078F" w14:textId="5D646B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C90D" w14:textId="708767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B1D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69B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863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37939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99CA" w14:textId="15A1C6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9919" w14:textId="7A3D3E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2F32" w14:textId="42432F7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6636" w14:textId="67FBCF0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DF51" w14:textId="1A8E33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D4A9" w14:textId="5C500F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0DA5" w14:textId="067B6C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</w:tr>
      <w:tr w:rsidR="00443EF7" w:rsidRPr="005446F8" w14:paraId="2ADB5A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BC1A" w14:textId="480F0C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FFD2" w14:textId="046DD7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5F4FA" w14:textId="04F01E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04EB" w14:textId="0AD254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8D0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2CD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070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38C8B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2011" w14:textId="41FA13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DFFB9" w14:textId="31D1A2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23FC" w14:textId="525A7D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7B32" w14:textId="74920E2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28B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08E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CC5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B397C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6B85" w14:textId="223512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B77E" w14:textId="6909403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1F03" w14:textId="22F175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7F72" w14:textId="243811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0B9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44C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0EA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C0ACA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ACB83" w14:textId="1608C1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5FF9" w14:textId="68EE63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7ED6" w14:textId="383755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DE77" w14:textId="1BC38E5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457C" w14:textId="1C607C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801D" w14:textId="3C9A3C4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98C0" w14:textId="040739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</w:tr>
      <w:tr w:rsidR="00443EF7" w:rsidRPr="005446F8" w14:paraId="4A20CB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01FA" w14:textId="24255A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C561" w14:textId="47FE8D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C519" w14:textId="0B7CFE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2607" w14:textId="554DAD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9B2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30D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22A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6839E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596D" w14:textId="200255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80D6" w14:textId="149CF6E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9491" w14:textId="64B9ED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5E35" w14:textId="4BE061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07C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F03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E59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F040D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96C7" w14:textId="7A1BF3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0426" w14:textId="1D616D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D917" w14:textId="3DC2EA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4127" w14:textId="79B0BC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45A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819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5B3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11371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90F8" w14:textId="0C2BC9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7832" w14:textId="06D42D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0AE8" w14:textId="14D35F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99B" w14:textId="0C165E6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396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436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246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36A00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0CEC" w14:textId="51315C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БЕТИНА РОСЕНОВА ЙОРДАНОВА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8350" w14:textId="6DB88F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7C2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300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F979" w14:textId="5C559D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5FA3" w14:textId="5B852A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D166" w14:textId="1EAB0B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</w:tr>
      <w:tr w:rsidR="00443EF7" w:rsidRPr="005446F8" w14:paraId="73219A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B29D" w14:textId="22D921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0BEC" w14:textId="79612E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433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34138" w14:textId="7EF2AE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41.492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D4D1" w14:textId="214F46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16BE" w14:textId="3F2AEB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14.637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2F13" w14:textId="6C9146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717.23</w:t>
            </w:r>
          </w:p>
        </w:tc>
      </w:tr>
      <w:tr w:rsidR="00443EF7" w:rsidRPr="005446F8" w14:paraId="0EFB5A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A01B" w14:textId="1C534D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1490" w14:textId="42CD17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8963" w14:textId="510779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9A32" w14:textId="26D1B33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33F9" w14:textId="2822C0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C00E" w14:textId="22D0323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C8CE" w14:textId="41B39E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19E25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F1D0" w14:textId="55D5E2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BEB0" w14:textId="096EBD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1ECE" w14:textId="786945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BFDE" w14:textId="79A0C8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8B3B" w14:textId="579B03E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1946" w14:textId="376C7A4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46CE" w14:textId="05DAD6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DF860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90A2" w14:textId="28329A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5531" w14:textId="386C8B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176F" w14:textId="66094B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E6F9" w14:textId="796D02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BCA4" w14:textId="373148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C5C8" w14:textId="78BFF87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5A35" w14:textId="77ACA2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147.00</w:t>
            </w:r>
          </w:p>
        </w:tc>
      </w:tr>
      <w:tr w:rsidR="00443EF7" w:rsidRPr="005446F8" w14:paraId="49CC3D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F3E6" w14:textId="34F573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58AC1" w14:textId="4767E8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03E7" w14:textId="7F5B7B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7D12" w14:textId="415BF1E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18AA" w14:textId="785F65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3EFF" w14:textId="7ECE48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A59C" w14:textId="4AC78A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146.95</w:t>
            </w:r>
          </w:p>
        </w:tc>
      </w:tr>
      <w:tr w:rsidR="00443EF7" w:rsidRPr="005446F8" w14:paraId="3D2D31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65D1" w14:textId="64095B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E828" w14:textId="5606A6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094B" w14:textId="5CC4D2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5605" w14:textId="2A60C0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B424" w14:textId="582193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9701" w14:textId="1B231FE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D79B" w14:textId="2D8B114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144.40</w:t>
            </w:r>
          </w:p>
        </w:tc>
      </w:tr>
      <w:tr w:rsidR="00443EF7" w:rsidRPr="005446F8" w14:paraId="1645298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A913" w14:textId="4B225A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1F62" w14:textId="7FFDC4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D881" w14:textId="4568C6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A7E6" w14:textId="5F9CD8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416FE" w14:textId="0D7E62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F273" w14:textId="0424A94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2070" w14:textId="2CFD153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2BA05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CDB6" w14:textId="1F2CE3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7033" w14:textId="1832DB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0708" w14:textId="721F0D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81B9" w14:textId="2C5C1C7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491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57C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D66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F80C7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3FD8" w14:textId="64BD7F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0DD2" w14:textId="54E0F6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0EA7" w14:textId="5564D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DC95" w14:textId="18AAD1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17A5" w14:textId="351023A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F4C7" w14:textId="380864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35FB" w14:textId="3FF1BD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A6A42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CA1C" w14:textId="6C223A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901B" w14:textId="781EF6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2011" w14:textId="56F060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183A" w14:textId="5EC482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19B3" w14:textId="23C1D9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BD72" w14:textId="7E8A89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99AF4" w14:textId="6C7FD1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E3C11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B98C" w14:textId="33D041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EE20" w14:textId="57723C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194A" w14:textId="548E1F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19A7" w14:textId="6B61E2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F97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A70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363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1C612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36A1" w14:textId="252CBA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9D6D" w14:textId="400AB1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1765" w14:textId="755940B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4B64" w14:textId="7C14A8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2307" w14:textId="375A001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AC5F" w14:textId="084E1A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707B" w14:textId="19A274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00BAD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2622" w14:textId="3F8ACE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C849" w14:textId="4B2D37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5B81" w14:textId="20B9710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4C8B" w14:textId="0531A1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1A7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C98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184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9D524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5257" w14:textId="5C0456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D529" w14:textId="2D64A6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3B8A" w14:textId="095A2E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1F6E" w14:textId="63AE63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BA5E" w14:textId="5241B9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8848" w14:textId="1737C9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20DB8" w14:textId="1C983B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884D5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DD93" w14:textId="3423CD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D1185" w14:textId="5C86C3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5C8DF" w14:textId="39080E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FDA3" w14:textId="0529B2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1BE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1D8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594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FA4BC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C06B" w14:textId="2BB6F2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7BFA" w14:textId="248115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D4A7" w14:textId="071B02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D24D" w14:textId="3246D4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A0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6D8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20D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FFADE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1A080" w14:textId="625BB9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2737" w14:textId="73DA5E2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4537" w14:textId="3DD6AB9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3FD4" w14:textId="3566A5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4A43" w14:textId="1B5C35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A031" w14:textId="3B7F1B1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5CF5" w14:textId="163F3C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98.00</w:t>
            </w:r>
          </w:p>
        </w:tc>
      </w:tr>
      <w:tr w:rsidR="00443EF7" w:rsidRPr="005446F8" w14:paraId="22968F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EC3C" w14:textId="12FC85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A910" w14:textId="7C9C0E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C0E6" w14:textId="09EC9D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1B96" w14:textId="555F510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0FC7" w14:textId="46A6E3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074E" w14:textId="4622F89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1626" w14:textId="359C3ED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0CBC4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187D" w14:textId="44B581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23D2" w14:textId="023E3E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D4F0" w14:textId="28EE63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F2BD" w14:textId="5C718E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FBF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6BF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4A1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0DACA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838D" w14:textId="0B7B7C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AC97" w14:textId="1B6826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D3B3" w14:textId="059A78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78BC" w14:textId="120D016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7DC5" w14:textId="6C86CF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AE42" w14:textId="7F654E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F397" w14:textId="47EA37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39BE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6553" w14:textId="17FC2D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F680" w14:textId="406D5A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3BB5" w14:textId="3E25D7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52DD" w14:textId="4CBED9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C66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EFE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2BC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42263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18AC" w14:textId="509AF4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3EB2" w14:textId="63B559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260D" w14:textId="1A542F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B670" w14:textId="60D9B0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A7E0" w14:textId="3F297B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1743" w14:textId="357919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4BD8" w14:textId="01E52AD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92.44</w:t>
            </w:r>
          </w:p>
        </w:tc>
      </w:tr>
      <w:tr w:rsidR="00443EF7" w:rsidRPr="005446F8" w14:paraId="1C7777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5D26" w14:textId="4FA835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7DED" w14:textId="03190B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E882" w14:textId="72C7E2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7CED" w14:textId="7957B0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3E54" w14:textId="07348E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EF921" w14:textId="3CEDBB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2DF2" w14:textId="720ECD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CD230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270F" w14:textId="34190D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335A" w14:textId="4018C33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F9C8" w14:textId="1105D8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D51AF" w14:textId="285D85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933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B3B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74A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D12231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D90E" w14:textId="26E4E7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E945" w14:textId="369D2A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C738" w14:textId="466C47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904D" w14:textId="42EDB1D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B57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416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64C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66E4F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1607" w14:textId="33CC0D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F099" w14:textId="362EA82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E031" w14:textId="36F623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A3FF" w14:textId="1BC599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C529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51D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F57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AAF9E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53ED" w14:textId="06AEB62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AFCB" w14:textId="778F7BB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F2F6" w14:textId="568B05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96A5" w14:textId="2E7165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F229" w14:textId="689082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EDE7" w14:textId="4C3000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9D0C" w14:textId="5F4A9B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8544C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F7E1" w14:textId="4F62AC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4CCE" w14:textId="1771FB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3B0D" w14:textId="0AD7A4D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2EBF" w14:textId="0DDB09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4B1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E5B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32B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755B8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857D" w14:textId="26FC95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FF6D" w14:textId="42F22E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CB77" w14:textId="5FF321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9063" w14:textId="0D4B2F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FEFB" w14:textId="6E5381C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B4EF" w14:textId="1C5119B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EED2" w14:textId="1D95F1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0EB34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FF83" w14:textId="18638D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3A26" w14:textId="3E4299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C3DC" w14:textId="1C115D2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92BB" w14:textId="612E708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F88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692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C3C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E1A86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1026" w14:textId="4DA119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33A27" w14:textId="3853B8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B46D" w14:textId="6E8BF2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6D4C" w14:textId="5A46F0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E330" w14:textId="7ED021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7577" w14:textId="11A5ED2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2595" w14:textId="2588EE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62.85</w:t>
            </w:r>
          </w:p>
        </w:tc>
      </w:tr>
      <w:tr w:rsidR="00443EF7" w:rsidRPr="005446F8" w14:paraId="29C85F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C9D7" w14:textId="113766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F8F9" w14:textId="155349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4751" w14:textId="374717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D215" w14:textId="3D6921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3970" w14:textId="2B8B9F3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2DF2" w14:textId="62BA98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4F7D" w14:textId="3F3802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07132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3AC2" w14:textId="05358D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0FDA" w14:textId="728AD4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DCD6" w14:textId="530A6B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D1E3" w14:textId="51C2C5D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CAA0" w14:textId="120320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622D" w14:textId="5DF819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0A2D" w14:textId="22B03B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1DFA0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3D69" w14:textId="382C4E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D9F4" w14:textId="16DDA0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6CBC" w14:textId="3B3D15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5551" w14:textId="31B657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E947" w14:textId="4F6577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355D" w14:textId="02A447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1244" w14:textId="73459F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58.80</w:t>
            </w:r>
          </w:p>
        </w:tc>
      </w:tr>
      <w:tr w:rsidR="00443EF7" w:rsidRPr="005446F8" w14:paraId="1878DE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BB4B" w14:textId="51098C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D6CF" w14:textId="76703B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7D45" w14:textId="5B0565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9124" w14:textId="0F8E23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DA16" w14:textId="4AB07A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46D2" w14:textId="6F6227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D568" w14:textId="239F21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55.96</w:t>
            </w:r>
          </w:p>
        </w:tc>
      </w:tr>
      <w:tr w:rsidR="00443EF7" w:rsidRPr="005446F8" w14:paraId="53D7C97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511D" w14:textId="2AE430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A2BF" w14:textId="0F227E1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51BA" w14:textId="394C36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2C53" w14:textId="3BE35A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7199" w14:textId="7A54E5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E7C1" w14:textId="7396C6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A38A" w14:textId="777F8E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311A3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FB37" w14:textId="1C126E8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6B03" w14:textId="0A2829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19A5" w14:textId="7F0933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BAB0" w14:textId="51D8A3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D36B" w14:textId="41DD82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95C5" w14:textId="69DD95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A7F9" w14:textId="74BB3A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54.79</w:t>
            </w:r>
          </w:p>
        </w:tc>
      </w:tr>
      <w:tr w:rsidR="00443EF7" w:rsidRPr="005446F8" w14:paraId="5D7E77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29F1" w14:textId="4DCC15D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D1AD" w14:textId="296E3E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AC7E" w14:textId="2F6690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4506" w14:textId="2D04E2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DC8F" w14:textId="057207C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2A92" w14:textId="02A168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0DF6" w14:textId="0524D0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53.90</w:t>
            </w:r>
          </w:p>
        </w:tc>
      </w:tr>
      <w:tr w:rsidR="00443EF7" w:rsidRPr="005446F8" w14:paraId="67FF18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2314" w14:textId="705D75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7775" w14:textId="4C60DA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7807" w14:textId="3AB94F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8B0C" w14:textId="721DDF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F116B" w14:textId="0AC857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0957" w14:textId="668B58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35C8" w14:textId="0A186F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E8876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1FE7" w14:textId="7F1095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E0D3" w14:textId="3A56D2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B487" w14:textId="2FD50B0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6986" w14:textId="1B15DA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0249" w14:textId="1EE628B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84BC" w14:textId="2535E02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0EE73" w14:textId="1256C0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E78C9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1C03" w14:textId="305FAB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6286" w14:textId="614D59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9ACE" w14:textId="6F73CC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886F" w14:textId="488A7C3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DBA0" w14:textId="6C45BE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3FAC" w14:textId="461344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8C50" w14:textId="434B98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B6456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07574" w14:textId="03CC20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CE49" w14:textId="48FD07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BD22" w14:textId="2E08DC0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896E" w14:textId="24ECF4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371F" w14:textId="0BAD3F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8B43" w14:textId="69D42C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4B81" w14:textId="72560A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B5F9C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DD84" w14:textId="317EA9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E10D" w14:textId="6336CA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903C" w14:textId="481320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FF79" w14:textId="20CC7F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AF3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5BD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545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64130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C971" w14:textId="603D65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B550" w14:textId="2E602B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9FEC" w14:textId="3A6DA1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DCC1" w14:textId="1AE037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E8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30C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47C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A8F63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E07D" w14:textId="26BCFD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C78B" w14:textId="3B5D35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F8D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21D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6276" w14:textId="01E8FC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154B" w14:textId="623E403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C294" w14:textId="093345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5446F8" w14:paraId="5ADC22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EA15" w14:textId="0EF262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FC39" w14:textId="03B068A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F352" w14:textId="21AC81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57BE" w14:textId="71F0DE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14C0" w14:textId="253BA3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E5D7" w14:textId="5A2A56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25A6" w14:textId="270A88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35ABB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D031" w14:textId="408FB84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E469" w14:textId="649E61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465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77C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EBC6" w14:textId="2B0C6B5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0D01" w14:textId="167DB8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C5CA" w14:textId="70142C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48.95</w:t>
            </w:r>
          </w:p>
        </w:tc>
      </w:tr>
      <w:tr w:rsidR="00443EF7" w:rsidRPr="005446F8" w14:paraId="19F60B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73EA" w14:textId="50FA26B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CFBD" w14:textId="27AD47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8FE8" w14:textId="3DA38CF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6FB3" w14:textId="4663C6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1D9E" w14:textId="257B5A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E5FB" w14:textId="44A914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8EC5" w14:textId="6B555B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A958C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56B2" w14:textId="7CCCD0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6C673" w14:textId="5878D7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172D" w14:textId="2EE70F3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D452" w14:textId="713F7D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FF6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0829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67F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F28B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97BC" w14:textId="2BC662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BD53" w14:textId="74C132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CB34" w14:textId="32CD0E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0709E" w14:textId="7FA252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386F" w14:textId="7D1DD3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EEC4" w14:textId="378825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932A" w14:textId="56773D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E7ABE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5E47" w14:textId="114804B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9AA5" w14:textId="12EA87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5F0A" w14:textId="5BEB80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FE31" w14:textId="42D0B6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7C6F" w14:textId="4A4ACC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97FA" w14:textId="32866E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09A5" w14:textId="6A4BD9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44.20</w:t>
            </w:r>
          </w:p>
        </w:tc>
      </w:tr>
      <w:tr w:rsidR="00443EF7" w:rsidRPr="005446F8" w14:paraId="701980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F784" w14:textId="7AD6CDB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8135" w14:textId="1D9FAF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AAA4" w14:textId="121580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2DFE" w14:textId="5DEAED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500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EB0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ACB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01668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08B8" w14:textId="18B155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66E4" w14:textId="6627C1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0FF8" w14:textId="1E4817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8074" w14:textId="4ECD0B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901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E9A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100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9B2753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4E4A" w14:textId="2B4A3E2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1C64" w14:textId="5A3ECB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E1F3" w14:textId="360992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F4E7" w14:textId="2834D11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2E2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636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8E4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FB965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8087" w14:textId="0D464D6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67C6" w14:textId="5D1521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01A0" w14:textId="0EC30D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4A24" w14:textId="6BEE00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1A0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34F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D69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21EA2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9372" w14:textId="248F442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76EB" w14:textId="273631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14F9" w14:textId="6506C7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F7B30" w14:textId="502817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950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67B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A5F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BD46E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5793" w14:textId="2D1F9A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72DF" w14:textId="307671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D85D" w14:textId="4AF958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2B4C" w14:textId="5AD4B1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8CF5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F01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276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9BC40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CB2F" w14:textId="2CA645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CDF2" w14:textId="01D2DE6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B121" w14:textId="11AB6C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0E43" w14:textId="785B91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00ED" w14:textId="113AAB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3CBF" w14:textId="1FC986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2B27" w14:textId="6ABAEA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E7568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AD9C" w14:textId="6BE2EC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1801" w14:textId="7B9D91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D280" w14:textId="66F1CB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6751" w14:textId="65128C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9812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1F7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F1F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DA57F3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F6FB" w14:textId="13A1A7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F758" w14:textId="3B94A6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9DB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8E6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FB79" w14:textId="50C55C3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41CC" w14:textId="3E6F75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1E3A" w14:textId="54F33A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29.35</w:t>
            </w:r>
          </w:p>
        </w:tc>
      </w:tr>
      <w:tr w:rsidR="00443EF7" w:rsidRPr="005446F8" w14:paraId="09B3BA9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0430" w14:textId="1206D7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7DDA" w14:textId="2B9817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FAE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0AC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1C01" w14:textId="04C535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1368B" w14:textId="1CA4829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46B7" w14:textId="6E31E9C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25.88</w:t>
            </w:r>
          </w:p>
        </w:tc>
      </w:tr>
      <w:tr w:rsidR="00443EF7" w:rsidRPr="005446F8" w14:paraId="3336EA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7B18" w14:textId="0BE2C0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2396" w14:textId="1501B6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D921" w14:textId="7DD12D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8A433" w14:textId="5CD4128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1F4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DB9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83E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3C06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4176" w14:textId="4ED8D7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54C3" w14:textId="6FD539F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914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6C3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895D" w14:textId="621DA9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8E66" w14:textId="270D94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C22F" w14:textId="4F0459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532A60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0D34" w14:textId="74E151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4E99" w14:textId="030481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FABA" w14:textId="5EDE40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A5C9" w14:textId="0F576B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DF4B" w14:textId="779F763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920D4" w14:textId="6B3F54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441A" w14:textId="393617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17740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8C0F" w14:textId="27C7D8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C87B" w14:textId="38CB58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F6E4" w14:textId="6C0AAC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6B5D" w14:textId="7089735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7CC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3F7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187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0D0AE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ED1B" w14:textId="641B72C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F2F6" w14:textId="0C100F5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8C28" w14:textId="1110EF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8443" w14:textId="62F5F6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0536" w14:textId="5F2979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C0A8" w14:textId="5535C7E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D747" w14:textId="0B433C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7E75DAB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7A42" w14:textId="2D7B2BB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0B78" w14:textId="6949AD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DE19" w14:textId="403321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4750" w14:textId="43FF9CE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A6EC" w14:textId="4A8A53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83EC" w14:textId="37AA22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ECEB" w14:textId="14F7F3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57AE34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20AF" w14:textId="0740E8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B68F" w14:textId="6024073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75C0" w14:textId="07A35D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40C82" w14:textId="4CDAF9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B530" w14:textId="613569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C3BB" w14:textId="591D26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E035" w14:textId="4E69FF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7BF6A8C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D58E" w14:textId="5377CE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39FB8" w14:textId="363D24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4EB4" w14:textId="181C66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28C8" w14:textId="4FB2C42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4EE1" w14:textId="62BBF9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FFDA" w14:textId="607258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6408A" w14:textId="1DBD98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</w:tr>
      <w:tr w:rsidR="00443EF7" w:rsidRPr="005446F8" w14:paraId="07FCB7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0A6A" w14:textId="0D8EA72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4386" w14:textId="34AF7D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3C4D" w14:textId="4B6F6F4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40E5" w14:textId="0D0C91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72B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EF64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18F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FD38A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5C7A" w14:textId="364994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962D" w14:textId="3FD829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1EBB" w14:textId="439AE1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B25F" w14:textId="3C0915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9019" w14:textId="62BBF5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E1A7" w14:textId="5FBC80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A3F2" w14:textId="5D9995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</w:tr>
      <w:tr w:rsidR="00443EF7" w:rsidRPr="005446F8" w14:paraId="58FC35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5BA7" w14:textId="67FD86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0397" w14:textId="042E94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7D3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6EA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6F7B" w14:textId="0A163B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9CBA" w14:textId="11EEA6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3349" w14:textId="0B6FFA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443EF7" w:rsidRPr="005446F8" w14:paraId="44EB0E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381E" w14:textId="61DC53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C9EB" w14:textId="5C7D46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E8E2" w14:textId="4CF60D2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D588" w14:textId="1664AC7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9B6D" w14:textId="1F1360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4FFB" w14:textId="67EA35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308A" w14:textId="1CCFB8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9DF1FE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9E94" w14:textId="2F3892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4884" w14:textId="285C8A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C4F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04AB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6343" w14:textId="0135E8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B797" w14:textId="0C2596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E2D0" w14:textId="1904B2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</w:tr>
      <w:tr w:rsidR="00443EF7" w:rsidRPr="005446F8" w14:paraId="5F193F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160A" w14:textId="64403D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3826" w14:textId="0F869E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04B1" w14:textId="3A8827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B737" w14:textId="1461FB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47.567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ACA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075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920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27984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5856" w14:textId="0DF48F3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946A" w14:textId="7A2679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70B0" w14:textId="3119E6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E309" w14:textId="49A649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949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6CAF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123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2D1417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BFFB" w14:textId="0B61B8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002A" w14:textId="3EFEBB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0807" w14:textId="4D6DD6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B3F0" w14:textId="09DC3A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A4E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EE6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3BE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2B6C4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C925" w14:textId="60BBA9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584C" w14:textId="1A5B6A3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3CDE" w14:textId="322A59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E1A6" w14:textId="474B63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5E57" w14:textId="40064E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22EC" w14:textId="4D04C0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801E" w14:textId="4A607C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305.47</w:t>
            </w:r>
          </w:p>
        </w:tc>
      </w:tr>
      <w:tr w:rsidR="00443EF7" w:rsidRPr="005446F8" w14:paraId="54CA8E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318C" w14:textId="729211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3AEA8" w14:textId="68AF92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06B53" w14:textId="328271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3893" w14:textId="513FD2D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4F1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2B8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EC9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CD497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5A52" w14:textId="188817C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AE85" w14:textId="38045A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D6AB" w14:textId="1A07FF6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3A5B" w14:textId="3FDCFE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A5E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57A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49B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8A3B1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5F30" w14:textId="1C282B7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9877" w14:textId="4C18F72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F9DF" w14:textId="46B4DB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EEE7" w14:textId="3A5414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D662" w14:textId="74CF96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2580" w14:textId="5AC6B6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664E" w14:textId="1449EB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249.96</w:t>
            </w:r>
          </w:p>
        </w:tc>
      </w:tr>
      <w:tr w:rsidR="00443EF7" w:rsidRPr="005446F8" w14:paraId="17E6A3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7BB5" w14:textId="72E5D0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BA21" w14:textId="758E27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942A1" w14:textId="698605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EEA2" w14:textId="557E410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960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F72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D1D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7A611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38F8" w14:textId="6790DB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7EC5" w14:textId="3B2F1AD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555D" w14:textId="19269E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85C3" w14:textId="799B64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4D6C" w14:textId="36319A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224C" w14:textId="1EEE47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6CF7" w14:textId="199908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8CD86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698B" w14:textId="597AA19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A807" w14:textId="50954B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E6AA" w14:textId="6CFC43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E497" w14:textId="5C70C3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7714" w14:textId="0A8FE1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2EC8" w14:textId="4CD464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4.542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7371" w14:textId="0B1611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222.53</w:t>
            </w:r>
          </w:p>
        </w:tc>
      </w:tr>
      <w:tr w:rsidR="00443EF7" w:rsidRPr="005446F8" w14:paraId="1C7C74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A89C" w14:textId="68A3EB4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3A1E" w14:textId="7385F7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7BBF" w14:textId="756A76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2921" w14:textId="105539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893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EB1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173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EDEE1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A8B6" w14:textId="308532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FAA0" w14:textId="00F68EB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A1EA" w14:textId="0DCDB0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8D62" w14:textId="2706D2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E0B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867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C06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C088A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E8D1" w14:textId="4BC5362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4ED4" w14:textId="67BC1FB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D7A3" w14:textId="371AB7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39AB" w14:textId="170A366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2A77" w14:textId="67B9704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ECCD" w14:textId="020728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3896" w14:textId="19CDAA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77C96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4FA4" w14:textId="7DD4C0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29DB" w14:textId="65F7BC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AA40" w14:textId="6C11AD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E1C" w14:textId="7D3443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EF3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D38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7A5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943B1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598B" w14:textId="58FEAA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16D2" w14:textId="3CE6F9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2A5C" w14:textId="0410D6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214D6" w14:textId="14F139B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5B0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6DD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B25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47C5B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F5E8" w14:textId="054119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9FCB" w14:textId="2D80BC4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18C4" w14:textId="663BCC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184E" w14:textId="70BB8DC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40E6" w14:textId="3EC4EA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AC37" w14:textId="23644A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B311" w14:textId="599D079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151.90</w:t>
            </w:r>
          </w:p>
        </w:tc>
      </w:tr>
      <w:tr w:rsidR="00443EF7" w:rsidRPr="005446F8" w14:paraId="280BB8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253D" w14:textId="783879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5C6B" w14:textId="299741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44BE" w14:textId="2AB61C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1EFE" w14:textId="276EAC3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B45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4A3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E73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C953B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6449" w14:textId="5BD284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F7D9" w14:textId="362052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0391" w14:textId="1103C4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BECF" w14:textId="588B98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E75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9E4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965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37A38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531E" w14:textId="7E70A4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4E84" w14:textId="4255EC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BC4D" w14:textId="755D86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9F1B" w14:textId="200EB3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989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25C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3B9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0A9737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D9D6" w14:textId="6EF9C7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D0D7" w14:textId="7F66AE1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A9BD" w14:textId="2132BF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8535" w14:textId="32ECE6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4263" w14:textId="54D180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7474" w14:textId="184973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7197" w14:textId="7D6EA1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A357A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D79D8" w14:textId="4543B8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4F79" w14:textId="52175B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C666" w14:textId="6519B6C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1132" w14:textId="2686245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7258" w14:textId="123505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893C" w14:textId="7A4A5F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B8F6" w14:textId="4EB113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49052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272B" w14:textId="032D30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6394" w14:textId="77A35F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FF22" w14:textId="51A3F2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7114" w14:textId="199701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C8CF" w14:textId="5D65EC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7E0C" w14:textId="1E632A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6BD3" w14:textId="36776B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0AD67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38DA" w14:textId="512D12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CE6C" w14:textId="491885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ED29" w14:textId="4CD406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1556" w14:textId="7CF976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5D1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BEF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8BC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B5195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C4F6" w14:textId="093262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15EA" w14:textId="6D0743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9849" w14:textId="4AC4AE5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0008" w14:textId="766012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391B" w14:textId="7A9BF4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8092" w14:textId="4F75F0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50FC" w14:textId="12367D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DA4F60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CAA0" w14:textId="5EAAC24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4998" w14:textId="57EC01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348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A62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56A0" w14:textId="1403427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08E6" w14:textId="5C192E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320D" w14:textId="4D1EFC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121.10</w:t>
            </w:r>
          </w:p>
        </w:tc>
      </w:tr>
      <w:tr w:rsidR="00443EF7" w:rsidRPr="005446F8" w14:paraId="12F370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C60C" w14:textId="38CAB4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A356" w14:textId="5381AD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E014" w14:textId="30EEEB7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1DD5" w14:textId="58CBA58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418D" w14:textId="3FD7FB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C1E0" w14:textId="2850D3B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6766" w14:textId="74EFA31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63AA0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7C76" w14:textId="179AAE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76F6" w14:textId="2429DD8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88C4" w14:textId="752487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B966" w14:textId="155F71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2AA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8BF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CAB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4CBEC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284B" w14:textId="09979D3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A7C6" w14:textId="1875F08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51A9" w14:textId="1E0192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4AE9C" w14:textId="344033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9E5E" w14:textId="7F99972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5432" w14:textId="424895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9FB0" w14:textId="75A6A8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107.75</w:t>
            </w:r>
          </w:p>
        </w:tc>
      </w:tr>
      <w:tr w:rsidR="00443EF7" w:rsidRPr="005446F8" w14:paraId="1A5D61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D10D" w14:textId="159222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AEC5" w14:textId="2248348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AD9B" w14:textId="471369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FEAE" w14:textId="4EB95F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33E4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77F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46A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7CB67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6400" w14:textId="3898DF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194F" w14:textId="5BD3134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C637" w14:textId="3A155E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EFA4" w14:textId="267D90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413D" w14:textId="4B98AED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B91E" w14:textId="3B7852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ACC2" w14:textId="12050E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98.00</w:t>
            </w:r>
          </w:p>
        </w:tc>
      </w:tr>
      <w:tr w:rsidR="00443EF7" w:rsidRPr="005446F8" w14:paraId="246E73E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2D3E" w14:textId="66FF70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6CA8" w14:textId="7086301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274C" w14:textId="66F0DF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6647" w14:textId="41C164D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793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775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07F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E00E2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7016" w14:textId="334624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B16B" w14:textId="24FA17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1CE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AB3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8E37" w14:textId="2959FB1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B769" w14:textId="7C0368B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127B" w14:textId="29D524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</w:tr>
      <w:tr w:rsidR="00443EF7" w:rsidRPr="005446F8" w14:paraId="2F8DD0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F716" w14:textId="70F46A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01A6" w14:textId="6BA7D6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F246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813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4093" w14:textId="20D6E0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0B36" w14:textId="6E6AF7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FF37" w14:textId="18A6CD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</w:tr>
      <w:tr w:rsidR="00443EF7" w:rsidRPr="005446F8" w14:paraId="2C753F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D1AF" w14:textId="522307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06B5" w14:textId="24D7B8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2951" w14:textId="02D458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E0EA" w14:textId="2744D1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5EB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F63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B234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4BA67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66AF" w14:textId="162370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0B4F" w14:textId="688ECD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B755" w14:textId="495CA7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055A" w14:textId="0282E8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46DB" w14:textId="5CAE84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0E75" w14:textId="795569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829B" w14:textId="03F8C2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A8D10A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55AB5" w14:textId="731EA4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8FB8" w14:textId="798D7A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6800" w14:textId="43A3CE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9FE5" w14:textId="7E42D0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CA24" w14:textId="6E406B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9886" w14:textId="1B6AE0D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3787" w14:textId="1C203A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E72A6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1D8E" w14:textId="644828E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B632" w14:textId="3F57462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429B" w14:textId="122AD3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EEC0" w14:textId="100C61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2FAA" w14:textId="6C39D64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6686" w14:textId="27CFDC0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ED62" w14:textId="03E5F4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780DA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5D0E" w14:textId="46157D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D21B" w14:textId="4181CD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1E7D" w14:textId="2BB2A8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8297" w14:textId="7FE643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CB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FB5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A17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C9F3E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C75F" w14:textId="3FA56B5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56CA" w14:textId="481474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3D9A" w14:textId="53D0AD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D1BF4" w14:textId="0794D62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645C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603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336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9F8B46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17750" w14:textId="73E8BA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07C8" w14:textId="42442D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8E0C" w14:textId="4CA4B5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4F14" w14:textId="65E4F4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A1AF" w14:textId="580999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9450" w14:textId="54FBB98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7D74" w14:textId="7B6E63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AEF63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0098" w14:textId="1B925D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B73D" w14:textId="591EF5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67EA" w14:textId="13AFC93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6428" w14:textId="59C5FF1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3EC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2A5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479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7DA1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BB4C" w14:textId="1BD9031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0F3B" w14:textId="6F5806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FBE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08C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C2C5" w14:textId="1F0446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C3AE" w14:textId="0213823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A1F6" w14:textId="417831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80.46</w:t>
            </w:r>
          </w:p>
        </w:tc>
      </w:tr>
      <w:tr w:rsidR="00443EF7" w:rsidRPr="005446F8" w14:paraId="2DC39A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F466" w14:textId="3AFDD5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6A314" w14:textId="36FC24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B0EAF" w14:textId="01FFA9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0FF1" w14:textId="4804C5D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4526" w14:textId="764F044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B046" w14:textId="5CFD23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55CE" w14:textId="7CE44A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AA720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3F7B" w14:textId="7A25AC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608AF" w14:textId="12690F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E17D" w14:textId="6377A8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4FED" w14:textId="007FACD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16EF" w14:textId="19F995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8E84" w14:textId="35EE81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2090" w14:textId="735F9B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0CBA8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61BE" w14:textId="3D15C5E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90D" w14:textId="075567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E5F2" w14:textId="727F4D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6707" w14:textId="18C460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F69E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E42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CED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B25BB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8E12" w14:textId="40A99D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E35A3" w14:textId="460814B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73AC" w14:textId="65EF7A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75EF" w14:textId="42843B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33C1" w14:textId="3F1089D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5C77" w14:textId="7884447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038B" w14:textId="054330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</w:tr>
      <w:tr w:rsidR="00443EF7" w:rsidRPr="005446F8" w14:paraId="2D9275D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910E" w14:textId="7DA552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809A" w14:textId="4A62E1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8ED5" w14:textId="4E7CDB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30A9" w14:textId="270DC8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8E7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91F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D08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C8973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AFFF" w14:textId="56E0E3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C112" w14:textId="0C73CF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BDE8" w14:textId="51FBAA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5C8C" w14:textId="3ED2A62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5CF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93F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713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64D7D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6DFB" w14:textId="323CD9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3A95" w14:textId="636521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3E7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615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98C8" w14:textId="39BEC51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F777" w14:textId="669B82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CA8" w14:textId="76EE553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58.75</w:t>
            </w:r>
          </w:p>
        </w:tc>
      </w:tr>
      <w:tr w:rsidR="00443EF7" w:rsidRPr="005446F8" w14:paraId="4503559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CF81" w14:textId="30470D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630C" w14:textId="30D6D8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C5BC" w14:textId="3D39E5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993B" w14:textId="71227A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67C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A34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4CF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9663A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55CD" w14:textId="52BEC7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879F" w14:textId="7BF418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E92D7" w14:textId="30FAD8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FECC" w14:textId="55F4F2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B6E4" w14:textId="5E5BCF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406A" w14:textId="032C5B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F873" w14:textId="57BDE1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53.85</w:t>
            </w:r>
          </w:p>
        </w:tc>
      </w:tr>
      <w:tr w:rsidR="00443EF7" w:rsidRPr="005446F8" w14:paraId="3A37A0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17F6" w14:textId="2A86ECC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F3A3" w14:textId="1536A4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81B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361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2BE8" w14:textId="6C414A8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406B" w14:textId="1FD6521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1A3E" w14:textId="7C1876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50.85</w:t>
            </w:r>
          </w:p>
        </w:tc>
      </w:tr>
      <w:tr w:rsidR="00443EF7" w:rsidRPr="005446F8" w14:paraId="508ECF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B9DC" w14:textId="5188E7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EEC9" w14:textId="0C26D3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61E6" w14:textId="319A80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75F8" w14:textId="0A491A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7485" w14:textId="488D9F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812D2" w14:textId="7C2670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C98C" w14:textId="69A552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49.05</w:t>
            </w:r>
          </w:p>
        </w:tc>
      </w:tr>
      <w:tr w:rsidR="00443EF7" w:rsidRPr="005446F8" w14:paraId="44B4F7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6A421" w14:textId="066D19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59B0" w14:textId="228218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644B" w14:textId="598358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634C" w14:textId="3195C3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0A1C" w14:textId="73F749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DA85" w14:textId="70DA06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EE05" w14:textId="7736F93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5446F8" w14:paraId="2073D5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BB0C" w14:textId="13049C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7B6C" w14:textId="32FAD0D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C3B1" w14:textId="5B2AB2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0E88" w14:textId="102015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37D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3B6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A16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44BD3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95EB" w14:textId="39DB43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344F" w14:textId="2BA893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8FAB" w14:textId="7D29DC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6C35" w14:textId="49EAED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2C5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951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6A6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FA295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5B9F" w14:textId="54B1DC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8826" w14:textId="465259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0C26" w14:textId="6046FB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D3DD" w14:textId="1E2FB7F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98C1" w14:textId="772183D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0B4B" w14:textId="55569F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F45E" w14:textId="114313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A0ADA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52B2E" w14:textId="27B130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2EF1" w14:textId="53AC2F4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CC55" w14:textId="0F9DA77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D197" w14:textId="2E2DFA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593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224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8CB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81A81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77D7" w14:textId="35027A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5F75" w14:textId="3B1BA7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B1A4" w14:textId="2EFF7C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CBE1" w14:textId="1A5D7E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39E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16A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C03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F6251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02D1" w14:textId="0FBCE7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F1E7" w14:textId="5D05EF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0CED" w14:textId="241C51C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AA0E" w14:textId="66AD5ED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9946" w14:textId="47D4EF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097F" w14:textId="4EF37C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F24D" w14:textId="6DF468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20.65</w:t>
            </w:r>
          </w:p>
        </w:tc>
      </w:tr>
      <w:tr w:rsidR="00443EF7" w:rsidRPr="005446F8" w14:paraId="0B783E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456E" w14:textId="544D1D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557F" w14:textId="2D6EB6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9605" w14:textId="0B55F5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1016" w14:textId="7BCA77D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06C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60D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A4D6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B9DB3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1F63" w14:textId="216590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DDE6" w14:textId="505663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9E98" w14:textId="1D3FA35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CDF20" w14:textId="2D6906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810D" w14:textId="0334C88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B2ED" w14:textId="20BCB9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1AD1" w14:textId="5272FF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2280E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56F4" w14:textId="3138F4B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C852" w14:textId="711220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F164" w14:textId="5F7686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6FFB" w14:textId="610184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C4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A3A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29E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F3B81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0487" w14:textId="124EA6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9C37" w14:textId="6E5259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B668" w14:textId="682FBB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981C" w14:textId="0A4BB8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4C54" w14:textId="46B162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0A8E" w14:textId="12A45D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D3D6" w14:textId="0C2C18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43305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FFB7E" w14:textId="15EFB7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CD9D" w14:textId="286315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ECC2" w14:textId="04655B0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9775" w14:textId="123132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3A32" w14:textId="7C3588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7013" w14:textId="2CCC6D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4F8F" w14:textId="39914D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</w:tr>
      <w:tr w:rsidR="00443EF7" w:rsidRPr="005446F8" w14:paraId="368FB4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2D61" w14:textId="165F68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E07E" w14:textId="653CD7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1E28" w14:textId="6A18B8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9E350" w14:textId="515827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346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148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9F6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C6CAB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6EF5" w14:textId="3E008A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5657F" w14:textId="35DFCD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B7B1" w14:textId="75CB31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D334" w14:textId="5C0CE5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51376" w14:textId="65D66C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57BA" w14:textId="6E07DDC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794F" w14:textId="3ED361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</w:tr>
      <w:tr w:rsidR="00443EF7" w:rsidRPr="005446F8" w14:paraId="0A784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BE9A" w14:textId="4E5409D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E639" w14:textId="09096B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EF1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7C7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51D4" w14:textId="497189C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EF01" w14:textId="23C0405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3.573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F405" w14:textId="216FF17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175.08</w:t>
            </w:r>
          </w:p>
        </w:tc>
      </w:tr>
      <w:tr w:rsidR="00443EF7" w:rsidRPr="005446F8" w14:paraId="68E816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7AEE" w14:textId="5E8E2E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CA3D" w14:textId="0F9141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4E77" w14:textId="2942D0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0FEF" w14:textId="60549E1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2275" w14:textId="529A80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CC3A" w14:textId="0C494D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B239" w14:textId="733A1F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156.80</w:t>
            </w:r>
          </w:p>
        </w:tc>
      </w:tr>
      <w:tr w:rsidR="00443EF7" w:rsidRPr="005446F8" w14:paraId="55DC89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3956" w14:textId="17DCA79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73E1" w14:textId="071599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B5E33" w14:textId="62BD20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8DBD" w14:textId="0C9AB7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62E2" w14:textId="55D150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212A" w14:textId="1A7356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106B" w14:textId="586E4C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28DB2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9B71" w14:textId="26846DB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70323" w14:textId="4171DC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1B53" w14:textId="4823E36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0F2E" w14:textId="23D6B6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0AE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82A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1DF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88A9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A27B" w14:textId="7F20C0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0514" w14:textId="2685A6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932E" w14:textId="7055FD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070D" w14:textId="2DECD14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788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C82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7CC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353758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9E0C" w14:textId="71248B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3E9E2" w14:textId="22199A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4D6F" w14:textId="4B578D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617F" w14:textId="78CF85E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0FE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F88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183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694AB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7557" w14:textId="4C50121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2D73" w14:textId="36D287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5A04" w14:textId="45A5D5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0FA2" w14:textId="060152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D695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381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46B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C6F8A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26AB" w14:textId="7BD785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54FF" w14:textId="162FF2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A389" w14:textId="48668D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A400" w14:textId="215350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56B1" w14:textId="247C2B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6ABD" w14:textId="1B79A3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B578" w14:textId="6A856B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BD3C8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CCA0" w14:textId="145056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D165" w14:textId="690572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DD2B" w14:textId="1100C7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8D6B" w14:textId="65E9CDC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10B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259C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DEE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73EF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40AF" w14:textId="558917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4B19" w14:textId="075B38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C989" w14:textId="4F6C6F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633C" w14:textId="4450161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E62A" w14:textId="519454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AC48" w14:textId="4284556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70385" w14:textId="69CDB3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107.75</w:t>
            </w:r>
          </w:p>
        </w:tc>
      </w:tr>
      <w:tr w:rsidR="00443EF7" w:rsidRPr="005446F8" w14:paraId="144AA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F8F1" w14:textId="136D0A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FC82" w14:textId="59413C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E198" w14:textId="045ACC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39F1" w14:textId="6A3813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B575" w14:textId="36B6925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1A59" w14:textId="151998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C829" w14:textId="11FF58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105.73</w:t>
            </w:r>
          </w:p>
        </w:tc>
      </w:tr>
      <w:tr w:rsidR="00443EF7" w:rsidRPr="005446F8" w14:paraId="334D2F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85D6" w14:textId="0BFAE3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29D9" w14:textId="32FC7D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F5222" w14:textId="1B78858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B631" w14:textId="79A86D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7FD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653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E01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4B2E4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B76D" w14:textId="4D8B39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96CD" w14:textId="711CA2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3E3E" w14:textId="728763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AF75" w14:textId="4EF6AD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FAA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197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854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655BE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E1C4" w14:textId="685A4E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DA9F" w14:textId="6B91B2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C500" w14:textId="4F81AB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7687" w14:textId="3CAA01B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0E9A" w14:textId="0793B76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29FF" w14:textId="422B06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05CF" w14:textId="793D5D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73865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718B0" w14:textId="6111970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02DB" w14:textId="7ADD0DC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938D" w14:textId="410203A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7C22" w14:textId="5168EAB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247B" w14:textId="0D65E0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4D8A" w14:textId="18659F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6C37" w14:textId="0DB615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97.71</w:t>
            </w:r>
          </w:p>
        </w:tc>
      </w:tr>
      <w:tr w:rsidR="00443EF7" w:rsidRPr="005446F8" w14:paraId="4D37BB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BB8D" w14:textId="1D6C62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FF7F" w14:textId="6205F2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5492" w14:textId="1925E6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5009" w14:textId="5E113D2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68E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19B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42A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8A2FD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DBF6" w14:textId="56638A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4B00" w14:textId="43C678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28A6" w14:textId="62976E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467D" w14:textId="64711DF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0F9C" w14:textId="3001BC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CA95" w14:textId="4DB798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9A15" w14:textId="17705F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96.07</w:t>
            </w:r>
          </w:p>
        </w:tc>
      </w:tr>
      <w:tr w:rsidR="00443EF7" w:rsidRPr="005446F8" w14:paraId="750293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7736" w14:textId="4CFA7C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FFA7" w14:textId="4080E5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638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57B1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128A2" w14:textId="2BF34B2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968E" w14:textId="2F971DD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BF45" w14:textId="535F9E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</w:tr>
      <w:tr w:rsidR="00443EF7" w:rsidRPr="005446F8" w14:paraId="4DD64D7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3FFF" w14:textId="163F9C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E324" w14:textId="2152D9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BD30" w14:textId="027DF5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9D80" w14:textId="3552D5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00C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C4D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FB5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C53117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772E" w14:textId="45E50D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DF79" w14:textId="7F4F97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B14E6" w14:textId="2B774A1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A3A2" w14:textId="1A61D3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3CDF" w14:textId="4AFE6C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E146" w14:textId="027484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FEFD" w14:textId="05BB6D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482FFE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699F" w14:textId="35F7229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0D5D2" w14:textId="64F668A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CA0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631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2155" w14:textId="5C197CD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614B" w14:textId="58D6804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428D" w14:textId="3804AE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</w:tr>
      <w:tr w:rsidR="00443EF7" w:rsidRPr="005446F8" w14:paraId="2315AD7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3B20" w14:textId="26AE6F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2699" w14:textId="0D08B6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8B9A" w14:textId="22560EE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92D9" w14:textId="5A8682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6B1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A5C0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F46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D443F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9CC4" w14:textId="75584F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F932" w14:textId="57FE1A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E5E2" w14:textId="4A3A22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C61A" w14:textId="335D1B9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935C" w14:textId="09F508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07F0" w14:textId="564E03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6204" w14:textId="1B3B8A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CC339A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4725" w14:textId="15F7C4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4004" w14:textId="5D2DA9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B0BF" w14:textId="513BA1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5A50" w14:textId="4BDBFB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A17B" w14:textId="3BD7BA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AD2C" w14:textId="5E1972B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4163" w14:textId="1153EB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</w:tr>
      <w:tr w:rsidR="00443EF7" w:rsidRPr="005446F8" w14:paraId="142DE15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A032" w14:textId="5B7D2B8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76A8" w14:textId="6BFB47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D25E" w14:textId="21EE72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10A0" w14:textId="5399B1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B7F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18A0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D55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B1517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4FBE" w14:textId="4A46692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FC45" w14:textId="0A3CBD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D183" w14:textId="5745A5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5E64" w14:textId="25DC08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9E6F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E53E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3A9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B2772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851F" w14:textId="053B1A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ACF5" w14:textId="47654A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23C5" w14:textId="13EC23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2492" w14:textId="6519F3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DAD0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19D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21F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E9BA7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133B" w14:textId="2F951E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88FC" w14:textId="06C2450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217C" w14:textId="65DE87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6824" w14:textId="2512DC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FB9B" w14:textId="01FBE7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2A92" w14:textId="101147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04E5" w14:textId="679311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2EAFE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8ECE" w14:textId="5FA50F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4A42" w14:textId="5A4CC30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7C27" w14:textId="4DE1B60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A429" w14:textId="671050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710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822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6BA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D5C30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7E7E" w14:textId="77FAAB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79D2" w14:textId="668445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4328" w14:textId="7B763B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3584" w14:textId="01DF78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D694" w14:textId="01133A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CC80" w14:textId="7BAB98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1114" w14:textId="6BC18F8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D51AD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BD8F" w14:textId="751D31C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CDD15" w14:textId="7C0BF3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4911" w14:textId="719A422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F43A" w14:textId="45E80D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5A3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E7A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5B7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AB6B7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2087" w14:textId="725EEB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8899" w14:textId="3E8B877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4034" w14:textId="09D844E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F6F1" w14:textId="48D760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2C2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B620" w14:textId="5D6B85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EC87" w14:textId="1835A7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C577D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D9566" w14:textId="099D02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2686" w14:textId="6762F0D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7AC8F" w14:textId="59BDB0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3C788" w14:textId="5D20AD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A797" w14:textId="28DAC5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1702" w14:textId="3CA88A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88B0" w14:textId="32352A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3FA955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E0D8" w14:textId="49BFE2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6C9F" w14:textId="615E8B2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50BC5" w14:textId="030D0D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4FB8" w14:textId="26DCA7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26C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961F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EBE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AC151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51B5" w14:textId="7A22EC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87B5" w14:textId="28DC38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2DBA" w14:textId="2379DF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25E4" w14:textId="156D57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9763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11E3" w14:textId="7081A64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145F" w14:textId="2B7CDE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8AA8D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A6B9" w14:textId="1ED3C14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C0AE" w14:textId="3CAB47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A149" w14:textId="11D140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51B2" w14:textId="23B556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143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950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BC7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11A7C0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9F81" w14:textId="7EC3B3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F0CE" w14:textId="34C387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D99E" w14:textId="6CD7EF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04084" w14:textId="0FEC07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D1AE" w14:textId="4C1F74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F639" w14:textId="6DCCE5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2.884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C5D8" w14:textId="688C22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141.30</w:t>
            </w:r>
          </w:p>
        </w:tc>
      </w:tr>
      <w:tr w:rsidR="00443EF7" w:rsidRPr="005446F8" w14:paraId="1043A8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0C3F" w14:textId="631E312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A30D" w14:textId="1851C79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259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8246" w14:textId="73CC51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734C" w14:textId="1461EA4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0978" w14:textId="0B668A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18C9" w14:textId="77C90F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98.00</w:t>
            </w:r>
          </w:p>
        </w:tc>
      </w:tr>
      <w:tr w:rsidR="00443EF7" w:rsidRPr="005446F8" w14:paraId="1D0D35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4A7F" w14:textId="776ED66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D3EF" w14:textId="72230A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63F1" w14:textId="455A74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18E1" w14:textId="3A4012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1AD4" w14:textId="75A77B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D524" w14:textId="25136F7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88AE" w14:textId="49ED06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398B36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F3ED" w14:textId="470BCD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C574" w14:textId="2AE7B3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E4B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C1D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EC5E" w14:textId="15DB042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84A6" w14:textId="0E3B6F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BE7B" w14:textId="19236E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95.50</w:t>
            </w:r>
          </w:p>
        </w:tc>
      </w:tr>
      <w:tr w:rsidR="00443EF7" w:rsidRPr="005446F8" w14:paraId="4100F3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9352" w14:textId="7F4693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B0B2" w14:textId="519E4F8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5289" w14:textId="415E3C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429D" w14:textId="5742B18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49A4" w14:textId="5E9019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F2CA" w14:textId="2EE9E8A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23E6" w14:textId="783F49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A78254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F7CB6" w14:textId="34A1F5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3F49" w14:textId="44482E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C66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88F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9D76" w14:textId="202D76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38C03" w14:textId="0B22A3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2840" w14:textId="4AED1D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92.22</w:t>
            </w:r>
          </w:p>
        </w:tc>
      </w:tr>
      <w:tr w:rsidR="00443EF7" w:rsidRPr="005446F8" w14:paraId="79FC54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5ADF" w14:textId="05975D4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5FEF2" w14:textId="1AE2E6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4CE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CFC3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33C2" w14:textId="0DC3F1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6887" w14:textId="311ECA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CEB9" w14:textId="053B9E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</w:tr>
      <w:tr w:rsidR="00443EF7" w:rsidRPr="005446F8" w14:paraId="7646FF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C359" w14:textId="5B4380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EA2C" w14:textId="47A99C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86B5" w14:textId="50EFD8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96BC" w14:textId="1C557E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80FD" w14:textId="5C2D6E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49D1" w14:textId="22095C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C3F1" w14:textId="6245924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4EACD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DE1F" w14:textId="16D4D7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46BE" w14:textId="7E624B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CE0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993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F027" w14:textId="1BEA12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CB9A" w14:textId="7DD1B1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BF11" w14:textId="709E9C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88.06</w:t>
            </w:r>
          </w:p>
        </w:tc>
      </w:tr>
      <w:tr w:rsidR="00443EF7" w:rsidRPr="005446F8" w14:paraId="5A3869D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8943" w14:textId="0FE8A4F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9099" w14:textId="6B0D66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45CE" w14:textId="7C15D3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AC02" w14:textId="6C5AA3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76BC" w14:textId="5DD5C6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D201" w14:textId="00F54E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43AF" w14:textId="6637AD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E40DD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9253" w14:textId="6C36A4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554D1" w14:textId="074F988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A785" w14:textId="139B81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921A" w14:textId="4FC8F0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C1CB" w14:textId="58DA9F6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541F" w14:textId="76EC0D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1F20" w14:textId="205BA5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26171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192B" w14:textId="6AC7F7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482F" w14:textId="1468DA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0A70" w14:textId="211537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62F3" w14:textId="52F5218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CC48" w14:textId="159D44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D55B" w14:textId="4D6C18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A673" w14:textId="46EF970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73.45</w:t>
            </w:r>
          </w:p>
        </w:tc>
      </w:tr>
      <w:tr w:rsidR="00443EF7" w:rsidRPr="005446F8" w14:paraId="5F5BB0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E126" w14:textId="7082C3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3C0F" w14:textId="639EC0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C956" w14:textId="5C415D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E9CA" w14:textId="52B7FD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ECD4" w14:textId="778FAE1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8A5C" w14:textId="6FE677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C34F" w14:textId="6EDEAED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313F2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7B84" w14:textId="778D9F4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2170" w14:textId="0F23AD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9F2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705E" w14:textId="4003FE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676B" w14:textId="66BA36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14039" w14:textId="10D947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BF12" w14:textId="7A8ACF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58.80</w:t>
            </w:r>
          </w:p>
        </w:tc>
      </w:tr>
      <w:tr w:rsidR="00443EF7" w:rsidRPr="005446F8" w14:paraId="15D2F26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06CB" w14:textId="3A5772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6BF2" w14:textId="47C2AE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E05A" w14:textId="129A88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DACD" w14:textId="4D69CC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B8E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166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DE04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22DC0E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FEE8" w14:textId="6EE86D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AAF4" w14:textId="65CFF8A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0D9C" w14:textId="7682B0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0002" w14:textId="0EB1619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0CB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A6F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2D8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250D63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F1F9" w14:textId="45F8E6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D0EC" w14:textId="78AF62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C40E" w14:textId="7B5F52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0A27" w14:textId="12FC2C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556E" w14:textId="274F58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3FF1" w14:textId="7EDAB4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D85E" w14:textId="5E0848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10B6C0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E251" w14:textId="6F31E6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F1F3" w14:textId="686D53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DDC8" w14:textId="4533A3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07B7" w14:textId="691363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CAF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B37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478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EC2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98DC" w14:textId="27D45A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DFCD" w14:textId="1891AA4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97F0" w14:textId="273F4CC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8B35" w14:textId="42712A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52DC" w14:textId="7BC9601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9D42" w14:textId="70A818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D6EC" w14:textId="0F63545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E9295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CB42" w14:textId="0A8AE4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82F6" w14:textId="0D6662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E4FF" w14:textId="2BCE55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C501" w14:textId="25AE9D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A44F" w14:textId="41CD69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4896" w14:textId="693217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6CD2" w14:textId="0D67FBC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D9A343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6976" w14:textId="36ED09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A0BF" w14:textId="3EA0B77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80CC" w14:textId="36ABD3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01E8" w14:textId="78CEA2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D50F" w14:textId="4480A36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67A2" w14:textId="74E306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7AC1" w14:textId="2B9457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52036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A723" w14:textId="2A3B08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8CC7" w14:textId="35BBE7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AECC" w14:textId="19E1EA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9AE7" w14:textId="290758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851B" w14:textId="04ABB5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39F2" w14:textId="4A6726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CA4A" w14:textId="723C70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48.95</w:t>
            </w:r>
          </w:p>
        </w:tc>
      </w:tr>
      <w:tr w:rsidR="00443EF7" w:rsidRPr="005446F8" w14:paraId="23ECB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A857" w14:textId="13BAE8C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0118" w14:textId="0480C4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00B5" w14:textId="5B0420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1DDC" w14:textId="484D16E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4F5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D02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E79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A5EC0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FA89" w14:textId="5073EF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4870" w14:textId="0ABFEC8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D578" w14:textId="56DAA7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1BD6" w14:textId="5E5DFD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29FE9" w14:textId="7FE13D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65D8" w14:textId="7F0C9D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CBCA" w14:textId="2208710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46.79</w:t>
            </w:r>
          </w:p>
        </w:tc>
      </w:tr>
      <w:tr w:rsidR="00443EF7" w:rsidRPr="005446F8" w14:paraId="26022F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F024B" w14:textId="38E4C1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D6A2" w14:textId="3AF09D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C117" w14:textId="3BDBFE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910F" w14:textId="01D1C6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B01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FCD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6F5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EB0D1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3DBE" w14:textId="67C030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8048" w14:textId="5304C0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375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5E05" w14:textId="11FB3D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AAC0" w14:textId="78591D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65CA" w14:textId="0DDC09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A84A" w14:textId="4D650F0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</w:tr>
      <w:tr w:rsidR="00443EF7" w:rsidRPr="005446F8" w14:paraId="2FBDC1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F76E" w14:textId="38FD3FE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135A" w14:textId="66885C2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15BF" w14:textId="60B3235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271C" w14:textId="1885D1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5E7F" w14:textId="18440D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1B9C" w14:textId="05CA80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F19C" w14:textId="44B900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44.05</w:t>
            </w:r>
          </w:p>
        </w:tc>
      </w:tr>
      <w:tr w:rsidR="00443EF7" w:rsidRPr="005446F8" w14:paraId="22F7B3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2440" w14:textId="0850C53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9F63" w14:textId="1DAB5E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87C9" w14:textId="0E7376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F64C" w14:textId="7786EE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9800" w14:textId="5255F8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2266" w14:textId="472534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7A32" w14:textId="796053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43.85</w:t>
            </w:r>
          </w:p>
        </w:tc>
      </w:tr>
      <w:tr w:rsidR="00443EF7" w:rsidRPr="005446F8" w14:paraId="14C6B8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FAD0" w14:textId="7F6CBD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B05D" w14:textId="09C03F8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8BF77" w14:textId="2F525B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422C" w14:textId="0588BF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7B4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74A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320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6C7DA5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11AB" w14:textId="6A15561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7FC6" w14:textId="4F95B0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A0AD" w14:textId="3C98D6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ED34" w14:textId="4E5F7C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D45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998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7EA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229B70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A66E" w14:textId="404AAA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AEBE" w14:textId="0B794AD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6E56" w14:textId="41B623E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C5BD" w14:textId="1B4BB0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BE1A" w14:textId="47386D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A823" w14:textId="5ABD455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2581" w14:textId="2A1B34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</w:tr>
      <w:tr w:rsidR="00443EF7" w:rsidRPr="005446F8" w14:paraId="6B89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0963" w14:textId="70C122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E344" w14:textId="3C4F85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8B2C5" w14:textId="51B114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0E34" w14:textId="116D44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A42E" w14:textId="08CD40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3088" w14:textId="67642A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B79C" w14:textId="6B95A83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5446F8" w14:paraId="4992A4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79A62" w14:textId="27F26A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99DD" w14:textId="19EEEBB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D7B38" w14:textId="4886F0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D535" w14:textId="47D16E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1F21" w14:textId="7DD641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1CC4" w14:textId="1F9A7E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54A1" w14:textId="0504E8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</w:tr>
      <w:tr w:rsidR="00443EF7" w:rsidRPr="005446F8" w14:paraId="56D2D2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D3DD" w14:textId="285A2C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801C" w14:textId="266A55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55D7" w14:textId="585B83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DE44" w14:textId="49CABDE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A34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CD1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925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C2C09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DB9A" w14:textId="01E344B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2ABEA" w14:textId="06CF1F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0B58" w14:textId="530AA6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218EB" w14:textId="5A9B62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C33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F8A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4F2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1C407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A521" w14:textId="162C5C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C3A6" w14:textId="3EEA43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76EC" w14:textId="3C3192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F762" w14:textId="54BD65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0E3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525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E3DC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400F6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76ED2" w14:textId="00E9CD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1001" w14:textId="247821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EC87" w14:textId="6DBCC6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D2AE" w14:textId="0614F9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3CAB" w14:textId="2FA75F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55B2" w14:textId="42F7CA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64E1" w14:textId="371DFB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</w:tr>
      <w:tr w:rsidR="00443EF7" w:rsidRPr="005446F8" w14:paraId="09354C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0992" w14:textId="1434E1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111C" w14:textId="4BACE2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4EAA" w14:textId="427F5D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4B462" w14:textId="2B340D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11A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3B6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F08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97787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1D20" w14:textId="0703A60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3116" w14:textId="320457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F860" w14:textId="6B97A2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5D7B" w14:textId="334CCE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130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90C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82E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6EEAD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05C7" w14:textId="24959B6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8BD1" w14:textId="1A7896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B9AE" w14:textId="1F20D7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4F94A" w14:textId="49FCCE5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64BF" w14:textId="05DA40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DD8F" w14:textId="46F025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9F8C" w14:textId="3CE8B8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C3F6A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B589" w14:textId="0285E3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0431" w14:textId="657B99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80DB" w14:textId="51B796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BF5BF" w14:textId="0B0AE8D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96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C43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3736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D5ADB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5C54" w14:textId="3C935B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0EB44" w14:textId="7C3087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66FF" w14:textId="6CCF59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0F91" w14:textId="69A441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F9B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3C6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CBA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85913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92B0" w14:textId="5D8474D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420D" w14:textId="3D82D4C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DDF0" w14:textId="5F291E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2BA3" w14:textId="477D15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3D1D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55BA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D56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A584E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DF1A" w14:textId="24B6025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DE4F" w14:textId="758491A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4BE5" w14:textId="06EB3F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902B" w14:textId="3C438F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A4C0" w14:textId="79D5A4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3F80" w14:textId="141064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04F8" w14:textId="53F10E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443EF7" w:rsidRPr="005446F8" w14:paraId="16DD43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BE56" w14:textId="61D6EB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A376" w14:textId="0D1921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C4E1" w14:textId="182057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AB81" w14:textId="2BD153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3D71" w14:textId="734352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0021" w14:textId="647EE5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B100" w14:textId="641DC0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D43B3E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820D" w14:textId="186E0D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EB37" w14:textId="5118EBC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6330" w14:textId="441A11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09D9" w14:textId="37187E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8267" w14:textId="64D02A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8894" w14:textId="36F80B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6378" w14:textId="229130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85D21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15A2" w14:textId="41B1B9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B33C" w14:textId="5A26041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C4F0" w14:textId="7F77E7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F140" w14:textId="35E8ECB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D15C" w14:textId="0AE179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773D" w14:textId="5E8AB8D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1734" w14:textId="459775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89A74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A322" w14:textId="43CE0B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0707" w14:textId="529A85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54F3" w14:textId="0D075F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AF5C" w14:textId="6EF78F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0A51" w14:textId="3C687D2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95DC" w14:textId="64D437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0592" w14:textId="58C6FC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9A4AE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4803" w14:textId="2A59D4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638B" w14:textId="5340359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BE22" w14:textId="615454F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1B42" w14:textId="7B4C7E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8506" w14:textId="48B361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0D0D" w14:textId="74E678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6557" w14:textId="75D7DA8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564A2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CE3D" w14:textId="40A33D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041B" w14:textId="517C70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42B9" w14:textId="2DEA81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6E8D" w14:textId="1884F3D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EBA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CDC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DA7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75DB9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79C0" w14:textId="3F8B89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95A4" w14:textId="671E1A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74B9" w14:textId="08DED8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7CE7" w14:textId="681F1B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7D64" w14:textId="56D7A1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3D25" w14:textId="7EB3E7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89CA" w14:textId="46AD3A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150C9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7389" w14:textId="0C5FEB4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362C" w14:textId="56D197B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11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60B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D065C" w14:textId="41B57B8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A6C7" w14:textId="6A4FD6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FF257" w14:textId="13EAE0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</w:tr>
      <w:tr w:rsidR="00443EF7" w:rsidRPr="005446F8" w14:paraId="738A57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F6E6" w14:textId="34A8A1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DA7B" w14:textId="4447BD0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5D26" w14:textId="701DB84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6B0C" w14:textId="47E3256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88F1" w14:textId="0F2CA5F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80BC" w14:textId="3EE7D37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7773" w14:textId="5EA7604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</w:tr>
      <w:tr w:rsidR="00443EF7" w:rsidRPr="005446F8" w14:paraId="1D13F9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1020" w14:textId="56266A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5A7E" w14:textId="1ACCB1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C5676" w14:textId="68B0CB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B9AB" w14:textId="4958A4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B5ED" w14:textId="39C760E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3904" w14:textId="30DC671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01DA" w14:textId="126B9E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</w:tr>
      <w:tr w:rsidR="00443EF7" w:rsidRPr="005446F8" w14:paraId="00945B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BB93" w14:textId="45AE15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BF3C" w14:textId="427737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298E" w14:textId="7289CC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EE5F" w14:textId="2B8534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9EC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4A8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F2A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0E59B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7CB6" w14:textId="302D4A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2297" w14:textId="5485590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D7D8" w14:textId="1AB63A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3CE8" w14:textId="5BF277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560B" w14:textId="30D3D4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9B98" w14:textId="6BE0F9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E785" w14:textId="783A33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F11A1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FB3D" w14:textId="7FEA5E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273B" w14:textId="5D3507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D4A1" w14:textId="565FA2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084B" w14:textId="2DEFD1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FCF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444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7E3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C2057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9E15" w14:textId="6450D6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591B" w14:textId="0C489A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339C" w14:textId="586CDF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9022" w14:textId="63BB84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457C" w14:textId="206C65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9DC9" w14:textId="3DDE9E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E5AF" w14:textId="61881D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55314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0921" w14:textId="2BDA5F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E61E" w14:textId="73854E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F068" w14:textId="5C33AB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81A6" w14:textId="4539EB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9C2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CF7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409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44A50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A0FA" w14:textId="5A07DD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6CB0" w14:textId="7AD7BA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7BEB" w14:textId="412C28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DA5C" w14:textId="5607E13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DC2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B11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839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3387E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9BC3" w14:textId="0757EA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5131" w14:textId="52DC47C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BE57" w14:textId="67BBB5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B4B2" w14:textId="272EDF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E72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CE5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94C1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51C84B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08B6" w14:textId="4C41B9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F60D" w14:textId="10894C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1295" w14:textId="7E54DE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D15E" w14:textId="18E1B4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EB1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0F5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7BD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BA9FF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3B33" w14:textId="25E79A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FFA6" w14:textId="412F6F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615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F1EE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29CE" w14:textId="53CEE5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80AE" w14:textId="434DD0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3.585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5992" w14:textId="1B4490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175.65</w:t>
            </w:r>
          </w:p>
        </w:tc>
      </w:tr>
      <w:tr w:rsidR="00443EF7" w:rsidRPr="005446F8" w14:paraId="5ACEA9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5FD4" w14:textId="305EA1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32DE" w14:textId="395CB7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22DF" w14:textId="350B57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B601" w14:textId="0F24D2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1AE8" w14:textId="0F76C3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0840" w14:textId="55072DD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7483" w14:textId="62C25A1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A5583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4BE4" w14:textId="12BAA7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A52E1" w14:textId="1DBE88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A4EB0" w14:textId="317691D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A4AE" w14:textId="2CC608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9309" w14:textId="5791F4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826F" w14:textId="0D8C39C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9EB7" w14:textId="622702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2804A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AE6F" w14:textId="44531B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B874" w14:textId="435ECE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3C11" w14:textId="27328EA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130D1" w14:textId="5997C0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9732" w14:textId="125374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27C4" w14:textId="61EE69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5270" w14:textId="17B04F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548A5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5E4E" w14:textId="2DCDAA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9D38" w14:textId="4616E6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40BE" w14:textId="7794E5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72DE" w14:textId="262CEA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912D" w14:textId="126B22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6614" w14:textId="52F4BF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FB7D" w14:textId="7FB4B79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8F591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814B" w14:textId="243B66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F56F" w14:textId="15DCB4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7F55" w14:textId="7E3295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E22E" w14:textId="11C2EE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7D3C2" w14:textId="4EF381A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732C" w14:textId="6EC2C3D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3394" w14:textId="40DF912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119.92</w:t>
            </w:r>
          </w:p>
        </w:tc>
      </w:tr>
      <w:tr w:rsidR="00443EF7" w:rsidRPr="005446F8" w14:paraId="5ACB917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F650" w14:textId="5BCF75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4B88" w14:textId="40D134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6C89" w14:textId="34E7149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8C3A" w14:textId="200D2E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5959" w14:textId="021736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81BA" w14:textId="16F2F7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D809C" w14:textId="4711F50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A13C3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D21B" w14:textId="34AADE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0AEF" w14:textId="1A15F5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4459" w14:textId="6F519F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D5C9" w14:textId="1AFCCD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567D" w14:textId="57820D8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C46B" w14:textId="334E16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2.290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E987" w14:textId="55C18B7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112.19</w:t>
            </w:r>
          </w:p>
        </w:tc>
      </w:tr>
      <w:tr w:rsidR="00443EF7" w:rsidRPr="005446F8" w14:paraId="5EFBA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78D7" w14:textId="7D0FDD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B927" w14:textId="64AC65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0056" w14:textId="3B3589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9DB1" w14:textId="287212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367E" w14:textId="44BE86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332C" w14:textId="5C47A77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3100D" w14:textId="43EF82E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107.26</w:t>
            </w:r>
          </w:p>
        </w:tc>
      </w:tr>
      <w:tr w:rsidR="00443EF7" w:rsidRPr="005446F8" w14:paraId="18E37E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E4D19" w14:textId="567CA9A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8CF9" w14:textId="078499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24F1" w14:textId="04EF47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0E63" w14:textId="6A9AE9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C7D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DE0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1CA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5B9E6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2786" w14:textId="5401F45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218A" w14:textId="6A08B8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6726" w14:textId="6B9723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099A" w14:textId="20428E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928E5" w14:textId="104FC0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ABC3" w14:textId="571D0B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381F" w14:textId="266DA3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A5249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3850" w14:textId="345D0A2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0026" w14:textId="705BA87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764C" w14:textId="075A30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E679" w14:textId="2A09274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C97E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907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1D7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8B0E8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15795" w14:textId="3C3564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CC" w14:textId="674B3D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D991" w14:textId="4C730E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5D15" w14:textId="7504A1E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941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2FA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4698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40B049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0CBC" w14:textId="4DC336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3EB2" w14:textId="551AAF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078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CB1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4E60" w14:textId="7BDE625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94BD" w14:textId="1D70616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E4AA" w14:textId="7B5486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96.92</w:t>
            </w:r>
          </w:p>
        </w:tc>
      </w:tr>
      <w:tr w:rsidR="00443EF7" w:rsidRPr="005446F8" w14:paraId="7D579A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C52C" w14:textId="74C25C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F125" w14:textId="5F6931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C8D8" w14:textId="619E17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ED58" w14:textId="08F990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31D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F6E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D86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8C020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3C47" w14:textId="691CEB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4D28" w14:textId="157186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B772" w14:textId="3F3602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67EE" w14:textId="16072C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F54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244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609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B9E72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61C3" w14:textId="2C3925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31DC" w14:textId="277017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8B5A" w14:textId="12513AC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F202" w14:textId="5149B4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094C" w14:textId="1E2608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88E5" w14:textId="6F6C05C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7C53" w14:textId="43B41A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D4DAC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1722" w14:textId="139B66E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54D5" w14:textId="4BC88E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5547" w14:textId="68034C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8631" w14:textId="61A484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FA51" w14:textId="166F69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BA48" w14:textId="76E050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5995" w14:textId="3E5C52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7900F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BC13" w14:textId="7F7603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D7B3" w14:textId="6D8275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F41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551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4B8A" w14:textId="40D992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D475" w14:textId="75D399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78DA" w14:textId="51AEA9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68.60</w:t>
            </w:r>
          </w:p>
        </w:tc>
      </w:tr>
      <w:tr w:rsidR="00443EF7" w:rsidRPr="005446F8" w14:paraId="6D3C43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39E5" w14:textId="34B5CA0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ECFF" w14:textId="3D139E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AE35" w14:textId="5F1DA7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EA3E" w14:textId="0C34C2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0ED5" w14:textId="34A3EF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F811" w14:textId="101D8A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7339" w14:textId="585118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63.70</w:t>
            </w:r>
          </w:p>
        </w:tc>
      </w:tr>
      <w:tr w:rsidR="00443EF7" w:rsidRPr="005446F8" w14:paraId="36B9C0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36F2" w14:textId="3A2A96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6AAF9" w14:textId="0EEEE1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E0C2" w14:textId="7D499A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4534" w14:textId="0BC1FD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7D62" w14:textId="4972EA5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5F9DD" w14:textId="59DB34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54ED" w14:textId="6A805F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63C85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A5F1" w14:textId="2C1C9FA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C6F8" w14:textId="612637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60FA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5C2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2B32" w14:textId="123723F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EDA2" w14:textId="686B7D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6333" w14:textId="7EBCFE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62.47</w:t>
            </w:r>
          </w:p>
        </w:tc>
      </w:tr>
      <w:tr w:rsidR="00443EF7" w:rsidRPr="005446F8" w14:paraId="1A6545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A0C3" w14:textId="337901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27E5" w14:textId="442B04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2181" w14:textId="4152D1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3D3D" w14:textId="21364F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0BC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8B9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059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45AB5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E8E5" w14:textId="3B9B5B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3D88" w14:textId="5211BA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67EB" w14:textId="0D35562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7039" w14:textId="5235DA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09F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C2C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0B84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9855C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9C9E" w14:textId="77056D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1617" w14:textId="264D89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4F24" w14:textId="07A66C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E94D" w14:textId="169420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04EA" w14:textId="5C8E18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6BF6" w14:textId="2FD6BF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8606" w14:textId="0AE936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CE3B98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C827" w14:textId="4BB775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6E9E" w14:textId="5822AC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584C" w14:textId="78A37B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3E97" w14:textId="2BC67C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FEAB" w14:textId="4535FD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E1D3" w14:textId="435AF9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57A9" w14:textId="142F5B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5446F8" w14:paraId="5D8AFD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AA3FC" w14:textId="77E6CDD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C865" w14:textId="6C72BD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C055" w14:textId="08E21A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3719" w14:textId="650CD2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991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ED7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77B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16CFF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19187" w14:textId="37F0E08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9B38" w14:textId="2EE1B7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8F82" w14:textId="150975A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3D34" w14:textId="3B67B7F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B899" w14:textId="24425AF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B513" w14:textId="20A8AC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7E88" w14:textId="01FF730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</w:tr>
      <w:tr w:rsidR="00443EF7" w:rsidRPr="005446F8" w14:paraId="44361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279B" w14:textId="3FEC35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69B5" w14:textId="63D2E8F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1D1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017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8468" w14:textId="2D3F228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5EE7" w14:textId="6A1D02C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8495" w14:textId="7600E6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38.90</w:t>
            </w:r>
          </w:p>
        </w:tc>
      </w:tr>
      <w:tr w:rsidR="00443EF7" w:rsidRPr="005446F8" w14:paraId="63457A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51947" w14:textId="1B96FA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74A8" w14:textId="0A1466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564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0D3F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1779" w14:textId="4BA755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6302" w14:textId="6D86E7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2CDA" w14:textId="6B697D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</w:tr>
      <w:tr w:rsidR="00443EF7" w:rsidRPr="005446F8" w14:paraId="1F10A5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8A35" w14:textId="48FD41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073F" w14:textId="36C7687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B641" w14:textId="18AA1D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C88F" w14:textId="544FE8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F3D5" w14:textId="1AFEFB8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2313" w14:textId="4303B4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4A92" w14:textId="002F3E4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</w:tr>
      <w:tr w:rsidR="00443EF7" w:rsidRPr="005446F8" w14:paraId="76165D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EA9E" w14:textId="2F7600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7190" w14:textId="5D017A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63B2" w14:textId="1CD57E5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A152" w14:textId="455C71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9D5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97D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551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794EF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1777D" w14:textId="067A0CB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B98C" w14:textId="1345C50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001B" w14:textId="76A593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FA40" w14:textId="4913122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5F6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A2A2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8F9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6B5DE3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5269" w14:textId="7BAB506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5B43" w14:textId="763980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6005E" w14:textId="02A5974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8E69F" w14:textId="55F3BC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3EC0" w14:textId="1716AC5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0F2F" w14:textId="5BDEB9F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6A31" w14:textId="0A90CD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27.84</w:t>
            </w:r>
          </w:p>
        </w:tc>
      </w:tr>
      <w:tr w:rsidR="00443EF7" w:rsidRPr="005446F8" w14:paraId="6C9967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D496" w14:textId="703653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8C7B" w14:textId="6F269DC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2C9D" w14:textId="377F5E8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6C63" w14:textId="2C59C0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3D44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781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E5F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552BA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2576" w14:textId="0A3E94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D2E5" w14:textId="1DE094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696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F9A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3B2C" w14:textId="4BB7A71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1534" w14:textId="5F9255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1614" w14:textId="0BD3E8E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4DD5160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80D0" w14:textId="5B9B6C3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7D3B" w14:textId="74945D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402F" w14:textId="05AD9C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3FBD" w14:textId="5BDB43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0874" w14:textId="7AD186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3F54" w14:textId="5321BD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C56A7" w14:textId="50656D7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3B5B55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876F" w14:textId="5E24DF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A091" w14:textId="47B1FFD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9C3D" w14:textId="5FBED5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A788" w14:textId="5245EDC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B7F0" w14:textId="12B0E2E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607B" w14:textId="26FC8A5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36E9" w14:textId="4152D7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1057AD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5325" w14:textId="222FE0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8589" w14:textId="21C91B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C378" w14:textId="12D356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9F40" w14:textId="69EF0D0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06C1" w14:textId="3B2F66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1644" w14:textId="248372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2E15" w14:textId="61CEC51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</w:tr>
      <w:tr w:rsidR="00443EF7" w:rsidRPr="005446F8" w14:paraId="5F7655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A9C7" w14:textId="546D02B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11BB" w14:textId="750CFE4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15FD" w14:textId="0E8358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69B3" w14:textId="5FF4C7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A2E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B46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E0B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16345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CDE5" w14:textId="4CA812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8143" w14:textId="66DF00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D496" w14:textId="217DDB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51E4" w14:textId="7B986C4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51AC" w14:textId="1426FF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1603" w14:textId="37264B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6BD3" w14:textId="5319ACC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23.05</w:t>
            </w:r>
          </w:p>
        </w:tc>
      </w:tr>
      <w:tr w:rsidR="00443EF7" w:rsidRPr="005446F8" w14:paraId="0AE7DA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F937" w14:textId="1B0628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A4B8" w14:textId="564FB1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1CB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1AE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FC62" w14:textId="4A4FA4E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22DA" w14:textId="6C7675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EA93" w14:textId="1785CC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</w:tr>
      <w:tr w:rsidR="00443EF7" w:rsidRPr="005446F8" w14:paraId="016C85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C747" w14:textId="0309A60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C38A" w14:textId="2431F4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4951" w14:textId="71A46E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8D82" w14:textId="493E2F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690E" w14:textId="2B786D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F3BD" w14:textId="46127BC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4F3D" w14:textId="4E2437C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19.53</w:t>
            </w:r>
          </w:p>
        </w:tc>
      </w:tr>
      <w:tr w:rsidR="00443EF7" w:rsidRPr="005446F8" w14:paraId="6ADD1B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4EC1" w14:textId="5E7D5C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FF54" w14:textId="0A455C9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22B7" w14:textId="21FD38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A137" w14:textId="0A69F9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B9E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EE1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EF6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66A63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5E63" w14:textId="1E87FA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FECB" w14:textId="61B3157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56AEB" w14:textId="2E4A6FB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838C" w14:textId="78AD576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8B51" w14:textId="29C3C0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8D20" w14:textId="78C7F3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D147" w14:textId="141B5C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52374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134E" w14:textId="2CFF48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8ACC" w14:textId="5887DC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B0DE" w14:textId="6F33FC7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F8C1" w14:textId="386A39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0896" w14:textId="6DFAB47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41BA" w14:textId="419E38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2513D" w14:textId="5620C1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A82C6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3CB2" w14:textId="5E337BD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73EB" w14:textId="7822A05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F6EE" w14:textId="636E6DD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EC58" w14:textId="1E78C68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A451" w14:textId="43CE0A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81AF" w14:textId="573268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CA46" w14:textId="4D15C4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2FA1A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648F" w14:textId="1A64A7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7A85" w14:textId="228DA6A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1F7A" w14:textId="2F3EEC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5905" w14:textId="1C14D4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FC8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3CC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7C8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0777B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4D82" w14:textId="66181C9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ВАСИЛ АСЕНОВ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4FCB" w14:textId="460E92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D0E0" w14:textId="381F74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E8B6" w14:textId="29D6CC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3E9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F3B0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B9B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6C010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9FAD" w14:textId="30656B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6DAA" w14:textId="671EDE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E6F9" w14:textId="7890D3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E4F4" w14:textId="3DE5105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411.808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404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FC340" w14:textId="17B143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132.240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57D4" w14:textId="0667562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6479.76</w:t>
            </w:r>
          </w:p>
        </w:tc>
      </w:tr>
      <w:tr w:rsidR="00443EF7" w:rsidRPr="005446F8" w14:paraId="33AA9D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DF9C" w14:textId="45618BC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5A5B" w14:textId="4A3C61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4A78" w14:textId="09766B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CFB6" w14:textId="1EF8D1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452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96A7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745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19093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36A4" w14:textId="4A7E16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EB6C" w14:textId="6230F95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70C4" w14:textId="0BDA999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E393" w14:textId="5C41CE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461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737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820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F783C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FA40" w14:textId="63A39B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1FA6" w14:textId="168C46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F833" w14:textId="1E67756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8EA6" w14:textId="0210AC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532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67F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568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9B086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4FBA9" w14:textId="54AC919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73B90" w14:textId="7B5A9AE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F3DB" w14:textId="5DF6B9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EBA7" w14:textId="5D34C5D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505E" w14:textId="225A18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F2CC" w14:textId="7BAFCD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7558" w14:textId="116F73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F9F44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6C1D" w14:textId="4C96C6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54D3" w14:textId="4F3FD2A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F6A6" w14:textId="5E81F96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0988" w14:textId="3B4909D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8E5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A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64A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F2EC2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18D5" w14:textId="7C0AF3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6C05" w14:textId="4B1B9FF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ECB3" w14:textId="7DD51A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480D" w14:textId="736E3F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D6F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9D1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7F2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573D3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2422" w14:textId="6796A3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E020" w14:textId="1903190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192C" w14:textId="26E44F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760A" w14:textId="1FC03F8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3B4B" w14:textId="088F61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8809" w14:textId="21244C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884C" w14:textId="364C1DE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EF8FB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FD54" w14:textId="2D53227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5DC7" w14:textId="695E476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6219" w14:textId="60E65D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4BDF" w14:textId="00A21B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8E5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81C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EDB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C868F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160F" w14:textId="65F421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0468" w14:textId="61BBE76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E42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3B8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8CF3" w14:textId="00A9104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B24C2" w14:textId="70E2D7B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288D" w14:textId="497AC3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51.92</w:t>
            </w:r>
          </w:p>
        </w:tc>
      </w:tr>
      <w:tr w:rsidR="00443EF7" w:rsidRPr="005446F8" w14:paraId="4B0469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BEA3" w14:textId="059E7B2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6A81" w14:textId="2BE8416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90EE" w14:textId="082278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F1E7" w14:textId="2D6507F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BE3A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D15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AF8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6745DC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EA8F" w14:textId="17EFFF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728D" w14:textId="6D39F5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55C6" w14:textId="638AFCA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82DD" w14:textId="660B30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54B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CBA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815B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0B154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CA00" w14:textId="5641B12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5011" w14:textId="313555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5EF" w14:textId="752915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D21B" w14:textId="6B569F4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3F4F" w14:textId="660D66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89F2" w14:textId="2B2A1F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F75D" w14:textId="0A043A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44.03</w:t>
            </w:r>
          </w:p>
        </w:tc>
      </w:tr>
      <w:tr w:rsidR="00443EF7" w:rsidRPr="005446F8" w14:paraId="65F382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66ECC" w14:textId="5F4F44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6E04" w14:textId="7F01C2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4420" w14:textId="65C290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7410" w14:textId="426989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6E24" w14:textId="017E312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3D3C" w14:textId="612FB90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FEAF" w14:textId="7EDAD7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41.99</w:t>
            </w:r>
          </w:p>
        </w:tc>
      </w:tr>
      <w:tr w:rsidR="00443EF7" w:rsidRPr="005446F8" w14:paraId="5E2B99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3F37" w14:textId="2C79F7C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503E2" w14:textId="5E235B2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EC4F" w14:textId="62D2FD7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9286" w14:textId="7836A1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1A63" w14:textId="0D6C69B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1D89" w14:textId="132072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D4E2" w14:textId="5EC4AE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39.72</w:t>
            </w:r>
          </w:p>
        </w:tc>
      </w:tr>
      <w:tr w:rsidR="00443EF7" w:rsidRPr="005446F8" w14:paraId="78AE18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16C2" w14:textId="3A73946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E8AC" w14:textId="7F11967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B9F2" w14:textId="60C5A1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39E1" w14:textId="18DF0D9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3E3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EBD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AC5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5CB86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0532A" w14:textId="4018910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21C3" w14:textId="09807E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15D3" w14:textId="21728D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0D5A" w14:textId="429825D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1D6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948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6A3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B6DB9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57F1" w14:textId="61F1B2E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85BB" w14:textId="106A22E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90DDC" w14:textId="52CA25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69DE" w14:textId="3005E0F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4549" w14:textId="4B5CBA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E0FB" w14:textId="4E0C5D1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C065" w14:textId="4A8AE8A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BB7BC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65E39" w14:textId="6C93AC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96CCE" w14:textId="784536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C1DF" w14:textId="1F2465A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D7A33" w14:textId="6ADC43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EFD7" w14:textId="1247A4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C194" w14:textId="6181E6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26A0" w14:textId="4F6A5A2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29.40</w:t>
            </w:r>
          </w:p>
        </w:tc>
      </w:tr>
      <w:tr w:rsidR="00443EF7" w:rsidRPr="005446F8" w14:paraId="0F3511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D334" w14:textId="3E1223A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26DD" w14:textId="58EF679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D63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78F7E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AA7D" w14:textId="7365A0C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75D2" w14:textId="1CD526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CF27" w14:textId="382BC45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25.71</w:t>
            </w:r>
          </w:p>
        </w:tc>
      </w:tr>
      <w:tr w:rsidR="00443EF7" w:rsidRPr="005446F8" w14:paraId="1E5FC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C47CF" w14:textId="02194D4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BD39" w14:textId="1FB64B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F245" w14:textId="2F74814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349B" w14:textId="23904E4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FBB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954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4B7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695F7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49A5" w14:textId="72177FD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EB14" w14:textId="0A91101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1138" w14:textId="7A23DF4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589A" w14:textId="4D3AAB1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E753" w14:textId="2B0D66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0F00" w14:textId="0792EF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6784" w14:textId="740BE66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E2CBF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70DB" w14:textId="5EC1B5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7028" w14:textId="485F68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65E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31A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7CC1" w14:textId="0F31FA2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002F" w14:textId="0B56F8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DF84" w14:textId="2277AA1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</w:tr>
      <w:tr w:rsidR="00443EF7" w:rsidRPr="005446F8" w14:paraId="23273A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9B8A" w14:textId="63C465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D913" w14:textId="0066A9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5C82" w14:textId="7D8A08E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C051" w14:textId="338478E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BC23" w14:textId="24EE61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8D51" w14:textId="036DC36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26FC" w14:textId="45A91A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CBEF6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E747E" w14:textId="7C204A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012E" w14:textId="7DC9B8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21D9" w14:textId="3EB7C3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3708" w14:textId="2AD66D0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0665" w14:textId="38B0308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3E63" w14:textId="02D4CC5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32CE" w14:textId="025E9D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02BEE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01E9" w14:textId="7F20F6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31BE" w14:textId="2E8BB15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27A7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258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0BF05" w14:textId="401EB94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1802" w14:textId="75B7E4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BB80" w14:textId="2ACE123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</w:tr>
      <w:tr w:rsidR="00443EF7" w:rsidRPr="005446F8" w14:paraId="0B8B32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996D" w14:textId="3E9E1B8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C628" w14:textId="5291F4E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EB62" w14:textId="446E633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FC5F" w14:textId="59E03DF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A65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818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63D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5D14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F804" w14:textId="0AB7286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82FA" w14:textId="2F956C7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7C46" w14:textId="005B5E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5FE6" w14:textId="2E29457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C58E" w14:textId="126F70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D1F8" w14:textId="583F3CC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FAD2" w14:textId="0D0A812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</w:tr>
      <w:tr w:rsidR="00443EF7" w:rsidRPr="005446F8" w14:paraId="763EE4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B6E6" w14:textId="670A2C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3CE5" w14:textId="0C51A1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DE87" w14:textId="32BE87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C9DD" w14:textId="5272303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27E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DC9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DA5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566BD0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B289" w14:textId="01B1B8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1DF7" w14:textId="1A0D66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F71AA" w14:textId="0E289DE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2D92" w14:textId="49F9C5D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91753" w14:textId="0F2123A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AA75" w14:textId="0561732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4C82" w14:textId="068C06A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7.08</w:t>
            </w:r>
          </w:p>
        </w:tc>
      </w:tr>
      <w:tr w:rsidR="00443EF7" w:rsidRPr="005446F8" w14:paraId="418A97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577C" w14:textId="44E6DE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345F" w14:textId="6804CEC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F1F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2ED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83BF0" w14:textId="1B7E47D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1877" w14:textId="5697EE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6280" w14:textId="1DAE690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</w:tr>
      <w:tr w:rsidR="00443EF7" w:rsidRPr="005446F8" w14:paraId="741932B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804B" w14:textId="47001D5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ДЕТЕЛИНА ВАНЧЕВА РАНГЕЛОВА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9044" w14:textId="6A73613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646E" w14:textId="67661C9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C72C" w14:textId="5363352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8BC7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5CF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841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A9835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B80D" w14:textId="1FFBF0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B1C0" w14:textId="5A54E17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E339" w14:textId="3E3A36C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DEB1" w14:textId="1F3D30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20.559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161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A934" w14:textId="0971E9E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6.051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0DDA" w14:textId="722677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296.49</w:t>
            </w:r>
          </w:p>
        </w:tc>
      </w:tr>
      <w:tr w:rsidR="00443EF7" w:rsidRPr="005446F8" w14:paraId="7845AE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565D" w14:textId="48D60C8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FBA2" w14:textId="56ABC5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6B7D" w14:textId="16CC4D6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7AFF" w14:textId="36C144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4148" w14:textId="1B5BE7D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4D49" w14:textId="2BEC17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AB31A" w14:textId="19B766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AE9E0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A462" w14:textId="2F6FA5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11AD" w14:textId="692EBA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FE07" w14:textId="40C5485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26C3" w14:textId="6B745D2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E6FA" w14:textId="229A279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BA05" w14:textId="7C71536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2A4E" w14:textId="106B38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49910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25F6" w14:textId="6A26D2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1FBE" w14:textId="6E7595B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798B" w14:textId="2FFCCD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81D7" w14:textId="1058B0A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05B9" w14:textId="397090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7B45" w14:textId="5706C2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0A03" w14:textId="644570D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356C62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C569" w14:textId="357D1CE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4EB1" w14:textId="1BCAB2E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DEC1" w14:textId="4A3DC10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4EBB" w14:textId="3E22E8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33B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221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C85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FEC44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749D" w14:textId="5C2F475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66C0" w14:textId="1CD0FE9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CB09" w14:textId="18C4D2B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F8B4" w14:textId="51D4456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E27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B73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67F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886CE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5D6F" w14:textId="5776ECC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41CB" w14:textId="0866C49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D3C0" w14:textId="6990D26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3FC6" w14:textId="73E5D6A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4C4B" w14:textId="1C149C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D062" w14:textId="2CB0F7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1DA3" w14:textId="7FB3B84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B5982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5DA4" w14:textId="53686E7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524A" w14:textId="686325F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C86F" w14:textId="3EB396C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2536" w14:textId="0AABE5F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6F1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BE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4234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3905E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6E645" w14:textId="7FA161B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CB6A" w14:textId="6D2E53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A65C" w14:textId="6EFD057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CCD8" w14:textId="506C8A2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67DD" w14:textId="253585D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6A9E" w14:textId="115BB09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075D" w14:textId="0593636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73.34</w:t>
            </w:r>
          </w:p>
        </w:tc>
      </w:tr>
      <w:tr w:rsidR="00443EF7" w:rsidRPr="005446F8" w14:paraId="1F02DE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2F30" w14:textId="025873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18CE" w14:textId="164497B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84E9" w14:textId="1A85258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8B9A" w14:textId="5D2975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6C30" w14:textId="607E320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44BA" w14:textId="645358B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84DC" w14:textId="6C7F5A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55.55</w:t>
            </w:r>
          </w:p>
        </w:tc>
      </w:tr>
      <w:tr w:rsidR="00443EF7" w:rsidRPr="005446F8" w14:paraId="0A6205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DC56" w14:textId="6CC250B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AF9B" w14:textId="759EF61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710E" w14:textId="6E547F9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CBDA" w14:textId="3AAFA19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49A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193C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C1A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7048F76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8AD9" w14:textId="7ED700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ИЛИАНА КОНСТАНТИНОВА БОРИСОВА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5151" w14:textId="194229D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869E4" w14:textId="1A4B14A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2506" w14:textId="4D647A2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ECF" w14:textId="2D5116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DDEB" w14:textId="12FA746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375E" w14:textId="045383F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22136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CC6D" w14:textId="22AEED1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3449" w14:textId="4755718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A15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A79A" w14:textId="2BC9F9F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20.942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6621" w14:textId="76AF8A3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001D" w14:textId="7E8799E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2.631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49C1" w14:textId="3328019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128.90</w:t>
            </w:r>
          </w:p>
        </w:tc>
      </w:tr>
      <w:tr w:rsidR="00443EF7" w:rsidRPr="005446F8" w14:paraId="1FA450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D2B8F" w14:textId="20D1F39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B7BC" w14:textId="3179E93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7645" w14:textId="2CF530F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2023" w14:textId="55640D8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10.037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CE3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7ABE3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D4C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B8829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A708" w14:textId="7A66FA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B772" w14:textId="5B9C95F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6C94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2D46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C985" w14:textId="2132F23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CD28" w14:textId="3A83D425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7.705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4935" w14:textId="6E6E5B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377.54</w:t>
            </w:r>
          </w:p>
        </w:tc>
      </w:tr>
      <w:tr w:rsidR="00443EF7" w:rsidRPr="005446F8" w14:paraId="7E0012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1923" w14:textId="1ACA17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2995" w14:textId="5601BDD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191D" w14:textId="1BDDC5E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3B29" w14:textId="25FE7AC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74A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0B1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8F6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FCFDD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E3D0" w14:textId="2EB9C75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8BAF" w14:textId="282034C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B2B5" w14:textId="7695CBF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A670" w14:textId="6BBFF2B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0AF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EF11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155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FE178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9E58" w14:textId="3DCE504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15AFB" w14:textId="2EEACE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0DD3" w14:textId="00F622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2BCC" w14:textId="7D84E8D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0A46" w14:textId="0EC0360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FF1D" w14:textId="23D0725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D3A6" w14:textId="789268E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4EE0C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A92D" w14:textId="6EE49E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CBA8" w14:textId="53A3599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E197" w14:textId="3CB001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5DE9" w14:textId="4736153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7775" w14:textId="5D04070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85BD" w14:textId="1821A00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9360" w14:textId="3EAD44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D96E9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2CE2" w14:textId="00D9B68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D0B7" w14:textId="3B3C2C1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C4A3" w14:textId="0E73458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77FB" w14:textId="773FC1B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BF10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8B5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9BA8F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D3C74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E84C" w14:textId="63F813C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7449" w14:textId="3F1B820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1C10" w14:textId="1D58EE8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8248" w14:textId="77C2DD7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D04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48F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F6B1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81CD4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D6E3" w14:textId="09B83D0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891F" w14:textId="7C0A4B52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64F1D" w14:textId="1955EBF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F81C" w14:textId="47C631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054A" w14:textId="31F88C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CDCA" w14:textId="273EE38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730F" w14:textId="32AA7A7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54.41</w:t>
            </w:r>
          </w:p>
        </w:tc>
      </w:tr>
      <w:tr w:rsidR="00443EF7" w:rsidRPr="005446F8" w14:paraId="44C944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8583" w14:textId="512926A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C3A9" w14:textId="32BDE04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18C3" w14:textId="395253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E01B" w14:textId="264B96B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261E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723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BB12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206097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E710" w14:textId="3CE2BFA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0617" w14:textId="61DE5DB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5974" w14:textId="2ABD908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7A5A" w14:textId="455EE94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A5E9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AC5F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8B4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6F9186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EDF0" w14:textId="65283F4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0A9F" w14:textId="540F811F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481B" w14:textId="71D95A4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258C" w14:textId="3A6A263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B61DE" w14:textId="1F75667E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8526" w14:textId="554DA9B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D441" w14:textId="7C4DF219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16CE513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93A2" w14:textId="1549221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715D" w14:textId="31AC92FC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C983" w14:textId="448F98D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976F" w14:textId="53E7ABBA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461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556A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AFC8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5446F8" w14:paraId="03DDDA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85FD" w14:textId="79B3D1D0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FB46" w14:textId="02851133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876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F4CD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51E69" w14:textId="45F19616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75FD" w14:textId="6017AB8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4E92" w14:textId="071D1DB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35.93</w:t>
            </w:r>
          </w:p>
        </w:tc>
      </w:tr>
      <w:tr w:rsidR="00443EF7" w:rsidRPr="005446F8" w14:paraId="77AC48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D777" w14:textId="030A832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BCE1" w14:textId="45561814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FCF9" w14:textId="12E697DB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B23F" w14:textId="335C55D8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1A45" w14:textId="77777777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7473" w14:textId="51D4C561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4024" w14:textId="0256AA6D" w:rsidR="00443EF7" w:rsidRPr="004D43C2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59F50E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0117" w14:textId="78561C87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lang w:val="bg-BG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B0D6" w14:textId="1A9157D0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E7A4" w14:textId="77777777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7FFB" w14:textId="34903B1B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38E56" w14:textId="54E28846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3E06" w14:textId="1192CABC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62A5" w14:textId="477857F4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</w:tr>
      <w:tr w:rsidR="00443EF7" w:rsidRPr="00185E73" w14:paraId="1BE7EE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E8C1" w14:textId="2BB1698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C0304" w14:textId="502AAC9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6E33" w14:textId="77777777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416A" w14:textId="77777777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663C2" w14:textId="102C3EC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0B08" w14:textId="0C711FE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E7A2" w14:textId="6AE2937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</w:tr>
      <w:tr w:rsidR="00443EF7" w:rsidRPr="00185E73" w14:paraId="021423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6810" w14:textId="59B38DD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FE22" w14:textId="58567C2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53C4" w14:textId="08E4DFD9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51E2" w14:textId="4F6C43D9" w:rsidR="00443EF7" w:rsidRPr="00185E73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101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E72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7D7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12A58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56C3" w14:textId="2081564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КИРИЛ ВАСИЛЕВ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57DF" w14:textId="1CD87E7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BE878" w14:textId="3877B74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1100" w14:textId="63BEECC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D27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F22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851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2554B5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4E74" w14:textId="3DCD0BF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900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5F3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B8CB" w14:textId="7E52048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28.613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9083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9A06" w14:textId="2B84DFE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10.249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A2D0" w14:textId="238D61A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502.18</w:t>
            </w:r>
          </w:p>
        </w:tc>
      </w:tr>
      <w:tr w:rsidR="00443EF7" w:rsidRPr="00185E73" w14:paraId="124A32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5F544" w14:textId="4382D9B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D9F0" w14:textId="0DE710A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BAC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686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A715" w14:textId="7477BCD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B9E7" w14:textId="3093CDC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CB4A0" w14:textId="314A577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53.95</w:t>
            </w:r>
          </w:p>
        </w:tc>
      </w:tr>
      <w:tr w:rsidR="00443EF7" w:rsidRPr="00185E73" w14:paraId="25AA240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ADABA" w14:textId="0B344C7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0628" w14:textId="70669F7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1EA6" w14:textId="2BFF719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925C" w14:textId="01B588E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94E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7F0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9F0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4BFA98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2E2D" w14:textId="67CA28F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37B5" w14:textId="5191AC1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0B69" w14:textId="5C8503C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8578" w14:textId="75EF571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53F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F37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60A6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5C7BA6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0A95" w14:textId="0EB5510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B84A" w14:textId="5CF3274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AD7A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392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0B5F" w14:textId="7736BA8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0791" w14:textId="099F219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C072B" w14:textId="38D96A0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45.65</w:t>
            </w:r>
          </w:p>
        </w:tc>
      </w:tr>
      <w:tr w:rsidR="00443EF7" w:rsidRPr="00185E73" w14:paraId="2A5313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D39B3" w14:textId="50156CA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lastRenderedPageBreak/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4FD0" w14:textId="60F6925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927E" w14:textId="6E5A0D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9A89" w14:textId="0FC38EF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2B1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E35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263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7E4412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A2BE" w14:textId="2AA376E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0BAB" w14:textId="5C15D43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92E8" w14:textId="4C7A7AE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5923E" w14:textId="11CA1EA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24B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A82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411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2DDED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CA44" w14:textId="66DC361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B5AB6" w14:textId="2914ABF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C0F3" w14:textId="1915C36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F309" w14:textId="72F6016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620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B9F5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51F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3E1CB6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6989" w14:textId="6E89DCD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8AE2" w14:textId="39E9370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B8F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FD2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29834" w14:textId="42F035F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5EC17" w14:textId="1452662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3.827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0918" w14:textId="382676F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187.54</w:t>
            </w:r>
          </w:p>
        </w:tc>
      </w:tr>
      <w:tr w:rsidR="00443EF7" w:rsidRPr="00185E73" w14:paraId="79CA2C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03300" w14:textId="5C15A83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7E10" w14:textId="45E2D5C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F76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81E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B0C4" w14:textId="2A308CB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4957" w14:textId="2393E6C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44ED" w14:textId="7C09625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142.45</w:t>
            </w:r>
          </w:p>
        </w:tc>
      </w:tr>
      <w:tr w:rsidR="00443EF7" w:rsidRPr="00185E73" w14:paraId="464A70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AD45" w14:textId="30CB774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E963" w14:textId="08AAE9C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5315" w14:textId="1FD6759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177B" w14:textId="016A11F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B52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9F1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D33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0F2919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6D602" w14:textId="36C4B1F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FB6C" w14:textId="32ED63B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18E8" w14:textId="5816784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3860" w14:textId="7110589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884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D79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C1B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0AD335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0BB0" w14:textId="63ACE84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МЛАДЕН СТАНУЛОВ ВЛАДИМИРОВ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4DFC" w14:textId="7B57C43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7784" w14:textId="710F0BF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DAEC" w14:textId="694B773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4CA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6FF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4E7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47076C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17E2" w14:textId="02CE31B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330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C1E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624E" w14:textId="3B5565B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11.394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F91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CE63" w14:textId="562BCE1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8.767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6D14" w14:textId="698EF49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429.59</w:t>
            </w:r>
          </w:p>
        </w:tc>
      </w:tr>
      <w:tr w:rsidR="00443EF7" w:rsidRPr="00185E73" w14:paraId="4745C8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0E2C" w14:textId="5B26531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38E0B" w14:textId="684F59B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1098" w14:textId="4732E8E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4D78" w14:textId="071DAAB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8.123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BB8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EA9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58B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185E73" w14:paraId="2165F9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D03D" w14:textId="601479B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B4D0" w14:textId="0C8EBAA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64C3" w14:textId="5A9A4EB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2E1C" w14:textId="6CCB6E7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B48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560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A3E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185E73" w14:paraId="06A2D9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EB10" w14:textId="30717B7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A772B" w14:textId="0C9A7D5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627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781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D731" w14:textId="1DC6544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206F" w14:textId="5C9C2F6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4.451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0D8F" w14:textId="6ED3C68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218.10</w:t>
            </w:r>
          </w:p>
        </w:tc>
      </w:tr>
      <w:tr w:rsidR="00443EF7" w:rsidRPr="00185E73" w14:paraId="0358A9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5740" w14:textId="7B651D8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A3689" w14:textId="7129F93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06CE" w14:textId="7249951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0C8ED" w14:textId="0BEA119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1FD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82D3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645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CE024B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5EA3" w14:textId="5DECEDD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55AD" w14:textId="656C88B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AC1D" w14:textId="0FC60F9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8BFB" w14:textId="3C50699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05E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97A7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D66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7B2DB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699D" w14:textId="439BBF0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6AC0" w14:textId="48FD31B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22D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4D5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76F94" w14:textId="3469D53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02F00" w14:textId="5B2633C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E041" w14:textId="639CBF4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65.17</w:t>
            </w:r>
          </w:p>
        </w:tc>
      </w:tr>
      <w:tr w:rsidR="00443EF7" w:rsidRPr="00185E73" w14:paraId="763F76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881B" w14:textId="7BA8607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2B1B" w14:textId="0589D91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8698" w14:textId="145A778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629E" w14:textId="6DA7B7D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025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A81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43D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3A434D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1DEA" w14:textId="4301BFF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9257" w14:textId="352DEF4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0904" w14:textId="3E411F0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D07F" w14:textId="63503E2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5D4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F93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4725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0C39F9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6210F" w14:textId="27250B1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F938" w14:textId="5326A98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B98B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316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6EC5E" w14:textId="0D4165E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DBF0" w14:textId="20EFE11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87E3" w14:textId="2D9AAE0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51.03</w:t>
            </w:r>
          </w:p>
        </w:tc>
      </w:tr>
      <w:tr w:rsidR="00443EF7" w:rsidRPr="00185E73" w14:paraId="56D9DB9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4CE9" w14:textId="7EC9EE0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7383" w14:textId="23BE130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65DF" w14:textId="4DEDF20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EA76" w14:textId="3C6BC12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9918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A7A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BA0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31816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664D" w14:textId="1E34E19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4BAD" w14:textId="6DBFF12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EC1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EED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7D75" w14:textId="7792D94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B2B2" w14:textId="57A5711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0B30" w14:textId="00F0A7E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</w:tr>
      <w:tr w:rsidR="00443EF7" w:rsidRPr="00185E73" w14:paraId="12A3CB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470C" w14:textId="30C5DC4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5386" w14:textId="319FB49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3669" w14:textId="56E075F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485C" w14:textId="7C1ABF3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F90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EC2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7166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74DD1B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6572" w14:textId="61760C3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8F3F" w14:textId="08BEA14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2CA4" w14:textId="143DBC5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77BB" w14:textId="1F7035F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06D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520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B96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6BE9B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B26B6" w14:textId="296C593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F12D" w14:textId="3CA6BCD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3C1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0C8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1C21B" w14:textId="63A655B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05395" w14:textId="7F34669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69CC" w14:textId="18507F6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31.85</w:t>
            </w:r>
          </w:p>
        </w:tc>
      </w:tr>
      <w:tr w:rsidR="00443EF7" w:rsidRPr="00185E73" w14:paraId="2D64A67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21E1" w14:textId="0952EF8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A115" w14:textId="4DBB249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A957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EE1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0694" w14:textId="1F78ABC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0DAA" w14:textId="7363884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31EA" w14:textId="4C6EE29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30.62</w:t>
            </w:r>
          </w:p>
        </w:tc>
      </w:tr>
      <w:tr w:rsidR="00443EF7" w:rsidRPr="00185E73" w14:paraId="5B5B27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0E22" w14:textId="5309EF2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18C1" w14:textId="3F292A6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54E4" w14:textId="294B71F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7922F" w14:textId="4E605A2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FE98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61F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1C7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2D90BD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CA74" w14:textId="24D251D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8AA6" w14:textId="339A4F7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D939" w14:textId="41E66D9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2E29" w14:textId="4006A43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953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386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61C8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3133B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A433" w14:textId="63D3CD8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1F2D" w14:textId="4F817DE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FBD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8D9C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4DD7" w14:textId="35C6EA8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E5B5" w14:textId="2B20AD1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17DD" w14:textId="1F9E0A7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25.87</w:t>
            </w:r>
          </w:p>
        </w:tc>
      </w:tr>
      <w:tr w:rsidR="00443EF7" w:rsidRPr="00185E73" w14:paraId="41AE2E2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263A" w14:textId="522C9EE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4CD9" w14:textId="14D8C18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9E923" w14:textId="5A847DE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C86B" w14:textId="27DEF36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28F8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318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04CC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40E84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2975" w14:textId="0C00C66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68B0" w14:textId="14C856C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BF318" w14:textId="64B6DA3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99A51" w14:textId="55DDCDA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CA8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54B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EED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5856C6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FA7E" w14:textId="13FF89C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9076" w14:textId="4D55173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CCCB" w14:textId="5468923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5DFC" w14:textId="4ABE1DC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8F5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0F0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C098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445D7A3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DAB0" w14:textId="5125D6F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699A" w14:textId="33B46C7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26B7" w14:textId="2BB0F30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184B" w14:textId="3E694F4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3B89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DF77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B4BF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7489CD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8FEDB" w14:textId="659FC13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F8E4" w14:textId="3CC5165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1ADE" w14:textId="6FF768B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A0E5" w14:textId="01781AA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60C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EDE1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527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37DC65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725DD" w14:textId="1D3E7B2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5679" w14:textId="01085DE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027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AB83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46BC" w14:textId="3906C6E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86F2" w14:textId="540A366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B3EE" w14:textId="26D7187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21.85</w:t>
            </w:r>
          </w:p>
        </w:tc>
      </w:tr>
      <w:tr w:rsidR="00443EF7" w:rsidRPr="00185E73" w14:paraId="7E7DD6E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7037D" w14:textId="3CAB3CE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AC40" w14:textId="104C5F0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E4ED" w14:textId="5CE68C1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0B20" w14:textId="13988A6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98D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C5F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E48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64F908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C9A5" w14:textId="40CEF84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83E0" w14:textId="5F17289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0668" w14:textId="167DD5B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C26A" w14:textId="747BCC2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0EE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CA0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B5B4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77BF5C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65081" w14:textId="03448EC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1A11" w14:textId="7826209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B04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F67A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E1F6" w14:textId="69BC1DF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8836" w14:textId="70D65BA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36464" w14:textId="6A86139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</w:tr>
      <w:tr w:rsidR="00443EF7" w:rsidRPr="00185E73" w14:paraId="52DE4F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7C8D" w14:textId="35A5E80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2FD3" w14:textId="38C3B46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7C34" w14:textId="46EDAFE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CCD5" w14:textId="2782503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B71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E7BB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434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68D43D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2E63" w14:textId="313E137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67518" w14:textId="357E2E6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C73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4D33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7BE2" w14:textId="44C6DB4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B4BBC" w14:textId="1BD796B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1931" w14:textId="38BE262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19.36</w:t>
            </w:r>
          </w:p>
        </w:tc>
      </w:tr>
      <w:tr w:rsidR="00443EF7" w:rsidRPr="00185E73" w14:paraId="09D7F2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4CF13" w14:textId="3C8758E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90F07" w14:textId="2F6B855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5496" w14:textId="4AE837F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DE8C" w14:textId="49B90B1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9BD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7D8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FDE1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A58D0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0FA5" w14:textId="5C3142F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EF7B" w14:textId="68E377F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008D" w14:textId="797F18D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E3E9" w14:textId="1BE8306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2E7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B7B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8105E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6795CC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104A3" w14:textId="78DC578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CAA4" w14:textId="3817EE2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BED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CA1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FD0C" w14:textId="09191D7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A3E1" w14:textId="238C7EB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0C582" w14:textId="5FE6824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443EF7" w:rsidRPr="00185E73" w14:paraId="4D68DB5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79B9" w14:textId="4AB3B55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86C7" w14:textId="6B413D9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3F3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EAA7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DECE5" w14:textId="40E4F2B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F557" w14:textId="2A414D0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F6E1" w14:textId="2635A00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443EF7" w:rsidRPr="00185E73" w14:paraId="270F7F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766D" w14:textId="1894D9A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051F" w14:textId="216E226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41B7" w14:textId="192B6BC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DFF4" w14:textId="31D2129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F384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F52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BA1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684DB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0DFE" w14:textId="085E488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9B8C" w14:textId="2412281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0E4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40B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46EB0" w14:textId="679885D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2C1B" w14:textId="61529B1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DD4E" w14:textId="3915688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</w:tr>
      <w:tr w:rsidR="00443EF7" w:rsidRPr="00185E73" w14:paraId="445B77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FCCA" w14:textId="0409265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BC9B" w14:textId="6E10C30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5D7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E82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34A5" w14:textId="1417B5B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850A" w14:textId="6CA23DC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CE6F" w14:textId="2728425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</w:tr>
      <w:tr w:rsidR="00443EF7" w:rsidRPr="00185E73" w14:paraId="398F0FA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00DC" w14:textId="4057319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DEF3" w14:textId="6C17084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E0C1" w14:textId="4AA4BCF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02BD" w14:textId="2CF24CA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FD01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14D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5A1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4801F0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1280" w14:textId="0D68F8D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8959" w14:textId="0F1F5D4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F4CB" w14:textId="414A01F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0B4E" w14:textId="4F3B7CF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76F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D47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F6C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6DA188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6898" w14:textId="68EED71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98E99" w14:textId="2DBF37A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5554" w14:textId="1BC6930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57E0" w14:textId="2C0438F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F67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98D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2C0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0B87178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1536E" w14:textId="589F8C9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A8438" w14:textId="7BE2175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2957" w14:textId="2BA60FD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D602" w14:textId="1CBA7D9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D7A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F69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EA8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434767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986F" w14:textId="2565841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A841" w14:textId="4288C8F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757F" w14:textId="14933D9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3F3D" w14:textId="6FAEC61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C02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875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409C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5295B80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ACBB" w14:textId="54C1336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33DB9" w14:textId="12DD572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E07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6EB4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F507" w14:textId="506616A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F445" w14:textId="777F5B6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D607" w14:textId="6BE1953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</w:tr>
      <w:tr w:rsidR="00443EF7" w:rsidRPr="00185E73" w14:paraId="63AC0A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5097" w14:textId="5A1174B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A769E" w14:textId="6AB67C6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42FE" w14:textId="75D0181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01EF" w14:textId="4B38466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0AB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B12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08D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6B510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0B2F" w14:textId="3B3D1B1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EF60" w14:textId="3245829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344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720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D95A" w14:textId="2FAFEC5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24DD" w14:textId="0B0BA24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23F4" w14:textId="585C2B6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6.96</w:t>
            </w:r>
          </w:p>
        </w:tc>
      </w:tr>
      <w:tr w:rsidR="00443EF7" w:rsidRPr="00185E73" w14:paraId="52F1EC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B169" w14:textId="26134BA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2C9D0" w14:textId="4D4AF6D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DAAC" w14:textId="4FECDC3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EC77" w14:textId="4CC90DB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62D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316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680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4B269B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D8CF" w14:textId="23365D6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510B" w14:textId="77A938E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F6A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2E7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AE93" w14:textId="31F856D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21657" w14:textId="1F27A7F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F8C0" w14:textId="4F632A8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</w:tr>
      <w:tr w:rsidR="00443EF7" w:rsidRPr="00185E73" w14:paraId="15799E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0BB7" w14:textId="75C1AC5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1F1B" w14:textId="21FDC01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82E6B" w14:textId="1EBF835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9006" w14:textId="341E1E3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DEC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DD67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0FA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13C1C3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3B47" w14:textId="0B7BE7C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CD64" w14:textId="2B76F49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2A7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75A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C637" w14:textId="0D92FD8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DC15" w14:textId="5B1523B8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0300" w14:textId="5508377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</w:tr>
      <w:tr w:rsidR="00443EF7" w:rsidRPr="00185E73" w14:paraId="33F5BE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D81C" w14:textId="758D02B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9DA3" w14:textId="3DADD57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4C9C" w14:textId="50E2E58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C0B4" w14:textId="2B8B9DA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7B6E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52A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790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4BECD17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2F82" w14:textId="572C8AC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5C9B" w14:textId="62D42E1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59A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85F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A869" w14:textId="00F8D44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A045" w14:textId="64F3F91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4A3C" w14:textId="7EA8A12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</w:tr>
      <w:tr w:rsidR="00443EF7" w:rsidRPr="00185E73" w14:paraId="6E236EF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DFD1" w14:textId="60659D8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1A29" w14:textId="35581D5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6A71" w14:textId="1069F39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17.63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38D5" w14:textId="4BB293B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1DA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FE3D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513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2B301B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7D5F" w14:textId="6FA36C5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НИКОЛАЙ ИВАЙЛОВ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9693" w14:textId="6B80C01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8946" w14:textId="455614E3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36A4" w14:textId="126C1CE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273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649B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6B81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35CF06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8609" w14:textId="62491E3D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E28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5E6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D3C8" w14:textId="2A1A053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26.791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750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F5692" w14:textId="43460C6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12.522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E326" w14:textId="7155CE6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613.60</w:t>
            </w:r>
          </w:p>
        </w:tc>
      </w:tr>
      <w:tr w:rsidR="00443EF7" w:rsidRPr="00185E73" w14:paraId="3BB2CB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94B6" w14:textId="5543F70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ПЕТЪР ТОДОРОВ ГАЦЕВ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EBD2" w14:textId="2B6909F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9D218" w14:textId="77B0C9B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DD7C2" w14:textId="54380C2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FCD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123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2FC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185E73" w14:paraId="5509F7B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8B87" w14:textId="7A71096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ПЕТЪР ТОДОРОВ ГАЦЕВ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A138" w14:textId="5D82EA7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BFD5" w14:textId="026ACC9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03BA" w14:textId="5637E7D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BDCF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081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31F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185E73" w14:paraId="46A837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4FC7" w14:textId="3E667E8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ПЕТЪР ТОДОРОВ ГАЦЕВ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5D09" w14:textId="7D109DA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F0A6" w14:textId="017D6B7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BC3A2" w14:textId="438F51B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E19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249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7A5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185E73" w14:paraId="33B78D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4705" w14:textId="23C5A18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ПЕТЪР ТОДОРОВ ГАЦЕВ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F5D64" w14:textId="6FD2299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7F3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7D6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0F37" w14:textId="6C9210C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790F" w14:textId="3A9B29AB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2A9D" w14:textId="6D9A4A9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53.90</w:t>
            </w:r>
          </w:p>
        </w:tc>
      </w:tr>
      <w:tr w:rsidR="00443EF7" w:rsidRPr="00185E73" w14:paraId="2ABBD3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6495" w14:textId="02AAD70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ПЕТЪР ТОДОРОВ ГАЦЕВ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9B11" w14:textId="6F08575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FCD97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01B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4D4E" w14:textId="2E0AE9F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66EE" w14:textId="73BD846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77C7" w14:textId="488DA36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443EF7" w:rsidRPr="00185E73" w14:paraId="771618B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C2EC" w14:textId="25BEF5E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ПЕТЪР ТОДОРОВ ГАЦЕВ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B5FE" w14:textId="29ED7006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BE71" w14:textId="14EF516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E7D7" w14:textId="3C11966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077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40F7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B99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0021FA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A0E1" w14:textId="32A4A6D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ПЕТЪР ТОДОРОВ ГАЦЕВ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9FBF" w14:textId="71A1AE9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2B38" w14:textId="62B4DF2E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CC1A" w14:textId="4FE2C43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C33C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9AB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AD74A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EF7" w:rsidRPr="00185E73" w14:paraId="23CA7B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AC6D2" w14:textId="29EE723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4FA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08E4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E328" w14:textId="3B9FC15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8.149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1E38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1606" w14:textId="7AC8933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A931" w14:textId="7BC3E3A4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102.89</w:t>
            </w:r>
          </w:p>
        </w:tc>
      </w:tr>
      <w:tr w:rsidR="00443EF7" w:rsidRPr="00185E73" w14:paraId="7D8F187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2970" w14:textId="75AA8530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ТАНЯ ГЕОРГИЕВА ВЛАДИМИРОВА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9922" w14:textId="29C47B4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9952" w14:textId="71BAEBFF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D52D" w14:textId="2AFC8A3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13.328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F8E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BF8A0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FC26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185E73" w14:paraId="599D12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245F9" w14:textId="79E4BC5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ТАНЯ ГЕОРГИЕВА ВЛАДИМИРОВА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58F8" w14:textId="571A5415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F125" w14:textId="28189AD9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7E41E" w14:textId="52F93BEA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sz w:val="18"/>
                <w:szCs w:val="18"/>
              </w:rPr>
              <w:t>10.918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3E45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CC212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00A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3EF7" w:rsidRPr="00185E73" w14:paraId="245F85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FA98" w14:textId="7F9BC9E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98F9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56C1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2333" w14:textId="169CAB7C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24.246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2363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47DC" w14:textId="136B7982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93EB" w14:textId="1D213251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7F1F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443EF7" w:rsidRPr="00185E73" w14:paraId="3CF7A3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181D" w14:textId="07AFB737" w:rsidR="00443EF7" w:rsidRPr="00443EF7" w:rsidRDefault="00A82D20" w:rsidP="00A82D2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057F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C7BB" w14:textId="77777777" w:rsidR="00443EF7" w:rsidRPr="004A7F1F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2EAB" w14:textId="569BEE1A" w:rsidR="00443EF7" w:rsidRPr="00443EF7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EF7">
              <w:rPr>
                <w:b/>
              </w:rPr>
              <w:t>839.811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38E1" w14:textId="77777777" w:rsidR="00443EF7" w:rsidRPr="00443EF7" w:rsidRDefault="00443EF7" w:rsidP="00443EF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D2A6" w14:textId="370A4E63" w:rsidR="00443EF7" w:rsidRPr="00443EF7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EF7">
              <w:rPr>
                <w:b/>
              </w:rPr>
              <w:t>232.967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0C03" w14:textId="216DF7DF" w:rsidR="00443EF7" w:rsidRPr="00443EF7" w:rsidRDefault="00443EF7" w:rsidP="00443EF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EF7">
              <w:rPr>
                <w:b/>
              </w:rPr>
              <w:t>11415.38</w:t>
            </w:r>
          </w:p>
        </w:tc>
      </w:tr>
    </w:tbl>
    <w:p w14:paraId="13E63776" w14:textId="0CCC1B4C" w:rsidR="00373762" w:rsidRPr="00185E73" w:rsidRDefault="00373762" w:rsidP="005745ED">
      <w:pPr>
        <w:ind w:firstLine="720"/>
        <w:jc w:val="both"/>
        <w:rPr>
          <w:b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1903A47F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914D73">
        <w:rPr>
          <w:lang w:val="ru-RU"/>
        </w:rPr>
        <w:t xml:space="preserve"> на</w:t>
      </w:r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443EF7">
        <w:rPr>
          <w:lang w:val="bg-BG"/>
        </w:rPr>
        <w:t>Смолча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6C43296F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B752A0">
        <w:rPr>
          <w:lang w:val="bg-BG"/>
        </w:rPr>
        <w:t xml:space="preserve">Контрол </w:t>
      </w:r>
      <w:r w:rsidRPr="0083710E">
        <w:rPr>
          <w:lang w:val="bg-BG"/>
        </w:rPr>
        <w:t>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25DF12A" w14:textId="59A218F1" w:rsidR="002213A1" w:rsidRDefault="002213A1" w:rsidP="002213A1">
      <w:pPr>
        <w:jc w:val="both"/>
        <w:rPr>
          <w:lang w:val="bg-BG"/>
        </w:rPr>
      </w:pPr>
    </w:p>
    <w:p w14:paraId="3AA3B828" w14:textId="77777777" w:rsidR="00B752A0" w:rsidRPr="00535D58" w:rsidRDefault="00B752A0" w:rsidP="002213A1">
      <w:pPr>
        <w:jc w:val="both"/>
        <w:rPr>
          <w:lang w:val="bg-BG"/>
        </w:rPr>
      </w:pPr>
    </w:p>
    <w:p w14:paraId="78F9A727" w14:textId="05524EEB" w:rsidR="002213A1" w:rsidRPr="00BA5A5A" w:rsidRDefault="00BA5A5A" w:rsidP="002213A1">
      <w:pPr>
        <w:ind w:firstLine="709"/>
        <w:jc w:val="both"/>
        <w:rPr>
          <w:b/>
          <w:lang w:val="bg-BG"/>
        </w:rPr>
      </w:pPr>
      <w:bookmarkStart w:id="6" w:name="_GoBack"/>
      <w:r w:rsidRPr="00BA5A5A">
        <w:rPr>
          <w:b/>
          <w:lang w:val="bg-BG"/>
        </w:rPr>
        <w:t>/П/</w:t>
      </w:r>
    </w:p>
    <w:bookmarkEnd w:id="6"/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5098FCF6" w:rsidR="002213A1" w:rsidRDefault="002213A1" w:rsidP="002213A1">
      <w:pPr>
        <w:rPr>
          <w:i/>
          <w:lang w:val="bg-BG"/>
        </w:rPr>
      </w:pPr>
    </w:p>
    <w:p w14:paraId="182D43CF" w14:textId="77777777" w:rsidR="00B752A0" w:rsidRDefault="00B752A0" w:rsidP="002213A1">
      <w:pPr>
        <w:rPr>
          <w:i/>
          <w:lang w:val="bg-BG"/>
        </w:rPr>
      </w:pPr>
    </w:p>
    <w:bookmarkEnd w:id="5"/>
    <w:p w14:paraId="12F0E1B0" w14:textId="77777777" w:rsidR="002213A1" w:rsidRPr="00CE78CA" w:rsidRDefault="002213A1" w:rsidP="002213A1">
      <w:pPr>
        <w:rPr>
          <w:i/>
          <w:lang w:val="bg-BG"/>
        </w:rPr>
      </w:pPr>
    </w:p>
    <w:sectPr w:rsidR="002213A1" w:rsidRPr="00CE78CA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0F70F" w14:textId="77777777" w:rsidR="00CF4C68" w:rsidRDefault="00CF4C68">
      <w:r>
        <w:separator/>
      </w:r>
    </w:p>
  </w:endnote>
  <w:endnote w:type="continuationSeparator" w:id="0">
    <w:p w14:paraId="67F94BCB" w14:textId="77777777" w:rsidR="00CF4C68" w:rsidRDefault="00CF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8C5552" w:rsidRDefault="008C555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8C5552" w:rsidRDefault="008C555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299AB36E" w:rsidR="008C5552" w:rsidRDefault="008C555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A5A"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/11</w:t>
        </w:r>
      </w:p>
    </w:sdtContent>
  </w:sdt>
  <w:p w14:paraId="0DF700C8" w14:textId="77777777" w:rsidR="008C5552" w:rsidRPr="00835BBA" w:rsidRDefault="008C555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F1BA1" w14:textId="77777777" w:rsidR="00CF4C68" w:rsidRDefault="00CF4C68">
      <w:r>
        <w:separator/>
      </w:r>
    </w:p>
  </w:footnote>
  <w:footnote w:type="continuationSeparator" w:id="0">
    <w:p w14:paraId="6D811215" w14:textId="77777777" w:rsidR="00CF4C68" w:rsidRDefault="00CF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8C5552" w:rsidRPr="005B69F7" w:rsidRDefault="008C555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8C5552" w:rsidRPr="005B69F7" w:rsidRDefault="008C555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8C5552" w:rsidRPr="0023186B" w:rsidRDefault="008C555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8C5552" w:rsidRPr="00983B22" w:rsidRDefault="008C555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8C5552" w:rsidRPr="00983B22" w:rsidRDefault="008C555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85E73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A349E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3EF7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37332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B4FDB"/>
    <w:rsid w:val="008C54F3"/>
    <w:rsid w:val="008C5552"/>
    <w:rsid w:val="008D1749"/>
    <w:rsid w:val="008D2703"/>
    <w:rsid w:val="008D7029"/>
    <w:rsid w:val="008E0E45"/>
    <w:rsid w:val="008F3A6E"/>
    <w:rsid w:val="008F411F"/>
    <w:rsid w:val="00914D73"/>
    <w:rsid w:val="00931B42"/>
    <w:rsid w:val="00933CBA"/>
    <w:rsid w:val="0093539B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82D20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752A0"/>
    <w:rsid w:val="00B80B62"/>
    <w:rsid w:val="00B97B20"/>
    <w:rsid w:val="00BA5128"/>
    <w:rsid w:val="00BA5A5A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4C68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74893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1184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F531-9FC4-46F4-BA71-50C67B8E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85</TotalTime>
  <Pages>1</Pages>
  <Words>3892</Words>
  <Characters>22190</Characters>
  <Application>Microsoft Office Word</Application>
  <DocSecurity>0</DocSecurity>
  <Lines>184</Lines>
  <Paragraphs>52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19</cp:revision>
  <cp:lastPrinted>2022-09-29T12:54:00Z</cp:lastPrinted>
  <dcterms:created xsi:type="dcterms:W3CDTF">2022-09-26T08:20:00Z</dcterms:created>
  <dcterms:modified xsi:type="dcterms:W3CDTF">2022-09-29T13:02:00Z</dcterms:modified>
</cp:coreProperties>
</file>