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1CE9A64E" w:rsidR="00454CDE" w:rsidRPr="00713EC9" w:rsidRDefault="005B4E9C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713EC9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100FDAE6" w:rsidR="00454CDE" w:rsidRPr="005B4E9C" w:rsidRDefault="005A2287" w:rsidP="005A2287">
      <w:pPr>
        <w:ind w:left="3600"/>
        <w:rPr>
          <w:b/>
          <w:lang w:val="bg-BG"/>
        </w:rPr>
      </w:pPr>
      <w:r w:rsidRPr="005B4E9C">
        <w:rPr>
          <w:b/>
          <w:lang w:val="bg-BG"/>
        </w:rPr>
        <w:t xml:space="preserve">   </w:t>
      </w:r>
      <w:r w:rsidR="00454CDE" w:rsidRPr="005B4E9C">
        <w:rPr>
          <w:b/>
          <w:lang w:val="bg-BG"/>
        </w:rPr>
        <w:t>№</w:t>
      </w:r>
      <w:r w:rsidR="005B4E9C" w:rsidRPr="005B4E9C">
        <w:rPr>
          <w:b/>
          <w:lang w:val="bg-BG"/>
        </w:rPr>
        <w:t>ПО-09-3155-3</w:t>
      </w:r>
    </w:p>
    <w:p w14:paraId="3795E67F" w14:textId="1878A2CC" w:rsidR="00454CDE" w:rsidRPr="005B4E9C" w:rsidRDefault="00454CDE" w:rsidP="00BE4052">
      <w:pPr>
        <w:ind w:left="2880" w:firstLine="720"/>
        <w:rPr>
          <w:b/>
          <w:lang w:val="bg-BG"/>
        </w:rPr>
      </w:pPr>
      <w:r w:rsidRPr="005B4E9C">
        <w:rPr>
          <w:b/>
          <w:lang w:val="bg-BG"/>
        </w:rPr>
        <w:t>София,</w:t>
      </w:r>
      <w:r w:rsidR="005B4E9C">
        <w:rPr>
          <w:b/>
          <w:lang w:val="bg-BG"/>
        </w:rPr>
        <w:t xml:space="preserve"> </w:t>
      </w:r>
      <w:r w:rsidR="005B4E9C" w:rsidRPr="005B4E9C">
        <w:rPr>
          <w:b/>
          <w:lang w:val="bg-BG"/>
        </w:rPr>
        <w:t>27.09.</w:t>
      </w:r>
      <w:r w:rsidR="0023186B" w:rsidRPr="005B4E9C">
        <w:rPr>
          <w:b/>
          <w:lang w:val="bg-BG"/>
        </w:rPr>
        <w:t>20</w:t>
      </w:r>
      <w:r w:rsidR="005A5B96" w:rsidRPr="005B4E9C">
        <w:rPr>
          <w:b/>
          <w:lang w:val="bg-BG"/>
        </w:rPr>
        <w:t>2</w:t>
      </w:r>
      <w:r w:rsidR="00CC444F" w:rsidRPr="005B4E9C">
        <w:rPr>
          <w:b/>
          <w:lang w:val="bg-BG"/>
        </w:rPr>
        <w:t>2</w:t>
      </w:r>
      <w:r w:rsidR="0023186B" w:rsidRPr="005B4E9C">
        <w:rPr>
          <w:b/>
          <w:lang w:val="bg-BG"/>
        </w:rPr>
        <w:t>г.</w:t>
      </w:r>
      <w:r w:rsidR="006727E9" w:rsidRPr="005B4E9C">
        <w:rPr>
          <w:b/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31639020" w14:textId="3B408722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373762">
        <w:rPr>
          <w:b/>
          <w:sz w:val="26"/>
          <w:szCs w:val="26"/>
          <w:lang w:val="bg-BG"/>
        </w:rPr>
        <w:t>3155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3EC0551F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373762" w:rsidRPr="00373762">
        <w:rPr>
          <w:b/>
          <w:lang w:val="bg-BG"/>
        </w:rPr>
        <w:t>Ропот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373762" w:rsidRPr="00373762">
        <w:rPr>
          <w:b/>
          <w:lang w:val="bg-BG"/>
        </w:rPr>
        <w:t>63001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C013D8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C013D8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C013D8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884578" w:rsidRPr="005446F8" w14:paraId="1CA6E0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0C93" w14:textId="2C920B6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596B" w14:textId="79CC739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178-40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14A6" w14:textId="337A52E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CF51" w14:textId="76CB177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13F2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E34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4B99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3F58074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68514A1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11941E0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178-40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7A5021C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6F2C63B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14FB86D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36.04</w:t>
            </w:r>
          </w:p>
        </w:tc>
      </w:tr>
      <w:tr w:rsidR="00884578" w:rsidRPr="005446F8" w14:paraId="1386F03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10714BC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6574474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205-40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38DEC3D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550CA5B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613D37D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53.05</w:t>
            </w:r>
          </w:p>
        </w:tc>
      </w:tr>
      <w:tr w:rsidR="00884578" w:rsidRPr="005446F8" w14:paraId="786C8AC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04930F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18C5071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205-40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59AE0CC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052CAE5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12F9109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68BF6E5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1C0AE35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0101A33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1E2A2CF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530B808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7B4FA15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38EDC46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F32A07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62A8C24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2B47202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3A1B4FD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14945AA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1A661A6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5A0F863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209C803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EEF731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</w:tr>
      <w:tr w:rsidR="00884578" w:rsidRPr="005446F8" w14:paraId="4E63588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331FA45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5FF01C5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197BBF5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3B68845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33A9AA4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50.62</w:t>
            </w:r>
          </w:p>
        </w:tc>
      </w:tr>
      <w:tr w:rsidR="00884578" w:rsidRPr="005446F8" w14:paraId="77C8ACA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0EF5B01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0270735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2F04968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5E10C54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446C9FF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</w:tr>
      <w:tr w:rsidR="00884578" w:rsidRPr="005446F8" w14:paraId="019F1F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16418D8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6BDFB38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88D862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BF1065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7FF8594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7585DB0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2B30541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</w:tr>
      <w:tr w:rsidR="00884578" w:rsidRPr="005446F8" w14:paraId="1F456DC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7817BBC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418B493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1785668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73BB19D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BDA396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</w:tr>
      <w:tr w:rsidR="00884578" w:rsidRPr="005446F8" w14:paraId="4782340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2DD9BDA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154C716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30A8355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401252A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19F9653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</w:tr>
      <w:tr w:rsidR="00884578" w:rsidRPr="005446F8" w14:paraId="5A8B94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0FAC268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5A4ECA1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1BAB549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16D8A08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5C59608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62045C6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25B669C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1A8BB85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0F9286E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034E001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6265763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69745D3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028096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70.96</w:t>
            </w:r>
          </w:p>
        </w:tc>
      </w:tr>
      <w:tr w:rsidR="00884578" w:rsidRPr="005446F8" w14:paraId="4B2D569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0AFD7DC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39CEE81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51AAF8B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2715A64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00FA288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23B8BB6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5A3855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0498EB6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798BA0B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7CA06AB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312A9BD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4AA8505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</w:tr>
      <w:tr w:rsidR="00884578" w:rsidRPr="005446F8" w14:paraId="42312AE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361F8C1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734D86A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00336EA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50293A0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58A35F2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</w:tr>
      <w:tr w:rsidR="00884578" w:rsidRPr="005446F8" w14:paraId="0A32138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0E86502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51BCF09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586661D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6AC53E0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2BE9EEE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</w:tr>
      <w:tr w:rsidR="00884578" w:rsidRPr="005446F8" w14:paraId="321D7EE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487F1C1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4F646D3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5ABF149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6F870DB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2B25621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</w:tr>
      <w:tr w:rsidR="00884578" w:rsidRPr="005446F8" w14:paraId="371B914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54320DD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1F4A9F8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14F4CD4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0CD668B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187B0AB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4356119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</w:tr>
      <w:tr w:rsidR="00884578" w:rsidRPr="005446F8" w14:paraId="6AD9964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57ED161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3D76049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739BF01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4055D81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0E56CF7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20EF107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E1BF0B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01A059A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3850372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785FFD7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158B066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1181B7B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3871016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</w:tr>
      <w:tr w:rsidR="00884578" w:rsidRPr="005446F8" w14:paraId="5F613BF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6250A3A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4AA38E4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7F95BAE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E3098A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95CD2A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30.06</w:t>
            </w:r>
          </w:p>
        </w:tc>
      </w:tr>
      <w:tr w:rsidR="00884578" w:rsidRPr="005446F8" w14:paraId="0356422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190AFD6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БЛАГОВЕСТ ЦВЕТАНОВ ПЕТРОВ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55A942D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5976492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29E18AE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4C9B888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884578" w:rsidRPr="005446F8" w14:paraId="1151F0E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05D27CF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1E1BFE0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7711C1B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15.696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7F42429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16.471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C02112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494.12</w:t>
            </w:r>
          </w:p>
        </w:tc>
      </w:tr>
      <w:tr w:rsidR="00884578" w:rsidRPr="005446F8" w14:paraId="50340A9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6658946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6F41223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30CA245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55E11CC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732DC1B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08D1C98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71EC144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477054F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381921A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372DFCE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7A4D25C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CB0268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CC2E90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39.81</w:t>
            </w:r>
          </w:p>
        </w:tc>
      </w:tr>
      <w:tr w:rsidR="00884578" w:rsidRPr="005446F8" w14:paraId="0228DE3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2C727F3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3F88553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6C3A548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14C9C3A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1B643E1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</w:tr>
      <w:tr w:rsidR="00884578" w:rsidRPr="005446F8" w14:paraId="7FF4831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6FAE5FA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0F977F9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42060D6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7D3C406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0B801E3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884578" w:rsidRPr="005446F8" w14:paraId="42DEABE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4D13F99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125C3A3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7731B6E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4941B55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78D6E87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884578" w:rsidRPr="005446F8" w14:paraId="6725428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67A185A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3A91694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777FB9A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11.239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7A03249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659FDA1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19.07</w:t>
            </w:r>
          </w:p>
        </w:tc>
      </w:tr>
      <w:tr w:rsidR="00884578" w:rsidRPr="005446F8" w14:paraId="5A93066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407DD24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35F9FE8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55387E0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A3F9B5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52A5AAF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389C116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56558B0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884578" w:rsidRPr="005446F8" w14:paraId="5FEB001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2AC3F5E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3ABE18C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29CA67E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55011DA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159C726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26DB588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47DEEF4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4E8D78C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245EBD1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8.243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6189C71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247.29</w:t>
            </w:r>
          </w:p>
        </w:tc>
      </w:tr>
      <w:tr w:rsidR="00884578" w:rsidRPr="005446F8" w14:paraId="4019A79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7DA6C69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021D92E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43989DA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50E5CAD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A0C59E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07F5C17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C78F90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6B64E7F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1AA2A40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6C7B237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2FF01EC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5DFC37A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4B0C694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36302CC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7133840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96.55</w:t>
            </w:r>
          </w:p>
        </w:tc>
      </w:tr>
      <w:tr w:rsidR="00884578" w:rsidRPr="005446F8" w14:paraId="3271647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605D967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0161AEB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1B79774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1DE0D65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558C029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69.71</w:t>
            </w:r>
          </w:p>
        </w:tc>
      </w:tr>
      <w:tr w:rsidR="00884578" w:rsidRPr="005446F8" w14:paraId="30B3116D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774C2C6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4050C0A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74FC11C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0543A95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0FC4F7C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884578" w:rsidRPr="005446F8" w14:paraId="10660A9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126260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631B808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311ED04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0629ED3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117E4F9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884578" w:rsidRPr="005446F8" w14:paraId="757669B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35C124C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4DADECD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2463030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05786CC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77F2C9F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29.94</w:t>
            </w:r>
          </w:p>
        </w:tc>
      </w:tr>
      <w:tr w:rsidR="00884578" w:rsidRPr="005446F8" w14:paraId="323477F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383AEC3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47859C0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6BBF976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3020229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5BDC8C9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17.87</w:t>
            </w:r>
          </w:p>
        </w:tc>
      </w:tr>
      <w:tr w:rsidR="00884578" w:rsidRPr="005446F8" w14:paraId="4A1A314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370984F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033F065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23E244A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3A71158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1F54093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</w:tr>
      <w:tr w:rsidR="00884578" w:rsidRPr="005446F8" w14:paraId="1244178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75F1E0F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5B502BB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DAABA9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C41C6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382591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</w:tr>
      <w:tr w:rsidR="00884578" w:rsidRPr="005446F8" w14:paraId="530EA4B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7AA0674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76A6D0C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78A549B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780A24C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3832001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</w:tr>
      <w:tr w:rsidR="00884578" w:rsidRPr="005446F8" w14:paraId="4FC9104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713B7BA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1203A01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3020835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6A5A9DC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163D5F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9.43</w:t>
            </w:r>
          </w:p>
        </w:tc>
      </w:tr>
      <w:tr w:rsidR="00884578" w:rsidRPr="005446F8" w14:paraId="0EBC064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5E13B26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34AF0AA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7E50550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16D1810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A398E1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4D0C591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6DC2168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884578" w:rsidRPr="005446F8" w14:paraId="4130F36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49E61C3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1BD5639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206-40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645A6A2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7BA6386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4CB9CB0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564268C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4BAD668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13EE548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32CE74A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355EDF9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13B4C6C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1939893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4F52F30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33.82</w:t>
            </w:r>
          </w:p>
        </w:tc>
      </w:tr>
      <w:tr w:rsidR="00884578" w:rsidRPr="005446F8" w14:paraId="571501DD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3C4235C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5315CBC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0637DC9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2815C53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7.084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663C030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212.51</w:t>
            </w:r>
          </w:p>
        </w:tc>
      </w:tr>
      <w:tr w:rsidR="00884578" w:rsidRPr="005446F8" w14:paraId="2E1AD06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274D364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5827281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713ACBD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77AA886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644022D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85.72</w:t>
            </w:r>
          </w:p>
        </w:tc>
      </w:tr>
      <w:tr w:rsidR="00884578" w:rsidRPr="005446F8" w14:paraId="1A8955D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0B85BEA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24F065D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357E9F2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55AD472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4312D42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1FC426D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5608843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4573D9D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739094A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0CA324C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69C5DD8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66D1311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0255AC3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70.85</w:t>
            </w:r>
          </w:p>
        </w:tc>
      </w:tr>
      <w:tr w:rsidR="00884578" w:rsidRPr="005446F8" w14:paraId="5847453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2BBC271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6C34CC9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409A8E6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45610D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74D1A30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</w:tr>
      <w:tr w:rsidR="00884578" w:rsidRPr="005446F8" w14:paraId="41D1367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2968655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25038E3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1472EFB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18638B1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3DDAAC2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28.81</w:t>
            </w:r>
          </w:p>
        </w:tc>
      </w:tr>
      <w:tr w:rsidR="00884578" w:rsidRPr="005446F8" w14:paraId="6EA39E1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090ADE4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00FE5E0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39690AC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0DCF59E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66B8972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</w:tr>
      <w:tr w:rsidR="00884578" w:rsidRPr="005446F8" w14:paraId="5537272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528CBC9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7C2CCB5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5D82CA6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7D9C025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6511FE5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</w:tr>
      <w:tr w:rsidR="00884578" w:rsidRPr="005446F8" w14:paraId="3BAFB0EF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7E5862A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1FCD2F8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1DA4408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414B6A2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053368F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31.89</w:t>
            </w:r>
          </w:p>
        </w:tc>
      </w:tr>
      <w:tr w:rsidR="00884578" w:rsidRPr="005446F8" w14:paraId="76A8D0EF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204E20E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704FE8B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4A0CA2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6777B08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75BB0E2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</w:tr>
      <w:tr w:rsidR="00884578" w:rsidRPr="005446F8" w14:paraId="1D49EC9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241A6DA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24ED227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1AAEF5F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384F182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4D5F48F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5B801F8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</w:tr>
      <w:tr w:rsidR="00884578" w:rsidRPr="005446F8" w14:paraId="4D0D161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5D463D0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6AA1391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4617527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7C35A6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6C70CE1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6.05</w:t>
            </w:r>
          </w:p>
        </w:tc>
      </w:tr>
      <w:tr w:rsidR="00884578" w:rsidRPr="005446F8" w14:paraId="58F64E52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3E9FB8B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107E860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0B6B5A3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6AC10F0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60E84E7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4B175DE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5A7B7BD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</w:tr>
      <w:tr w:rsidR="00884578" w:rsidRPr="005446F8" w14:paraId="4712550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84B7" w14:textId="4E4A645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5406" w14:textId="16F7F56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214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817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B889" w14:textId="418F740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199D" w14:textId="3762D5B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7E92" w14:textId="65AD5E3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</w:tr>
      <w:tr w:rsidR="00884578" w:rsidRPr="005446F8" w14:paraId="1E5B8A3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7511" w14:textId="470344A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E07F" w14:textId="636EC0F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416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E68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9D0B" w14:textId="2AEDCA4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53DD" w14:textId="7F76CE8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06D9" w14:textId="0BDCFF3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48.90</w:t>
            </w:r>
          </w:p>
        </w:tc>
      </w:tr>
      <w:tr w:rsidR="00884578" w:rsidRPr="005446F8" w14:paraId="4A68272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986D" w14:textId="383868A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5587" w14:textId="6713AFE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0446" w14:textId="03D1E6F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97F1" w14:textId="2834920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E054" w14:textId="7950E81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C005" w14:textId="2FE4C81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60EC" w14:textId="76DE1A3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</w:tr>
      <w:tr w:rsidR="00884578" w:rsidRPr="005446F8" w14:paraId="57FB55D2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192D" w14:textId="41A0785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9F8D" w14:textId="44364D3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B3A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AF7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18A2" w14:textId="723E2BF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E5BA" w14:textId="5629D13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F978" w14:textId="1D4CECA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</w:tr>
      <w:tr w:rsidR="00884578" w:rsidRPr="005446F8" w14:paraId="6F2E814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4256" w14:textId="2B1F6DD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D069" w14:textId="6FC529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069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9C67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1B8C" w14:textId="79D4B70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94B7" w14:textId="707FABF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F591" w14:textId="6CF503C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28.84</w:t>
            </w:r>
          </w:p>
        </w:tc>
      </w:tr>
      <w:tr w:rsidR="00884578" w:rsidRPr="005446F8" w14:paraId="6D67CF2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9D8A" w14:textId="0E9E326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B709" w14:textId="65FF3AF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B06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55D5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BF78" w14:textId="0B8597A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386E" w14:textId="1F18BD6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CC00" w14:textId="13273EC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22.02</w:t>
            </w:r>
          </w:p>
        </w:tc>
      </w:tr>
      <w:tr w:rsidR="00884578" w:rsidRPr="005446F8" w14:paraId="4F83194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CD82" w14:textId="639F7B9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DE40" w14:textId="7855CF0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17E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3D9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5BB" w14:textId="0EF565E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1947" w14:textId="7753986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AA8A" w14:textId="5D0A6B7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135.23</w:t>
            </w:r>
          </w:p>
        </w:tc>
      </w:tr>
      <w:tr w:rsidR="00884578" w:rsidRPr="005446F8" w14:paraId="011E2C6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3B30" w14:textId="73C9184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49972" w14:textId="04B5658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91B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EC02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D53A" w14:textId="3E04270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FD5D" w14:textId="405A52F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DD2F" w14:textId="642CDD1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22.97</w:t>
            </w:r>
          </w:p>
        </w:tc>
      </w:tr>
      <w:tr w:rsidR="00884578" w:rsidRPr="005446F8" w14:paraId="5A5E4389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BE43" w14:textId="282B7B2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15CA" w14:textId="272043F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B8BA" w14:textId="1BDB0D9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A950" w14:textId="3DA4B3D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31B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F02F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DF1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24E0228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8442" w14:textId="729521F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A88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00A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2C88" w14:textId="5E44E42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14.098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238B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3F93" w14:textId="13F1D43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61.053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A717" w14:textId="3F67C56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1831.59</w:t>
            </w:r>
          </w:p>
        </w:tc>
      </w:tr>
      <w:tr w:rsidR="00884578" w:rsidRPr="005446F8" w14:paraId="03DEB6C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C89A" w14:textId="0B0C144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BEC4" w14:textId="69737D5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181-40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6B1A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8EB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4317" w14:textId="0E9BD19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AFF0" w14:textId="0AC3572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3C50" w14:textId="02F45FB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89.96</w:t>
            </w:r>
          </w:p>
        </w:tc>
      </w:tr>
      <w:tr w:rsidR="00884578" w:rsidRPr="005446F8" w14:paraId="109BD7A6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0752" w14:textId="7407FD4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9C45" w14:textId="718CE09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181-40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E7D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2F26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8AF0" w14:textId="4491EAF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F39F" w14:textId="2CF09A7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242F" w14:textId="2561B32D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33.46</w:t>
            </w:r>
          </w:p>
        </w:tc>
      </w:tr>
      <w:tr w:rsidR="00884578" w:rsidRPr="005446F8" w14:paraId="09F5EB7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B41A" w14:textId="30237BD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1726" w14:textId="5C52032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181-40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CE24" w14:textId="514FBD2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23E6" w14:textId="7B18F7D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3341" w14:textId="5FDE611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1276" w14:textId="0DF735F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2E82" w14:textId="16491D5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7401A26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C46A" w14:textId="07E87EB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F8D0" w14:textId="7D5238A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2963" w14:textId="56552AE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B567" w14:textId="1C5BA2A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6.292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DC41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670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5BD4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09E44396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536C" w14:textId="027CC0F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3C5D" w14:textId="070439E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855E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28DC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653A" w14:textId="482CEDF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2BB9" w14:textId="7EB0FD6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4.564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4741" w14:textId="66F702B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136.92</w:t>
            </w:r>
          </w:p>
        </w:tc>
      </w:tr>
      <w:tr w:rsidR="00884578" w:rsidRPr="005446F8" w14:paraId="6A90BAA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8319" w14:textId="2D2FB7F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12FF" w14:textId="1AB0586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B454" w14:textId="7A3BC4D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BF60" w14:textId="61FCA95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9CF2" w14:textId="4F9ED51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A5F0" w14:textId="7D01F84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C09B" w14:textId="3BEC8DA0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578" w:rsidRPr="005446F8" w14:paraId="67A1E87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C123" w14:textId="34F8E15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2872" w14:textId="4AE9C10A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50E3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0C80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640A" w14:textId="049F6ED5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AFCB" w14:textId="736B9ED1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E89F" w14:textId="02B8B60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39.96</w:t>
            </w:r>
          </w:p>
        </w:tc>
      </w:tr>
      <w:tr w:rsidR="00884578" w:rsidRPr="005446F8" w14:paraId="25F50D1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3372" w14:textId="032C1F5C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89E1" w14:textId="4EBBC6B8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40-40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8B67" w14:textId="1901D7E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C243" w14:textId="7BBCE749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67FF" w14:textId="14C35776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6B71" w14:textId="24FEF4CE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A4AB" w14:textId="64023962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884578" w:rsidRPr="005446F8" w14:paraId="111B569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E997" w14:textId="4460476F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2A56" w14:textId="3CA1373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EEF8" w14:textId="77777777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961B" w14:textId="225E9AB3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66E0" w14:textId="0FCFA37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4369" w14:textId="2BBF5424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2181" w14:textId="660BB43B" w:rsidR="00884578" w:rsidRPr="005446F8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</w:tr>
      <w:tr w:rsidR="00884578" w:rsidRPr="00CE776C" w14:paraId="553641E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A029" w14:textId="6A0E1C63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3A88" w14:textId="3A6403D1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53FE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EFEC" w14:textId="04F57CFB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F07F" w14:textId="29F33A73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2814" w14:textId="7316193A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6F58" w14:textId="31D2C2E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884578" w:rsidRPr="00CE776C" w14:paraId="481255A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6D90" w14:textId="7D8BE311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DDB7" w14:textId="7A930A7E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9C5C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37F6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973C" w14:textId="760685C5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9B7B" w14:textId="7346DC76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B0DA" w14:textId="00848B7D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18.78</w:t>
            </w:r>
          </w:p>
        </w:tc>
      </w:tr>
      <w:tr w:rsidR="00884578" w:rsidRPr="00CE776C" w14:paraId="2E600006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4222" w14:textId="77E7EE2F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C5C1" w14:textId="17A96EA0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C47D2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1171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E0D5" w14:textId="5A059E34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41D6" w14:textId="249325EE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B5B1" w14:textId="3C22EAA9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</w:tr>
      <w:tr w:rsidR="00884578" w:rsidRPr="00CE776C" w14:paraId="0595396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ACEA" w14:textId="22912F03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5277" w14:textId="36C542DC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87AF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FFFE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8EB0" w14:textId="48A2B150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C07E" w14:textId="2479172A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715A" w14:textId="547A7C93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</w:tr>
      <w:tr w:rsidR="00884578" w:rsidRPr="00CE776C" w14:paraId="32AA7B3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D91F" w14:textId="7A09F6D4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61E3" w14:textId="6B4F24A4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2352" w14:textId="563D8AB5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E32B" w14:textId="11FF2796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D56B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39D2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FFDC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</w:tr>
      <w:tr w:rsidR="00884578" w:rsidRPr="00CE776C" w14:paraId="1250EC9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6364" w14:textId="049E5334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lastRenderedPageBreak/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C393" w14:textId="48EA9DB9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CCD8" w14:textId="6BB1A602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70C9" w14:textId="193A98D5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7B4E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2039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1015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</w:tr>
      <w:tr w:rsidR="00884578" w:rsidRPr="00CE776C" w14:paraId="4FCBAE3F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2DF5" w14:textId="7805F1D3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F190" w14:textId="171B32AD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E7D1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3A35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D1B5" w14:textId="0973D69E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C70D" w14:textId="3BFD0E9E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FD56" w14:textId="7626851C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</w:tr>
      <w:tr w:rsidR="00884578" w:rsidRPr="00CE776C" w14:paraId="191AC799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9734" w14:textId="3ECD687A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8A72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5081D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0C10" w14:textId="692DD9F9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10.106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9F3F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2122" w14:textId="1F101481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14.061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E8C0" w14:textId="46EF53AF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200006">
              <w:rPr>
                <w:rFonts w:ascii="Arial" w:hAnsi="Arial" w:cs="Arial"/>
                <w:b/>
                <w:bCs/>
                <w:sz w:val="18"/>
                <w:szCs w:val="18"/>
              </w:rPr>
              <w:t>421.82</w:t>
            </w:r>
          </w:p>
        </w:tc>
      </w:tr>
      <w:tr w:rsidR="00884578" w:rsidRPr="00CE776C" w14:paraId="14E986B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7F4C0" w14:textId="4FF97D15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253E1F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CCF2F8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91E76A" w14:textId="048E0E3D" w:rsidR="00884578" w:rsidRPr="00CE776C" w:rsidRDefault="000801CD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  <w:t>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67A6BF" w14:textId="77777777" w:rsidR="00884578" w:rsidRPr="00CE776C" w:rsidRDefault="00884578" w:rsidP="0088457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74D40A" w14:textId="452426D3" w:rsidR="00884578" w:rsidRPr="00CE776C" w:rsidRDefault="000801CD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  <w:t>91.585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F757A0" w14:textId="41990410" w:rsidR="00884578" w:rsidRPr="00CE776C" w:rsidRDefault="007B2B48" w:rsidP="0088457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  <w:t>2747,53</w:t>
            </w:r>
          </w:p>
        </w:tc>
      </w:tr>
    </w:tbl>
    <w:p w14:paraId="20EED769" w14:textId="55412EB4" w:rsidR="00373762" w:rsidRDefault="00373762" w:rsidP="005745ED">
      <w:pPr>
        <w:ind w:firstLine="720"/>
        <w:jc w:val="both"/>
        <w:rPr>
          <w:lang w:val="bg-BG"/>
        </w:rPr>
      </w:pPr>
    </w:p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2117F5FB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373762">
        <w:rPr>
          <w:lang w:val="bg-BG"/>
        </w:rPr>
        <w:t>Ропот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782A7FCF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5B4E9C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3F024DAE" w:rsidR="002213A1" w:rsidRDefault="002213A1" w:rsidP="002213A1">
      <w:pPr>
        <w:jc w:val="both"/>
        <w:rPr>
          <w:lang w:val="bg-BG"/>
        </w:rPr>
      </w:pPr>
    </w:p>
    <w:p w14:paraId="566AEC91" w14:textId="3B877D9E" w:rsidR="007C7BE5" w:rsidRPr="00C07B3D" w:rsidRDefault="00C07B3D" w:rsidP="002213A1">
      <w:pPr>
        <w:jc w:val="both"/>
        <w:rPr>
          <w:b/>
          <w:lang w:val="bg-BG"/>
        </w:rPr>
      </w:pPr>
      <w:r>
        <w:rPr>
          <w:lang w:val="bg-BG"/>
        </w:rPr>
        <w:tab/>
      </w:r>
      <w:bookmarkStart w:id="6" w:name="_GoBack"/>
      <w:r w:rsidRPr="00C07B3D">
        <w:rPr>
          <w:b/>
          <w:lang w:val="bg-BG"/>
        </w:rPr>
        <w:t>/П/</w:t>
      </w:r>
    </w:p>
    <w:bookmarkEnd w:id="6"/>
    <w:p w14:paraId="78F9A727" w14:textId="77777777"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2F0E1B0" w14:textId="77777777" w:rsidR="002213A1" w:rsidRPr="00CE78CA" w:rsidRDefault="002213A1" w:rsidP="002213A1">
      <w:pPr>
        <w:rPr>
          <w:i/>
          <w:lang w:val="bg-BG"/>
        </w:rPr>
      </w:pPr>
    </w:p>
    <w:sectPr w:rsidR="002213A1" w:rsidRPr="00CE78CA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F55F8" w14:textId="77777777" w:rsidR="004921D9" w:rsidRDefault="004921D9">
      <w:r>
        <w:separator/>
      </w:r>
    </w:p>
  </w:endnote>
  <w:endnote w:type="continuationSeparator" w:id="0">
    <w:p w14:paraId="2CD2A1F3" w14:textId="77777777" w:rsidR="004921D9" w:rsidRDefault="0049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73762" w:rsidRDefault="0037376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73762" w:rsidRDefault="0037376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0B8AFDD3" w:rsidR="00C2594B" w:rsidRDefault="00C2594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B3D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/3</w:t>
        </w:r>
      </w:p>
    </w:sdtContent>
  </w:sdt>
  <w:p w14:paraId="0DF700C8" w14:textId="77777777" w:rsidR="00373762" w:rsidRPr="00835BBA" w:rsidRDefault="0037376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EB63E" w14:textId="77777777" w:rsidR="005B4E9C" w:rsidRPr="005B4E9C" w:rsidRDefault="005B4E9C" w:rsidP="005B4E9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5B4E9C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5B4E9C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5B4E9C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00A21AF4" w14:textId="77777777" w:rsidR="005B4E9C" w:rsidRPr="005B4E9C" w:rsidRDefault="005B4E9C" w:rsidP="005B4E9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5B4E9C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4D099F30" w14:textId="19F2644E" w:rsidR="00373762" w:rsidRPr="005B4E9C" w:rsidRDefault="00373762" w:rsidP="005B4E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EFB55" w14:textId="77777777" w:rsidR="004921D9" w:rsidRDefault="004921D9">
      <w:r>
        <w:separator/>
      </w:r>
    </w:p>
  </w:footnote>
  <w:footnote w:type="continuationSeparator" w:id="0">
    <w:p w14:paraId="6D80B86A" w14:textId="77777777" w:rsidR="004921D9" w:rsidRDefault="00492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73762" w:rsidRPr="005B69F7" w:rsidRDefault="0037376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73762" w:rsidRPr="005B69F7" w:rsidRDefault="0037376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73762" w:rsidRPr="0023186B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73762" w:rsidRPr="00983B22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73762" w:rsidRPr="00983B22" w:rsidRDefault="0037376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1D9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4E9C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5E7A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3D12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C7BE5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6CE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00E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07B3D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CC85-B096-464E-AAE2-717F165B9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5</cp:revision>
  <cp:lastPrinted>2022-09-28T07:18:00Z</cp:lastPrinted>
  <dcterms:created xsi:type="dcterms:W3CDTF">2022-09-28T07:01:00Z</dcterms:created>
  <dcterms:modified xsi:type="dcterms:W3CDTF">2022-09-28T07:18:00Z</dcterms:modified>
</cp:coreProperties>
</file>