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023F378E" w:rsidR="00454CDE" w:rsidRPr="00713EC9" w:rsidRDefault="003E071A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598CE9F" w:rsidR="00454CDE" w:rsidRPr="003E071A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3E071A">
        <w:rPr>
          <w:b/>
          <w:lang w:val="bg-BG"/>
        </w:rPr>
        <w:t>№</w:t>
      </w:r>
      <w:r w:rsidR="003E071A" w:rsidRPr="003E071A">
        <w:rPr>
          <w:b/>
          <w:sz w:val="26"/>
          <w:szCs w:val="26"/>
          <w:lang w:val="bg-BG"/>
        </w:rPr>
        <w:t xml:space="preserve"> </w:t>
      </w:r>
      <w:r w:rsidR="003E071A" w:rsidRPr="003E071A">
        <w:rPr>
          <w:b/>
          <w:sz w:val="26"/>
          <w:szCs w:val="26"/>
          <w:lang w:val="bg-BG"/>
        </w:rPr>
        <w:t>ПО-09-3172</w:t>
      </w:r>
      <w:r w:rsidR="003E071A" w:rsidRPr="003E071A">
        <w:rPr>
          <w:b/>
          <w:lang w:val="bg-BG"/>
        </w:rPr>
        <w:t>-3</w:t>
      </w:r>
    </w:p>
    <w:p w14:paraId="3795E67F" w14:textId="2C758D99" w:rsidR="00454CDE" w:rsidRPr="003E071A" w:rsidRDefault="00454CDE" w:rsidP="00BE4052">
      <w:pPr>
        <w:ind w:left="2880" w:firstLine="720"/>
        <w:rPr>
          <w:b/>
          <w:lang w:val="bg-BG"/>
        </w:rPr>
      </w:pPr>
      <w:r w:rsidRPr="003E071A">
        <w:rPr>
          <w:b/>
          <w:lang w:val="bg-BG"/>
        </w:rPr>
        <w:t>София,</w:t>
      </w:r>
      <w:r w:rsidR="003E071A" w:rsidRPr="003E071A">
        <w:rPr>
          <w:b/>
          <w:lang w:val="bg-BG"/>
        </w:rPr>
        <w:t>28.09.</w:t>
      </w:r>
      <w:r w:rsidR="0023186B" w:rsidRPr="003E071A">
        <w:rPr>
          <w:b/>
          <w:lang w:val="bg-BG"/>
        </w:rPr>
        <w:t>20</w:t>
      </w:r>
      <w:r w:rsidR="005A5B96" w:rsidRPr="003E071A">
        <w:rPr>
          <w:b/>
          <w:lang w:val="bg-BG"/>
        </w:rPr>
        <w:t>2</w:t>
      </w:r>
      <w:r w:rsidR="00CC444F" w:rsidRPr="003E071A">
        <w:rPr>
          <w:b/>
          <w:lang w:val="bg-BG"/>
        </w:rPr>
        <w:t>2</w:t>
      </w:r>
      <w:r w:rsidR="0023186B" w:rsidRPr="003E071A">
        <w:rPr>
          <w:b/>
          <w:lang w:val="bg-BG"/>
        </w:rPr>
        <w:t>г.</w:t>
      </w:r>
      <w:r w:rsidR="006727E9" w:rsidRPr="003E071A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31639020" w14:textId="0DE3E750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5734C6">
        <w:rPr>
          <w:b/>
          <w:sz w:val="26"/>
          <w:szCs w:val="26"/>
          <w:lang w:val="bg-BG"/>
        </w:rPr>
        <w:t>3172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39E491FC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5734C6">
        <w:rPr>
          <w:b/>
          <w:lang w:val="bg-BG"/>
        </w:rPr>
        <w:t>Губеш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5734C6">
        <w:rPr>
          <w:b/>
          <w:lang w:val="bg-BG"/>
        </w:rPr>
        <w:t>18037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C013D8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C013D8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C013D8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5734C6" w:rsidRPr="005446F8" w14:paraId="1CA6E0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0C93" w14:textId="4F388C1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596B" w14:textId="4763D86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14A6" w14:textId="31FDA440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CF51" w14:textId="3234E338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13F2" w14:textId="5C72A7A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E343" w14:textId="3596E4F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4B99" w14:textId="78DAF17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101.44</w:t>
            </w:r>
          </w:p>
        </w:tc>
      </w:tr>
      <w:tr w:rsidR="005734C6" w:rsidRPr="005446F8" w14:paraId="3F58074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026EF166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752F9750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3DCCE04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C5239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20F624AA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4FBD01A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260CAFB2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4C6" w:rsidRPr="005446F8" w14:paraId="1386F03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60F428B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11CB80F4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471EBD26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014B309A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3C94369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43.64</w:t>
            </w:r>
          </w:p>
        </w:tc>
      </w:tr>
      <w:tr w:rsidR="005734C6" w:rsidRPr="005446F8" w14:paraId="786C8AC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1CFF5D55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0BAC4B5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A3A83AA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4BDB618F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6BD30AB1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1A4E0A16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3EE5A31E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</w:tr>
      <w:tr w:rsidR="005734C6" w:rsidRPr="005446F8" w14:paraId="0101A33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0AAF876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0AEB05B1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40611ED2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A14F0A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546076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1A96EBC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AE0511E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</w:tr>
      <w:tr w:rsidR="005734C6" w:rsidRPr="005446F8" w14:paraId="3A1B4FD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7A94B03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3539BA73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2B2A0BA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9CCB5F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D6DBFF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</w:tr>
      <w:tr w:rsidR="005734C6" w:rsidRPr="005446F8" w14:paraId="4E63588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566B360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6A04CB0A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54EE1B51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4D9AE6B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4A91D0B9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</w:tr>
      <w:tr w:rsidR="005734C6" w:rsidRPr="005446F8" w14:paraId="77C8AC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570125A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620EF081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722D6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52E741EE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0CD9317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</w:tr>
      <w:tr w:rsidR="005734C6" w:rsidRPr="005446F8" w14:paraId="019F1F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034C3CB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1EC1E3B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88D862F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BF1065B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0F49B5E8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21.149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9D44845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7FE54160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5734C6" w:rsidRPr="005446F8" w14:paraId="1F456DC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1909F690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D7DB136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2E44C15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752C5DD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1EBAD877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9.599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010F123E" w:rsidR="005734C6" w:rsidRPr="005446F8" w:rsidRDefault="005734C6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0B6C">
              <w:rPr>
                <w:rFonts w:ascii="Arial" w:hAnsi="Arial" w:cs="Arial"/>
                <w:b/>
                <w:bCs/>
                <w:sz w:val="18"/>
                <w:szCs w:val="18"/>
              </w:rPr>
              <w:t>278.37</w:t>
            </w:r>
          </w:p>
        </w:tc>
      </w:tr>
      <w:tr w:rsidR="00DC1151" w:rsidRPr="005446F8" w14:paraId="53A5857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CDA7" w14:textId="0C51A576" w:rsidR="00DC1151" w:rsidRP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Cs/>
                <w:sz w:val="18"/>
                <w:szCs w:val="18"/>
                <w:lang w:val="bg-BG"/>
              </w:rPr>
            </w:pPr>
            <w:r w:rsidRPr="00DC1151">
              <w:rPr>
                <w:rFonts w:ascii="Arial" w:hAnsi="Arial" w:cs="Arial"/>
                <w:bCs/>
                <w:sz w:val="18"/>
                <w:szCs w:val="18"/>
                <w:lang w:val="bg-BG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68CA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0784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2FA3" w14:textId="4ACB9636" w:rsidR="00DC1151" w:rsidRP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7481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4F1C" w14:textId="1C32D8DF" w:rsidR="00DC1151" w:rsidRP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9B45" w14:textId="3FDE4A74" w:rsidR="00DC1151" w:rsidRP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</w:tr>
      <w:tr w:rsidR="00DC1151" w:rsidRPr="005446F8" w14:paraId="7BAFE36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72A9" w14:textId="69DEDFB0" w:rsidR="00DC1151" w:rsidRP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DC11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8300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8D63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E882" w14:textId="7EBC7FDA" w:rsid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7907" w14:textId="77777777" w:rsidR="00DC1151" w:rsidRPr="005446F8" w:rsidRDefault="00DC1151" w:rsidP="005734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C50E" w14:textId="3A1E5F57" w:rsid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76D0" w14:textId="68142583" w:rsidR="00DC1151" w:rsidRDefault="00DC1151" w:rsidP="005734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</w:tr>
      <w:tr w:rsidR="00631ED8" w:rsidRPr="005734C6" w14:paraId="4782340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4C6F7411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5734C6">
              <w:rPr>
                <w:rFonts w:ascii="Arial" w:hAnsi="Arial" w:cs="Arial"/>
                <w:b/>
                <w:sz w:val="22"/>
                <w:szCs w:val="22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29FEE951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7777777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664CAFE8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5734C6">
              <w:rPr>
                <w:rFonts w:ascii="Arial" w:hAnsi="Arial" w:cs="Arial"/>
                <w:b/>
                <w:sz w:val="22"/>
                <w:szCs w:val="22"/>
                <w:lang w:val="bg-BG"/>
              </w:rPr>
              <w:t>2,503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6AB7D8A4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6F3FA9E9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5734C6">
              <w:rPr>
                <w:rFonts w:ascii="Arial" w:hAnsi="Arial" w:cs="Arial"/>
                <w:b/>
                <w:sz w:val="22"/>
                <w:szCs w:val="22"/>
                <w:lang w:val="bg-BG"/>
              </w:rPr>
              <w:t>9,599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0A306D6E" w:rsidR="00631ED8" w:rsidRPr="005734C6" w:rsidRDefault="00631ED8" w:rsidP="00631ED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5734C6">
              <w:rPr>
                <w:rFonts w:ascii="Arial" w:hAnsi="Arial" w:cs="Arial"/>
                <w:b/>
                <w:sz w:val="22"/>
                <w:szCs w:val="22"/>
                <w:lang w:val="bg-BG"/>
              </w:rPr>
              <w:t>278,37</w:t>
            </w:r>
          </w:p>
        </w:tc>
      </w:tr>
    </w:tbl>
    <w:p w14:paraId="20EED769" w14:textId="55412EB4" w:rsidR="00373762" w:rsidRPr="005734C6" w:rsidRDefault="00373762" w:rsidP="005745ED">
      <w:pPr>
        <w:ind w:firstLine="720"/>
        <w:jc w:val="both"/>
        <w:rPr>
          <w:b/>
          <w:sz w:val="22"/>
          <w:szCs w:val="22"/>
          <w:lang w:val="bg-BG"/>
        </w:rPr>
      </w:pPr>
    </w:p>
    <w:p w14:paraId="4003F3DF" w14:textId="77777777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lastRenderedPageBreak/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05E6A77C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5734C6">
        <w:rPr>
          <w:lang w:val="bg-BG"/>
        </w:rPr>
        <w:t>Губеш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21F8B737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F13A42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39A20052" w:rsidR="002213A1" w:rsidRDefault="002213A1" w:rsidP="002213A1">
      <w:pPr>
        <w:jc w:val="both"/>
        <w:rPr>
          <w:lang w:val="bg-BG"/>
        </w:rPr>
      </w:pPr>
    </w:p>
    <w:p w14:paraId="16F30A3B" w14:textId="6DB0AF23" w:rsidR="00F13A42" w:rsidRPr="006F0D39" w:rsidRDefault="006F0D39" w:rsidP="002213A1">
      <w:pPr>
        <w:jc w:val="both"/>
        <w:rPr>
          <w:b/>
          <w:lang w:val="bg-BG"/>
        </w:rPr>
      </w:pPr>
      <w:bookmarkStart w:id="6" w:name="_GoBack"/>
      <w:r w:rsidRPr="006F0D39">
        <w:rPr>
          <w:b/>
          <w:lang w:val="bg-BG"/>
        </w:rPr>
        <w:t>/П/</w:t>
      </w:r>
    </w:p>
    <w:bookmarkEnd w:id="6"/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7BA7B" w14:textId="77777777" w:rsidR="00DA12C1" w:rsidRDefault="00DA12C1">
      <w:r>
        <w:separator/>
      </w:r>
    </w:p>
  </w:endnote>
  <w:endnote w:type="continuationSeparator" w:id="0">
    <w:p w14:paraId="0058E678" w14:textId="77777777" w:rsidR="00DA12C1" w:rsidRDefault="00DA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73762" w:rsidRDefault="0037376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73762" w:rsidRDefault="0037376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752DD28" w:rsidR="00C2594B" w:rsidRDefault="00C259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D39">
          <w:rPr>
            <w:noProof/>
          </w:rPr>
          <w:t>2</w:t>
        </w:r>
        <w:r>
          <w:rPr>
            <w:noProof/>
          </w:rPr>
          <w:fldChar w:fldCharType="end"/>
        </w:r>
        <w:r w:rsidR="005734C6">
          <w:rPr>
            <w:noProof/>
            <w:lang w:val="bg-BG"/>
          </w:rPr>
          <w:t>/2</w:t>
        </w:r>
      </w:p>
    </w:sdtContent>
  </w:sdt>
  <w:p w14:paraId="0DF700C8" w14:textId="77777777" w:rsidR="00373762" w:rsidRPr="00835BBA" w:rsidRDefault="0037376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5B257" w14:textId="77777777" w:rsidR="00DA12C1" w:rsidRDefault="00DA12C1">
      <w:r>
        <w:separator/>
      </w:r>
    </w:p>
  </w:footnote>
  <w:footnote w:type="continuationSeparator" w:id="0">
    <w:p w14:paraId="4FEE55E3" w14:textId="77777777" w:rsidR="00DA12C1" w:rsidRDefault="00DA1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73762" w:rsidRPr="005B69F7" w:rsidRDefault="0037376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3762" w:rsidRPr="005B69F7" w:rsidRDefault="0037376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3762" w:rsidRPr="0023186B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3762" w:rsidRPr="00983B22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3762" w:rsidRPr="00983B22" w:rsidRDefault="0037376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1972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071A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34C6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1ED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0D39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D78B3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365B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237B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12C1"/>
    <w:rsid w:val="00DA5FC2"/>
    <w:rsid w:val="00DA6215"/>
    <w:rsid w:val="00DB0831"/>
    <w:rsid w:val="00DB36C9"/>
    <w:rsid w:val="00DB47C4"/>
    <w:rsid w:val="00DB7D60"/>
    <w:rsid w:val="00DC1151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1BDF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13A4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B539-019A-4AF5-AB51-1CC4C202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13</cp:revision>
  <cp:lastPrinted>2022-09-29T09:27:00Z</cp:lastPrinted>
  <dcterms:created xsi:type="dcterms:W3CDTF">2022-09-26T08:20:00Z</dcterms:created>
  <dcterms:modified xsi:type="dcterms:W3CDTF">2022-09-29T09:28:00Z</dcterms:modified>
</cp:coreProperties>
</file>