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EE9FC" w14:textId="187F9B51" w:rsidR="008C54F3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</w:t>
      </w:r>
    </w:p>
    <w:p w14:paraId="40DFF367" w14:textId="5E728DAD" w:rsidR="00454CDE" w:rsidRPr="00713EC9" w:rsidRDefault="00450DBF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</w:t>
      </w:r>
      <w:r w:rsidR="00454CDE" w:rsidRPr="00713EC9">
        <w:rPr>
          <w:b/>
          <w:sz w:val="32"/>
          <w:lang w:val="bg-BG"/>
        </w:rPr>
        <w:t>З А П О В Е Д</w:t>
      </w:r>
    </w:p>
    <w:p w14:paraId="6A897D39" w14:textId="59082DBE" w:rsidR="00454CDE" w:rsidRPr="00450DBF" w:rsidRDefault="005A2287" w:rsidP="005A2287">
      <w:pPr>
        <w:ind w:left="3600"/>
        <w:rPr>
          <w:b/>
          <w:lang w:val="bg-BG"/>
        </w:rPr>
      </w:pPr>
      <w:r w:rsidRPr="00CE78CA">
        <w:rPr>
          <w:lang w:val="bg-BG"/>
        </w:rPr>
        <w:t xml:space="preserve">   </w:t>
      </w:r>
      <w:r w:rsidR="00454CDE" w:rsidRPr="00450DBF">
        <w:rPr>
          <w:b/>
          <w:lang w:val="bg-BG"/>
        </w:rPr>
        <w:t>№</w:t>
      </w:r>
      <w:r w:rsidR="00450DBF" w:rsidRPr="00450DBF">
        <w:rPr>
          <w:b/>
          <w:sz w:val="26"/>
          <w:szCs w:val="26"/>
          <w:lang w:val="bg-BG"/>
        </w:rPr>
        <w:t xml:space="preserve"> </w:t>
      </w:r>
      <w:r w:rsidR="00450DBF" w:rsidRPr="00450DBF">
        <w:rPr>
          <w:b/>
          <w:sz w:val="26"/>
          <w:szCs w:val="26"/>
          <w:lang w:val="bg-BG"/>
        </w:rPr>
        <w:t>ПО-09-3175</w:t>
      </w:r>
      <w:r w:rsidR="00450DBF" w:rsidRPr="00450DBF">
        <w:rPr>
          <w:b/>
          <w:lang w:val="bg-BG"/>
        </w:rPr>
        <w:t>-3</w:t>
      </w:r>
    </w:p>
    <w:p w14:paraId="3795E67F" w14:textId="06E8A7A0" w:rsidR="00454CDE" w:rsidRDefault="00454CDE" w:rsidP="00BE4052">
      <w:pPr>
        <w:ind w:left="2880" w:firstLine="720"/>
        <w:rPr>
          <w:b/>
          <w:lang w:val="bg-BG"/>
        </w:rPr>
      </w:pPr>
      <w:r w:rsidRPr="00450DBF">
        <w:rPr>
          <w:b/>
          <w:lang w:val="bg-BG"/>
        </w:rPr>
        <w:t>София,</w:t>
      </w:r>
      <w:r w:rsidR="00450DBF">
        <w:rPr>
          <w:b/>
          <w:lang w:val="bg-BG"/>
        </w:rPr>
        <w:t xml:space="preserve"> </w:t>
      </w:r>
      <w:r w:rsidR="00450DBF" w:rsidRPr="00450DBF">
        <w:rPr>
          <w:b/>
          <w:lang w:val="bg-BG"/>
        </w:rPr>
        <w:t>28.09.</w:t>
      </w:r>
      <w:r w:rsidR="0023186B" w:rsidRPr="00450DBF">
        <w:rPr>
          <w:b/>
          <w:lang w:val="bg-BG"/>
        </w:rPr>
        <w:t>20</w:t>
      </w:r>
      <w:r w:rsidR="005A5B96" w:rsidRPr="00450DBF">
        <w:rPr>
          <w:b/>
          <w:lang w:val="bg-BG"/>
        </w:rPr>
        <w:t>2</w:t>
      </w:r>
      <w:r w:rsidR="00CC444F" w:rsidRPr="00450DBF">
        <w:rPr>
          <w:b/>
          <w:lang w:val="bg-BG"/>
        </w:rPr>
        <w:t>2</w:t>
      </w:r>
      <w:r w:rsidR="0023186B" w:rsidRPr="00450DBF">
        <w:rPr>
          <w:b/>
          <w:lang w:val="bg-BG"/>
        </w:rPr>
        <w:t>г.</w:t>
      </w:r>
      <w:r w:rsidR="006727E9" w:rsidRPr="00450DBF">
        <w:rPr>
          <w:b/>
          <w:lang w:val="bg-BG"/>
        </w:rPr>
        <w:t xml:space="preserve">  </w:t>
      </w:r>
    </w:p>
    <w:p w14:paraId="4AC61418" w14:textId="77777777" w:rsidR="00450DBF" w:rsidRPr="00450DBF" w:rsidRDefault="00450DBF" w:rsidP="00BE4052">
      <w:pPr>
        <w:ind w:left="2880" w:firstLine="720"/>
        <w:rPr>
          <w:b/>
          <w:lang w:val="bg-BG"/>
        </w:rPr>
      </w:pPr>
    </w:p>
    <w:p w14:paraId="31639020" w14:textId="22931E6C" w:rsidR="004A3929" w:rsidRPr="00374CAD" w:rsidRDefault="004A3929" w:rsidP="004A3929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ал.4 от Устройствения правилник на областните дирекции “Земеделие”, в сила от 26.01.2010г., издаден от Министерството на земеделието и храните, </w:t>
      </w:r>
      <w:r w:rsidRPr="0083710E">
        <w:rPr>
          <w:lang w:val="bg-BG"/>
        </w:rPr>
        <w:t>обн.ДВ, бр.7/26.01.2010г.,</w:t>
      </w:r>
      <w:r w:rsidRPr="0083710E">
        <w:rPr>
          <w:lang w:val="ru-RU"/>
        </w:rPr>
        <w:t xml:space="preserve"> </w:t>
      </w:r>
      <w:r w:rsidRPr="0083710E">
        <w:rPr>
          <w:lang w:val="bg-BG"/>
        </w:rPr>
        <w:t>посл. изм. ДВ</w:t>
      </w:r>
      <w:bookmarkStart w:id="0" w:name="_Hlk83647061"/>
      <w:r w:rsidRPr="0083710E">
        <w:rPr>
          <w:lang w:val="bg-BG"/>
        </w:rPr>
        <w:t xml:space="preserve">, </w:t>
      </w:r>
      <w:bookmarkStart w:id="1" w:name="_Hlk83647891"/>
      <w:r w:rsidRPr="0083710E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>
        <w:rPr>
          <w:lang w:val="bg-BG"/>
        </w:rPr>
        <w:t>41</w:t>
      </w:r>
      <w:r w:rsidRPr="0083710E">
        <w:rPr>
          <w:lang w:val="bg-BG"/>
        </w:rPr>
        <w:t xml:space="preserve"> от 0</w:t>
      </w:r>
      <w:r>
        <w:rPr>
          <w:lang w:val="bg-BG"/>
        </w:rPr>
        <w:t>3</w:t>
      </w:r>
      <w:r w:rsidRPr="0083710E">
        <w:rPr>
          <w:lang w:val="bg-BG"/>
        </w:rPr>
        <w:t xml:space="preserve"> </w:t>
      </w:r>
      <w:bookmarkEnd w:id="2"/>
      <w:bookmarkEnd w:id="3"/>
      <w:bookmarkEnd w:id="4"/>
      <w:r>
        <w:rPr>
          <w:lang w:val="bg-BG"/>
        </w:rPr>
        <w:t>юни</w:t>
      </w:r>
      <w:r w:rsidRPr="0083710E">
        <w:rPr>
          <w:lang w:val="bg-BG"/>
        </w:rPr>
        <w:t xml:space="preserve"> 202</w:t>
      </w:r>
      <w:r>
        <w:rPr>
          <w:lang w:val="bg-BG"/>
        </w:rPr>
        <w:t xml:space="preserve">2 </w:t>
      </w:r>
      <w:r w:rsidRPr="0083710E">
        <w:rPr>
          <w:lang w:val="bg-BG"/>
        </w:rPr>
        <w:t xml:space="preserve">г., </w:t>
      </w:r>
      <w:bookmarkEnd w:id="0"/>
      <w:bookmarkEnd w:id="1"/>
      <w:r w:rsidRPr="0083710E">
        <w:rPr>
          <w:lang w:val="bg-BG"/>
        </w:rPr>
        <w:t>чл.37в, ал.4 от Закона</w:t>
      </w:r>
      <w:r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>
        <w:rPr>
          <w:lang w:val="bg-BG"/>
        </w:rPr>
        <w:t xml:space="preserve">Заповед </w:t>
      </w:r>
      <w:r>
        <w:rPr>
          <w:sz w:val="26"/>
          <w:szCs w:val="26"/>
          <w:lang w:val="bg-BG"/>
        </w:rPr>
        <w:t xml:space="preserve">№ </w:t>
      </w:r>
      <w:r w:rsidRPr="00373762">
        <w:rPr>
          <w:b/>
          <w:sz w:val="26"/>
          <w:szCs w:val="26"/>
          <w:lang w:val="bg-BG"/>
        </w:rPr>
        <w:t>ПО-09-</w:t>
      </w:r>
      <w:r w:rsidR="00346877">
        <w:rPr>
          <w:b/>
          <w:sz w:val="26"/>
          <w:szCs w:val="26"/>
          <w:lang w:val="bg-BG"/>
        </w:rPr>
        <w:t>3175</w:t>
      </w:r>
      <w:r w:rsidRPr="00373762">
        <w:rPr>
          <w:b/>
          <w:sz w:val="26"/>
          <w:szCs w:val="26"/>
          <w:lang w:val="bg-BG"/>
        </w:rPr>
        <w:t>/</w:t>
      </w:r>
      <w:r w:rsidR="00373762">
        <w:rPr>
          <w:b/>
          <w:sz w:val="26"/>
          <w:szCs w:val="26"/>
          <w:lang w:val="bg-BG"/>
        </w:rPr>
        <w:t>26</w:t>
      </w:r>
      <w:r w:rsidRPr="00373762">
        <w:rPr>
          <w:b/>
          <w:sz w:val="26"/>
          <w:szCs w:val="26"/>
          <w:lang w:val="bg-BG"/>
        </w:rPr>
        <w:t>.07.2022 г.</w:t>
      </w:r>
    </w:p>
    <w:p w14:paraId="2AD71702" w14:textId="77777777" w:rsidR="00CF6799" w:rsidRDefault="00CF6799" w:rsidP="005E5F37">
      <w:pPr>
        <w:ind w:left="2160" w:firstLine="720"/>
        <w:jc w:val="both"/>
        <w:rPr>
          <w:b/>
          <w:lang w:val="bg-BG"/>
        </w:rPr>
      </w:pPr>
    </w:p>
    <w:p w14:paraId="7E0C97DE" w14:textId="6B73BB20" w:rsidR="008F3A6E" w:rsidRDefault="00C41B72" w:rsidP="005E5F37">
      <w:pPr>
        <w:ind w:left="2160" w:firstLine="720"/>
        <w:jc w:val="both"/>
        <w:rPr>
          <w:lang w:val="bg-BG"/>
        </w:rPr>
      </w:pPr>
      <w:r>
        <w:rPr>
          <w:b/>
          <w:lang w:val="bg-BG"/>
        </w:rPr>
        <w:t xml:space="preserve">   </w:t>
      </w:r>
      <w:r w:rsidR="0058230C">
        <w:rPr>
          <w:b/>
          <w:lang w:val="bg-BG"/>
        </w:rPr>
        <w:t xml:space="preserve">   </w:t>
      </w:r>
      <w:r w:rsidR="003813FC">
        <w:rPr>
          <w:b/>
          <w:lang w:val="bg-BG"/>
        </w:rPr>
        <w:t xml:space="preserve">   </w:t>
      </w:r>
      <w:r w:rsidR="00463733" w:rsidRPr="00CE78CA">
        <w:rPr>
          <w:b/>
          <w:lang w:val="bg-BG"/>
        </w:rPr>
        <w:t>О П Р Е Д Е Л Я</w:t>
      </w:r>
      <w:r w:rsidR="00463733" w:rsidRPr="00CE78CA">
        <w:rPr>
          <w:lang w:val="bg-BG"/>
        </w:rPr>
        <w:t xml:space="preserve"> </w:t>
      </w:r>
      <w:r w:rsidR="00463733" w:rsidRPr="00CE78CA">
        <w:rPr>
          <w:b/>
          <w:lang w:val="bg-BG"/>
        </w:rPr>
        <w:t>М</w:t>
      </w:r>
      <w:r w:rsidR="00463733" w:rsidRPr="00CE78CA">
        <w:rPr>
          <w:lang w:val="bg-BG"/>
        </w:rPr>
        <w:t>:</w:t>
      </w:r>
    </w:p>
    <w:p w14:paraId="51DE9EF4" w14:textId="77777777" w:rsidR="00450DBF" w:rsidRPr="00CE78CA" w:rsidRDefault="00450DBF" w:rsidP="005E5F37">
      <w:pPr>
        <w:ind w:left="2160" w:firstLine="720"/>
        <w:jc w:val="both"/>
        <w:rPr>
          <w:lang w:val="bg-BG"/>
        </w:rPr>
      </w:pPr>
    </w:p>
    <w:p w14:paraId="790F0D27" w14:textId="11F3720A" w:rsidR="00E52E11" w:rsidRDefault="00E52E11" w:rsidP="005745ED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>и имоти за ползване</w:t>
      </w:r>
      <w:r w:rsidR="00871654" w:rsidRPr="00CE78CA">
        <w:rPr>
          <w:lang w:val="bg-BG"/>
        </w:rPr>
        <w:t xml:space="preserve"> по  </w:t>
      </w:r>
      <w:r w:rsidR="00871654" w:rsidRPr="004A35CC">
        <w:rPr>
          <w:lang w:val="bg-BG"/>
        </w:rPr>
        <w:t>чл. 37в ал.</w:t>
      </w:r>
      <w:r w:rsidR="00713EC9" w:rsidRPr="004A35CC">
        <w:rPr>
          <w:lang w:val="bg-BG"/>
        </w:rPr>
        <w:t>2</w:t>
      </w:r>
      <w:r w:rsidR="00871654" w:rsidRPr="004A35CC">
        <w:rPr>
          <w:color w:val="FF0000"/>
          <w:lang w:val="ru-RU"/>
        </w:rPr>
        <w:t xml:space="preserve"> </w:t>
      </w:r>
      <w:r w:rsidR="00713EC9">
        <w:rPr>
          <w:lang w:val="ru-RU"/>
        </w:rPr>
        <w:t xml:space="preserve">  </w:t>
      </w:r>
      <w:r w:rsidR="00871654" w:rsidRPr="00CE78CA">
        <w:rPr>
          <w:lang w:val="bg-BG"/>
        </w:rPr>
        <w:t>от ЗСПЗЗ</w:t>
      </w:r>
      <w:r w:rsidRPr="00CE78CA">
        <w:rPr>
          <w:lang w:val="bg-BG"/>
        </w:rPr>
        <w:t>, разпределени в границите им съобразно, изготвеното</w:t>
      </w:r>
      <w:r w:rsidR="006655C6" w:rsidRPr="00CE78CA">
        <w:rPr>
          <w:lang w:val="bg-BG"/>
        </w:rPr>
        <w:t xml:space="preserve"> </w:t>
      </w:r>
      <w:r w:rsidR="005E5F37" w:rsidRPr="004A35CC">
        <w:rPr>
          <w:b/>
          <w:u w:val="single"/>
          <w:lang w:val="bg-BG"/>
        </w:rPr>
        <w:t>доброволно споразумение</w:t>
      </w:r>
      <w:r w:rsidR="005E5F37" w:rsidRPr="004A35CC">
        <w:rPr>
          <w:u w:val="single"/>
          <w:lang w:val="bg-BG"/>
        </w:rPr>
        <w:t xml:space="preserve"> за </w:t>
      </w:r>
      <w:r w:rsidR="005E5F37" w:rsidRPr="004A35CC">
        <w:rPr>
          <w:b/>
          <w:u w:val="single"/>
          <w:lang w:val="bg-BG"/>
        </w:rPr>
        <w:t>орна земя</w:t>
      </w:r>
      <w:r w:rsidR="005E5F37" w:rsidRPr="004A35CC">
        <w:rPr>
          <w:u w:val="single"/>
          <w:lang w:val="bg-BG"/>
        </w:rPr>
        <w:t xml:space="preserve"> </w:t>
      </w:r>
      <w:r w:rsidR="003361C6" w:rsidRPr="00CE78CA">
        <w:rPr>
          <w:lang w:val="bg-BG"/>
        </w:rPr>
        <w:t xml:space="preserve">за землището на </w:t>
      </w:r>
      <w:r w:rsidR="003361C6" w:rsidRPr="00373762">
        <w:rPr>
          <w:b/>
          <w:lang w:val="bg-BG"/>
        </w:rPr>
        <w:t>с</w:t>
      </w:r>
      <w:r w:rsidR="00346877">
        <w:rPr>
          <w:b/>
          <w:lang w:val="bg-BG"/>
        </w:rPr>
        <w:t>.Голеш</w:t>
      </w:r>
      <w:r w:rsidRPr="00373762">
        <w:rPr>
          <w:b/>
          <w:lang w:val="bg-BG"/>
        </w:rPr>
        <w:t xml:space="preserve">, общ. </w:t>
      </w:r>
      <w:r w:rsidR="00373762" w:rsidRPr="00373762">
        <w:rPr>
          <w:b/>
          <w:lang w:val="bg-BG"/>
        </w:rPr>
        <w:t>Годеч</w:t>
      </w:r>
      <w:r w:rsidRPr="00373762">
        <w:rPr>
          <w:b/>
          <w:lang w:val="bg-BG"/>
        </w:rPr>
        <w:t>,</w:t>
      </w:r>
      <w:r w:rsidRPr="00373762">
        <w:rPr>
          <w:b/>
          <w:lang w:val="ru-RU"/>
        </w:rPr>
        <w:t xml:space="preserve"> </w:t>
      </w:r>
      <w:r w:rsidRPr="00373762">
        <w:rPr>
          <w:b/>
          <w:lang w:val="bg-BG"/>
        </w:rPr>
        <w:t xml:space="preserve">ЕКАТТЕ </w:t>
      </w:r>
      <w:r w:rsidR="00346877">
        <w:rPr>
          <w:b/>
          <w:lang w:val="bg-BG"/>
        </w:rPr>
        <w:t>15572</w:t>
      </w:r>
      <w:r w:rsidRPr="00CE78CA">
        <w:rPr>
          <w:lang w:val="bg-BG"/>
        </w:rPr>
        <w:t xml:space="preserve"> </w:t>
      </w:r>
      <w:r w:rsidRPr="00373762">
        <w:rPr>
          <w:b/>
          <w:lang w:val="bg-BG"/>
        </w:rPr>
        <w:t xml:space="preserve">област </w:t>
      </w:r>
      <w:r w:rsidR="00D66684" w:rsidRPr="00373762">
        <w:rPr>
          <w:b/>
          <w:lang w:val="bg-BG"/>
        </w:rPr>
        <w:t>София</w:t>
      </w:r>
      <w:r w:rsidRPr="00CE78CA">
        <w:rPr>
          <w:lang w:val="bg-BG"/>
        </w:rPr>
        <w:t xml:space="preserve">, за стопанската </w:t>
      </w:r>
      <w:r w:rsidRPr="00373762">
        <w:rPr>
          <w:b/>
          <w:lang w:val="bg-BG"/>
        </w:rPr>
        <w:t>20</w:t>
      </w:r>
      <w:r w:rsidR="005A5B96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2</w:t>
      </w:r>
      <w:r w:rsidR="00EE2FF9" w:rsidRPr="00373762">
        <w:rPr>
          <w:b/>
          <w:lang w:val="bg-BG"/>
        </w:rPr>
        <w:t xml:space="preserve"> – 20</w:t>
      </w:r>
      <w:r w:rsidR="002E0A30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3</w:t>
      </w:r>
      <w:r w:rsidR="00871654" w:rsidRPr="00CE78CA">
        <w:rPr>
          <w:lang w:val="bg-BG"/>
        </w:rPr>
        <w:t xml:space="preserve"> </w:t>
      </w:r>
      <w:r w:rsidRPr="00CE78CA">
        <w:rPr>
          <w:lang w:val="bg-BG"/>
        </w:rPr>
        <w:t>година, както следва:</w:t>
      </w:r>
    </w:p>
    <w:p w14:paraId="6CA6FEEC" w14:textId="0FF0B8D1" w:rsidR="00373762" w:rsidRDefault="00373762" w:rsidP="005745ED">
      <w:pPr>
        <w:ind w:firstLine="720"/>
        <w:jc w:val="both"/>
        <w:rPr>
          <w:lang w:val="bg-BG"/>
        </w:rPr>
      </w:pPr>
    </w:p>
    <w:tbl>
      <w:tblPr>
        <w:tblW w:w="10348" w:type="dxa"/>
        <w:tblInd w:w="-8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3"/>
        <w:gridCol w:w="1134"/>
        <w:gridCol w:w="1275"/>
        <w:gridCol w:w="993"/>
        <w:gridCol w:w="992"/>
        <w:gridCol w:w="992"/>
        <w:gridCol w:w="1559"/>
      </w:tblGrid>
      <w:tr w:rsidR="00373762" w:rsidRPr="00B97607" w14:paraId="229DCFD6" w14:textId="77777777" w:rsidTr="006412DD">
        <w:trPr>
          <w:cantSplit/>
          <w:trHeight w:val="495"/>
        </w:trPr>
        <w:tc>
          <w:tcPr>
            <w:tcW w:w="34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B5DEE4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ПОЛЗВАТЕЛ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4AD38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МАСИВ №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E5EF65" w14:textId="77777777" w:rsidR="00373762" w:rsidRPr="00B97607" w:rsidRDefault="00373762" w:rsidP="006412DD">
            <w:pPr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С  РЕГИСТРИРАНО</w:t>
            </w:r>
            <w:r w:rsidRPr="00B97607">
              <w:rPr>
                <w:b/>
                <w:lang w:val="ru-RU"/>
              </w:rPr>
              <w:t xml:space="preserve"> </w:t>
            </w:r>
            <w:r w:rsidRPr="00B97607">
              <w:rPr>
                <w:b/>
                <w:lang w:val="bg-BG"/>
              </w:rPr>
              <w:t>ПРАВНО ОСНОВАНИЕ</w:t>
            </w:r>
          </w:p>
        </w:tc>
        <w:tc>
          <w:tcPr>
            <w:tcW w:w="35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DDC6B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ПО ЧЛ. 37В, АЛ. 3, Т. 2 ОТ ЗСПЗЗ</w:t>
            </w:r>
          </w:p>
        </w:tc>
      </w:tr>
      <w:tr w:rsidR="00373762" w:rsidRPr="00B97607" w14:paraId="521B4EAC" w14:textId="77777777" w:rsidTr="006412DD">
        <w:trPr>
          <w:cantSplit/>
          <w:trHeight w:val="227"/>
        </w:trPr>
        <w:tc>
          <w:tcPr>
            <w:tcW w:w="340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B0BDA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426C22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3B2832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 НА ИМОТ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81E9D3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F3E718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</w:t>
            </w:r>
          </w:p>
          <w:p w14:paraId="67F55A55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НА ИМОТ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976E2F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6ACBDB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ДЪЛЖИМО РЕНТНО ПЛАЩАНЕ ЛВ.</w:t>
            </w:r>
          </w:p>
        </w:tc>
      </w:tr>
      <w:tr w:rsidR="00346877" w:rsidRPr="005446F8" w14:paraId="1386F03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B096E" w14:textId="753F342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59003" w14:textId="14C0B27C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28EC4" w14:textId="2000B2C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BE093" w14:textId="483E7AFA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34C7B" w14:textId="3F8BEB54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13.55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9E5CC" w14:textId="75CFDCC4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4.414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19827" w14:textId="42553095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176.56</w:t>
            </w:r>
          </w:p>
        </w:tc>
      </w:tr>
      <w:tr w:rsidR="00346877" w:rsidRPr="005446F8" w14:paraId="786C8AC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AB5AA" w14:textId="593594D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8175F" w14:textId="779B548A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55E78" w14:textId="59F68DF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5FBF4" w14:textId="3070298B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FC218" w14:textId="1D0735E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13.54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5CF56" w14:textId="38ACD8C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4.391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FEE0F" w14:textId="5A054B05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175.64</w:t>
            </w:r>
          </w:p>
        </w:tc>
      </w:tr>
      <w:tr w:rsidR="00346877" w:rsidRPr="005446F8" w14:paraId="0101A33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56350" w14:textId="181BDAE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FDEB0" w14:textId="7FA9B2D2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ECBB2" w14:textId="106D9F5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499F" w14:textId="4584BDAE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A506C" w14:textId="2C3E198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13.53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C1C38" w14:textId="65651D0A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3.805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37A25" w14:textId="7317E4CB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152.21</w:t>
            </w:r>
          </w:p>
        </w:tc>
      </w:tr>
      <w:tr w:rsidR="00346877" w:rsidRPr="005446F8" w14:paraId="3A1B4FD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EB97D" w14:textId="76B1299E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EC1B6" w14:textId="05968591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A2521" w14:textId="57335C11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F3DCE" w14:textId="27392B0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2C103" w14:textId="7A8EC631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13.40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333E8" w14:textId="525640A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2.678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B3560" w14:textId="51FC4F3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107.12</w:t>
            </w:r>
          </w:p>
        </w:tc>
      </w:tr>
      <w:tr w:rsidR="00346877" w:rsidRPr="005446F8" w14:paraId="4E63588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3764D" w14:textId="5777E26C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E3778" w14:textId="2D36233A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2EC15" w14:textId="4415698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7B447" w14:textId="7B5341E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BC8AF" w14:textId="10F22152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EA098" w14:textId="33F4F19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2.440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3A87B" w14:textId="56E4636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97.58</w:t>
            </w:r>
          </w:p>
        </w:tc>
      </w:tr>
      <w:tr w:rsidR="00346877" w:rsidRPr="005446F8" w14:paraId="77C8ACA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88883" w14:textId="12C544F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9F662" w14:textId="34F2E76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E03E9" w14:textId="7777777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8FAA7" w14:textId="7777777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BFFE" w14:textId="65A4656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65FA0" w14:textId="6ED344C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2.394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F2343" w14:textId="3A03A6F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95.76</w:t>
            </w:r>
          </w:p>
        </w:tc>
      </w:tr>
      <w:tr w:rsidR="00346877" w:rsidRPr="005446F8" w14:paraId="019F1F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3DE53" w14:textId="392955FB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512C3" w14:textId="01D44884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D78F1" w14:textId="6DB57245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56E92" w14:textId="09B48741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FB9A6" w14:textId="47EEAA9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1CA47" w14:textId="2A14783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1.767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9EFBE" w14:textId="6E54E0B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70.68</w:t>
            </w:r>
          </w:p>
        </w:tc>
      </w:tr>
      <w:tr w:rsidR="00346877" w:rsidRPr="005446F8" w14:paraId="1F456DC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0AB90" w14:textId="493EE88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2855C" w14:textId="0D6ABD7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2FBC1" w14:textId="7777777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0F314" w14:textId="7777777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A298C" w14:textId="52F22EFA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AD2F" w14:textId="30011CFD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0.798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8CF4C" w14:textId="35C1EC8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31.93</w:t>
            </w:r>
          </w:p>
        </w:tc>
      </w:tr>
      <w:tr w:rsidR="00346877" w:rsidRPr="005446F8" w14:paraId="4782340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0421B" w14:textId="6B9BCFFB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4DA1A" w14:textId="5386C15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FFE8C" w14:textId="73B371C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13.38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5184D" w14:textId="4620DD5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0.758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21AD6" w14:textId="75D780B5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13.38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C6DEA" w14:textId="67718B8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2.273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1929B" w14:textId="0A018F2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90.94</w:t>
            </w:r>
          </w:p>
        </w:tc>
      </w:tr>
      <w:tr w:rsidR="00346877" w:rsidRPr="005446F8" w14:paraId="5A8B944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C3C9" w14:textId="78DCD8D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DEEA8" w14:textId="4B770FD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96771" w14:textId="038AC77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22DAB" w14:textId="1583FCED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EEE3C" w14:textId="31A66D7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649F6" w14:textId="58C22BF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5.881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05E3A" w14:textId="2C1DBCB6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235.26</w:t>
            </w:r>
          </w:p>
        </w:tc>
      </w:tr>
      <w:tr w:rsidR="00346877" w:rsidRPr="005446F8" w14:paraId="1A8BB85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49DB8" w14:textId="0BDD500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37696" w14:textId="445337EA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90AB3" w14:textId="35DCBDC5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C1CF7" w14:textId="1257301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00274" w14:textId="4794E805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AE3FF" w14:textId="3695E3C1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98EE5" w14:textId="2F4F3815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80.00</w:t>
            </w:r>
          </w:p>
        </w:tc>
      </w:tr>
      <w:tr w:rsidR="00346877" w:rsidRPr="005446F8" w14:paraId="4B2D569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BB094" w14:textId="0D2756B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08D7" w14:textId="3936A98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9E950" w14:textId="43B97C02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8674B" w14:textId="10FC8CFD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FA227" w14:textId="0113AF31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CA063" w14:textId="6B348EEA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1.844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1D74B" w14:textId="5A5B95FA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73.75</w:t>
            </w:r>
          </w:p>
        </w:tc>
      </w:tr>
      <w:tr w:rsidR="00346877" w:rsidRPr="005446F8" w14:paraId="5A3855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F28D6" w14:textId="06957DA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E4EA4" w14:textId="30021D6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BCC90" w14:textId="4D9E4794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361C4" w14:textId="146DA6A2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A718D" w14:textId="5C2DBE12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2DD6D" w14:textId="61E19C5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1.635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8912" w14:textId="2737B3B6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65.42</w:t>
            </w:r>
          </w:p>
        </w:tc>
      </w:tr>
      <w:tr w:rsidR="00346877" w:rsidRPr="005446F8" w14:paraId="42312A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D8069" w14:textId="1EF61B7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40CB1" w14:textId="62898A76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7C641" w14:textId="5191BAF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14.18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D914A" w14:textId="5EBE775C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BB075" w14:textId="65C1F865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338C" w14:textId="134F56C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F60CB" w14:textId="093A0E9D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0A32138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D3FB" w14:textId="4BF5F84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C2BE3" w14:textId="3641F52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C65EC" w14:textId="5DAAC80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F135B" w14:textId="6D83359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67760" w14:textId="1B660E8B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E9E9A" w14:textId="3548A145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7562E" w14:textId="3E5FA57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40.24</w:t>
            </w:r>
          </w:p>
        </w:tc>
      </w:tr>
      <w:tr w:rsidR="00346877" w:rsidRPr="005446F8" w14:paraId="321D7EE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4F757" w14:textId="765A9D9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1ACC2" w14:textId="0D5BA26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D5463" w14:textId="7777777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B1F80" w14:textId="7777777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43A8E" w14:textId="0F717A3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73740" w14:textId="0F6A906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F47AC" w14:textId="0632CC5D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40.04</w:t>
            </w:r>
          </w:p>
        </w:tc>
      </w:tr>
      <w:tr w:rsidR="00346877" w:rsidRPr="005446F8" w14:paraId="371B914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95F12" w14:textId="65D6B272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10D82" w14:textId="7888B52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F126" w14:textId="0E749DA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2E5C4" w14:textId="14F4CD4C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57B6E" w14:textId="2F99742D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CF2AB" w14:textId="2D0ABD6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65D72" w14:textId="10104D0B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19.92</w:t>
            </w:r>
          </w:p>
        </w:tc>
      </w:tr>
      <w:tr w:rsidR="00346877" w:rsidRPr="005446F8" w14:paraId="6AD9964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1AA89" w14:textId="5C685CC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81DC3" w14:textId="2ABD6BC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B36E" w14:textId="4DCB5F1A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26AE4" w14:textId="21A18DD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B5DD4" w14:textId="3FDCB7CA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B8647" w14:textId="11839BF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4.174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B19CC" w14:textId="01026B6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166.96</w:t>
            </w:r>
          </w:p>
        </w:tc>
      </w:tr>
      <w:tr w:rsidR="00346877" w:rsidRPr="005446F8" w14:paraId="01A059A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7F718" w14:textId="54DF3C1D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F1596" w14:textId="1311FB62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BC202" w14:textId="1219778E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E8824" w14:textId="2EA88595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99681" w14:textId="33E58B2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14.49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D35F" w14:textId="081966D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1.309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C8467" w14:textId="518AF4A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52.36</w:t>
            </w:r>
          </w:p>
        </w:tc>
      </w:tr>
      <w:tr w:rsidR="00346877" w:rsidRPr="005446F8" w14:paraId="5F613BF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C64B5" w14:textId="5AD7E356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07C6D" w14:textId="27393715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2C9A" w14:textId="5902D62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14.37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5E2F8" w14:textId="5CDD7DFD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0.676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10175" w14:textId="3837301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1DCA4" w14:textId="383DED9A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2.029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A5239" w14:textId="3AD10CB4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81.15</w:t>
            </w:r>
          </w:p>
        </w:tc>
      </w:tr>
      <w:tr w:rsidR="00346877" w:rsidRPr="005446F8" w14:paraId="035642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60B62" w14:textId="00E1347B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F7F3A" w14:textId="5AA6F30D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098A1" w14:textId="244C863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C3A0B" w14:textId="6E67EF1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A4DE" w14:textId="51C7258B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0AFA4" w14:textId="5FF8396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7.387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EFBFF" w14:textId="50BF4AE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295.50</w:t>
            </w:r>
          </w:p>
        </w:tc>
      </w:tr>
      <w:tr w:rsidR="00346877" w:rsidRPr="005446F8" w14:paraId="1151F0E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57857" w14:textId="55A9975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659BA" w14:textId="66200ED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D1048" w14:textId="76E64251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14.18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68096" w14:textId="7A8B130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2.415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FB996" w14:textId="45A9CCA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F60B9" w14:textId="3FAEFD1B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E59A6" w14:textId="2A3EA0E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50340A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2845D" w14:textId="44672D8C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CA61A" w14:textId="454B1A84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CDD68" w14:textId="53B430BB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6ADD5" w14:textId="0C2A7416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7A710" w14:textId="6D451ECE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CCC2" w14:textId="0FBBB16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3.742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BEDF0" w14:textId="2E91C444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149.68</w:t>
            </w:r>
          </w:p>
        </w:tc>
      </w:tr>
      <w:tr w:rsidR="00346877" w:rsidRPr="005446F8" w14:paraId="4FDD3A8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EFFA0" w14:textId="2923243E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19C33" w14:textId="4432399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25321" w14:textId="7777777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BE38B" w14:textId="7777777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51B12" w14:textId="55D7176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C57A2" w14:textId="37A91525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2.506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AB060" w14:textId="6C9D00A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100.22</w:t>
            </w:r>
          </w:p>
        </w:tc>
      </w:tr>
      <w:tr w:rsidR="00346877" w:rsidRPr="005446F8" w14:paraId="19B2F6D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85233" w14:textId="5E2F338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62812" w14:textId="53D89DAE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C2790" w14:textId="288F969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67DCE" w14:textId="337B9F0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50E0C" w14:textId="3825FBAC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89D67" w14:textId="2434B8B2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0.357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B575B" w14:textId="159E5BE2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14.30</w:t>
            </w:r>
          </w:p>
        </w:tc>
      </w:tr>
      <w:tr w:rsidR="00346877" w:rsidRPr="005446F8" w14:paraId="35A5D8C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DB4EE" w14:textId="7737B10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2F08A" w14:textId="2E9082FD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2D56B" w14:textId="78FDE52B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13.44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24A4D" w14:textId="3F4DAAD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4.454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6369" w14:textId="19785AD1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77B26" w14:textId="0DE8079A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C5000" w14:textId="1AFA42F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477054F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847F4" w14:textId="219FDCA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lastRenderedPageBreak/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D65CF" w14:textId="0CE02D96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78DF1" w14:textId="5E974632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D24ED" w14:textId="46524E6B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E71CA" w14:textId="0F419B34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13.42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0161D" w14:textId="62EBC6D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1.530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D5E88" w14:textId="0A384C1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61.18</w:t>
            </w:r>
          </w:p>
        </w:tc>
      </w:tr>
      <w:tr w:rsidR="00346877" w:rsidRPr="005446F8" w14:paraId="0228DE3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814C5" w14:textId="2CCB3531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19446" w14:textId="0AC46CCD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1F895" w14:textId="5C752392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A139E" w14:textId="6B19EBBA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F63AC" w14:textId="2C8E995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13.36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F9E11" w14:textId="759D602A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1.988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FD130" w14:textId="317F28FD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79.52</w:t>
            </w:r>
          </w:p>
        </w:tc>
      </w:tr>
      <w:tr w:rsidR="00346877" w:rsidRPr="005446F8" w14:paraId="7FF483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13A78" w14:textId="765443F4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CF5AB" w14:textId="19BFE3E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99D6D" w14:textId="7195C224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12.13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945A0" w14:textId="1945E102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0DB9A" w14:textId="28D5BC01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55991" w14:textId="2A9A47A2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6.511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9F97A" w14:textId="7BBAE07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260.45</w:t>
            </w:r>
          </w:p>
        </w:tc>
      </w:tr>
      <w:tr w:rsidR="00346877" w:rsidRPr="005446F8" w14:paraId="42DEABE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57439" w14:textId="4B418A5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8A685" w14:textId="2C663C4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900CC" w14:textId="69221FA4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12.16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9310" w14:textId="5D24BFDA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5.786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69784" w14:textId="1AD62C1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F8077" w14:textId="0D2335DE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02314" w14:textId="6277131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6725428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59D7F" w14:textId="65E0EFE6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81683" w14:textId="0160455E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45F5A" w14:textId="6551CF75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12.105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AEFA3" w14:textId="0E90B112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83F4A" w14:textId="45E0DDE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0FC7B" w14:textId="6CE26F9D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2EB99" w14:textId="107ED5F2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5A9306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5BE90" w14:textId="5FE5BE41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C506A" w14:textId="0BC09EBB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184-40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5AB87" w14:textId="77961A9C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24.5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23CA7" w14:textId="5487D91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11.519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87A4" w14:textId="5CD399E4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98887" w14:textId="079E3E95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776BD" w14:textId="3BF380BA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5FEB001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88949" w14:textId="7AA04276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78B64" w14:textId="7122936A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184-40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B34F2" w14:textId="1CBE018E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B1BE7" w14:textId="5E5FD011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4DA6" w14:textId="567E2EBC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1C63F" w14:textId="41D3CB6C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F6323" w14:textId="752FC20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200.03</w:t>
            </w:r>
          </w:p>
        </w:tc>
      </w:tr>
      <w:tr w:rsidR="00346877" w:rsidRPr="005446F8" w14:paraId="159C726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066E6" w14:textId="44327D0D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63E3" w14:textId="5FF429B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184-40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CEF9B" w14:textId="7777777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0D59E" w14:textId="7777777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FCCBE" w14:textId="34F17B6B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E4D4C" w14:textId="2F18903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2.604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81FE5" w14:textId="5C61476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104.16</w:t>
            </w:r>
          </w:p>
        </w:tc>
      </w:tr>
      <w:tr w:rsidR="00346877" w:rsidRPr="005446F8" w14:paraId="4019A7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CB314" w14:textId="1AFC0CF6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ED6D1" w14:textId="528A001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184-40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3CD84" w14:textId="0C56D5D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026A2" w14:textId="745C19CD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6DAFB" w14:textId="1332AAE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BCFFC" w14:textId="19D3485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2.285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6D9AE" w14:textId="598C1FEE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91.42</w:t>
            </w:r>
          </w:p>
        </w:tc>
      </w:tr>
      <w:tr w:rsidR="00346877" w:rsidRPr="005446F8" w14:paraId="6B64E7F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F8C0C" w14:textId="6FB1C8D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7EAE" w14:textId="127403E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184-40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9647" w14:textId="369446E6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5FD0F" w14:textId="6DA38E3A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9E510" w14:textId="07C7911D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594FE" w14:textId="0E16BC3C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1.848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1A99E" w14:textId="19401434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73.92</w:t>
            </w:r>
          </w:p>
        </w:tc>
      </w:tr>
      <w:tr w:rsidR="00346877" w:rsidRPr="005446F8" w14:paraId="3271647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D935" w14:textId="4A53D08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07E14" w14:textId="0C73A962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184-40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1851B" w14:textId="7777777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C2D5B" w14:textId="7777777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4E003" w14:textId="4C35BC0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2B8C5" w14:textId="447AADC2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0.530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723B3" w14:textId="3168D02E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21.20</w:t>
            </w:r>
          </w:p>
        </w:tc>
      </w:tr>
      <w:tr w:rsidR="00346877" w:rsidRPr="005446F8" w14:paraId="30B3116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80C49" w14:textId="1D07535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C2B4D" w14:textId="3D15409E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6208F" w14:textId="6F1BC67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BE3E4" w14:textId="4BE01894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288C7" w14:textId="735CCB95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62A29" w14:textId="49FAF955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2.412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C4800" w14:textId="3C3C026D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96.48</w:t>
            </w:r>
          </w:p>
        </w:tc>
      </w:tr>
      <w:tr w:rsidR="00346877" w:rsidRPr="005446F8" w14:paraId="10660A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04BE0" w14:textId="6535F38D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BC2F0" w14:textId="61CD4DE6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266F9" w14:textId="074D52F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54CFB" w14:textId="0F9CA40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6E997" w14:textId="1C325D0E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C065F" w14:textId="5328962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1.351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D2D0C" w14:textId="571585F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54.04</w:t>
            </w:r>
          </w:p>
        </w:tc>
      </w:tr>
      <w:tr w:rsidR="00346877" w:rsidRPr="005446F8" w14:paraId="757669B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1059E" w14:textId="6FC09A0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1522B" w14:textId="4AE3290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A184E" w14:textId="7777777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35CA0" w14:textId="7777777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53C5E" w14:textId="07AA143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9BE9C" w14:textId="22D64292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1.074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460D" w14:textId="10C4A48C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42.95</w:t>
            </w:r>
          </w:p>
        </w:tc>
      </w:tr>
      <w:tr w:rsidR="00346877" w:rsidRPr="005446F8" w14:paraId="323477F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186A3" w14:textId="62E9499A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7053D" w14:textId="2AB9825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0CFD3" w14:textId="7777777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1A33F" w14:textId="7777777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0A0AC" w14:textId="29CB3FCB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14.53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0B8D4" w14:textId="755B1AF2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1.812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F8EC3" w14:textId="4325ABB4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72.49</w:t>
            </w:r>
          </w:p>
        </w:tc>
      </w:tr>
      <w:tr w:rsidR="00346877" w:rsidRPr="005446F8" w14:paraId="4A1A314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B80F2" w14:textId="1738E08D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E968F" w14:textId="7C0B319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2D333" w14:textId="7777777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30E8" w14:textId="7777777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A04E8" w14:textId="547BAE0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14.54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AFCD8" w14:textId="27CF1EFA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3.263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2A5A9" w14:textId="4FE422A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130.52</w:t>
            </w:r>
          </w:p>
        </w:tc>
      </w:tr>
      <w:tr w:rsidR="00346877" w:rsidRPr="005446F8" w14:paraId="1244178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0D49E" w14:textId="7E12459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9A635" w14:textId="1E04CBC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A4647" w14:textId="02F3670E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6D18F" w14:textId="1A13C182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22487" w14:textId="3909AEEA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0371F" w14:textId="43880DE4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1.427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F5F34" w14:textId="5589B73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57.09</w:t>
            </w:r>
          </w:p>
        </w:tc>
      </w:tr>
      <w:tr w:rsidR="00346877" w:rsidRPr="005446F8" w14:paraId="530EA4B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81E8A" w14:textId="1F46E5EB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87551" w14:textId="7DEF248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96E75" w14:textId="5A59968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F43AA" w14:textId="39EF9AB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39D56" w14:textId="78D23985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B826" w14:textId="3C4687BD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03D5B" w14:textId="2EC0FA1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4FC9104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13C4B" w14:textId="380F661A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2FE36" w14:textId="41CCC471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F25ED" w14:textId="7777777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EB371" w14:textId="7777777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6AE53" w14:textId="67990A7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A696F" w14:textId="7532D11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0.979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BCBDF" w14:textId="398C4E1A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39.17</w:t>
            </w:r>
          </w:p>
        </w:tc>
      </w:tr>
      <w:tr w:rsidR="00346877" w:rsidRPr="005446F8" w14:paraId="0EBC06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BE65" w14:textId="569D00E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2EE4" w14:textId="6038865E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6A097" w14:textId="4E1F2F5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BB0CC" w14:textId="1B92143D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A6A56" w14:textId="7387A5ED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E321E" w14:textId="35F576E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0.834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590AC" w14:textId="24DE39EE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33.36</w:t>
            </w:r>
          </w:p>
        </w:tc>
      </w:tr>
      <w:tr w:rsidR="00346877" w:rsidRPr="005446F8" w14:paraId="4130F3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9ABEE" w14:textId="7C612F0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5B701" w14:textId="3756425D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A90A2" w14:textId="1D43CA25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B6693" w14:textId="6EA7250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AF96E" w14:textId="033CB864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FDD9C" w14:textId="4B7A7632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0.832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56BAE" w14:textId="341539E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33.29</w:t>
            </w:r>
          </w:p>
        </w:tc>
      </w:tr>
      <w:tr w:rsidR="00346877" w:rsidRPr="005446F8" w14:paraId="13EE548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5FC80" w14:textId="2D5B2651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84AE" w14:textId="1CD9AB46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2DA4E" w14:textId="658C589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DCD08" w14:textId="542FB9F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F9EED" w14:textId="45FD8D5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0969A" w14:textId="2B2462A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6.807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E8E1A" w14:textId="2DE979E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272.26</w:t>
            </w:r>
          </w:p>
        </w:tc>
      </w:tr>
      <w:tr w:rsidR="00346877" w:rsidRPr="005446F8" w14:paraId="571501D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DE47C" w14:textId="70F69FEE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34549" w14:textId="406267D2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5CC01" w14:textId="1A35AE9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FE49B" w14:textId="1877C5C1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4.406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1E887" w14:textId="6304DC8B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41D5" w14:textId="3AAEE7F1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46A75" w14:textId="41321DD2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2E1AD06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562C2" w14:textId="45EA29F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AA6C2" w14:textId="74E274A1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C4B1A" w14:textId="418A621B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9EA34" w14:textId="4359EDE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39.709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AAADA" w14:textId="53F8589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93E7F" w14:textId="6C08C80D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103.418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F44AF" w14:textId="27EF94B5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4136.74</w:t>
            </w:r>
          </w:p>
        </w:tc>
      </w:tr>
      <w:tr w:rsidR="00346877" w:rsidRPr="005446F8" w14:paraId="1A8955D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9EFA9" w14:textId="2D28B281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C03FB" w14:textId="0D54D50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18902" w14:textId="0A7D696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1B684" w14:textId="0841519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25.955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3C6EA" w14:textId="086D73B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B422" w14:textId="5B0C783C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54DE0" w14:textId="44D92FD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4573D9D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E7C7C" w14:textId="4CE2BD2E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A6C0D" w14:textId="31806C92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001BE" w14:textId="26D1F53B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10.769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FB9C0" w14:textId="5FB9AA41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7.239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5F1E3" w14:textId="1209DF9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D63F5" w14:textId="7D6475D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0ADAF" w14:textId="58F9ACBB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5847453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89042" w14:textId="70C566F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2D938" w14:textId="600AF18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3F762" w14:textId="3ED9E72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653BA" w14:textId="2B217D8A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6DA57" w14:textId="1EE0E16C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3184B" w14:textId="3434BF1B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2.180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7C32C" w14:textId="6694449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87.20</w:t>
            </w:r>
          </w:p>
        </w:tc>
      </w:tr>
      <w:tr w:rsidR="00346877" w:rsidRPr="005446F8" w14:paraId="41D1367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79E88" w14:textId="6118A0F5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9A6CB" w14:textId="08E3CF1E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75FE" w14:textId="6BBF352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B463F" w14:textId="25A2A5CB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2C8D5" w14:textId="268D6BE5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F8D97" w14:textId="1A70FA4C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1.591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79739" w14:textId="7B3F01BC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63.62</w:t>
            </w:r>
          </w:p>
        </w:tc>
      </w:tr>
      <w:tr w:rsidR="00346877" w:rsidRPr="005446F8" w14:paraId="6EA39E1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3DF2F" w14:textId="3B32781E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5C108" w14:textId="1A36E341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AF0CC" w14:textId="247CA70A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4B859" w14:textId="1A89688D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0FA15" w14:textId="46B8EB9C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6E9F9" w14:textId="3F33A5F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1.248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AB020" w14:textId="3B7232CB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49.93</w:t>
            </w:r>
          </w:p>
        </w:tc>
      </w:tr>
      <w:tr w:rsidR="00346877" w:rsidRPr="005446F8" w14:paraId="5537272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45908" w14:textId="27137595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853CF" w14:textId="309294D2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4061E" w14:textId="5F0918BC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5F2D" w14:textId="02A3BFFE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F169E" w14:textId="0263FEE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37A00" w14:textId="5136A9C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1.209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C1A3B" w14:textId="391B0FAE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48.35</w:t>
            </w:r>
          </w:p>
        </w:tc>
      </w:tr>
      <w:tr w:rsidR="00346877" w:rsidRPr="005446F8" w14:paraId="3BAFB0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67F60" w14:textId="5E356A6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16F27" w14:textId="423F528C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1E684" w14:textId="6D6E59A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50408" w14:textId="4DEF391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89BF2" w14:textId="124EA4F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3621C" w14:textId="6E1C7FD5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7CC26" w14:textId="56610D3B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47.95</w:t>
            </w:r>
          </w:p>
        </w:tc>
      </w:tr>
      <w:tr w:rsidR="00346877" w:rsidRPr="005446F8" w14:paraId="76A8D0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3A6A6" w14:textId="64457E34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D28BE" w14:textId="59076EB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0ACDC" w14:textId="7777777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4315C" w14:textId="7777777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69488" w14:textId="0D2EB2C1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CCD7E" w14:textId="538C54E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1.052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43B6F" w14:textId="49A2040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42.10</w:t>
            </w:r>
          </w:p>
        </w:tc>
      </w:tr>
      <w:tr w:rsidR="00346877" w:rsidRPr="005446F8" w14:paraId="1D49EC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6932" w14:textId="678044EC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46D1E" w14:textId="3EE0F22B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2-40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AFC73" w14:textId="40DF6BD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3BED6" w14:textId="6C8EE476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D09A2" w14:textId="56B72CB1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76949" w14:textId="4C3A70AB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0.767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F02C3" w14:textId="79013F5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30.69</w:t>
            </w:r>
          </w:p>
        </w:tc>
      </w:tr>
      <w:tr w:rsidR="00346877" w:rsidRPr="005446F8" w14:paraId="4D0D161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689CA" w14:textId="3FE6CF2E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0ECE9" w14:textId="14A6FFF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DA160" w14:textId="65B5671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4CE17" w14:textId="7B3FB896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20.834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34FF9" w14:textId="54E7484A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FFAF8" w14:textId="04C6ACFE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BCB25" w14:textId="7EE3D09A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58F64E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66846" w14:textId="5699424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B0413" w14:textId="5090C4A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7FAAE" w14:textId="5B06CA5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8E4BD" w14:textId="26D1D5E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C067E" w14:textId="5CD54E9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1F5D4" w14:textId="7E344CAB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0.976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88A0" w14:textId="376E3235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39.05</w:t>
            </w:r>
          </w:p>
        </w:tc>
      </w:tr>
      <w:tr w:rsidR="00346877" w:rsidRPr="005446F8" w14:paraId="43A7B1D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9499" w14:textId="1988FF4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06F2D" w14:textId="37B659CE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5D0AA" w14:textId="51B6207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2E6E5" w14:textId="7FBB5B9A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0B091" w14:textId="699FF5D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26832" w14:textId="38A760A5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0.554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3FE83" w14:textId="0833797B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22.17</w:t>
            </w:r>
          </w:p>
        </w:tc>
      </w:tr>
      <w:tr w:rsidR="00346877" w:rsidRPr="005446F8" w14:paraId="4B8384A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E8589" w14:textId="39C8078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598FC" w14:textId="49D48C9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AC893" w14:textId="7777777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D7EC1" w14:textId="7777777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734D" w14:textId="7A228DEA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2BDD" w14:textId="1AAB3D06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0.532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77D6E" w14:textId="3650E22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21.29</w:t>
            </w:r>
          </w:p>
        </w:tc>
      </w:tr>
      <w:tr w:rsidR="00346877" w:rsidRPr="005446F8" w14:paraId="638F283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4F481" w14:textId="57FFC26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4B9AC" w14:textId="09D124DD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40043" w14:textId="6A894D3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AB8B9" w14:textId="3961731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D5564" w14:textId="377FDE0B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1C267" w14:textId="3F7628D5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0.455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BEAE4" w14:textId="33094F3E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18.20</w:t>
            </w:r>
          </w:p>
        </w:tc>
      </w:tr>
      <w:tr w:rsidR="00346877" w:rsidRPr="005446F8" w14:paraId="61A3636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765DC" w14:textId="0731CB8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B5727" w14:textId="1C59B0E5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B4FC7" w14:textId="7777777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0729D" w14:textId="7777777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9CB66" w14:textId="37E3F32B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CE424" w14:textId="3EF49861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0.407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91BFC" w14:textId="4886A052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16.29</w:t>
            </w:r>
          </w:p>
        </w:tc>
      </w:tr>
      <w:tr w:rsidR="00346877" w:rsidRPr="005446F8" w14:paraId="7C9737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F328" w14:textId="6FC156E2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51ABA" w14:textId="672F07EC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F1933" w14:textId="5BA49C22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6AC3F" w14:textId="79B2CE6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AA3E3" w14:textId="124FD14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DFB61" w14:textId="1B1BB9BB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0.350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1A6C2" w14:textId="11B0EBDD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13.99</w:t>
            </w:r>
          </w:p>
        </w:tc>
      </w:tr>
      <w:tr w:rsidR="00346877" w:rsidRPr="005446F8" w14:paraId="1F2961C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20C45" w14:textId="4B55483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D97FF" w14:textId="21C0320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CDED0" w14:textId="7777777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CAEDA" w14:textId="7777777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9A24" w14:textId="654C44C1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232B7" w14:textId="39F696E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0.127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075F1" w14:textId="4406E565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5.10</w:t>
            </w:r>
          </w:p>
        </w:tc>
      </w:tr>
      <w:tr w:rsidR="00346877" w:rsidRPr="005446F8" w14:paraId="3DE3A4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84D0F" w14:textId="579B1B3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0FC69" w14:textId="74712BA1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01851" w14:textId="33DF28A4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1C2E8" w14:textId="05DABF0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EEBD6" w14:textId="34A3C756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A5B5D" w14:textId="0A22EDDC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0.104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FEAE8" w14:textId="790BCC9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4.16</w:t>
            </w:r>
          </w:p>
        </w:tc>
      </w:tr>
      <w:tr w:rsidR="00346877" w:rsidRPr="005446F8" w14:paraId="2965E4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38FB1" w14:textId="54B3A0A1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C5218" w14:textId="0A26251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61F90" w14:textId="7777777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59DAC" w14:textId="7777777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E9877" w14:textId="746AC79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10.757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BE3EB" w14:textId="3F76CD15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1.927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3B4A5" w14:textId="4BA67C8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77.07</w:t>
            </w:r>
          </w:p>
        </w:tc>
      </w:tr>
      <w:tr w:rsidR="00346877" w:rsidRPr="005446F8" w14:paraId="5C6B60B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FA66F" w14:textId="4D039E4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0DCE6" w14:textId="1EDC1131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71E9A" w14:textId="62394DC5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DB283" w14:textId="3DE0556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6511C" w14:textId="7B8C40E4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10.758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29363" w14:textId="4EA25E97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1.303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D0C3E" w14:textId="4613B91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52.11</w:t>
            </w:r>
          </w:p>
        </w:tc>
      </w:tr>
      <w:tr w:rsidR="00346877" w:rsidRPr="005446F8" w14:paraId="7C2728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B3809" w14:textId="7DB1B42C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17109" w14:textId="2559FAFD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A2FD9" w14:textId="300F217C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A7FE8" w14:textId="72011EF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9CC95" w14:textId="07FE9142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A6025" w14:textId="4C17402E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0.812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75A7B" w14:textId="33060F2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32.48</w:t>
            </w:r>
          </w:p>
        </w:tc>
      </w:tr>
      <w:tr w:rsidR="00346877" w:rsidRPr="005446F8" w14:paraId="3CBF2C3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4E948" w14:textId="0A815C3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6331E" w14:textId="350E979E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3D612" w14:textId="3DE5D44E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85805" w14:textId="1FBA564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54.028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5655F" w14:textId="6EC674E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ED822" w14:textId="4A8DE95E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16.794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67C65" w14:textId="413E9EBA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671.76</w:t>
            </w:r>
          </w:p>
        </w:tc>
      </w:tr>
      <w:tr w:rsidR="00346877" w:rsidRPr="005446F8" w14:paraId="5A7FFF1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F5D99" w14:textId="1A5C2EC6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66B7C" w14:textId="5D7B164E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630AA" w14:textId="561386E6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17.32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5C194" w14:textId="462B1A3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11.021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FF9BF" w14:textId="11A386D5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CE9F5" w14:textId="68F4C7D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82DC0" w14:textId="36DD7596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4F569B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A9F46" w14:textId="7E99A91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D32EC" w14:textId="67F7B90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75031" w14:textId="2582493D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17.24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C3414" w14:textId="12408121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4.739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6B9A9" w14:textId="7FC7EFFC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D4C6E" w14:textId="75D176D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9EF1A" w14:textId="57E7E1E2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27615CB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3DBC4" w14:textId="4FA68BE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2D54E" w14:textId="4352109B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DE8C7" w14:textId="728376D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7F328" w14:textId="59001070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82FB4" w14:textId="3E53F588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17.27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AF4FD" w14:textId="35FF397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2.587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57DA1" w14:textId="1B4CB359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103.48</w:t>
            </w:r>
          </w:p>
        </w:tc>
      </w:tr>
      <w:tr w:rsidR="00346877" w:rsidRPr="005446F8" w14:paraId="325E1E0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F6A91" w14:textId="68890F62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82772" w14:textId="6D200953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E3A65" w14:textId="0112B67C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17.31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329CE" w14:textId="45EF53F1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79A01" w14:textId="6F15488E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BEDDB" w14:textId="3D89EB51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0CE10" w14:textId="3CC71BFF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45448C1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736AA" w14:textId="0974146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8D0A2" w14:textId="454070A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88529" w14:textId="542F0625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17.30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9331C" w14:textId="2B0B91DC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AA25E" w14:textId="0059E3C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3F141" w14:textId="126D261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AFCE3" w14:textId="0A55A37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286E986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036E9" w14:textId="75E7654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76674" w14:textId="49257C7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259DE" w14:textId="3E25684E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17.18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E586F" w14:textId="3C1F4836" w:rsidR="00346877" w:rsidRPr="005446F8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3A2C4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83090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BEBB6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1457150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1698F" w14:textId="17220B3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B5410" w14:textId="101547C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4BDBC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F998E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2C8A2" w14:textId="1B6E538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17.33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7C5D8" w14:textId="72869C5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2.055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DC4E3" w14:textId="3129521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82.22</w:t>
            </w:r>
          </w:p>
        </w:tc>
      </w:tr>
      <w:tr w:rsidR="00346877" w:rsidRPr="005446F8" w14:paraId="381FB62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67EE7" w14:textId="193FCA2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F5FB4" w14:textId="3F3BD73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73291" w14:textId="63442C4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BA4AA" w14:textId="49DDF67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8EC3E" w14:textId="75BB718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17.40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BE23D" w14:textId="32FE419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2FE3A" w14:textId="5F284FF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79.96</w:t>
            </w:r>
          </w:p>
        </w:tc>
      </w:tr>
      <w:tr w:rsidR="00346877" w:rsidRPr="005446F8" w14:paraId="63E7990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8A7E4" w14:textId="2891BE4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D9D93" w14:textId="7A3E99E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2D3FE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B649B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F6406" w14:textId="4EA38F3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D3297" w14:textId="73B9BEF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1.823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AA0CD" w14:textId="37E0EED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72.92</w:t>
            </w:r>
          </w:p>
        </w:tc>
      </w:tr>
      <w:tr w:rsidR="00346877" w:rsidRPr="005446F8" w14:paraId="5DAFD4F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0CDF5" w14:textId="4B377C8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9EA72" w14:textId="2AB2343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40B54" w14:textId="118B148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17.29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36F5C" w14:textId="1F9E548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3C7BB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22A53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E8060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18276B9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1E10E" w14:textId="181CC92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383DD" w14:textId="235ECE4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6B4D0" w14:textId="071BD76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17.38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36F3F" w14:textId="522355F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F9C01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09D38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C326D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18F823E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02098" w14:textId="30A5025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F2A5B" w14:textId="4557FD9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8B54F" w14:textId="5BA7EA2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17.3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05FC8" w14:textId="53CF071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1.581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74B74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68C23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B033D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229311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8E4F6" w14:textId="485052F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465BD" w14:textId="4C8C153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00297" w14:textId="3515C08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17.23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0294E" w14:textId="1E870E8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1.339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D75FF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47741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FB441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280F60B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AB131" w14:textId="3E45EA1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C8455" w14:textId="1B32A7B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DA16D" w14:textId="0159AB4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17.22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67F7C" w14:textId="680D277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563F5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8726B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A2022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69877DA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A77B1" w14:textId="5BB034E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E79B9" w14:textId="11E9A4E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07F6D" w14:textId="136CBB1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574E7" w14:textId="5FC493F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2A8DF" w14:textId="4B692EB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17.28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53CAA" w14:textId="1D318CF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0.877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534CD" w14:textId="10FA27A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35.08</w:t>
            </w:r>
          </w:p>
        </w:tc>
      </w:tr>
      <w:tr w:rsidR="00346877" w:rsidRPr="005446F8" w14:paraId="1F235A9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C188C" w14:textId="67CF89B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lastRenderedPageBreak/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67014" w14:textId="1FE3ABE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6721B" w14:textId="7B7845C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42A2F" w14:textId="4D34BE6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325A3" w14:textId="7C46255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7D2E1" w14:textId="2A1265F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0.723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1D489" w14:textId="1EDDE6B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28.92</w:t>
            </w:r>
          </w:p>
        </w:tc>
      </w:tr>
      <w:tr w:rsidR="00346877" w:rsidRPr="005446F8" w14:paraId="53730CA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2E146" w14:textId="41E96A6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93038" w14:textId="32A3BC6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B9C80" w14:textId="28C34F1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FB144" w14:textId="4BB6395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06494" w14:textId="4E804E4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F6AAA" w14:textId="2B46F75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BE0FC" w14:textId="5C8BBBB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24.00</w:t>
            </w:r>
          </w:p>
        </w:tc>
      </w:tr>
      <w:tr w:rsidR="00346877" w:rsidRPr="005446F8" w14:paraId="346E465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CD647" w14:textId="77AE3A8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5411A" w14:textId="7207D9A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F5E16" w14:textId="498BAF6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92B17" w14:textId="0FCD142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6D490" w14:textId="3234E31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595E4" w14:textId="31F9791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0.538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43627" w14:textId="4AA86CD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21.53</w:t>
            </w:r>
          </w:p>
        </w:tc>
      </w:tr>
      <w:tr w:rsidR="00346877" w:rsidRPr="005446F8" w14:paraId="709A620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4986B" w14:textId="3A6407A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80A3B" w14:textId="2A86C7E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D263E" w14:textId="13634B6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0E3D3" w14:textId="113AAF4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1048B" w14:textId="0FAF6C7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17.26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8421B" w14:textId="57DFF32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CD814" w14:textId="457F2F2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20.00</w:t>
            </w:r>
          </w:p>
        </w:tc>
      </w:tr>
      <w:tr w:rsidR="00346877" w:rsidRPr="005446F8" w14:paraId="7C22224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B1DFA" w14:textId="3B40AFC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A062A" w14:textId="3BA5340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B6D53" w14:textId="31B9A24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DCA7C" w14:textId="0356BDB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E063C" w14:textId="4BC8A66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17.36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20A23" w14:textId="6BA3FB4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B8820" w14:textId="0CEADDE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20.00</w:t>
            </w:r>
          </w:p>
        </w:tc>
      </w:tr>
      <w:tr w:rsidR="00346877" w:rsidRPr="005446F8" w14:paraId="7AA9063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CBDF0" w14:textId="294FD95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F675F" w14:textId="775179B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D706A" w14:textId="0BB7CB5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17.6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E8897" w14:textId="250051F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B133F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E449C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ADDBA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1F7993C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905B9" w14:textId="18558BF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D6745" w14:textId="24E803D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F8C78" w14:textId="73E6FE0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17.13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CBF98" w14:textId="7FAD41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F088D" w14:textId="49D93F1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7FD5D" w14:textId="21580C3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FA13D" w14:textId="792F298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35E8530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793DB" w14:textId="34B55F1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0024A" w14:textId="2D0E3F7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4A088" w14:textId="1B338B0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F5E78" w14:textId="5E3E684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7EBFF" w14:textId="16A4811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17.19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57DA4" w14:textId="3FF9C55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1B48D" w14:textId="6C14A75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8.00</w:t>
            </w:r>
          </w:p>
        </w:tc>
      </w:tr>
      <w:tr w:rsidR="00346877" w:rsidRPr="005446F8" w14:paraId="1855567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DD466" w14:textId="6F63D34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A2F5C" w14:textId="63AD003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7C23F" w14:textId="253F5DA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3E551" w14:textId="5724438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14D24" w14:textId="7EEE2B7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90317" w14:textId="1205C31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0.171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87F37" w14:textId="0219AA1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6.83</w:t>
            </w:r>
          </w:p>
        </w:tc>
      </w:tr>
      <w:tr w:rsidR="00346877" w:rsidRPr="005446F8" w14:paraId="5970312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E70F0" w14:textId="2D9FD7D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F7124" w14:textId="6827A9D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456A2" w14:textId="54AACAE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17.20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C558C" w14:textId="37371C8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ACDC1" w14:textId="584DE5E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41C30" w14:textId="3F7A4CC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A2451" w14:textId="51E0310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4.00</w:t>
            </w:r>
          </w:p>
        </w:tc>
      </w:tr>
      <w:tr w:rsidR="00346877" w:rsidRPr="005446F8" w14:paraId="5DA7B0D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4B7F2" w14:textId="20C6B9D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17CA6" w14:textId="02D4E34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7CCC6" w14:textId="35D56EB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7AFA1" w14:textId="6E650DF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99C50" w14:textId="3C1EB5D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17.37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E8765" w14:textId="0131C2D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D21D5" w14:textId="6D0B4C4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4.00</w:t>
            </w:r>
          </w:p>
        </w:tc>
      </w:tr>
      <w:tr w:rsidR="00346877" w:rsidRPr="005446F8" w14:paraId="245C506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23D63" w14:textId="657AFC4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9B7D6" w14:textId="3A2D91D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E6169" w14:textId="0B95B9C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BDCBA" w14:textId="4700FA7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F8E68" w14:textId="0141326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70685" w14:textId="3D37B44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5.579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1F4E1" w14:textId="1D0C8C6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223.16</w:t>
            </w:r>
          </w:p>
        </w:tc>
      </w:tr>
      <w:tr w:rsidR="00346877" w:rsidRPr="005446F8" w14:paraId="1E5DA22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DD5A7" w14:textId="0572DA4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A627A" w14:textId="222BC81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0B0FE" w14:textId="312DC6B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2F5D7" w14:textId="576DFA7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DEC6E" w14:textId="04A87B2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4220E" w14:textId="4E88EAE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3.620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B7B16" w14:textId="75A9273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144.80</w:t>
            </w:r>
          </w:p>
        </w:tc>
      </w:tr>
      <w:tr w:rsidR="00346877" w:rsidRPr="005446F8" w14:paraId="6830FFA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22825" w14:textId="75524DC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B124B" w14:textId="717DF12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9B504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23844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54C11" w14:textId="079951B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3E6F7" w14:textId="1FE1A12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2.772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07F50" w14:textId="2DEFC7F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110.88</w:t>
            </w:r>
          </w:p>
        </w:tc>
      </w:tr>
      <w:tr w:rsidR="00346877" w:rsidRPr="005446F8" w14:paraId="68666E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E7441" w14:textId="62D7C33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EA891" w14:textId="0A692FC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5C366" w14:textId="3F02322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622A8" w14:textId="663FF76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C5196" w14:textId="005AEFD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2B711" w14:textId="3BAFB8F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2.742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5DD45" w14:textId="5F57958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109.68</w:t>
            </w:r>
          </w:p>
        </w:tc>
      </w:tr>
      <w:tr w:rsidR="00346877" w:rsidRPr="005446F8" w14:paraId="1E4F7B0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2A574" w14:textId="3E0F397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23BAB" w14:textId="691BC47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7D182" w14:textId="694D2BA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D3F85" w14:textId="50915DE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2.653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A9C40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8E8F0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D270A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104395C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482AE" w14:textId="73CBF00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63CEE" w14:textId="71C54F6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C49A2" w14:textId="39F520D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19728" w14:textId="7ECDD86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0A211" w14:textId="3985230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6130E" w14:textId="439D84F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2.580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5F8B9" w14:textId="0D02747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103.20</w:t>
            </w:r>
          </w:p>
        </w:tc>
      </w:tr>
      <w:tr w:rsidR="00346877" w:rsidRPr="005446F8" w14:paraId="50B1503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A6F9F" w14:textId="3239A0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8EDA5" w14:textId="67CDBC6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1A656" w14:textId="7B8E431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71173" w14:textId="2945F32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54B4F" w14:textId="5AC1F76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6EA13" w14:textId="5E3D6D3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2.479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E7C3F" w14:textId="7594547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99.15</w:t>
            </w:r>
          </w:p>
        </w:tc>
      </w:tr>
      <w:tr w:rsidR="00346877" w:rsidRPr="005446F8" w14:paraId="3C5AE54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81E86" w14:textId="56791F8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7BB45" w14:textId="7FBACD1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80F93" w14:textId="3C5BBA4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A3526" w14:textId="260659F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2.474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5B5DE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ECEED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54CAA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6FAD877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56991" w14:textId="5CB60B3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FC9B4" w14:textId="4ED9C09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9B2B1" w14:textId="12BEE2E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901E6" w14:textId="4013CE0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AA6FA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4972B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817FF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7193C64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22E5C" w14:textId="52D2A92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927D0" w14:textId="76B0C84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9065F" w14:textId="7700876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619A5" w14:textId="6A57C0C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2.373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28C17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4FADE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8C614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3E276A9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340DA" w14:textId="438A7E7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BC81C" w14:textId="3322403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896A3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7DB76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B0C17" w14:textId="4407806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BC078" w14:textId="6ED5251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1.787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3AE03" w14:textId="01FCB60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71.50</w:t>
            </w:r>
          </w:p>
        </w:tc>
      </w:tr>
      <w:tr w:rsidR="00346877" w:rsidRPr="005446F8" w14:paraId="4BE7DDC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98053" w14:textId="56DF055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CD048" w14:textId="44DC2D8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F5C15" w14:textId="4DCA6B0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C6A46" w14:textId="6977E79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1.787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5AE56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DE7D7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411B4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638821F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4AA40" w14:textId="37FC911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45AF3" w14:textId="6F56847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2064E" w14:textId="2F0386E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892B6" w14:textId="037B5F4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128AE" w14:textId="65244E5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28FE0" w14:textId="3CDDAD7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1.756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65718" w14:textId="1F550DA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70.26</w:t>
            </w:r>
          </w:p>
        </w:tc>
      </w:tr>
      <w:tr w:rsidR="00346877" w:rsidRPr="005446F8" w14:paraId="2D76A66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3809E" w14:textId="1CFA25A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A1373" w14:textId="4382300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90BC0" w14:textId="747A8D7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4B0F3" w14:textId="1C92A65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1.720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518D9" w14:textId="738ADB5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6E3A5" w14:textId="322C963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80E3A" w14:textId="4D723A1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1771111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51C18" w14:textId="4103240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3AB25" w14:textId="3089052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98FF8" w14:textId="13971A8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4FBA7" w14:textId="26E2A9A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1.604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71858" w14:textId="1763AE7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DF0A3" w14:textId="6E49919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5830A" w14:textId="68144FE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247B06A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A1B7D" w14:textId="609447D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D4EBF" w14:textId="33959FF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2C209" w14:textId="0E2750F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ACC81" w14:textId="1559624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446CF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D33C9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895E4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379C8E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E5353" w14:textId="211C1C2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6023" w14:textId="4E6FEBC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7CF0A" w14:textId="36B4868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EB8E7" w14:textId="46990DE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862F1" w14:textId="0BFA605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8760A" w14:textId="7959FAE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54A34" w14:textId="2DF05E2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31F2BF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23BD0" w14:textId="78B8421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D5310" w14:textId="4FCC7C5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83EA5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7EB67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E9DBF" w14:textId="72CC007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697CE" w14:textId="173B62D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0.870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A977F" w14:textId="5C4B011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34.79</w:t>
            </w:r>
          </w:p>
        </w:tc>
      </w:tr>
      <w:tr w:rsidR="00346877" w:rsidRPr="005446F8" w14:paraId="6FC19D4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5B7B0" w14:textId="44765B7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4A424" w14:textId="0B9F212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9E4AD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69464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7AE78" w14:textId="72C8590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D3240" w14:textId="0B0BEBF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0.860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D7015" w14:textId="6367F96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34.40</w:t>
            </w:r>
          </w:p>
        </w:tc>
      </w:tr>
      <w:tr w:rsidR="00346877" w:rsidRPr="005446F8" w14:paraId="5EA170B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D3A4B" w14:textId="26D8F29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21500" w14:textId="6BDF477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CA553" w14:textId="37760B7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F329A" w14:textId="68A25A7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5026F" w14:textId="6FC5C4C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B108D" w14:textId="111AB54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0.807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6BBDA" w14:textId="48A9141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32.27</w:t>
            </w:r>
          </w:p>
        </w:tc>
      </w:tr>
      <w:tr w:rsidR="00346877" w:rsidRPr="005446F8" w14:paraId="623537B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16404" w14:textId="1973E7F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6AC9F" w14:textId="0E97622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907F5" w14:textId="609E119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324B0" w14:textId="2B15C55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0.549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32FE1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0B090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27EBF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5B6C86F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E2860" w14:textId="7D41761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FEE60" w14:textId="535D6E5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8AA53" w14:textId="425EA27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AF6A3" w14:textId="438ADB0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4A5CE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99A76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79DC5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68EAD5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ADFFD" w14:textId="4100D5A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FA51B" w14:textId="581095F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DDF7D" w14:textId="3F73AF9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3A0B7" w14:textId="763DE47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9724F" w14:textId="0F5731E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314D8" w14:textId="1F23263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0.496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37BA2" w14:textId="227DF30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19.85</w:t>
            </w:r>
          </w:p>
        </w:tc>
      </w:tr>
      <w:tr w:rsidR="00346877" w:rsidRPr="005446F8" w14:paraId="03459EE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109CE" w14:textId="54E0643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1EE8A" w14:textId="3F70D58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901A4" w14:textId="7B7493D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0E4CA" w14:textId="72DF4C0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60F05" w14:textId="66BBEC6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B1365" w14:textId="52687E1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0.487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40F24" w14:textId="0DB9EFF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19.47</w:t>
            </w:r>
          </w:p>
        </w:tc>
      </w:tr>
      <w:tr w:rsidR="00346877" w:rsidRPr="005446F8" w14:paraId="671FE15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C89DE" w14:textId="313734F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1EC2F" w14:textId="2DF6B81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E7514" w14:textId="6ED29D9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E6E56" w14:textId="548E36A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BAC90" w14:textId="6D0179E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7E98E" w14:textId="6CAECFE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0.472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7ACE0" w14:textId="096A153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18.89</w:t>
            </w:r>
          </w:p>
        </w:tc>
      </w:tr>
      <w:tr w:rsidR="00346877" w:rsidRPr="005446F8" w14:paraId="4AF6BDD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A696A" w14:textId="45BC285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AE34B" w14:textId="5E651B4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EA1A4" w14:textId="3A075B1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BF1E9" w14:textId="6B65C36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C4F9C" w14:textId="67D5368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6F6F4" w14:textId="799AE0C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0.410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CBC0B" w14:textId="45ADB0B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16.42</w:t>
            </w:r>
          </w:p>
        </w:tc>
      </w:tr>
      <w:tr w:rsidR="00346877" w:rsidRPr="005446F8" w14:paraId="0547EC7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88453" w14:textId="336163E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93958" w14:textId="3A416AD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9D2F6" w14:textId="7AAC3AC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F1A16" w14:textId="3C57D67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8.017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874FD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CF430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0ACF4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0B1987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8DFF1" w14:textId="10CC25F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40029" w14:textId="02DA5E0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6F60B" w14:textId="0E56542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9D2F8" w14:textId="20E7A16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4.417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F5F2B" w14:textId="5503F76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2BDC0" w14:textId="1B2AD39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65361" w14:textId="3F7F8C0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719DFEF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0ADCD" w14:textId="7126FA1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852E4" w14:textId="7F54A40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097E5" w14:textId="6D26C8B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00656" w14:textId="03EED24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3.694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FC910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15104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DD700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0DFFB42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0CF43" w14:textId="7C0681E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C1F7E" w14:textId="20B2620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12308" w14:textId="7667314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99FEF" w14:textId="6FD989D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945E0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A891A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A857C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3220C5F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B2142" w14:textId="0789E76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7D57E" w14:textId="5080373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6078F" w14:textId="61D2DAB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CC90D" w14:textId="711CD4D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2.703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9B1DD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969B2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88630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137939E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599CA" w14:textId="7A1D8DA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99919" w14:textId="5AD001D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32F32" w14:textId="78E30AD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66636" w14:textId="3923B85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1.984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BDF51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2D4A9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50DA5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2ADB5A7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FBC1A" w14:textId="2A64B51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FFFD2" w14:textId="7484A72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5F4FA" w14:textId="200E1F1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404EB" w14:textId="58CAD88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1.976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D8D00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72CD8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0070D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238C8BC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F2011" w14:textId="78E13E2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DFFB9" w14:textId="741973B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823FC" w14:textId="0F78494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97B32" w14:textId="14A126D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828B8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F08EA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5CC55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1B397CD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D6B85" w14:textId="055C5A2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2B77E" w14:textId="42FB65A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61F03" w14:textId="4F7C479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07F72" w14:textId="2E8C17D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60B97" w14:textId="4177AF8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744CC" w14:textId="2796A60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70EA4" w14:textId="596CA41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40.12</w:t>
            </w:r>
          </w:p>
        </w:tc>
      </w:tr>
      <w:tr w:rsidR="00346877" w:rsidRPr="005446F8" w14:paraId="3C0ACAC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ACB83" w14:textId="37E0447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E5FF9" w14:textId="31AEC2C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47ED6" w14:textId="1873EFD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2DE77" w14:textId="32C4DBE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D457C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F801D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298C0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4A20CB9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201FA" w14:textId="4534193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2C561" w14:textId="7AB8EC1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AC519" w14:textId="2346DBC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82607" w14:textId="706ACAB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79B23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730DB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A22AB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26839E8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0596D" w14:textId="4BEEE13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380D6" w14:textId="26439B3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29491" w14:textId="723735A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A5E35" w14:textId="2EE0695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D07CC" w14:textId="0AA6F78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0F035" w14:textId="4271FE3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0.505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BE596" w14:textId="2A330CA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20.19</w:t>
            </w:r>
          </w:p>
        </w:tc>
      </w:tr>
      <w:tr w:rsidR="00346877" w:rsidRPr="005446F8" w14:paraId="7F040D2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196C7" w14:textId="0378453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20426" w14:textId="380543A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5D917" w14:textId="0559DCE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64127" w14:textId="602BA4B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E45A3" w14:textId="3D0209C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28191" w14:textId="123D1D0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15B30" w14:textId="4D8EC52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20.00</w:t>
            </w:r>
          </w:p>
        </w:tc>
      </w:tr>
      <w:tr w:rsidR="00346877" w:rsidRPr="005446F8" w14:paraId="611371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790F8" w14:textId="792DFA1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17832" w14:textId="73E0933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D0AE8" w14:textId="097D2BE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19.33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8199B" w14:textId="220A254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6.116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B3968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6436A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5246D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736A001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90CEC" w14:textId="7A45890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18350" w14:textId="58A7E3F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77C24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23005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8F979" w14:textId="3BE204C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19.31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75FA3" w14:textId="68DF068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4.597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CD166" w14:textId="4F0A9C5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183.89</w:t>
            </w:r>
          </w:p>
        </w:tc>
      </w:tr>
      <w:tr w:rsidR="00346877" w:rsidRPr="005446F8" w14:paraId="73219A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CB29D" w14:textId="651CCF5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D0BEC" w14:textId="1D4BCBC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F433D" w14:textId="7FD52C1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19.23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34138" w14:textId="300A55C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3.252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9D4D1" w14:textId="4E475D0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616BE" w14:textId="35530DD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32F13" w14:textId="4668961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0EFB5A0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AA01B" w14:textId="1789E69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D1490" w14:textId="2060489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A8963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59A32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933F9" w14:textId="28CE580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19.34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BC00E" w14:textId="0F139F5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2.530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3C8CE" w14:textId="7ED5B40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101.20</w:t>
            </w:r>
          </w:p>
        </w:tc>
      </w:tr>
      <w:tr w:rsidR="00346877" w:rsidRPr="005446F8" w14:paraId="719E256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DF1D0" w14:textId="6768A3C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2BEB0" w14:textId="345FA8F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A1ECE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CBFDE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98B3B" w14:textId="54E2C56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F1946" w14:textId="1ABB016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2.491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946CE" w14:textId="13321DE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99.63</w:t>
            </w:r>
          </w:p>
        </w:tc>
      </w:tr>
      <w:tr w:rsidR="00346877" w:rsidRPr="005446F8" w14:paraId="2DF860D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490A2" w14:textId="04B2951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D5531" w14:textId="520F641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A176F" w14:textId="585E709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1E6F9" w14:textId="5E0DF43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6BCA4" w14:textId="337F5EB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FC5C8" w14:textId="386120D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2.129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35A35" w14:textId="0136B9B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85.15</w:t>
            </w:r>
          </w:p>
        </w:tc>
      </w:tr>
      <w:tr w:rsidR="00346877" w:rsidRPr="005446F8" w14:paraId="49CC3DF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CF3E6" w14:textId="2B7E9B5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58AC1" w14:textId="331AED0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903E7" w14:textId="77B07CA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77D12" w14:textId="498E6B2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618AA" w14:textId="2B039A9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19.51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D3EFF" w14:textId="444D824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1.774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6A59C" w14:textId="6C8BDEE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70.96</w:t>
            </w:r>
          </w:p>
        </w:tc>
      </w:tr>
      <w:tr w:rsidR="00346877" w:rsidRPr="005446F8" w14:paraId="3D2D31C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F65D1" w14:textId="4CF43FA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1E828" w14:textId="513AD8C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4094B" w14:textId="7A51AA6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55605" w14:textId="7F36F49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1B424" w14:textId="599B7F2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19.28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89701" w14:textId="3D6A80E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1.634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5D79B" w14:textId="39DF96B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65.35</w:t>
            </w:r>
          </w:p>
        </w:tc>
      </w:tr>
      <w:tr w:rsidR="00346877" w:rsidRPr="005446F8" w14:paraId="1645298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9A913" w14:textId="51A626A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81F62" w14:textId="6E24A5C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8D881" w14:textId="0EF8EBC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19.13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6A7E6" w14:textId="7E7B2B4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1.030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416FE" w14:textId="16E0A0A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2F273" w14:textId="2972096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C2070" w14:textId="761BF42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22BA05C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1CDB6" w14:textId="563937A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D7033" w14:textId="6C183C0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60708" w14:textId="78C4EF1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19.15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881B9" w14:textId="3615A8C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54915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157CC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1D660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3F80C72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53FD8" w14:textId="77F825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F0DD2" w14:textId="05C2444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20EA7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8DC95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317A5" w14:textId="08C185E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EF4C7" w14:textId="033A8DF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0.733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135FB" w14:textId="786411A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29.33</w:t>
            </w:r>
          </w:p>
        </w:tc>
      </w:tr>
      <w:tr w:rsidR="00346877" w:rsidRPr="005446F8" w14:paraId="6A6A42A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BCA1C" w14:textId="3206B30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lastRenderedPageBreak/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5901B" w14:textId="460EDF4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62011" w14:textId="4399329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19.32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9183A" w14:textId="6736855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0.714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319B3" w14:textId="5C42567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DBD72" w14:textId="7FAE496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99AF4" w14:textId="3F42C5E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7E3C11C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EB98C" w14:textId="31A7886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0EE20" w14:textId="0328605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C194A" w14:textId="3F048E5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19.10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319A7" w14:textId="2CD4B9C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0.696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BF97A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EA70B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B363A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21C612D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236A1" w14:textId="77E7FDE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69D6D" w14:textId="1A04755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21765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84B64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12307" w14:textId="381740B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19.50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9AC5F" w14:textId="6F1B3ED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0.552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6707B" w14:textId="0347AAE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22.09</w:t>
            </w:r>
          </w:p>
        </w:tc>
      </w:tr>
      <w:tr w:rsidR="00346877" w:rsidRPr="005446F8" w14:paraId="000BADD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92622" w14:textId="6F75560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8C849" w14:textId="03726E7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85B81" w14:textId="58058C7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19.22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B4C8B" w14:textId="67E9E5D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41A75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7C98D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C1844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49D5245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B5257" w14:textId="1323C06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2D529" w14:textId="5D97F71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83B8A" w14:textId="29EF33D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11F6E" w14:textId="58A50DC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3.490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FBA5E" w14:textId="7F4D17C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D8848" w14:textId="0A83D9F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20DB8" w14:textId="147FEBC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7884D55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CDD93" w14:textId="4F0DA3F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D1185" w14:textId="5958286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5C8DF" w14:textId="1ED1BD8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7FDA3" w14:textId="6EAA858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A1BE7" w14:textId="2613B47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D1D8D" w14:textId="5CFE1A8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1.149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35948" w14:textId="1B4CB83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45.95</w:t>
            </w:r>
          </w:p>
        </w:tc>
      </w:tr>
      <w:tr w:rsidR="00346877" w:rsidRPr="005446F8" w14:paraId="5FA4BC2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EC06B" w14:textId="6942C8A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87BFA" w14:textId="42197A6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8D4A7" w14:textId="34EB082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2D24D" w14:textId="1A2FC02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AA053" w14:textId="6678936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56D83" w14:textId="3ABCEC0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0.478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720DF" w14:textId="7CB6C4A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19.13</w:t>
            </w:r>
          </w:p>
        </w:tc>
      </w:tr>
      <w:tr w:rsidR="00346877" w:rsidRPr="005446F8" w14:paraId="0FFADEB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1A080" w14:textId="0AA3B9F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72737" w14:textId="4621736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84537" w14:textId="6AE673F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43FD4" w14:textId="2B47572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14A43" w14:textId="0C55CF6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AA031" w14:textId="53025BB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16.045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05CF5" w14:textId="1C8639C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641.80</w:t>
            </w:r>
          </w:p>
        </w:tc>
      </w:tr>
      <w:tr w:rsidR="00346877" w:rsidRPr="005446F8" w14:paraId="22968F5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8EC3C" w14:textId="6463522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BA910" w14:textId="515340E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1C0E6" w14:textId="01ED307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21B96" w14:textId="036808B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6.916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90FC7" w14:textId="4178E41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F074E" w14:textId="3487313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81626" w14:textId="5EEC911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10CBC45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D187D" w14:textId="492307A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123D2" w14:textId="5FE9AB2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7D4F0" w14:textId="30D08E7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0F2BD" w14:textId="6869759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CFBFA" w14:textId="225921F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15.355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B6BF5" w14:textId="5078A5D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0.954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94A15" w14:textId="3F7E3FC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38.15</w:t>
            </w:r>
          </w:p>
        </w:tc>
      </w:tr>
      <w:tr w:rsidR="00346877" w:rsidRPr="005446F8" w14:paraId="30DACAF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D838D" w14:textId="6960C07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CAC97" w14:textId="3FC501B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5D3B3" w14:textId="03DF3A2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778BC" w14:textId="25C5880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0.614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F7DC5" w14:textId="763EA33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8AE42" w14:textId="4F6BD10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1F397" w14:textId="11FA6E7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039BE1C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E6553" w14:textId="260093C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1F680" w14:textId="7F319F8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A3BB5" w14:textId="2DC1789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19.4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152DD" w14:textId="723B6F5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4C666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BEFED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02BC4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7422638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E18AC" w14:textId="6D2BA24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53EB2" w14:textId="3DFCEB2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3260D" w14:textId="2AD56ED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7B670" w14:textId="590AE34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0.603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EA7E0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B1743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84BD8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1C7777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15D26" w14:textId="11BD460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F7DED" w14:textId="253529D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EE882" w14:textId="039374D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A7CED" w14:textId="4AF59A5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3.993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73E54" w14:textId="6303762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EF921" w14:textId="61F3DA1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82DF2" w14:textId="3C8553F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6CD2309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9270F" w14:textId="4B2E033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C335A" w14:textId="3F3D72F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AF9C8" w14:textId="3370A42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17.1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D51AF" w14:textId="03575DD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3.034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39339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3B3B8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274A8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6D12231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9D90E" w14:textId="49B8C95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8E945" w14:textId="5111EC1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9C738" w14:textId="379A4EF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17.39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C904D" w14:textId="35D4778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8B576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64164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764C7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266E4F1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41607" w14:textId="32FA646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DF099" w14:textId="4AEAFF5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3E031" w14:textId="3452755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CA3FF" w14:textId="5A6D329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1.970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C5291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851D9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8F57B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3AAF9EF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553ED" w14:textId="2A39F75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1AFCB" w14:textId="0CD17D9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1F2F6" w14:textId="5BCC1FA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296A5" w14:textId="40E68DE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0.978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9F229" w14:textId="22C162C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BEDE7" w14:textId="5983723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29D0C" w14:textId="5072A72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48544CE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4F7E1" w14:textId="67DDA62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64CCE" w14:textId="3D3C604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D3B0D" w14:textId="5046D83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F2EBF" w14:textId="48E18DF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14B19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AE5B5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B32B0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7755B86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B857D" w14:textId="100F603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CFF6D" w14:textId="38EA2B7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FCB77" w14:textId="0A9345A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D9063" w14:textId="4EE32EE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8FEFB" w14:textId="4021CBC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AB4EF" w14:textId="6FB9A5F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BEED2" w14:textId="1929B2B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40EB346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AFF83" w14:textId="7C8BC9C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93A26" w14:textId="19C7EFE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8C3DC" w14:textId="7D12C5F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E92BB" w14:textId="375CC58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FF889" w14:textId="264AE48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E6921" w14:textId="222EF68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2.032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3C3CC" w14:textId="7EB5465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81.28</w:t>
            </w:r>
          </w:p>
        </w:tc>
      </w:tr>
      <w:tr w:rsidR="00346877" w:rsidRPr="005446F8" w14:paraId="7E1A865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71026" w14:textId="0B57ECD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33A27" w14:textId="4724E1C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AB46D" w14:textId="6CF6263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86D4C" w14:textId="3A25228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0.567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5E330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97577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C2595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29C85F8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4C9D7" w14:textId="3DA9D24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FF8F9" w14:textId="36F4F41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F4751" w14:textId="6E43F6D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FD215" w14:textId="40612E3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B3970" w14:textId="3886B95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72DF2" w14:textId="0DC7795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A4F7D" w14:textId="0FAA27D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0071322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23AC2" w14:textId="6B377A2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50FDA" w14:textId="4A56198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DDCD6" w14:textId="641D8D6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DD1E3" w14:textId="5CC7A2C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16.340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9CAA0" w14:textId="6ADB985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F622D" w14:textId="4003BFA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60A2D" w14:textId="2F2881A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21DFA09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53D69" w14:textId="71BD9D9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1D9F4" w14:textId="125475A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36CBC" w14:textId="181C0ED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F5551" w14:textId="50884DC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8E947" w14:textId="4D31D3B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A355D" w14:textId="0B94FE9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6.107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E1244" w14:textId="6DF77CC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244.27</w:t>
            </w:r>
          </w:p>
        </w:tc>
      </w:tr>
      <w:tr w:rsidR="00346877" w:rsidRPr="005446F8" w14:paraId="1878DE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9BB4B" w14:textId="4A7BF38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2D6CF" w14:textId="103981B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77D45" w14:textId="4B102F4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D9124" w14:textId="0AC88E8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5DA16" w14:textId="0931376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C46D2" w14:textId="402609B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1.366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5D568" w14:textId="0E4F489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54.63</w:t>
            </w:r>
          </w:p>
        </w:tc>
      </w:tr>
      <w:tr w:rsidR="00346877" w:rsidRPr="005446F8" w14:paraId="53D7C97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B511D" w14:textId="129F6DB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3A2BF" w14:textId="093FEDA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751BA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72C53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C7199" w14:textId="748DDF8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EE7C1" w14:textId="01C574D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0.560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DA38A" w14:textId="0F214A4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22.41</w:t>
            </w:r>
          </w:p>
        </w:tc>
      </w:tr>
      <w:tr w:rsidR="00346877" w:rsidRPr="005446F8" w14:paraId="4311A33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6FB37" w14:textId="0B2B79A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06B03" w14:textId="1DE625A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619A5" w14:textId="67DDFB9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2BAB0" w14:textId="5B9B176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0D36B" w14:textId="213F3D6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15.355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B95C5" w14:textId="12245C9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0.480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DA7F9" w14:textId="17FFAB4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19.21</w:t>
            </w:r>
          </w:p>
        </w:tc>
      </w:tr>
      <w:tr w:rsidR="00346877" w:rsidRPr="005446F8" w14:paraId="5D7E77F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F29F1" w14:textId="46596CC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8D1AD" w14:textId="6FAFB0F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0AC7E" w14:textId="1BCED5D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64506" w14:textId="6DE5969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2DC8F" w14:textId="4223D76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42A92" w14:textId="740C74B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0.090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20DF6" w14:textId="1CE5B36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3.61</w:t>
            </w:r>
          </w:p>
        </w:tc>
      </w:tr>
      <w:tr w:rsidR="00346877" w:rsidRPr="005446F8" w14:paraId="67FF181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62314" w14:textId="3320F94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ВАСЯ ДЕЛЧЕВА КРЪСТАНОВА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C7775" w14:textId="1308A1E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F7807" w14:textId="4D37740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C8B0C" w14:textId="636B265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1.041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F116B" w14:textId="6119110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C0957" w14:textId="360E63D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F35C8" w14:textId="45284C9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0E88769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41FE7" w14:textId="20AA530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8E0D3" w14:textId="6904988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5B487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B6986" w14:textId="4140570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138.508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C0249" w14:textId="35BB2EF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084BC" w14:textId="5C57DB2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88.200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0EE73" w14:textId="317F035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3528.00</w:t>
            </w:r>
          </w:p>
        </w:tc>
      </w:tr>
      <w:tr w:rsidR="00346877" w:rsidRPr="005446F8" w14:paraId="6E78C94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81C03" w14:textId="70B005D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76286" w14:textId="2BDCA56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B9ACE" w14:textId="4AC339E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23.10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E886F" w14:textId="3E918E6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2.324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4DBA0" w14:textId="4AC218A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A3FAC" w14:textId="0F47A64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98C50" w14:textId="4FA886C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3B64564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07574" w14:textId="711057A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6CE49" w14:textId="1AFEE2B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4BD22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8896E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D371F" w14:textId="3F4CE39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88B43" w14:textId="03C418E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2.293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34B81" w14:textId="14FB67B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91.70</w:t>
            </w:r>
          </w:p>
        </w:tc>
      </w:tr>
      <w:tr w:rsidR="00346877" w:rsidRPr="005446F8" w14:paraId="5B5F9CD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7DD84" w14:textId="0BC6107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9E10D" w14:textId="4871DE2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B903C" w14:textId="416EC70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8FF79" w14:textId="5CC30A4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DAF34" w14:textId="53633D0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75BD9" w14:textId="21281ED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B5459" w14:textId="1B34D36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51.92</w:t>
            </w:r>
          </w:p>
        </w:tc>
      </w:tr>
      <w:tr w:rsidR="00346877" w:rsidRPr="005446F8" w14:paraId="764130D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BC971" w14:textId="549F35C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BB550" w14:textId="7ADF6DA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79FEC" w14:textId="26CDBE4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EDCC1" w14:textId="18844EB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79E8C" w14:textId="687DC53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12.45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A30CE" w14:textId="3C04392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3.798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F47C5" w14:textId="091098E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151.92</w:t>
            </w:r>
          </w:p>
        </w:tc>
      </w:tr>
      <w:tr w:rsidR="00346877" w:rsidRPr="005446F8" w14:paraId="2A8F63A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0E07D" w14:textId="5CC5CD2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0C78B" w14:textId="2B5CFE3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3F8D0" w14:textId="2991F0D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12.44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D21D3" w14:textId="5ED0D53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76276" w14:textId="173854E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9154B" w14:textId="36FCB1A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2C294" w14:textId="7D86C9E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5ADC222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7EA15" w14:textId="0C90CE3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BFC39" w14:textId="2A44CE8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7F352" w14:textId="2CB3FF1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12.93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E57BE" w14:textId="104ECED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1.422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914C0" w14:textId="5043072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DE5D7" w14:textId="6F3B47E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725A6" w14:textId="0EC679C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535ABBE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AD031" w14:textId="3A6280C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1E469" w14:textId="6FF3F8C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44651" w14:textId="7D9B24D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12.91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A77C7" w14:textId="43E0F10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1EBC6" w14:textId="34913C6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F0D01" w14:textId="1545DF3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2C5CA" w14:textId="0DD73CD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19F60B7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573EA" w14:textId="278C21F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CCFBD" w14:textId="45FFDAF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A8FE8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F6FB3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D1D9E" w14:textId="037F441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12.92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5E5FB" w14:textId="446304F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48EC5" w14:textId="25C2217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43.96</w:t>
            </w:r>
          </w:p>
        </w:tc>
      </w:tr>
      <w:tr w:rsidR="00346877" w:rsidRPr="005446F8" w14:paraId="7A958CD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C56B2" w14:textId="238AB2B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6C673" w14:textId="1AF7D4B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8172D" w14:textId="30A7C14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12.96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DD452" w14:textId="2EAE8A0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1.476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6FF65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0829B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F67FF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6F28BAC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097BC" w14:textId="78F0E73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9BD53" w14:textId="4CE3BC5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0CB34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0709E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D386F" w14:textId="57BD43D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12.97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AEEC4" w14:textId="12DFD6E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0.875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6932A" w14:textId="304479A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34.99</w:t>
            </w:r>
          </w:p>
        </w:tc>
      </w:tr>
      <w:tr w:rsidR="00346877" w:rsidRPr="005446F8" w14:paraId="5E7ABEC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F5E47" w14:textId="4DFB6FF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09AA5" w14:textId="4203BD2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95F0A" w14:textId="247BB01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12.95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FFE31" w14:textId="381F746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0.096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77C6F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D97FA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C09A5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7019801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CF784" w14:textId="29C0FAD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08135" w14:textId="6B63F42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9AAA4" w14:textId="749970A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12.72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42DFE" w14:textId="3D83886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2.858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55001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AEB09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7ACB5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301668A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008B8" w14:textId="7A152AF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B66E4" w14:textId="191D30A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70FF8" w14:textId="4CBFE37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C8074" w14:textId="4C50A46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89012" w14:textId="0FDF324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12.73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BE9A4" w14:textId="0098CAE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1.576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F1006" w14:textId="00ADA69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63.06</w:t>
            </w:r>
          </w:p>
        </w:tc>
      </w:tr>
      <w:tr w:rsidR="00346877" w:rsidRPr="005446F8" w14:paraId="29B2753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44E4A" w14:textId="20DD979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C1C64" w14:textId="700CACC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9E1F3" w14:textId="314CBBE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DF4E7" w14:textId="67D13CF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92E27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C636F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F8E4A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0FB9655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58087" w14:textId="611BFA4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067C6" w14:textId="095EA63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A01A0" w14:textId="65751C2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D4A24" w14:textId="6409C27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21A05" w14:textId="0F1AFC4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D34F0" w14:textId="194BD12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2.885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4D698" w14:textId="0CA4B8D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115.38</w:t>
            </w:r>
          </w:p>
        </w:tc>
      </w:tr>
      <w:tr w:rsidR="00346877" w:rsidRPr="005446F8" w14:paraId="721EA23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69372" w14:textId="2652DB0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376EB" w14:textId="029DEAF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614F9" w14:textId="6742A41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F7B30" w14:textId="53A88E3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14.647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5950A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367BD" w14:textId="0465313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13.823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FA5F7" w14:textId="391F002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552.93</w:t>
            </w:r>
          </w:p>
        </w:tc>
      </w:tr>
      <w:tr w:rsidR="00346877" w:rsidRPr="005446F8" w14:paraId="6BD46E4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35793" w14:textId="755494F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372DF" w14:textId="48E4345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AD85D" w14:textId="368CE0C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B2B4C" w14:textId="39380E6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8CF55" w14:textId="75B9528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13.42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6F014" w14:textId="619F420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1.446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52760" w14:textId="35B6049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57.83</w:t>
            </w:r>
          </w:p>
        </w:tc>
      </w:tr>
      <w:tr w:rsidR="00346877" w:rsidRPr="005446F8" w14:paraId="79BC40B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5CB2F" w14:textId="22DB68E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0CDF2" w14:textId="5654416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9B121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D0E43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900ED" w14:textId="795E044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13.53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53CBF" w14:textId="26D7EFC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0.545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82B27" w14:textId="4516EEE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21.79</w:t>
            </w:r>
          </w:p>
        </w:tc>
      </w:tr>
      <w:tr w:rsidR="00346877" w:rsidRPr="005446F8" w14:paraId="3E75683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7AD9C" w14:textId="1BD8CC1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C1801" w14:textId="67199D7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1D280" w14:textId="5CB9B5C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13.13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56751" w14:textId="5B7FF9F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0.493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98124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C1F70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EF1F6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1DA57F3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8F6FB" w14:textId="57A68FE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7F758" w14:textId="2BEAF90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89DB2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68E61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0FB79" w14:textId="705FEA7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C41CC" w14:textId="2AB2B32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2.394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51E3A" w14:textId="24904DA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95.76</w:t>
            </w:r>
          </w:p>
        </w:tc>
      </w:tr>
      <w:tr w:rsidR="00346877" w:rsidRPr="005446F8" w14:paraId="09B3BA9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C0430" w14:textId="4F0052D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97DDA" w14:textId="5A75F08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DFAEC" w14:textId="7998FAE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19.19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00AC6" w14:textId="7CDF436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1.898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A1C01" w14:textId="5B22D48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1368B" w14:textId="7053D51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646B7" w14:textId="0CF3641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3336EA5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67B18" w14:textId="1C2A3A5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D2396" w14:textId="175A3A2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AD921" w14:textId="026C7F3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8A433" w14:textId="1B0BCBD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2.391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01F41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BDB95" w14:textId="2E9769C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4.384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383E0" w14:textId="01C177A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175.38</w:t>
            </w:r>
          </w:p>
        </w:tc>
      </w:tr>
      <w:tr w:rsidR="00346877" w:rsidRPr="005446F8" w14:paraId="03C06A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44176" w14:textId="7618B16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054C3" w14:textId="2C5BF91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09149" w14:textId="5F70E62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12.108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26C33" w14:textId="093AB32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1.275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D895D" w14:textId="2BF877A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12.108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B8E66" w14:textId="76120A6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1.275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2C22F" w14:textId="2D25934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51.01</w:t>
            </w:r>
          </w:p>
        </w:tc>
      </w:tr>
      <w:tr w:rsidR="00346877" w:rsidRPr="005446F8" w14:paraId="532A60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90D34" w14:textId="15906C8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C4E99" w14:textId="60A141E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FFABA" w14:textId="256AFFB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12.110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2A5C9" w14:textId="14E1929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1.348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EDF4B" w14:textId="2CC13C5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12.110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920D4" w14:textId="0C33AF4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1.348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D441A" w14:textId="35D7944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53.93</w:t>
            </w:r>
          </w:p>
        </w:tc>
      </w:tr>
      <w:tr w:rsidR="00346877" w:rsidRPr="005446F8" w14:paraId="4177401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E8C0F" w14:textId="2A5F3F3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FC87B" w14:textId="2308939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AF6E4" w14:textId="1B120E2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E6B5D" w14:textId="1EB6886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1.477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97CCB" w14:textId="5B9C7A4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53F73" w14:textId="1D0C47A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1.477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01877" w14:textId="7B263C5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59.08</w:t>
            </w:r>
          </w:p>
        </w:tc>
      </w:tr>
      <w:tr w:rsidR="00346877" w:rsidRPr="005446F8" w14:paraId="00D0AE5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DED1B" w14:textId="04E5D1E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DF2F6" w14:textId="67BF1D7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E8C28" w14:textId="004EBD4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38443" w14:textId="7FB2BEA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4.100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60536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2C0A8" w14:textId="07499CF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4.100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5D747" w14:textId="2E17402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164.01</w:t>
            </w:r>
          </w:p>
        </w:tc>
      </w:tr>
      <w:tr w:rsidR="00346877" w:rsidRPr="005446F8" w14:paraId="7E75DAB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37A42" w14:textId="4D04767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СТАБ 1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60B78" w14:textId="3F40FDA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2DE19" w14:textId="3B4FF4B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F4750" w14:textId="056CE74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3.920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FA6EC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383EC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8ECEB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57AE341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820AF" w14:textId="3DF168D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СТАБ 1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AB68F" w14:textId="7150802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A75C0" w14:textId="0E9DFDD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40C82" w14:textId="0FE9924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0B530" w14:textId="38508BB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3C3BB" w14:textId="050DC76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3.893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8E035" w14:textId="7CA66F0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155.71</w:t>
            </w:r>
          </w:p>
        </w:tc>
      </w:tr>
      <w:tr w:rsidR="00346877" w:rsidRPr="005446F8" w14:paraId="7BF6A8C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ED58E" w14:textId="17FF93B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СТАБ 1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39FB8" w14:textId="42D2209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34EB4" w14:textId="1239A75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F28C8" w14:textId="48D55D9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3.864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C4EE1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AFFDA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6408A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07FCB7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D0A6A" w14:textId="3C74516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СТАБ 1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54386" w14:textId="5563DDA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C3C4D" w14:textId="733BCF9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240E5" w14:textId="5898F32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2.763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072BF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EF641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A18F8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0FD38AC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05C7A" w14:textId="7EB6259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lastRenderedPageBreak/>
              <w:t>СТАБ 1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8962D" w14:textId="2CCE0C8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61EBB" w14:textId="77C40AE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5B25F" w14:textId="36E455E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2.580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89019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CE1A7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9A3F2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58FC355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95BA7" w14:textId="70BF77A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СТАБ 1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E0397" w14:textId="7C5EE0A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C7D3D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D6EA4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A6F7B" w14:textId="5EDCE7C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39CBA" w14:textId="5BB5261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2.535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03349" w14:textId="4F834E4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101.40</w:t>
            </w:r>
          </w:p>
        </w:tc>
      </w:tr>
      <w:tr w:rsidR="00346877" w:rsidRPr="005446F8" w14:paraId="44EB0E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7381E" w14:textId="7B5E87F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СТАБ 1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0C9EB" w14:textId="7492822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EE8E2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8D588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49B6D" w14:textId="33978B8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B4FFB" w14:textId="57CF810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2.244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8308A" w14:textId="4E96712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89.75</w:t>
            </w:r>
          </w:p>
        </w:tc>
      </w:tr>
      <w:tr w:rsidR="00346877" w:rsidRPr="005446F8" w14:paraId="39DF1FE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C9E94" w14:textId="7C7F4C5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СТАБ 1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C4884" w14:textId="3AA1874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6C4FF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04AB2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E6343" w14:textId="61CF22B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2B797" w14:textId="6274306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1.358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9E2D0" w14:textId="1E71E2C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54.34</w:t>
            </w:r>
          </w:p>
        </w:tc>
      </w:tr>
      <w:tr w:rsidR="00346877" w:rsidRPr="005446F8" w14:paraId="5F193FA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9160A" w14:textId="1215630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СТАБ 1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F3826" w14:textId="5983E31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A04B1" w14:textId="33ACFA3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2B737" w14:textId="0E082E0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0.392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BACAC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C0758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29208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7279841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D5856" w14:textId="6AD9B94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СТАБ 1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2946A" w14:textId="3DA5954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470B0" w14:textId="548EA5B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3E309" w14:textId="3318AC1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9949A" w14:textId="145BF54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15.338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6CAF5" w14:textId="26DE22C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3.398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5123D" w14:textId="32E9E32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135.91</w:t>
            </w:r>
          </w:p>
        </w:tc>
      </w:tr>
      <w:tr w:rsidR="00346877" w:rsidRPr="005446F8" w14:paraId="72D1417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FBFFB" w14:textId="51BCDA8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СТАБ 1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5002A" w14:textId="5517B10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40807" w14:textId="01B1BFA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4B3F0" w14:textId="7574176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7A4EC" w14:textId="08EF206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EEE6B" w14:textId="58BBC8F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2.130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D3BEF" w14:textId="371A987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85.18</w:t>
            </w:r>
          </w:p>
        </w:tc>
      </w:tr>
      <w:tr w:rsidR="00346877" w:rsidRPr="005446F8" w14:paraId="22B6C43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AC925" w14:textId="1258893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СТАБ 1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3584C" w14:textId="6994D75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F3CDE" w14:textId="410EAC1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EE1A6" w14:textId="1AE43D4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35E57" w14:textId="0E165F6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15.347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722EC" w14:textId="0B56C5B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0.825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3801E" w14:textId="1AECBCE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33.01</w:t>
            </w:r>
          </w:p>
        </w:tc>
      </w:tr>
      <w:tr w:rsidR="00346877" w:rsidRPr="005446F8" w14:paraId="54CA8ED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318C" w14:textId="0717AA3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СТАБ 1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3AEA8" w14:textId="31E9874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06B53" w14:textId="4A6C24F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23893" w14:textId="305866C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14F1E" w14:textId="66F66D7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15.339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52B81" w14:textId="16D2C94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0.560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2EC93" w14:textId="2F7F4D4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22.41</w:t>
            </w:r>
          </w:p>
        </w:tc>
      </w:tr>
      <w:tr w:rsidR="00346877" w:rsidRPr="005446F8" w14:paraId="1CD497F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85A52" w14:textId="41C3888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СТАБ 1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DAE85" w14:textId="0558D18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CD6AB" w14:textId="2B5A9EA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43A5B" w14:textId="54CF2F6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FA5E6" w14:textId="3B6AC38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C57AD" w14:textId="09DC786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0.360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C49B5" w14:textId="6A02BC4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14.41</w:t>
            </w:r>
          </w:p>
        </w:tc>
      </w:tr>
      <w:tr w:rsidR="00346877" w:rsidRPr="005446F8" w14:paraId="28A3B12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A5F30" w14:textId="05FE2C5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СТАБ 1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29877" w14:textId="02F6D33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FF9DF" w14:textId="2A218F8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1EEE7" w14:textId="53882C8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6D662" w14:textId="5211391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16.872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B2580" w14:textId="79C756C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1.509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A664E" w14:textId="6F5A29E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60.35</w:t>
            </w:r>
          </w:p>
        </w:tc>
      </w:tr>
      <w:tr w:rsidR="00346877" w:rsidRPr="005446F8" w14:paraId="17E6A33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A7BB5" w14:textId="7107442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СТАБ 1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8BA21" w14:textId="3ECDC0D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942A1" w14:textId="522BCAC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DEEA2" w14:textId="461296B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89604" w14:textId="766CC98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FF724" w14:textId="467B574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3.620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8D1D5" w14:textId="04D0B4C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144.82</w:t>
            </w:r>
          </w:p>
        </w:tc>
      </w:tr>
      <w:tr w:rsidR="00346877" w:rsidRPr="005446F8" w14:paraId="17A611C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138F8" w14:textId="55B4430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СТАБ 1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37EC5" w14:textId="7F7B823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3555D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E85C3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E4D6C" w14:textId="403F2D5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D224C" w14:textId="52BAD5F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0.766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96CF7" w14:textId="64AE640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30.64</w:t>
            </w:r>
          </w:p>
        </w:tc>
      </w:tr>
      <w:tr w:rsidR="00346877" w:rsidRPr="005446F8" w14:paraId="28CD862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2698B" w14:textId="113F51F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СТАБ 1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7A807" w14:textId="4537E47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5E6AA" w14:textId="5B8BD9C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EE497" w14:textId="705A842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47714" w14:textId="0C43A4F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92EC8" w14:textId="1A1D1A8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0.617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47371" w14:textId="698FBC1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24.68</w:t>
            </w:r>
          </w:p>
        </w:tc>
      </w:tr>
      <w:tr w:rsidR="00346877" w:rsidRPr="005446F8" w14:paraId="1C7C745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0A89C" w14:textId="4A2F41F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СТАБ 1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13A1E" w14:textId="1201FCB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F7BBF" w14:textId="54C99CA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B2921" w14:textId="3CEC6AC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58930" w14:textId="7147DDF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CEB1A" w14:textId="6D1BAB3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0.605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4173E" w14:textId="59835BE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24.20</w:t>
            </w:r>
          </w:p>
        </w:tc>
      </w:tr>
      <w:tr w:rsidR="00346877" w:rsidRPr="005446F8" w14:paraId="1EDEE1B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1A8B6" w14:textId="1F68A1E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СТАБ 1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1FAA0" w14:textId="0C18DD1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8A1EA" w14:textId="30E7571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88D62" w14:textId="3605A22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4.390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4E0B6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D867A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CC06D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7C088A3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9E8D1" w14:textId="112A182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СТАБ 1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54ED4" w14:textId="16EE025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DD7A3" w14:textId="43DC797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639AB" w14:textId="7C2D2E2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F2A77" w14:textId="7EEE978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CECCD" w14:textId="08B766C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53896" w14:textId="61FED82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377C960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74FA4" w14:textId="6C50C9D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СТАБ 1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729DB" w14:textId="725CFD9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DAA40" w14:textId="5D1945F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91E1C" w14:textId="608EB09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4EF3C" w14:textId="7478C59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AD38C" w14:textId="5841464A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2.264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27A5A" w14:textId="5B32584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90.57</w:t>
            </w:r>
          </w:p>
        </w:tc>
      </w:tr>
      <w:tr w:rsidR="00346877" w:rsidRPr="005446F8" w14:paraId="0943B10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C598B" w14:textId="35717C0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СТАБ 1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416D2" w14:textId="5DAEEE8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C2A5C" w14:textId="1B01ABC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15.17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214D6" w14:textId="2A27B90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65B0A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F6DDD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6B252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047C5B0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4F5E8" w14:textId="50F1085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СТАБ 1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A9FCB" w14:textId="49D90B0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118C4" w14:textId="2688F23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0184E" w14:textId="6EC03C28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4.502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140E6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3AC37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2B311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280BB8F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3253D" w14:textId="5FD0BC1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СТАБ 1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85C6B" w14:textId="65CDD92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E44BE" w14:textId="2511DDC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01EFE" w14:textId="3976F9B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3.775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1B450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F4A31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DE736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4C953B1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B6449" w14:textId="2457693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СТАБ 1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2F7D9" w14:textId="486CBE4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B0391" w14:textId="45F4E8E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4BECF" w14:textId="1FCAE66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8E75C" w14:textId="0ECD367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09E4D" w14:textId="71B01AD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59656" w14:textId="0C01DA1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132.00</w:t>
            </w:r>
          </w:p>
        </w:tc>
      </w:tr>
      <w:tr w:rsidR="00346877" w:rsidRPr="005446F8" w14:paraId="737A384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7531E" w14:textId="3E1831C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СТАБ 1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C4E84" w14:textId="413A19C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CBC4D" w14:textId="045078C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09F1B" w14:textId="4C4B6AE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49893" w14:textId="6CFAA3A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E25C2" w14:textId="666533C1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B3B99" w14:textId="537F5724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59.92</w:t>
            </w:r>
          </w:p>
        </w:tc>
      </w:tr>
      <w:tr w:rsidR="00346877" w:rsidRPr="005446F8" w14:paraId="40A9737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4D9D6" w14:textId="573EECB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СТАБ 1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5D0D7" w14:textId="240C5D9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9A9BD" w14:textId="096EF7F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18535" w14:textId="012AB81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0.355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04263" w14:textId="2021DBC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F7474" w14:textId="74E56A0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37197" w14:textId="75C07F6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6877" w:rsidRPr="005446F8" w14:paraId="7A357A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D79D8" w14:textId="5EE4EE2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СТАБ 1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84F79" w14:textId="0F91E11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DC666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11132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D7258" w14:textId="6A74B26D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8893C" w14:textId="19EDEA9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0.206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5B8F6" w14:textId="574DB1B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8.26</w:t>
            </w:r>
          </w:p>
        </w:tc>
      </w:tr>
      <w:tr w:rsidR="00346877" w:rsidRPr="005446F8" w14:paraId="449052D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6272B" w14:textId="5AA8AEC6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СТАБ 1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96394" w14:textId="1445B939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DFF22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17114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BC8CF" w14:textId="51DF8AA2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16.38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37E0C" w14:textId="07D65B45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0.082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76BD3" w14:textId="4578278E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sz w:val="18"/>
                <w:szCs w:val="18"/>
              </w:rPr>
              <w:t>3.29</w:t>
            </w:r>
          </w:p>
        </w:tc>
      </w:tr>
      <w:tr w:rsidR="00346877" w:rsidRPr="005446F8" w14:paraId="70AD675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138DA" w14:textId="2D9242FC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ECE6C" w14:textId="42EE9B03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1ED29" w14:textId="5287E87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41556" w14:textId="5F209390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29.795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35D1B" w14:textId="77777777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7BEFC" w14:textId="7FC9E93B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31.771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68BC9" w14:textId="0005682F" w:rsidR="00346877" w:rsidRPr="004D43C2" w:rsidRDefault="00346877" w:rsidP="0034687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70E3">
              <w:rPr>
                <w:rFonts w:ascii="Arial" w:hAnsi="Arial" w:cs="Arial"/>
                <w:b/>
                <w:bCs/>
                <w:sz w:val="18"/>
                <w:szCs w:val="18"/>
              </w:rPr>
              <w:t>1270.84</w:t>
            </w:r>
          </w:p>
        </w:tc>
      </w:tr>
      <w:tr w:rsidR="000A00F2" w:rsidRPr="005446F8" w14:paraId="6B51954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7C4F6" w14:textId="1108E771" w:rsidR="000A00F2" w:rsidRPr="00346877" w:rsidRDefault="000A00F2" w:rsidP="000A00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346877">
              <w:rPr>
                <w:rFonts w:ascii="Arial" w:hAnsi="Arial" w:cs="Arial"/>
                <w:b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C15EA" w14:textId="5F5ABFF6" w:rsidR="000A00F2" w:rsidRPr="004D43C2" w:rsidRDefault="000A00F2" w:rsidP="000A00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19849" w14:textId="77777777" w:rsidR="000A00F2" w:rsidRPr="004D43C2" w:rsidRDefault="000A00F2" w:rsidP="000A00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C0008" w14:textId="27872D40" w:rsidR="000A00F2" w:rsidRPr="000A00F2" w:rsidRDefault="000A00F2" w:rsidP="000A00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A00F2">
              <w:rPr>
                <w:b/>
              </w:rPr>
              <w:t>283.178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A391B" w14:textId="44F3FDC1" w:rsidR="000A00F2" w:rsidRPr="000A00F2" w:rsidRDefault="000A00F2" w:rsidP="000A00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D8092" w14:textId="07DFA7DA" w:rsidR="000A00F2" w:rsidRPr="000A00F2" w:rsidRDefault="000A00F2" w:rsidP="000A00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A00F2">
              <w:rPr>
                <w:b/>
              </w:rPr>
              <w:t>262.49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A50FC" w14:textId="2A370122" w:rsidR="000A00F2" w:rsidRPr="000A00F2" w:rsidRDefault="000A00F2" w:rsidP="000A00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A00F2">
              <w:rPr>
                <w:b/>
              </w:rPr>
              <w:t>10499.66</w:t>
            </w:r>
          </w:p>
        </w:tc>
      </w:tr>
    </w:tbl>
    <w:p w14:paraId="31E9A4E8" w14:textId="77777777" w:rsidR="00450DBF" w:rsidRDefault="00450DBF" w:rsidP="0097789C">
      <w:pPr>
        <w:ind w:firstLine="720"/>
        <w:jc w:val="both"/>
        <w:textAlignment w:val="center"/>
        <w:rPr>
          <w:lang w:val="bg-BG"/>
        </w:rPr>
      </w:pPr>
    </w:p>
    <w:p w14:paraId="075E98E9" w14:textId="1DFA99C4" w:rsidR="0097789C" w:rsidRPr="00CE78CA" w:rsidRDefault="0097789C" w:rsidP="0097789C">
      <w:pPr>
        <w:ind w:firstLine="720"/>
        <w:jc w:val="both"/>
        <w:textAlignment w:val="center"/>
        <w:rPr>
          <w:lang w:val="bg-BG"/>
        </w:rPr>
      </w:pPr>
      <w:r w:rsidRPr="00CE78CA">
        <w:rPr>
          <w:lang w:val="bg-BG"/>
        </w:rPr>
        <w:t>Н</w:t>
      </w:r>
      <w:proofErr w:type="spellStart"/>
      <w:r w:rsidRPr="00CE78CA">
        <w:rPr>
          <w:lang w:val="ru-RU"/>
        </w:rPr>
        <w:t>астоящата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заповед</w:t>
      </w:r>
      <w:proofErr w:type="spellEnd"/>
      <w:r w:rsidRPr="00CE78CA">
        <w:rPr>
          <w:lang w:val="ru-RU"/>
        </w:rPr>
        <w:t xml:space="preserve">, </w:t>
      </w:r>
      <w:proofErr w:type="spellStart"/>
      <w:r w:rsidRPr="00CE78CA">
        <w:rPr>
          <w:lang w:val="ru-RU"/>
        </w:rPr>
        <w:t>заедно</w:t>
      </w:r>
      <w:proofErr w:type="spellEnd"/>
      <w:r w:rsidRPr="00CE78CA">
        <w:rPr>
          <w:lang w:val="ru-RU"/>
        </w:rPr>
        <w:t xml:space="preserve"> с </w:t>
      </w:r>
      <w:proofErr w:type="spellStart"/>
      <w:r w:rsidRPr="00CE78CA">
        <w:rPr>
          <w:lang w:val="ru-RU"/>
        </w:rPr>
        <w:t>окончателните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регистри</w:t>
      </w:r>
      <w:proofErr w:type="spellEnd"/>
      <w:r w:rsidRPr="00CE78CA">
        <w:rPr>
          <w:lang w:val="ru-RU"/>
        </w:rPr>
        <w:t xml:space="preserve"> и карта на </w:t>
      </w:r>
      <w:proofErr w:type="spellStart"/>
      <w:r w:rsidRPr="00CE78CA">
        <w:rPr>
          <w:lang w:val="ru-RU"/>
        </w:rPr>
        <w:t>ползването</w:t>
      </w:r>
      <w:proofErr w:type="spellEnd"/>
      <w:r w:rsidRPr="00CE78CA">
        <w:rPr>
          <w:lang w:val="ru-RU"/>
        </w:rPr>
        <w:t xml:space="preserve">, да се </w:t>
      </w:r>
      <w:proofErr w:type="spellStart"/>
      <w:r w:rsidRPr="00CE78CA">
        <w:rPr>
          <w:lang w:val="ru-RU"/>
        </w:rPr>
        <w:t>обяви</w:t>
      </w:r>
      <w:proofErr w:type="spellEnd"/>
      <w:r w:rsidRPr="00CE78CA">
        <w:rPr>
          <w:lang w:val="ru-RU"/>
        </w:rPr>
        <w:t xml:space="preserve"> в </w:t>
      </w:r>
      <w:proofErr w:type="spellStart"/>
      <w:r w:rsidRPr="00CE78CA">
        <w:rPr>
          <w:lang w:val="ru-RU"/>
        </w:rPr>
        <w:t>кметството</w:t>
      </w:r>
      <w:proofErr w:type="spellEnd"/>
      <w:r w:rsidRPr="00CE78CA">
        <w:rPr>
          <w:lang w:val="ru-RU"/>
        </w:rPr>
        <w:t xml:space="preserve"> и в </w:t>
      </w:r>
      <w:proofErr w:type="spellStart"/>
      <w:r w:rsidRPr="00CE78CA">
        <w:rPr>
          <w:lang w:val="ru-RU"/>
        </w:rPr>
        <w:t>сградата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общинската</w:t>
      </w:r>
      <w:proofErr w:type="spellEnd"/>
      <w:r w:rsidRPr="00CE78CA">
        <w:rPr>
          <w:lang w:val="ru-RU"/>
        </w:rPr>
        <w:t xml:space="preserve"> служба по </w:t>
      </w:r>
      <w:proofErr w:type="spellStart"/>
      <w:r w:rsidRPr="00CE78CA">
        <w:rPr>
          <w:lang w:val="ru-RU"/>
        </w:rPr>
        <w:t>земеделие</w:t>
      </w:r>
      <w:proofErr w:type="spellEnd"/>
      <w:r w:rsidRPr="00CE78CA">
        <w:rPr>
          <w:lang w:val="ru-RU"/>
        </w:rPr>
        <w:t xml:space="preserve"> и се </w:t>
      </w:r>
      <w:proofErr w:type="spellStart"/>
      <w:r w:rsidRPr="00CE78CA">
        <w:rPr>
          <w:lang w:val="ru-RU"/>
        </w:rPr>
        <w:t>публикува</w:t>
      </w:r>
      <w:proofErr w:type="spellEnd"/>
      <w:r w:rsidRPr="00CE78CA">
        <w:rPr>
          <w:lang w:val="ru-RU"/>
        </w:rPr>
        <w:t xml:space="preserve"> на интернет </w:t>
      </w:r>
      <w:proofErr w:type="spellStart"/>
      <w:r w:rsidRPr="00CE78CA">
        <w:rPr>
          <w:lang w:val="ru-RU"/>
        </w:rPr>
        <w:t>страницата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общината</w:t>
      </w:r>
      <w:proofErr w:type="spellEnd"/>
      <w:r w:rsidRPr="00CE78CA">
        <w:rPr>
          <w:lang w:val="ru-RU"/>
        </w:rPr>
        <w:t xml:space="preserve"> и на </w:t>
      </w:r>
      <w:proofErr w:type="spellStart"/>
      <w:r w:rsidRPr="00CE78CA">
        <w:rPr>
          <w:lang w:val="ru-RU"/>
        </w:rPr>
        <w:t>областната</w:t>
      </w:r>
      <w:proofErr w:type="spellEnd"/>
      <w:r w:rsidRPr="00CE78CA">
        <w:rPr>
          <w:lang w:val="ru-RU"/>
        </w:rPr>
        <w:t xml:space="preserve"> дирекция "</w:t>
      </w:r>
      <w:proofErr w:type="spellStart"/>
      <w:r w:rsidRPr="00CE78CA">
        <w:rPr>
          <w:lang w:val="ru-RU"/>
        </w:rPr>
        <w:t>Земеделие</w:t>
      </w:r>
      <w:proofErr w:type="spellEnd"/>
      <w:r w:rsidRPr="00CE78CA">
        <w:rPr>
          <w:lang w:val="bg-BG"/>
        </w:rPr>
        <w:t>“</w:t>
      </w:r>
    </w:p>
    <w:p w14:paraId="531CC6AF" w14:textId="77777777" w:rsidR="0097789C" w:rsidRPr="002725F6" w:rsidRDefault="0097789C" w:rsidP="0097789C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може</w:t>
      </w:r>
      <w:proofErr w:type="spellEnd"/>
      <w:r w:rsidRPr="00CE78CA">
        <w:rPr>
          <w:lang w:val="ru-RU"/>
        </w:rPr>
        <w:t xml:space="preserve"> да </w:t>
      </w:r>
      <w:proofErr w:type="spellStart"/>
      <w:r w:rsidRPr="00CE78CA">
        <w:rPr>
          <w:lang w:val="ru-RU"/>
        </w:rPr>
        <w:t>бъде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обжалвана</w:t>
      </w:r>
      <w:proofErr w:type="spellEnd"/>
      <w:r w:rsidRPr="00CE78CA">
        <w:rPr>
          <w:lang w:val="ru-RU"/>
        </w:rPr>
        <w:t xml:space="preserve"> в 14-дневен срок по </w:t>
      </w:r>
      <w:proofErr w:type="spellStart"/>
      <w:r w:rsidRPr="00CE78CA">
        <w:rPr>
          <w:lang w:val="ru-RU"/>
        </w:rPr>
        <w:t>реда</w:t>
      </w:r>
      <w:proofErr w:type="spellEnd"/>
      <w:r w:rsidRPr="00CE78CA">
        <w:rPr>
          <w:lang w:val="ru-RU"/>
        </w:rPr>
        <w:t xml:space="preserve"> на Административно</w:t>
      </w:r>
      <w:r>
        <w:rPr>
          <w:lang w:val="ru-RU"/>
        </w:rPr>
        <w:t>-</w:t>
      </w:r>
      <w:proofErr w:type="spellStart"/>
      <w:r w:rsidRPr="00CE78CA">
        <w:rPr>
          <w:lang w:val="ru-RU"/>
        </w:rPr>
        <w:t>процесуалния</w:t>
      </w:r>
      <w:proofErr w:type="spellEnd"/>
      <w:r w:rsidRPr="00CE78CA">
        <w:rPr>
          <w:lang w:val="ru-RU"/>
        </w:rPr>
        <w:t xml:space="preserve"> </w:t>
      </w:r>
      <w:proofErr w:type="spellStart"/>
      <w:proofErr w:type="gramStart"/>
      <w:r w:rsidRPr="00CE78CA">
        <w:rPr>
          <w:lang w:val="ru-RU"/>
        </w:rPr>
        <w:t>кодекс.Обжалването</w:t>
      </w:r>
      <w:proofErr w:type="spellEnd"/>
      <w:proofErr w:type="gram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не </w:t>
      </w:r>
      <w:proofErr w:type="spellStart"/>
      <w:r w:rsidRPr="00CE78CA">
        <w:rPr>
          <w:lang w:val="ru-RU"/>
        </w:rPr>
        <w:t>спира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изпълнението</w:t>
      </w:r>
      <w:proofErr w:type="spellEnd"/>
      <w:r w:rsidRPr="00CE78CA">
        <w:rPr>
          <w:lang w:val="ru-RU"/>
        </w:rPr>
        <w:t xml:space="preserve"> й.</w:t>
      </w:r>
    </w:p>
    <w:p w14:paraId="294738D5" w14:textId="77777777" w:rsidR="00B2429C" w:rsidRDefault="00B2429C" w:rsidP="00B2429C">
      <w:pPr>
        <w:jc w:val="both"/>
        <w:rPr>
          <w:b/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>
        <w:rPr>
          <w:lang w:val="ru-RU"/>
        </w:rPr>
        <w:t>Ползвателите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земеделски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земи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длъжни</w:t>
      </w:r>
      <w:proofErr w:type="spellEnd"/>
      <w:r>
        <w:rPr>
          <w:lang w:val="ru-RU"/>
        </w:rPr>
        <w:t xml:space="preserve"> да внес</w:t>
      </w:r>
      <w:r>
        <w:rPr>
          <w:lang w:val="bg-BG"/>
        </w:rPr>
        <w:t>а</w:t>
      </w:r>
      <w:r>
        <w:rPr>
          <w:lang w:val="ru-RU"/>
        </w:rPr>
        <w:t xml:space="preserve">т </w:t>
      </w:r>
      <w:proofErr w:type="gramStart"/>
      <w:r>
        <w:rPr>
          <w:lang w:val="ru-RU"/>
        </w:rPr>
        <w:t>по сметка</w:t>
      </w:r>
      <w:proofErr w:type="gramEnd"/>
      <w:r>
        <w:rPr>
          <w:lang w:val="ru-RU"/>
        </w:rPr>
        <w:t xml:space="preserve"> за </w:t>
      </w:r>
      <w:proofErr w:type="spellStart"/>
      <w:r>
        <w:rPr>
          <w:lang w:val="ru-RU"/>
        </w:rPr>
        <w:t>чужди</w:t>
      </w:r>
      <w:proofErr w:type="spellEnd"/>
      <w:r>
        <w:rPr>
          <w:lang w:val="ru-RU"/>
        </w:rPr>
        <w:t xml:space="preserve"> средства в </w:t>
      </w:r>
      <w:proofErr w:type="spellStart"/>
      <w:r>
        <w:rPr>
          <w:lang w:val="ru-RU"/>
        </w:rPr>
        <w:t>областна</w:t>
      </w:r>
      <w:proofErr w:type="spellEnd"/>
      <w:r>
        <w:rPr>
          <w:lang w:val="ru-RU"/>
        </w:rPr>
        <w:t xml:space="preserve"> дирекция "</w:t>
      </w:r>
      <w:proofErr w:type="spellStart"/>
      <w:r>
        <w:rPr>
          <w:lang w:val="ru-RU"/>
        </w:rPr>
        <w:t>Земеделие</w:t>
      </w:r>
      <w:proofErr w:type="spellEnd"/>
      <w:r>
        <w:rPr>
          <w:lang w:val="ru-RU"/>
        </w:rPr>
        <w:t xml:space="preserve">" – София </w:t>
      </w:r>
      <w:proofErr w:type="spellStart"/>
      <w:r>
        <w:rPr>
          <w:lang w:val="ru-RU"/>
        </w:rPr>
        <w:t>област</w:t>
      </w:r>
      <w:proofErr w:type="spellEnd"/>
      <w:r>
        <w:rPr>
          <w:b/>
          <w:lang w:val="ru-RU"/>
        </w:rPr>
        <w:t xml:space="preserve">, Банка: </w:t>
      </w:r>
      <w:proofErr w:type="spellStart"/>
      <w:r>
        <w:rPr>
          <w:b/>
          <w:lang w:val="ru-RU"/>
        </w:rPr>
        <w:t>УниКредитБулбанк</w:t>
      </w:r>
      <w:proofErr w:type="spellEnd"/>
      <w:r>
        <w:rPr>
          <w:b/>
          <w:lang w:val="ru-RU"/>
        </w:rPr>
        <w:t xml:space="preserve">,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UNCRBGSF</w:t>
      </w:r>
      <w:r>
        <w:rPr>
          <w:b/>
          <w:lang w:val="ru-RU"/>
        </w:rPr>
        <w:t xml:space="preserve">, </w:t>
      </w:r>
      <w:r>
        <w:rPr>
          <w:b/>
        </w:rPr>
        <w:t>IBAN</w:t>
      </w:r>
      <w:r>
        <w:rPr>
          <w:b/>
          <w:lang w:val="ru-RU"/>
        </w:rPr>
        <w:t xml:space="preserve">: </w:t>
      </w:r>
      <w:r>
        <w:rPr>
          <w:b/>
        </w:rPr>
        <w:t>BG</w:t>
      </w:r>
      <w:r>
        <w:rPr>
          <w:b/>
          <w:lang w:val="ru-RU"/>
        </w:rPr>
        <w:t xml:space="preserve">67 </w:t>
      </w:r>
      <w:r>
        <w:rPr>
          <w:b/>
        </w:rPr>
        <w:t>UNCR</w:t>
      </w:r>
      <w:r>
        <w:rPr>
          <w:b/>
          <w:lang w:val="ru-RU"/>
        </w:rPr>
        <w:t xml:space="preserve"> 7000 3319 7337 51</w:t>
      </w:r>
      <w:r>
        <w:rPr>
          <w:lang w:val="ru-RU"/>
        </w:rPr>
        <w:t xml:space="preserve">, </w:t>
      </w:r>
      <w:proofErr w:type="spellStart"/>
      <w:r>
        <w:rPr>
          <w:lang w:val="ru-RU"/>
        </w:rPr>
        <w:t>сумата</w:t>
      </w:r>
      <w:proofErr w:type="spellEnd"/>
      <w:r>
        <w:rPr>
          <w:lang w:val="ru-RU"/>
        </w:rPr>
        <w:t xml:space="preserve"> в размер на </w:t>
      </w:r>
      <w:proofErr w:type="spellStart"/>
      <w:r>
        <w:rPr>
          <w:lang w:val="ru-RU"/>
        </w:rPr>
        <w:t>средното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годишно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рентно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плащане</w:t>
      </w:r>
      <w:proofErr w:type="spellEnd"/>
      <w:r>
        <w:rPr>
          <w:lang w:val="ru-RU"/>
        </w:rPr>
        <w:t xml:space="preserve"> за </w:t>
      </w:r>
      <w:proofErr w:type="spellStart"/>
      <w:r>
        <w:rPr>
          <w:lang w:val="ru-RU"/>
        </w:rPr>
        <w:t>землището</w:t>
      </w:r>
      <w:proofErr w:type="spellEnd"/>
      <w:r>
        <w:rPr>
          <w:lang w:val="ru-RU"/>
        </w:rPr>
        <w:t xml:space="preserve"> </w:t>
      </w:r>
      <w:r>
        <w:rPr>
          <w:b/>
          <w:lang w:val="ru-RU"/>
        </w:rPr>
        <w:t xml:space="preserve">в срок до три </w:t>
      </w:r>
      <w:proofErr w:type="spellStart"/>
      <w:r>
        <w:rPr>
          <w:b/>
          <w:lang w:val="ru-RU"/>
        </w:rPr>
        <w:t>месеца</w:t>
      </w:r>
      <w:proofErr w:type="spellEnd"/>
      <w:r>
        <w:rPr>
          <w:lang w:val="ru-RU"/>
        </w:rPr>
        <w:t xml:space="preserve"> от </w:t>
      </w:r>
      <w:proofErr w:type="spellStart"/>
      <w:r>
        <w:rPr>
          <w:lang w:val="ru-RU"/>
        </w:rPr>
        <w:t>публикуване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заповедта</w:t>
      </w:r>
      <w:proofErr w:type="spellEnd"/>
      <w:r>
        <w:rPr>
          <w:lang w:val="ru-RU"/>
        </w:rPr>
        <w:t>.</w:t>
      </w:r>
    </w:p>
    <w:p w14:paraId="119E4050" w14:textId="77777777" w:rsidR="004A3929" w:rsidRPr="004A35CC" w:rsidRDefault="004A3929" w:rsidP="004A3929">
      <w:pPr>
        <w:ind w:firstLine="720"/>
        <w:jc w:val="both"/>
        <w:rPr>
          <w:i/>
          <w:lang w:val="ru-RU"/>
        </w:rPr>
      </w:pPr>
      <w:r w:rsidRPr="004A3929">
        <w:rPr>
          <w:i/>
          <w:lang w:val="ru-RU"/>
        </w:rPr>
        <w:t xml:space="preserve">За </w:t>
      </w:r>
      <w:proofErr w:type="spellStart"/>
      <w:r w:rsidRPr="004A3929">
        <w:rPr>
          <w:i/>
          <w:lang w:val="ru-RU"/>
        </w:rPr>
        <w:t>ползвател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който</w:t>
      </w:r>
      <w:proofErr w:type="spellEnd"/>
      <w:r w:rsidRPr="004A3929">
        <w:rPr>
          <w:i/>
          <w:lang w:val="ru-RU"/>
        </w:rPr>
        <w:t xml:space="preserve"> не е заплатил </w:t>
      </w:r>
      <w:proofErr w:type="spellStart"/>
      <w:r w:rsidRPr="004A3929">
        <w:rPr>
          <w:i/>
          <w:lang w:val="ru-RU"/>
        </w:rPr>
        <w:t>сумите</w:t>
      </w:r>
      <w:proofErr w:type="spellEnd"/>
      <w:r w:rsidRPr="004A3929">
        <w:rPr>
          <w:i/>
          <w:lang w:val="ru-RU"/>
        </w:rPr>
        <w:t xml:space="preserve"> за </w:t>
      </w:r>
      <w:proofErr w:type="spellStart"/>
      <w:r w:rsidRPr="004A3929">
        <w:rPr>
          <w:i/>
          <w:lang w:val="ru-RU"/>
        </w:rPr>
        <w:t>ползваните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земи</w:t>
      </w:r>
      <w:proofErr w:type="spellEnd"/>
      <w:r w:rsidRPr="004A3929">
        <w:rPr>
          <w:i/>
          <w:lang w:val="ru-RU"/>
        </w:rPr>
        <w:t xml:space="preserve"> по чл.37в ал. 3 т. 2 от ЗСПЗЗ, </w:t>
      </w:r>
      <w:proofErr w:type="spellStart"/>
      <w:r w:rsidRPr="004A3929">
        <w:rPr>
          <w:i/>
          <w:lang w:val="ru-RU"/>
        </w:rPr>
        <w:t>съгласно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заповедта</w:t>
      </w:r>
      <w:proofErr w:type="spellEnd"/>
      <w:r w:rsidRPr="004A3929">
        <w:rPr>
          <w:i/>
          <w:lang w:val="ru-RU"/>
        </w:rPr>
        <w:t xml:space="preserve"> по ал. 4, </w:t>
      </w:r>
      <w:r w:rsidRPr="004A3929">
        <w:rPr>
          <w:b/>
          <w:i/>
          <w:lang w:val="ru-RU"/>
        </w:rPr>
        <w:t xml:space="preserve">се </w:t>
      </w:r>
      <w:proofErr w:type="spellStart"/>
      <w:r w:rsidRPr="004A3929">
        <w:rPr>
          <w:b/>
          <w:i/>
          <w:lang w:val="ru-RU"/>
        </w:rPr>
        <w:t>прилага</w:t>
      </w:r>
      <w:proofErr w:type="spellEnd"/>
      <w:r w:rsidRPr="004A3929">
        <w:rPr>
          <w:b/>
          <w:i/>
          <w:lang w:val="ru-RU"/>
        </w:rPr>
        <w:t xml:space="preserve"> чл. 37в, ал. 7 от ЗСПЗЗ.</w:t>
      </w:r>
    </w:p>
    <w:p w14:paraId="452A1870" w14:textId="77777777" w:rsidR="0097789C" w:rsidRPr="004A35CC" w:rsidRDefault="0097789C" w:rsidP="0097789C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</w:t>
      </w:r>
      <w:r>
        <w:rPr>
          <w:i/>
          <w:lang w:val="ru-RU"/>
        </w:rPr>
        <w:tab/>
      </w:r>
      <w:proofErr w:type="spellStart"/>
      <w:r w:rsidRPr="004A35CC">
        <w:rPr>
          <w:i/>
          <w:lang w:val="ru-RU"/>
        </w:rPr>
        <w:t>Заповедта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влиза</w:t>
      </w:r>
      <w:proofErr w:type="spellEnd"/>
      <w:r w:rsidRPr="004A35CC">
        <w:rPr>
          <w:i/>
          <w:lang w:val="ru-RU"/>
        </w:rPr>
        <w:t xml:space="preserve"> в сила по отношение на </w:t>
      </w:r>
      <w:proofErr w:type="spellStart"/>
      <w:r w:rsidRPr="004A35CC">
        <w:rPr>
          <w:i/>
          <w:lang w:val="ru-RU"/>
        </w:rPr>
        <w:t>съответния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ползвател</w:t>
      </w:r>
      <w:proofErr w:type="spellEnd"/>
      <w:r w:rsidRPr="004A35CC">
        <w:rPr>
          <w:i/>
          <w:lang w:val="ru-RU"/>
        </w:rPr>
        <w:t xml:space="preserve"> при </w:t>
      </w:r>
      <w:proofErr w:type="spellStart"/>
      <w:r w:rsidRPr="004A35CC">
        <w:rPr>
          <w:i/>
          <w:lang w:val="ru-RU"/>
        </w:rPr>
        <w:t>изпълнение</w:t>
      </w:r>
      <w:proofErr w:type="spellEnd"/>
      <w:r w:rsidRPr="004A35CC">
        <w:rPr>
          <w:i/>
          <w:lang w:val="ru-RU"/>
        </w:rPr>
        <w:t xml:space="preserve"> на </w:t>
      </w:r>
      <w:proofErr w:type="spellStart"/>
      <w:r w:rsidRPr="004A35CC">
        <w:rPr>
          <w:i/>
          <w:lang w:val="ru-RU"/>
        </w:rPr>
        <w:t>условието</w:t>
      </w:r>
      <w:proofErr w:type="spellEnd"/>
      <w:r w:rsidRPr="004A35CC">
        <w:rPr>
          <w:i/>
          <w:lang w:val="ru-RU"/>
        </w:rPr>
        <w:t xml:space="preserve"> по чл.72 ал.1 от ППЗСПЗЗ.</w:t>
      </w:r>
    </w:p>
    <w:p w14:paraId="12D9C5D2" w14:textId="2BF910F1" w:rsidR="00DC12F3" w:rsidRDefault="0097789C" w:rsidP="00DC12F3">
      <w:pPr>
        <w:ind w:firstLine="709"/>
        <w:jc w:val="both"/>
        <w:rPr>
          <w:lang w:val="ru-RU"/>
        </w:rPr>
      </w:pPr>
      <w:r>
        <w:rPr>
          <w:lang w:val="ru-RU"/>
        </w:rPr>
        <w:t xml:space="preserve"> </w:t>
      </w:r>
      <w:proofErr w:type="spellStart"/>
      <w:r w:rsidR="00DC12F3" w:rsidRPr="00CE78CA">
        <w:rPr>
          <w:lang w:val="ru-RU"/>
        </w:rPr>
        <w:t>Копие</w:t>
      </w:r>
      <w:proofErr w:type="spellEnd"/>
      <w:r w:rsidR="00DC12F3" w:rsidRPr="00CE78CA">
        <w:rPr>
          <w:lang w:val="ru-RU"/>
        </w:rPr>
        <w:t xml:space="preserve"> от </w:t>
      </w:r>
      <w:proofErr w:type="spellStart"/>
      <w:r w:rsidR="00DC12F3" w:rsidRPr="00CE78CA">
        <w:rPr>
          <w:lang w:val="ru-RU"/>
        </w:rPr>
        <w:t>заповедта</w:t>
      </w:r>
      <w:proofErr w:type="spellEnd"/>
      <w:r w:rsidR="00DC12F3" w:rsidRPr="00CE78CA">
        <w:rPr>
          <w:lang w:val="ru-RU"/>
        </w:rPr>
        <w:t xml:space="preserve"> да </w:t>
      </w:r>
      <w:proofErr w:type="spellStart"/>
      <w:r w:rsidR="00DC12F3" w:rsidRPr="00CE78CA">
        <w:rPr>
          <w:lang w:val="ru-RU"/>
        </w:rPr>
        <w:t>бъд</w:t>
      </w:r>
      <w:r w:rsidR="00DC12F3">
        <w:rPr>
          <w:lang w:val="ru-RU"/>
        </w:rPr>
        <w:t>е</w:t>
      </w:r>
      <w:proofErr w:type="spellEnd"/>
      <w:r w:rsidR="00DC12F3">
        <w:rPr>
          <w:lang w:val="ru-RU"/>
        </w:rPr>
        <w:t xml:space="preserve"> </w:t>
      </w:r>
      <w:proofErr w:type="spellStart"/>
      <w:r w:rsidR="00DC12F3">
        <w:rPr>
          <w:lang w:val="ru-RU"/>
        </w:rPr>
        <w:t>връчена</w:t>
      </w:r>
      <w:proofErr w:type="spellEnd"/>
      <w:r w:rsidR="00DC12F3">
        <w:rPr>
          <w:lang w:val="ru-RU"/>
        </w:rPr>
        <w:t xml:space="preserve"> на </w:t>
      </w:r>
      <w:proofErr w:type="spellStart"/>
      <w:r w:rsidR="00DC12F3">
        <w:rPr>
          <w:lang w:val="ru-RU"/>
        </w:rPr>
        <w:t>нач</w:t>
      </w:r>
      <w:r w:rsidR="00373762">
        <w:rPr>
          <w:lang w:val="ru-RU"/>
        </w:rPr>
        <w:t>алника</w:t>
      </w:r>
      <w:proofErr w:type="spellEnd"/>
      <w:r w:rsidR="00373762">
        <w:rPr>
          <w:lang w:val="ru-RU"/>
        </w:rPr>
        <w:t xml:space="preserve"> на ОСЗ – </w:t>
      </w:r>
      <w:proofErr w:type="spellStart"/>
      <w:r w:rsidR="00373762">
        <w:rPr>
          <w:lang w:val="ru-RU"/>
        </w:rPr>
        <w:t>Годеч</w:t>
      </w:r>
      <w:proofErr w:type="spellEnd"/>
      <w:r w:rsidR="00DC12F3" w:rsidRPr="00CE78CA">
        <w:rPr>
          <w:lang w:val="ru-RU"/>
        </w:rPr>
        <w:t xml:space="preserve"> и на </w:t>
      </w:r>
      <w:proofErr w:type="spellStart"/>
      <w:r w:rsidR="00DC12F3" w:rsidRPr="00CE78CA">
        <w:rPr>
          <w:lang w:val="ru-RU"/>
        </w:rPr>
        <w:t>представителите</w:t>
      </w:r>
      <w:proofErr w:type="spellEnd"/>
      <w:r w:rsidR="00DC12F3" w:rsidRPr="00CE78CA">
        <w:rPr>
          <w:lang w:val="ru-RU"/>
        </w:rPr>
        <w:t xml:space="preserve"> </w:t>
      </w:r>
      <w:proofErr w:type="gramStart"/>
      <w:r w:rsidR="00DC12F3" w:rsidRPr="00CE78CA">
        <w:rPr>
          <w:lang w:val="ru-RU"/>
        </w:rPr>
        <w:t>на община</w:t>
      </w:r>
      <w:proofErr w:type="gramEnd"/>
      <w:r w:rsidR="00373762">
        <w:rPr>
          <w:lang w:val="ru-RU"/>
        </w:rPr>
        <w:t xml:space="preserve"> </w:t>
      </w:r>
      <w:proofErr w:type="spellStart"/>
      <w:r w:rsidR="00373762">
        <w:rPr>
          <w:lang w:val="ru-RU"/>
        </w:rPr>
        <w:t>Годеч</w:t>
      </w:r>
      <w:proofErr w:type="spellEnd"/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 xml:space="preserve">и </w:t>
      </w:r>
      <w:proofErr w:type="spellStart"/>
      <w:r w:rsidR="00DC12F3" w:rsidRPr="00CE78CA">
        <w:rPr>
          <w:lang w:val="ru-RU"/>
        </w:rPr>
        <w:t>кметс</w:t>
      </w:r>
      <w:r w:rsidR="000E478C">
        <w:rPr>
          <w:lang w:val="ru-RU"/>
        </w:rPr>
        <w:t>тво</w:t>
      </w:r>
      <w:proofErr w:type="spellEnd"/>
      <w:r w:rsidR="00914D73">
        <w:rPr>
          <w:lang w:val="ru-RU"/>
        </w:rPr>
        <w:t xml:space="preserve"> на</w:t>
      </w:r>
      <w:r w:rsidR="00DC12F3">
        <w:rPr>
          <w:lang w:val="ru-RU"/>
        </w:rPr>
        <w:t xml:space="preserve"> </w:t>
      </w:r>
      <w:proofErr w:type="spellStart"/>
      <w:r w:rsidR="00DC12F3" w:rsidRPr="00CE78CA">
        <w:rPr>
          <w:lang w:val="ru-RU"/>
        </w:rPr>
        <w:t>с</w:t>
      </w:r>
      <w:r w:rsidR="00415098">
        <w:rPr>
          <w:lang w:val="ru-RU"/>
        </w:rPr>
        <w:t>.Голеш</w:t>
      </w:r>
      <w:proofErr w:type="spellEnd"/>
      <w:r w:rsidR="00DC12F3" w:rsidRPr="00CE78CA">
        <w:rPr>
          <w:lang w:val="ru-RU"/>
        </w:rPr>
        <w:t xml:space="preserve">, </w:t>
      </w:r>
      <w:proofErr w:type="spellStart"/>
      <w:r w:rsidR="00DC12F3" w:rsidRPr="00CE78CA">
        <w:rPr>
          <w:lang w:val="ru-RU"/>
        </w:rPr>
        <w:t>участници</w:t>
      </w:r>
      <w:proofErr w:type="spellEnd"/>
      <w:r w:rsidR="00DC12F3" w:rsidRPr="00CE78CA">
        <w:rPr>
          <w:lang w:val="ru-RU"/>
        </w:rPr>
        <w:t xml:space="preserve"> в </w:t>
      </w:r>
      <w:proofErr w:type="spellStart"/>
      <w:r w:rsidR="00DC12F3" w:rsidRPr="00CE78CA">
        <w:rPr>
          <w:lang w:val="ru-RU"/>
        </w:rPr>
        <w:t>комисията</w:t>
      </w:r>
      <w:proofErr w:type="spellEnd"/>
      <w:r w:rsidR="00DC12F3" w:rsidRPr="00CE78CA">
        <w:rPr>
          <w:lang w:val="ru-RU"/>
        </w:rPr>
        <w:t xml:space="preserve"> – за сведение и </w:t>
      </w:r>
      <w:proofErr w:type="spellStart"/>
      <w:r w:rsidR="00DC12F3" w:rsidRPr="00CE78CA">
        <w:rPr>
          <w:lang w:val="ru-RU"/>
        </w:rPr>
        <w:t>изпълнение</w:t>
      </w:r>
      <w:proofErr w:type="spellEnd"/>
      <w:r w:rsidR="00DC12F3" w:rsidRPr="00CE78CA">
        <w:rPr>
          <w:lang w:val="ru-RU"/>
        </w:rPr>
        <w:t>.</w:t>
      </w:r>
    </w:p>
    <w:p w14:paraId="16689823" w14:textId="1176668B" w:rsidR="002213A1" w:rsidRDefault="002213A1" w:rsidP="002213A1">
      <w:pPr>
        <w:ind w:firstLine="709"/>
        <w:jc w:val="both"/>
        <w:rPr>
          <w:lang w:val="bg-BG"/>
        </w:rPr>
      </w:pPr>
      <w:bookmarkStart w:id="5" w:name="_Hlk83646044"/>
      <w:r>
        <w:rPr>
          <w:lang w:val="bg-BG"/>
        </w:rPr>
        <w:tab/>
      </w:r>
      <w:r w:rsidR="00450DBF">
        <w:rPr>
          <w:lang w:val="bg-BG"/>
        </w:rPr>
        <w:t>Контрол</w:t>
      </w:r>
      <w:r w:rsidRPr="0083710E">
        <w:rPr>
          <w:lang w:val="bg-BG"/>
        </w:rPr>
        <w:t xml:space="preserve"> по изпълнение на настоящата заповед ще упражнява</w:t>
      </w:r>
      <w:r>
        <w:rPr>
          <w:lang w:val="bg-BG"/>
        </w:rPr>
        <w:t>м</w:t>
      </w:r>
      <w:r w:rsidRPr="0083710E">
        <w:rPr>
          <w:lang w:val="bg-BG"/>
        </w:rPr>
        <w:t xml:space="preserve"> </w:t>
      </w:r>
      <w:r>
        <w:rPr>
          <w:lang w:val="bg-BG"/>
        </w:rPr>
        <w:t>лично</w:t>
      </w:r>
      <w:r w:rsidRPr="0083710E">
        <w:rPr>
          <w:lang w:val="bg-BG"/>
        </w:rPr>
        <w:t>.</w:t>
      </w:r>
      <w:r w:rsidRPr="00535D58">
        <w:rPr>
          <w:lang w:val="bg-BG"/>
        </w:rPr>
        <w:t xml:space="preserve"> </w:t>
      </w:r>
    </w:p>
    <w:p w14:paraId="6D1BBD5E" w14:textId="04FA6576" w:rsidR="00450DBF" w:rsidRDefault="00450DBF" w:rsidP="002213A1">
      <w:pPr>
        <w:rPr>
          <w:b/>
          <w:lang w:val="bg-BG"/>
        </w:rPr>
      </w:pPr>
    </w:p>
    <w:p w14:paraId="28EECB20" w14:textId="21963942" w:rsidR="00450DBF" w:rsidRPr="00673EBE" w:rsidRDefault="00673EBE" w:rsidP="002213A1">
      <w:pPr>
        <w:rPr>
          <w:b/>
          <w:lang w:val="bg-BG"/>
        </w:rPr>
      </w:pPr>
      <w:r>
        <w:rPr>
          <w:b/>
        </w:rPr>
        <w:t xml:space="preserve">      </w:t>
      </w:r>
      <w:bookmarkStart w:id="6" w:name="_GoBack"/>
      <w:bookmarkEnd w:id="6"/>
      <w:r>
        <w:rPr>
          <w:b/>
        </w:rPr>
        <w:t>/</w:t>
      </w:r>
      <w:r>
        <w:rPr>
          <w:b/>
          <w:lang w:val="bg-BG"/>
        </w:rPr>
        <w:t>П/</w:t>
      </w:r>
    </w:p>
    <w:p w14:paraId="6FD764A0" w14:textId="77777777" w:rsidR="00450DBF" w:rsidRDefault="00450DBF" w:rsidP="002213A1">
      <w:pPr>
        <w:rPr>
          <w:b/>
          <w:lang w:val="bg-BG"/>
        </w:rPr>
      </w:pPr>
    </w:p>
    <w:p w14:paraId="1C8E8DA3" w14:textId="54DC77DA" w:rsidR="002213A1" w:rsidRPr="00CE78CA" w:rsidRDefault="002213A1" w:rsidP="002213A1">
      <w:pPr>
        <w:rPr>
          <w:b/>
          <w:lang w:val="bg-BG"/>
        </w:rPr>
      </w:pPr>
      <w:r>
        <w:rPr>
          <w:b/>
          <w:lang w:val="bg-BG"/>
        </w:rPr>
        <w:t>ЕМИЛ АТАНАСОВ</w:t>
      </w:r>
    </w:p>
    <w:p w14:paraId="23DC7378" w14:textId="77777777" w:rsidR="002213A1" w:rsidRPr="00FA15EF" w:rsidRDefault="002213A1" w:rsidP="002213A1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ГД"Аграрно развитие"</w:t>
      </w:r>
    </w:p>
    <w:p w14:paraId="5B46807C" w14:textId="77777777" w:rsidR="002213A1" w:rsidRPr="00CE78CA" w:rsidRDefault="002213A1" w:rsidP="002213A1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14:paraId="3ABBF03C" w14:textId="77777777" w:rsidR="002213A1" w:rsidRPr="00CE78CA" w:rsidRDefault="002213A1" w:rsidP="002213A1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14:paraId="56FC09CF" w14:textId="77777777" w:rsidR="002213A1" w:rsidRPr="00374CAD" w:rsidRDefault="002213A1" w:rsidP="002213A1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 w:rsidRPr="00374CAD">
        <w:rPr>
          <w:iCs/>
          <w:sz w:val="20"/>
          <w:lang w:val="bg-BG"/>
        </w:rPr>
        <w:t>)</w:t>
      </w:r>
    </w:p>
    <w:p w14:paraId="2FAA1235" w14:textId="77777777" w:rsidR="00A324A2" w:rsidRDefault="00A324A2" w:rsidP="002213A1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bookmarkEnd w:id="5"/>
    <w:p w14:paraId="6ACBACFF" w14:textId="77777777" w:rsidR="00450DBF" w:rsidRDefault="00450DBF" w:rsidP="002213A1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sectPr w:rsidR="00450DBF" w:rsidSect="00505A7C">
      <w:footerReference w:type="even" r:id="rId8"/>
      <w:footerReference w:type="default" r:id="rId9"/>
      <w:headerReference w:type="first" r:id="rId10"/>
      <w:pgSz w:w="11907" w:h="16840" w:code="9"/>
      <w:pgMar w:top="1247" w:right="1134" w:bottom="1247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86613" w14:textId="77777777" w:rsidR="008212E9" w:rsidRDefault="008212E9">
      <w:r>
        <w:separator/>
      </w:r>
    </w:p>
  </w:endnote>
  <w:endnote w:type="continuationSeparator" w:id="0">
    <w:p w14:paraId="5B751B4E" w14:textId="77777777" w:rsidR="008212E9" w:rsidRDefault="0082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CC150" w14:textId="77777777" w:rsidR="00637332" w:rsidRDefault="00637332" w:rsidP="00C37346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240DF26" w14:textId="77777777" w:rsidR="00637332" w:rsidRDefault="00637332" w:rsidP="00C3734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69097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CD1C1F" w14:textId="37C3E064" w:rsidR="00637332" w:rsidRDefault="00637332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3EBE">
          <w:rPr>
            <w:noProof/>
          </w:rPr>
          <w:t>5</w:t>
        </w:r>
        <w:r>
          <w:rPr>
            <w:noProof/>
          </w:rPr>
          <w:fldChar w:fldCharType="end"/>
        </w:r>
        <w:r w:rsidR="00450DBF">
          <w:rPr>
            <w:noProof/>
            <w:lang w:val="bg-BG"/>
          </w:rPr>
          <w:t>/5</w:t>
        </w:r>
      </w:p>
    </w:sdtContent>
  </w:sdt>
  <w:p w14:paraId="0DF700C8" w14:textId="77777777" w:rsidR="00637332" w:rsidRPr="00835BBA" w:rsidRDefault="00637332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7D196" w14:textId="77777777" w:rsidR="008212E9" w:rsidRDefault="008212E9">
      <w:r>
        <w:separator/>
      </w:r>
    </w:p>
  </w:footnote>
  <w:footnote w:type="continuationSeparator" w:id="0">
    <w:p w14:paraId="1C6815A8" w14:textId="77777777" w:rsidR="008212E9" w:rsidRDefault="00821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25CA8" w14:textId="77777777" w:rsidR="00637332" w:rsidRPr="005B69F7" w:rsidRDefault="00637332" w:rsidP="005B69F7">
    <w:pPr>
      <w:pStyle w:val="2"/>
      <w:rPr>
        <w:rStyle w:val="a9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3F574748" w:rsidR="00637332" w:rsidRPr="005B69F7" w:rsidRDefault="00637332" w:rsidP="001761C8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91210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BnQIxP3AAAAAgBAAAPAAAA&#10;AAAAAAAAAAAAACQEAABkcnMvZG93bnJldi54bWxQSwUGAAAAAAQABADzAAAALQUAAAAA&#10;"/>
          </w:pict>
        </mc:Fallback>
      </mc:AlternateContent>
    </w:r>
    <w:r>
      <w:rPr>
        <w:rFonts w:ascii="Helen Bg Condensed" w:hAnsi="Helen Bg Condensed"/>
        <w:spacing w:val="40"/>
        <w:sz w:val="30"/>
        <w:szCs w:val="30"/>
      </w:rPr>
      <w:t xml:space="preserve"> </w: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32FF54C8" w14:textId="7E6F6B94" w:rsidR="00637332" w:rsidRPr="0023186B" w:rsidRDefault="00637332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637332" w:rsidRPr="00983B22" w:rsidRDefault="00637332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14:paraId="0A998BDC" w14:textId="77777777" w:rsidR="00637332" w:rsidRPr="00983B22" w:rsidRDefault="0063733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41D0F"/>
    <w:rsid w:val="000801CD"/>
    <w:rsid w:val="0008557E"/>
    <w:rsid w:val="0009344D"/>
    <w:rsid w:val="00094932"/>
    <w:rsid w:val="000A00F2"/>
    <w:rsid w:val="000A0D55"/>
    <w:rsid w:val="000A519D"/>
    <w:rsid w:val="000B05B1"/>
    <w:rsid w:val="000C25BA"/>
    <w:rsid w:val="000C5047"/>
    <w:rsid w:val="000D4272"/>
    <w:rsid w:val="000E2804"/>
    <w:rsid w:val="000E46A8"/>
    <w:rsid w:val="000E478C"/>
    <w:rsid w:val="000F691D"/>
    <w:rsid w:val="0011621C"/>
    <w:rsid w:val="0013647C"/>
    <w:rsid w:val="00137F32"/>
    <w:rsid w:val="001423EA"/>
    <w:rsid w:val="0015050F"/>
    <w:rsid w:val="00155469"/>
    <w:rsid w:val="00157D1E"/>
    <w:rsid w:val="00164A60"/>
    <w:rsid w:val="00171717"/>
    <w:rsid w:val="001738C2"/>
    <w:rsid w:val="00173A32"/>
    <w:rsid w:val="00174EB5"/>
    <w:rsid w:val="001761C8"/>
    <w:rsid w:val="001850C9"/>
    <w:rsid w:val="00185E73"/>
    <w:rsid w:val="00192DF8"/>
    <w:rsid w:val="001956ED"/>
    <w:rsid w:val="001A06E4"/>
    <w:rsid w:val="001A1BA3"/>
    <w:rsid w:val="001A1C66"/>
    <w:rsid w:val="001B4BA5"/>
    <w:rsid w:val="001C7910"/>
    <w:rsid w:val="001E1CD9"/>
    <w:rsid w:val="0020653E"/>
    <w:rsid w:val="00212573"/>
    <w:rsid w:val="00215957"/>
    <w:rsid w:val="002213A1"/>
    <w:rsid w:val="00225E60"/>
    <w:rsid w:val="0023186B"/>
    <w:rsid w:val="0023544B"/>
    <w:rsid w:val="00236727"/>
    <w:rsid w:val="0024276E"/>
    <w:rsid w:val="002557CA"/>
    <w:rsid w:val="002639F4"/>
    <w:rsid w:val="00266D04"/>
    <w:rsid w:val="0027018A"/>
    <w:rsid w:val="002725F6"/>
    <w:rsid w:val="00291BDD"/>
    <w:rsid w:val="002A10AF"/>
    <w:rsid w:val="002C5874"/>
    <w:rsid w:val="002D3B8A"/>
    <w:rsid w:val="002E0A30"/>
    <w:rsid w:val="002E25EF"/>
    <w:rsid w:val="002F2872"/>
    <w:rsid w:val="003015D9"/>
    <w:rsid w:val="00307648"/>
    <w:rsid w:val="003140CD"/>
    <w:rsid w:val="003171AC"/>
    <w:rsid w:val="00325630"/>
    <w:rsid w:val="0033321F"/>
    <w:rsid w:val="00334F0E"/>
    <w:rsid w:val="003361C6"/>
    <w:rsid w:val="00343C03"/>
    <w:rsid w:val="00345A2F"/>
    <w:rsid w:val="00346877"/>
    <w:rsid w:val="003475D8"/>
    <w:rsid w:val="00351EE0"/>
    <w:rsid w:val="00352944"/>
    <w:rsid w:val="0035766D"/>
    <w:rsid w:val="00373762"/>
    <w:rsid w:val="00374CAD"/>
    <w:rsid w:val="003813FC"/>
    <w:rsid w:val="0038518E"/>
    <w:rsid w:val="003A6165"/>
    <w:rsid w:val="003A7442"/>
    <w:rsid w:val="003B6B61"/>
    <w:rsid w:val="003C2E20"/>
    <w:rsid w:val="003D26C6"/>
    <w:rsid w:val="003D27F5"/>
    <w:rsid w:val="003D29F1"/>
    <w:rsid w:val="003D48FB"/>
    <w:rsid w:val="003E7141"/>
    <w:rsid w:val="003F12AE"/>
    <w:rsid w:val="003F6ADC"/>
    <w:rsid w:val="00401145"/>
    <w:rsid w:val="00415098"/>
    <w:rsid w:val="00430352"/>
    <w:rsid w:val="0043766A"/>
    <w:rsid w:val="00443D11"/>
    <w:rsid w:val="00446795"/>
    <w:rsid w:val="00450DBF"/>
    <w:rsid w:val="004517AC"/>
    <w:rsid w:val="00454CDE"/>
    <w:rsid w:val="0045733A"/>
    <w:rsid w:val="00457F33"/>
    <w:rsid w:val="00463733"/>
    <w:rsid w:val="00464DCD"/>
    <w:rsid w:val="00470179"/>
    <w:rsid w:val="00471AF4"/>
    <w:rsid w:val="00492D75"/>
    <w:rsid w:val="004968A3"/>
    <w:rsid w:val="00496975"/>
    <w:rsid w:val="004A35CC"/>
    <w:rsid w:val="004A3929"/>
    <w:rsid w:val="004B10BF"/>
    <w:rsid w:val="004C3144"/>
    <w:rsid w:val="004C4B62"/>
    <w:rsid w:val="004C5464"/>
    <w:rsid w:val="004E31E0"/>
    <w:rsid w:val="004E5FF6"/>
    <w:rsid w:val="004F5882"/>
    <w:rsid w:val="004F625A"/>
    <w:rsid w:val="004F765C"/>
    <w:rsid w:val="00505A7C"/>
    <w:rsid w:val="0051429F"/>
    <w:rsid w:val="00522D1E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6262"/>
    <w:rsid w:val="00617A58"/>
    <w:rsid w:val="00623B38"/>
    <w:rsid w:val="006359F1"/>
    <w:rsid w:val="00637332"/>
    <w:rsid w:val="006412DD"/>
    <w:rsid w:val="00645F78"/>
    <w:rsid w:val="00654315"/>
    <w:rsid w:val="006552EC"/>
    <w:rsid w:val="006655C6"/>
    <w:rsid w:val="006663D7"/>
    <w:rsid w:val="006727E9"/>
    <w:rsid w:val="00673EBE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5809"/>
    <w:rsid w:val="00787497"/>
    <w:rsid w:val="007947AE"/>
    <w:rsid w:val="00794D64"/>
    <w:rsid w:val="007964C9"/>
    <w:rsid w:val="007A06D3"/>
    <w:rsid w:val="007A6290"/>
    <w:rsid w:val="007B2B48"/>
    <w:rsid w:val="007B4B8A"/>
    <w:rsid w:val="007B5503"/>
    <w:rsid w:val="007D05C7"/>
    <w:rsid w:val="007D07CD"/>
    <w:rsid w:val="007D6450"/>
    <w:rsid w:val="007E00EE"/>
    <w:rsid w:val="007E1780"/>
    <w:rsid w:val="00800337"/>
    <w:rsid w:val="00800569"/>
    <w:rsid w:val="0080526F"/>
    <w:rsid w:val="00810556"/>
    <w:rsid w:val="00813E21"/>
    <w:rsid w:val="00813F02"/>
    <w:rsid w:val="008212E9"/>
    <w:rsid w:val="00822F7A"/>
    <w:rsid w:val="00823FF9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71654"/>
    <w:rsid w:val="008833AA"/>
    <w:rsid w:val="00883AE2"/>
    <w:rsid w:val="00884578"/>
    <w:rsid w:val="00893776"/>
    <w:rsid w:val="008A1BBB"/>
    <w:rsid w:val="008A408D"/>
    <w:rsid w:val="008B0206"/>
    <w:rsid w:val="008B1300"/>
    <w:rsid w:val="008C54F3"/>
    <w:rsid w:val="008D1749"/>
    <w:rsid w:val="008D2703"/>
    <w:rsid w:val="008D7029"/>
    <w:rsid w:val="008E0E45"/>
    <w:rsid w:val="008F3A6E"/>
    <w:rsid w:val="008F411F"/>
    <w:rsid w:val="00914D73"/>
    <w:rsid w:val="00931B42"/>
    <w:rsid w:val="00933CBA"/>
    <w:rsid w:val="00936425"/>
    <w:rsid w:val="00945150"/>
    <w:rsid w:val="00946D85"/>
    <w:rsid w:val="00956CD8"/>
    <w:rsid w:val="00974546"/>
    <w:rsid w:val="0097789C"/>
    <w:rsid w:val="009803EE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D555E"/>
    <w:rsid w:val="009E2A74"/>
    <w:rsid w:val="009E7D8E"/>
    <w:rsid w:val="009F2A96"/>
    <w:rsid w:val="00A21340"/>
    <w:rsid w:val="00A23BFD"/>
    <w:rsid w:val="00A2419F"/>
    <w:rsid w:val="00A324A2"/>
    <w:rsid w:val="00A36C2A"/>
    <w:rsid w:val="00A42AF4"/>
    <w:rsid w:val="00A56EBD"/>
    <w:rsid w:val="00A60928"/>
    <w:rsid w:val="00A74690"/>
    <w:rsid w:val="00A74EBA"/>
    <w:rsid w:val="00A76B02"/>
    <w:rsid w:val="00A805A9"/>
    <w:rsid w:val="00A806FD"/>
    <w:rsid w:val="00A908FE"/>
    <w:rsid w:val="00A92CFD"/>
    <w:rsid w:val="00A939F0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2F00"/>
    <w:rsid w:val="00B14BA2"/>
    <w:rsid w:val="00B157DC"/>
    <w:rsid w:val="00B22D78"/>
    <w:rsid w:val="00B2429C"/>
    <w:rsid w:val="00B42107"/>
    <w:rsid w:val="00B54180"/>
    <w:rsid w:val="00B61E85"/>
    <w:rsid w:val="00B65B7A"/>
    <w:rsid w:val="00B80B62"/>
    <w:rsid w:val="00B97B20"/>
    <w:rsid w:val="00BA5128"/>
    <w:rsid w:val="00BC0B35"/>
    <w:rsid w:val="00BC45FC"/>
    <w:rsid w:val="00BD0CEF"/>
    <w:rsid w:val="00BD1BCF"/>
    <w:rsid w:val="00BD5937"/>
    <w:rsid w:val="00BD7539"/>
    <w:rsid w:val="00BE215C"/>
    <w:rsid w:val="00BE4052"/>
    <w:rsid w:val="00BF47CC"/>
    <w:rsid w:val="00C00904"/>
    <w:rsid w:val="00C02136"/>
    <w:rsid w:val="00C06313"/>
    <w:rsid w:val="00C120B5"/>
    <w:rsid w:val="00C2594B"/>
    <w:rsid w:val="00C34BD9"/>
    <w:rsid w:val="00C34FAA"/>
    <w:rsid w:val="00C37346"/>
    <w:rsid w:val="00C41B72"/>
    <w:rsid w:val="00C473A4"/>
    <w:rsid w:val="00CA17DF"/>
    <w:rsid w:val="00CA3258"/>
    <w:rsid w:val="00CA41E3"/>
    <w:rsid w:val="00CA7A14"/>
    <w:rsid w:val="00CC444F"/>
    <w:rsid w:val="00CC671B"/>
    <w:rsid w:val="00CD6A9A"/>
    <w:rsid w:val="00CE47C7"/>
    <w:rsid w:val="00CE5345"/>
    <w:rsid w:val="00CE78CA"/>
    <w:rsid w:val="00CF1702"/>
    <w:rsid w:val="00CF334D"/>
    <w:rsid w:val="00CF6799"/>
    <w:rsid w:val="00D00BD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450FA"/>
    <w:rsid w:val="00D60338"/>
    <w:rsid w:val="00D61AE4"/>
    <w:rsid w:val="00D66684"/>
    <w:rsid w:val="00D71A31"/>
    <w:rsid w:val="00D742E5"/>
    <w:rsid w:val="00D7472F"/>
    <w:rsid w:val="00D75A69"/>
    <w:rsid w:val="00D81D3E"/>
    <w:rsid w:val="00D86C51"/>
    <w:rsid w:val="00D94649"/>
    <w:rsid w:val="00DA5FC2"/>
    <w:rsid w:val="00DA6215"/>
    <w:rsid w:val="00DB0831"/>
    <w:rsid w:val="00DB36C9"/>
    <w:rsid w:val="00DB47C4"/>
    <w:rsid w:val="00DB7D60"/>
    <w:rsid w:val="00DC12F3"/>
    <w:rsid w:val="00DC7B49"/>
    <w:rsid w:val="00DE1CB6"/>
    <w:rsid w:val="00DF3535"/>
    <w:rsid w:val="00DF62FE"/>
    <w:rsid w:val="00E033AB"/>
    <w:rsid w:val="00E051B5"/>
    <w:rsid w:val="00E06D03"/>
    <w:rsid w:val="00E14211"/>
    <w:rsid w:val="00E14AEE"/>
    <w:rsid w:val="00E237A5"/>
    <w:rsid w:val="00E276F4"/>
    <w:rsid w:val="00E339BB"/>
    <w:rsid w:val="00E52E11"/>
    <w:rsid w:val="00E5627C"/>
    <w:rsid w:val="00E61682"/>
    <w:rsid w:val="00E61DDC"/>
    <w:rsid w:val="00E6220A"/>
    <w:rsid w:val="00E71875"/>
    <w:rsid w:val="00E71BA4"/>
    <w:rsid w:val="00E7445E"/>
    <w:rsid w:val="00E76BF6"/>
    <w:rsid w:val="00E91338"/>
    <w:rsid w:val="00EA3B1F"/>
    <w:rsid w:val="00EA778C"/>
    <w:rsid w:val="00EB1184"/>
    <w:rsid w:val="00EB4DB7"/>
    <w:rsid w:val="00EE0F93"/>
    <w:rsid w:val="00EE1A25"/>
    <w:rsid w:val="00EE2FF9"/>
    <w:rsid w:val="00EF61F2"/>
    <w:rsid w:val="00F05FFF"/>
    <w:rsid w:val="00F06BC9"/>
    <w:rsid w:val="00F1309C"/>
    <w:rsid w:val="00F37E58"/>
    <w:rsid w:val="00F50B93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B2631"/>
    <w:rsid w:val="00FB29BA"/>
    <w:rsid w:val="00FB3A94"/>
    <w:rsid w:val="00FB775A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157458A"/>
  <w15:docId w15:val="{51324D16-F199-4358-845D-7FA2368E0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78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Emphasis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b">
    <w:name w:val="Balloon Text"/>
    <w:basedOn w:val="a"/>
    <w:link w:val="ac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6"/>
    <w:uiPriority w:val="99"/>
    <w:semiHidden/>
    <w:unhideWhenUsed/>
    <w:rsid w:val="005A2287"/>
  </w:style>
  <w:style w:type="numbering" w:customStyle="1" w:styleId="NoList2">
    <w:name w:val="No List2"/>
    <w:next w:val="ListNo6"/>
    <w:uiPriority w:val="99"/>
    <w:semiHidden/>
    <w:unhideWhenUsed/>
    <w:rsid w:val="00EE2FF9"/>
  </w:style>
  <w:style w:type="character" w:styleId="ad">
    <w:name w:val="page number"/>
    <w:basedOn w:val="a0"/>
    <w:uiPriority w:val="99"/>
    <w:rsid w:val="00C37346"/>
  </w:style>
  <w:style w:type="character" w:styleId="ae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a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a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a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a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DC7B49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DC7B4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74F42-1FF2-43D9-B114-F2063289E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68</TotalTime>
  <Pages>5</Pages>
  <Words>1905</Words>
  <Characters>10864</Characters>
  <Application>Microsoft Office Word</Application>
  <DocSecurity>0</DocSecurity>
  <Lines>90</Lines>
  <Paragraphs>25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21</cp:revision>
  <cp:lastPrinted>2022-09-29T07:18:00Z</cp:lastPrinted>
  <dcterms:created xsi:type="dcterms:W3CDTF">2022-09-26T08:20:00Z</dcterms:created>
  <dcterms:modified xsi:type="dcterms:W3CDTF">2022-09-29T07:19:00Z</dcterms:modified>
</cp:coreProperties>
</file>