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FF367" w14:textId="5EC82AC0" w:rsidR="00454CDE" w:rsidRPr="00713EC9" w:rsidRDefault="00211546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713EC9">
        <w:rPr>
          <w:b/>
          <w:sz w:val="32"/>
          <w:lang w:val="bg-BG"/>
        </w:rPr>
        <w:t xml:space="preserve">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560B5EA6" w:rsidR="00454CDE" w:rsidRPr="00211546" w:rsidRDefault="005A2287" w:rsidP="005A2287">
      <w:pPr>
        <w:ind w:left="3600"/>
        <w:rPr>
          <w:b/>
          <w:lang w:val="bg-BG"/>
        </w:rPr>
      </w:pPr>
      <w:r w:rsidRPr="00CE78CA">
        <w:rPr>
          <w:lang w:val="bg-BG"/>
        </w:rPr>
        <w:t xml:space="preserve">   </w:t>
      </w:r>
      <w:r w:rsidR="00454CDE" w:rsidRPr="00211546">
        <w:rPr>
          <w:b/>
          <w:lang w:val="bg-BG"/>
        </w:rPr>
        <w:t>№</w:t>
      </w:r>
      <w:r w:rsidR="00211546" w:rsidRPr="00211546">
        <w:rPr>
          <w:b/>
          <w:sz w:val="26"/>
          <w:szCs w:val="26"/>
          <w:lang w:val="bg-BG"/>
        </w:rPr>
        <w:t xml:space="preserve"> ПО-09-3176</w:t>
      </w:r>
      <w:r w:rsidR="00211546" w:rsidRPr="00211546">
        <w:rPr>
          <w:b/>
          <w:lang w:val="bg-BG"/>
        </w:rPr>
        <w:t>-3</w:t>
      </w:r>
    </w:p>
    <w:p w14:paraId="3795E67F" w14:textId="3B7D6515" w:rsidR="00454CDE" w:rsidRDefault="00454CDE" w:rsidP="00BE4052">
      <w:pPr>
        <w:ind w:left="2880" w:firstLine="720"/>
        <w:rPr>
          <w:b/>
          <w:lang w:val="bg-BG"/>
        </w:rPr>
      </w:pPr>
      <w:r w:rsidRPr="00211546">
        <w:rPr>
          <w:b/>
          <w:lang w:val="bg-BG"/>
        </w:rPr>
        <w:t>София,</w:t>
      </w:r>
      <w:r w:rsidR="00211546">
        <w:rPr>
          <w:b/>
          <w:lang w:val="bg-BG"/>
        </w:rPr>
        <w:t xml:space="preserve"> </w:t>
      </w:r>
      <w:r w:rsidR="00211546" w:rsidRPr="00211546">
        <w:rPr>
          <w:b/>
          <w:lang w:val="bg-BG"/>
        </w:rPr>
        <w:t>28.09.</w:t>
      </w:r>
      <w:r w:rsidR="0023186B" w:rsidRPr="00211546">
        <w:rPr>
          <w:b/>
          <w:lang w:val="bg-BG"/>
        </w:rPr>
        <w:t>20</w:t>
      </w:r>
      <w:r w:rsidR="005A5B96" w:rsidRPr="00211546">
        <w:rPr>
          <w:b/>
          <w:lang w:val="bg-BG"/>
        </w:rPr>
        <w:t>2</w:t>
      </w:r>
      <w:r w:rsidR="00CC444F" w:rsidRPr="00211546">
        <w:rPr>
          <w:b/>
          <w:lang w:val="bg-BG"/>
        </w:rPr>
        <w:t>2</w:t>
      </w:r>
      <w:r w:rsidR="0023186B" w:rsidRPr="00211546">
        <w:rPr>
          <w:b/>
          <w:lang w:val="bg-BG"/>
        </w:rPr>
        <w:t>г.</w:t>
      </w:r>
      <w:r w:rsidR="006727E9" w:rsidRPr="00211546">
        <w:rPr>
          <w:b/>
          <w:lang w:val="bg-BG"/>
        </w:rPr>
        <w:t xml:space="preserve">  </w:t>
      </w:r>
    </w:p>
    <w:p w14:paraId="30270A44" w14:textId="77777777" w:rsidR="00211546" w:rsidRPr="00211546" w:rsidRDefault="00211546" w:rsidP="00BE4052">
      <w:pPr>
        <w:ind w:left="2880" w:firstLine="720"/>
        <w:rPr>
          <w:b/>
          <w:lang w:val="bg-BG"/>
        </w:rPr>
      </w:pPr>
    </w:p>
    <w:p w14:paraId="31639020" w14:textId="60FA4F27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A57F2B">
        <w:rPr>
          <w:b/>
          <w:sz w:val="26"/>
          <w:szCs w:val="26"/>
          <w:lang w:val="bg-BG"/>
        </w:rPr>
        <w:t>3176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4FDD05C1" w14:textId="32DEAE04" w:rsidR="008260E3" w:rsidRDefault="008260E3" w:rsidP="005E5F37">
      <w:pPr>
        <w:ind w:left="2160" w:firstLine="720"/>
        <w:jc w:val="both"/>
        <w:rPr>
          <w:b/>
          <w:lang w:val="bg-BG"/>
        </w:rPr>
      </w:pPr>
    </w:p>
    <w:p w14:paraId="7E0C97DE" w14:textId="0EB99961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</w:t>
      </w:r>
      <w:r w:rsidR="00C9271A">
        <w:rPr>
          <w:b/>
          <w:lang w:val="bg-BG"/>
        </w:rPr>
        <w:t xml:space="preserve">  </w:t>
      </w:r>
      <w:r w:rsidR="003813FC">
        <w:rPr>
          <w:b/>
          <w:lang w:val="bg-BG"/>
        </w:rPr>
        <w:t xml:space="preserve">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790F0D27" w14:textId="1B24DA57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A57F2B">
        <w:rPr>
          <w:b/>
          <w:lang w:val="bg-BG"/>
        </w:rPr>
        <w:t>гр.Годеч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A57F2B">
        <w:rPr>
          <w:b/>
          <w:lang w:val="bg-BG"/>
        </w:rPr>
        <w:t>15309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CA6FEEC" w14:textId="72D7830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333BCE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62261E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6B62736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3AF1480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5565DF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331150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2A9F0F0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730F3C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4033AEB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19C268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524288D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5D87FB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4AC30C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2E3538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4870E60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44C6E4E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1D47BE7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6461D70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1884246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0BAC8A4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235B969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126AB98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207567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53228C2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6F67A60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765A6AE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3F31E35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20678A5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2928E1B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05C34D6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307E02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6D39638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4DAC83E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6FE8DEF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3D0E7D4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613EB0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6E4D9FA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32F3400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38EC55B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5DA1FD8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0CBB884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636DF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5906581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2A8874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4FF28BA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26E4C3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313CA29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6BF9B31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57762F1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76AC9FA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7E36C96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16DA78D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7D1B74E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59E3395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565AE84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788E0EF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7CE1CAE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147.96</w:t>
            </w:r>
          </w:p>
        </w:tc>
      </w:tr>
      <w:tr w:rsidR="00333BCE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7D32461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0CB83E3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A2E6FE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755508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1337BE0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5C825B5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0FF75DB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136.86</w:t>
            </w:r>
          </w:p>
        </w:tc>
      </w:tr>
      <w:tr w:rsidR="00333BCE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1FD417E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26A565D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323FAA3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4F70D42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57BEB4B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06D5EB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7D8C34E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3688629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293A329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2E173AF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44E2064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38B288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3430DC9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518C2F2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91.25</w:t>
            </w:r>
          </w:p>
        </w:tc>
      </w:tr>
      <w:tr w:rsidR="00333BCE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09F8D2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29AC122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1B69BF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5CAAB1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49415B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6B5F341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3E5DDE8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53.94</w:t>
            </w:r>
          </w:p>
        </w:tc>
      </w:tr>
      <w:tr w:rsidR="00333BCE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322E8C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3EDF512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3DBA07C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0B4A556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183A297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0A55158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7D2742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21.89</w:t>
            </w:r>
          </w:p>
        </w:tc>
      </w:tr>
      <w:tr w:rsidR="00333BCE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663477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05E0097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405D273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2E34F30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7ED8812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52DFD4B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6FEF593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</w:tr>
      <w:tr w:rsidR="00333BCE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4C3DDDA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7C6C5D1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643C92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02D4B85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701151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182F77B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6475D9C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35B1B1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7CFC4C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2557664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762298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285437B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41E95F0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</w:tr>
      <w:tr w:rsidR="00333BCE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30EFBF0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7880327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691C6DD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02AEF2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1C692F4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37E9B8F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1A65368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0C915C7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3F9536C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06DDE28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2076C12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5A63FA5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48883FD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2E05D93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333BCE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316B297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3E5AB67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5758852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77217D5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47.869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122C08C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5AD2294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13.183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4B875F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487.77</w:t>
            </w:r>
          </w:p>
        </w:tc>
      </w:tr>
      <w:tr w:rsidR="00333BCE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23767D6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13B5AE8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3BF4A61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33958E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2BEBE75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25CFB1F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4FB9CBE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0B7B9CC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2039542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525D62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63A388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20CDEF7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1D5A00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4D464F3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13CA64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5684AE0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3B159F2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4786AB9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7871253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5CC7CF8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2DB6E6F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1471FB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73B80B5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7697F39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3E69437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5EFAC7C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175CD24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10D0050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674E3B6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3F4A562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326BEE2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4117357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21D71D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54867A5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460F801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333BCE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5BB2E10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7870AD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15CF2C2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47DCE5C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2D22CC8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52694F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245B020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0068ADF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4AE66A9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43487A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5064BA3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049413D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3FCA50C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4F8916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591E74B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007155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68EBCC4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2ABE7DC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16FBE6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58CF736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298AB86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</w:tr>
      <w:tr w:rsidR="00333BCE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49D12D5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78C47DD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251BFC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3DA2E2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26204A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3A994C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4CE6500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2CDF35B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0A1D1ED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1A3460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6678B5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234049A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16B11A0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03600BC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3FCB6A3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79B5DAC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5095E8B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220E979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7EC043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1EE629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3287CD9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24D967A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436A1A3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1AD42E0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4887BFC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587C20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2D0AA3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0C3E1FB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</w:tr>
      <w:tr w:rsidR="00333BCE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4653B1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13BB5BE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15C2225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53AB05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458A142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653BE34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279DA12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63054A3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5CFCD25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1187702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0424C43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6A1DE31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179EC06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404711D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43.79</w:t>
            </w:r>
          </w:p>
        </w:tc>
      </w:tr>
      <w:tr w:rsidR="00333BCE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018465B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4F3DB8B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109179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6BC21AF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0DE47C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11838AA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7E69CE4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35.01</w:t>
            </w:r>
          </w:p>
        </w:tc>
      </w:tr>
      <w:tr w:rsidR="00333BCE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3C1A5AF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5A1FCCC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135290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350170D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10FEF5F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202E9C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37418A4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333BCE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6861EB8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0F94926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51C21B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1EB5C25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71D92A6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5BBCB7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7C3D6E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3DEC5C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2FB46AE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3775CBC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3D16688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20FACCC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7B91BC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2855B87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1FB5E75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20784FE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217F877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76471F0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429DB7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37962D0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174B2D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101.91</w:t>
            </w:r>
          </w:p>
        </w:tc>
      </w:tr>
      <w:tr w:rsidR="00333BCE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3A17C9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3D9B5F9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42E151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60BCB7B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0CAE0C8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0C2267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1EEEA99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25.35</w:t>
            </w:r>
          </w:p>
        </w:tc>
      </w:tr>
      <w:tr w:rsidR="00333BCE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44ECC35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4A0FF23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60CC3EF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16983D6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69798B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111.04</w:t>
            </w:r>
          </w:p>
        </w:tc>
      </w:tr>
      <w:tr w:rsidR="00333BCE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76EAFA2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4530667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2F8BC6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33.923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43A251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2041202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13.977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7D7B33A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517.15</w:t>
            </w:r>
          </w:p>
        </w:tc>
      </w:tr>
      <w:tr w:rsidR="00333BCE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7A79BCC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2B4BE4C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1995637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1315A1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08CA4EC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4130D0E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371F273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3FE739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24A2D3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15970D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5F007E9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609D539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1A3790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4E186DC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3106803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617096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3759806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7FA06F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673D335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07D73C9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7CC40A9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48E8FB6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2D01FA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40046C1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04B414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10933A1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4C5C6B7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3DB10D6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0B7086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76E53E1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538C8EF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5254743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2CBCB9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7BE574B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6FB7DEA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0CFB327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1BCB692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658CDA6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67A44D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614843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17DF017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330D14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25387A0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02ADE31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63EEAC7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565A74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63C1C06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6D2FF47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59715DF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672A75C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62F4DB1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6685B0A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31D628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0D072B6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37B099C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0FE0A1E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7FD49F3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1AEDA06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5061307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22F9488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292F86E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1F58277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13EDB8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116.32</w:t>
            </w:r>
          </w:p>
        </w:tc>
      </w:tr>
      <w:tr w:rsidR="00333BCE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21C7EA3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0D6FF1B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1A985E0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625D2C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5502C13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0253697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1287E47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2B8EAB5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1B511EE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121A362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129CCB5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2173624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0AC0CC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1A3BFF6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2431998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1DDBB0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100E09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058B2FB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4A6EED8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25C9D1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21F742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47B1AED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068DF6A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0F3D330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39DA4CE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0D38ED4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1490AC9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05687D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06C54C2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5A0849C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0B02C1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03D4171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4697F19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59BAB51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06DFFB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7A85FAE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00F884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58F2CA9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5522D4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0AE0269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2BEBA9D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795AD0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6CA0448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5B72B8F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5B2E397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176049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4B14F63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2193C13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35ABF99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63FEEB9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45A007A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27531D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3AAC781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605D1D9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2631D24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451087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058863B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5C6687B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7F3186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1D2A6A0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6471A40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76AEF9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31AD978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67.01</w:t>
            </w:r>
          </w:p>
        </w:tc>
      </w:tr>
      <w:tr w:rsidR="00333BCE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6B9BC22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517357E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50FF688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715993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5B37243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7E609B6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7563527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148EB99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42735CC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5EBB269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4CC4691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25FF6E7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533DBB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024B0E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147EB56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46E24B1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6A83370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201F441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5C02E16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758D1B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415F59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01E9718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6527FF7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7C79BBD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73B59F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19A4F4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684B479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2B07702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259F3F8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6007C86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28E7CF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5765AC3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728D322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2DC97FB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2634A9C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747A3C7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404D672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52EF459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4D630B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6BAA87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082593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24A8F57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441E517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680FE05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2F804CD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00DEA90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7908667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524F97A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527AD9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4DEE8EA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53E35A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07F5180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0F42925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54245A7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11B05B2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35A6D18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43.14</w:t>
            </w:r>
          </w:p>
        </w:tc>
      </w:tr>
      <w:tr w:rsidR="00333BCE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5BC0C50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0D53F5C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76F0E0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35BEE20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6909021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19A2705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07BDA69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41.88</w:t>
            </w:r>
          </w:p>
        </w:tc>
      </w:tr>
      <w:tr w:rsidR="00333BCE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11AC733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1FCC59E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5CB8FA1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1C1B41D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7DA1956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3AECBFB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2783DE1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40.70</w:t>
            </w:r>
          </w:p>
        </w:tc>
      </w:tr>
      <w:tr w:rsidR="00333BCE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08EB256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40073B4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707A28F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1981CC6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6A1600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3F1A2BF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3E1ECF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238BEC2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49EE7DD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5D5F52E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2CFBB2D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1D22FC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2C6C4CF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79FE50B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4F09D7C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47A79A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416B16B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7251A67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03E6A1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41D6B76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6546E70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34.08</w:t>
            </w:r>
          </w:p>
        </w:tc>
      </w:tr>
      <w:tr w:rsidR="00333BCE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6C19AD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30274B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6E99FF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24DA51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05702F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759F904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08F68D8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667BCC9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36646A9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4558E88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7EDCA70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38CC77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7F2B3CE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3D624C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7200B5A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20456FC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22DD1FD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181B8E6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40DFDC9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1C8F4F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3C0EBDA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7433566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70862B0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1BB574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7BD0FE3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662D3FD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70F74A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59ECA62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30.45</w:t>
            </w:r>
          </w:p>
        </w:tc>
      </w:tr>
      <w:tr w:rsidR="00333BCE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66AF146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65ADFB3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5E8B8AB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2A5502C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1A58F2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6163856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7B94953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13BE036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4201D27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5AF386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4B819EB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30.45</w:t>
            </w:r>
          </w:p>
        </w:tc>
      </w:tr>
      <w:tr w:rsidR="00333BCE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46B1C6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2D2AC35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4D9A909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77D8A76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5C943F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3E65AC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5D98CF2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30.45</w:t>
            </w:r>
          </w:p>
        </w:tc>
      </w:tr>
      <w:tr w:rsidR="00333BCE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4A4FB44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6EC4E37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1256F8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2D88A0E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5F4C619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59E91E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1B7B07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6D921D5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197CF89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6A58715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5E003BC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0D2D076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5F4FA2F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3DD2E95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4A02AE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63FC39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6DF01F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5D03982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5E49A4F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4A4A23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1932271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27.56</w:t>
            </w:r>
          </w:p>
        </w:tc>
      </w:tr>
      <w:tr w:rsidR="00333BCE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34136EF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68957F2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1B14265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544FF91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4A3BF18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78AEAE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605ADD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22.43</w:t>
            </w:r>
          </w:p>
        </w:tc>
      </w:tr>
      <w:tr w:rsidR="00333BCE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18FB52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7C874AA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6D4806F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7F4110C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3D38E40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317DABE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4625C18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7E2D2EF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266F3B4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1442F22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674FD1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7B32CE8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604CBE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7C18887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5438CE6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2253C2E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0268DE3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5799EFC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21AF27E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153EB4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0C2132E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70AAA2B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3098AF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163CABD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5D31D6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5BFD453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1E54E2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13.97</w:t>
            </w:r>
          </w:p>
        </w:tc>
      </w:tr>
      <w:tr w:rsidR="00333BCE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396F6C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0295C1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5884AFC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534350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461D08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62CC1C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4B6C13D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13.95</w:t>
            </w:r>
          </w:p>
        </w:tc>
      </w:tr>
      <w:tr w:rsidR="00333BCE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0C41CB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5318FC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00A487C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42FA6C3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57914E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2DDB77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4741440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1C170C7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3B453DC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6A5F659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68C82B9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2A871E8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07823DB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2956F1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623D175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5CB6775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5F0D510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1CEA15C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273C472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3B0E1B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694FF24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5B52D29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13655CB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32A1E5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07FB46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2314A9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4942CF3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3C70AA5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4DC849A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17BDCD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5032C1B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45EDD5E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678F03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748C073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3AFEACB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</w:tr>
      <w:tr w:rsidR="00333BCE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5735B8F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43066B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685F595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2CF272B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0EAA580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3A133A2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5255A12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6C27746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40A872E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0F9CEF5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790D55A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194D9E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51D4DAB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7.918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6DD80C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292.97</w:t>
            </w:r>
          </w:p>
        </w:tc>
      </w:tr>
      <w:tr w:rsidR="00333BCE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1459F4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59F9136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436B15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7E233A0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0BA3837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033B0E6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137ED19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28767A3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643C192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709DC05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6EE894E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11A0F1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3CFEAF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5053E17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6BA577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45DCAC8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3DD3FF5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08F7012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327DDFC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1B51F70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2D0B088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06F3DB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542B6A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34F753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7A193AF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20B0931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31084A5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261831F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92.50</w:t>
            </w:r>
          </w:p>
        </w:tc>
      </w:tr>
      <w:tr w:rsidR="00333BCE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0942769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55CCB48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293797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54C6B89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66A41F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415FC06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116535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72B28EF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362D7A8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0E9CF34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4A21D2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472485B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5F2B40A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195C523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05C9B7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372D93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3FAEFD0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1264CA3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26844A7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3C29249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116CEC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1AB8CC5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3E837B5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551FCE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40320A2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32.08</w:t>
            </w:r>
          </w:p>
        </w:tc>
      </w:tr>
      <w:tr w:rsidR="00333BCE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5ABBF35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777389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2664657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74964A2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1CBF3BC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412DFFE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4BC0DEB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44A7503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61BC779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5075F68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072C7AF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1644A52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627FFB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62F035C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56.53</w:t>
            </w:r>
          </w:p>
        </w:tc>
      </w:tr>
      <w:tr w:rsidR="00333BCE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344C9B4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79ED567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6466ABB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47B7774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211B207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28B9849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701F9AD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14.84</w:t>
            </w:r>
          </w:p>
        </w:tc>
      </w:tr>
      <w:tr w:rsidR="00333BCE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078541F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1E3F87C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7C9FD9A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5D17FF0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0649A7B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52B465C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6DB09F7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14.80</w:t>
            </w:r>
          </w:p>
        </w:tc>
      </w:tr>
      <w:tr w:rsidR="00333BCE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2BE35A5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4C0DDD6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4AF28B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55EF246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3B4962C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2EEC536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128FBA5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5254F97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20F3D10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44A5EDB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2C9DD4A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75C45A4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54A5C00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68A31D3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3DF413F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57ADAF0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3D20C5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2D4E927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77F50D3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2047A79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68EE7D3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3A56B36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2B2D692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08271AB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5F389E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3AA37B9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5CEE3CE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2E325B8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1A21603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0D74B11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50BA7F0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1DA8B1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6BC0634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4EADF2D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0248E2D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413229D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12C9703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5FB08AC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6791CE9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3C7B121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5872D58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476FF99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70F378D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487755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25084F8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4ADF2D9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103.86</w:t>
            </w:r>
          </w:p>
        </w:tc>
      </w:tr>
      <w:tr w:rsidR="00333BCE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6EE5650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7162AA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7131A1A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1813F74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51018C9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437B997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77BAE91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588D953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4AA221B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48F549C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051CCD7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</w:tr>
      <w:tr w:rsidR="00333BCE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3D01E94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0D5E127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6CF8483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0BF8052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7A05C7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38218C0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7EFFD87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44EB986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1D4216A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0B6B2A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295129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3438C33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56CA91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67E1A6D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29A981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66D43D7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77482F3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27492BE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117FC7E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7235B57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0C31EBF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3D25F0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738424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2F73DD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0AF8D5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072914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70.93</w:t>
            </w:r>
          </w:p>
        </w:tc>
      </w:tr>
      <w:tr w:rsidR="00333BCE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4DF218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5B9EE24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795CE80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7C3F6ED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21E2FB2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67C5949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36A80B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288C6E2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2E6A704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4461869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6C7631C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439E9D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1CE2CB5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58785F0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0D60FC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5CCE5BC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6E776BD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7AECEE1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73A484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097A9D8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3FFA04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33.03</w:t>
            </w:r>
          </w:p>
        </w:tc>
      </w:tr>
      <w:tr w:rsidR="00333BCE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759923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0F05B5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691DBD5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34F684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4879BAF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36B13C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469AAB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7052B65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302B2FE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45A6554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7297D3D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03DA9A0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7452B1F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238315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17.75</w:t>
            </w:r>
          </w:p>
        </w:tc>
      </w:tr>
      <w:tr w:rsidR="00333BCE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76D89F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6F6AF8B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16381A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680EAE0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5D465C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7052B49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2FE7624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</w:tr>
      <w:tr w:rsidR="00333BCE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5AB1C15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7052088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57E8A4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1723EA8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161D330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793B584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74B57EB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</w:tr>
      <w:tr w:rsidR="00333BCE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71CC23A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3F80956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79EB3A8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5BE4F72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42F0AB9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25F3C6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142165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5.71</w:t>
            </w:r>
          </w:p>
        </w:tc>
      </w:tr>
      <w:tr w:rsidR="00333BCE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603A0F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2E79365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3F7D2A6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244328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7B26B28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169B8F6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68D847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</w:tr>
      <w:tr w:rsidR="00333BCE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4C48E78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23E64F5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557F03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04B4C8E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5CD2CF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1BD8877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21502C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268CAD4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7DE112D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3E9D11A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2ABB399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77FF2E9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0AB25F5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5C24CBF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6B9C39D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636459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1BD046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202B30A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33F7053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2690A4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16156D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4F0C073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2617B7C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120D5F8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77BC68C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1B7D84D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395E57B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7356F97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6AAE289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526B11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670553C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01D86E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3658368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71315E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0E1050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22FF257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093FB2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130D88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2F0FFA9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314D2B3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788070F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7279A6B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3FFD9A5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654DC3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72C75D2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1E74680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7F15D53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03A0826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227F6F6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253FFAA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3FB6AB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5DDCC11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78E9109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99.86</w:t>
            </w:r>
          </w:p>
        </w:tc>
      </w:tr>
      <w:tr w:rsidR="00333BCE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202E13E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22BF1EE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19103E8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1F3CBC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7825ED4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620CC72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1F4242C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4C09551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1D122A0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5CE3EE4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2F3893B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2888051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7E42685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7F5198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6E6DA4A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0536FD0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29958A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68E48B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22CDF1B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52672DF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557A5D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0BD069E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51BFAD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416A8A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2F41B0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060D1A4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3E424D4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6DB11A1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13DF043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3FB4F66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1C5E59A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6AA28CB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78FD77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4AD2E54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59C3E2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630BE10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2ED902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5648833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24ED92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378FDB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36DF6D3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346D975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6B53E5E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</w:tr>
      <w:tr w:rsidR="00333BCE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0CA8C8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42313AD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75AAFE8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3BF46D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0F4FBC3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43CFA09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3E2C47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2B0B08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61528A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3685A2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3FA5D9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35F6CFC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6EEDDAF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2D8553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58A6752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04EA008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202362A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088CAD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156FF63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0348A85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591B318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17EA26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0CE0667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17C88A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036B8B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18EC346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7C49090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010A1EB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4FC4D2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4CD1C82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26F758B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7A12CC8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222B021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53EC0FE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0429D56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3E3C45E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2952B56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65067F1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4545AE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49950A8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4077A8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2006D07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1D32303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29716B0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7F22CC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75195F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3BEB453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42546D2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556943A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6967D99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501255E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6A75A08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3D9B7A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0088274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47CC37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2F78C93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10AA560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71B424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26F41AB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7DB1EDA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1A754B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64332D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515926D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2DF7976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0E77519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1280B55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6EB89A2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7B29CE4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1BBEA0C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659B8EB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3AFE86B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5182C4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20CB113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295F80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103B11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4F91321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5F9419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4FCC110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62B7127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244B300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737F22A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6F609EB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68B64BC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3485845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01327A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36543A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06A6569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084CD5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0890C29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34858D1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245AA5F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3465116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0281C0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46CA43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589F48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12.05</w:t>
            </w:r>
          </w:p>
        </w:tc>
      </w:tr>
      <w:tr w:rsidR="00333BCE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71BB60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3C7CEDB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1FB75D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58931B1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0CD6C99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220DF75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2F426AF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1E82DA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1CF80F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7367C80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6F71E39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3B3685B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17C9FE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02F1F8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7F3464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17F5FF9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535AAA0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5838CF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1E48CC9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15EF742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B5BA5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166AA07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139A270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1BD739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2ABDA34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590389E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67057FC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6E7704F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482CA02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730899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2BFEA98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63BA46A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1A489BD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0D809E6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76A75BF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7C347D3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04B52C1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3569E2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3A1F2D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1374D4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6104E29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65FAC92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5928691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7E5575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2F97BA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6AEA60D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72AB29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4E3F6F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07471D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374F1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7CCC" w14:textId="3C9152D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8D00" w14:textId="2E25152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329D" w14:textId="5FA9080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5D04" w14:textId="72A4E6D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5432" w14:textId="4BCEB5A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D1AA" w14:textId="184C8D2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35E2" w14:textId="367742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4997F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13A3" w14:textId="3B3926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3998" w14:textId="1A95CFA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4CD8" w14:textId="004CC0F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BF08" w14:textId="1B93A88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5119" w14:textId="060DAD2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18F5" w14:textId="6A27705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1F8F" w14:textId="04EBEE7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BB17D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4CB5" w14:textId="0AB468D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C819" w14:textId="462680E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22CD" w14:textId="2A8D15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E366" w14:textId="3DBD84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9120" w14:textId="4E2D043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66FF" w14:textId="3007EFC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0D77" w14:textId="3B865C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79.48</w:t>
            </w:r>
          </w:p>
        </w:tc>
      </w:tr>
      <w:tr w:rsidR="00333BCE" w:rsidRPr="005446F8" w14:paraId="26CD03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A78F" w14:textId="2C9528E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E5D3" w14:textId="714EF53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B76D" w14:textId="7D21396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C064" w14:textId="7EA343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9678" w14:textId="4AA63B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0C7" w14:textId="0B2FFA6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DB33" w14:textId="661693C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53EB7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9248" w14:textId="58687DB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9A70" w14:textId="3BACD4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A30F" w14:textId="5634645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779F" w14:textId="3430FBB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14A9" w14:textId="706FF3C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61A7" w14:textId="11E75D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F75E" w14:textId="740932B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</w:tr>
      <w:tr w:rsidR="00333BCE" w:rsidRPr="005446F8" w14:paraId="2D6C0E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3E9B" w14:textId="1FEB763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604D" w14:textId="2723E1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5951" w14:textId="268AB45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661E" w14:textId="3236110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8A1A" w14:textId="75A181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F55D" w14:textId="15944ED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DC9C" w14:textId="1EB15EF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6ACD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0A43" w14:textId="5F37163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6CE5" w14:textId="5F5B7D4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4009" w14:textId="462E9B8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42E4" w14:textId="0E75544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E10" w14:textId="53E1724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6D53" w14:textId="0AE98F5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107A" w14:textId="3D2DDBD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7B72E1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1FAD" w14:textId="2358C1D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196D" w14:textId="1F1242E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1B74" w14:textId="1A9D8F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F51B" w14:textId="298E7E3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B6A0" w14:textId="21B9368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C9DE" w14:textId="414226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2B9C" w14:textId="4F95CF6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23339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9B34" w14:textId="5A8C111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D2C2" w14:textId="4A79744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5783" w14:textId="4E3EA4C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0545" w14:textId="33B1FC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0940" w14:textId="306EB3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A647" w14:textId="21E7B6B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DD52" w14:textId="515A81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36.46</w:t>
            </w:r>
          </w:p>
        </w:tc>
      </w:tr>
      <w:tr w:rsidR="00333BCE" w:rsidRPr="005446F8" w14:paraId="6A3708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8724" w14:textId="1815840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1F82" w14:textId="0C76ABC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AE3D" w14:textId="3FA8C3B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4190" w14:textId="486915D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FE45" w14:textId="722DB9D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3F16" w14:textId="0675D9B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F44D" w14:textId="38F768A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BD242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6712" w14:textId="027731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F834" w14:textId="31AEBF3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B47D" w14:textId="17E989E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F1D5" w14:textId="755D32B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4ABA" w14:textId="3B4E16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8CF2" w14:textId="2EC449C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15C6" w14:textId="0D55C71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F17FD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79F1" w14:textId="1370A79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F05C" w14:textId="63D9725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E326" w14:textId="3C920C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E7AB" w14:textId="0EE32F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742B" w14:textId="280364F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88C9" w14:textId="2544516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67D4" w14:textId="48F302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18.43</w:t>
            </w:r>
          </w:p>
        </w:tc>
      </w:tr>
      <w:tr w:rsidR="00333BCE" w:rsidRPr="005446F8" w14:paraId="5B1C68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7D71" w14:textId="2DB9A9A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22C1" w14:textId="46ADE4C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23A0" w14:textId="182E64D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7EF9" w14:textId="46E0191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0C17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D54D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CA0E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89C14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9888" w14:textId="1E2FB15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81DA" w14:textId="26B442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907E" w14:textId="6C665E2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F4D5" w14:textId="2E366A8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7F05" w14:textId="340FE7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D562" w14:textId="096649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E019" w14:textId="243B13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E1CAC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F7AF" w14:textId="78A1F37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DBD3" w14:textId="78070DE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1308" w14:textId="41AE1F5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EA88" w14:textId="4FF4B87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27F7" w14:textId="033A26A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1049" w14:textId="553592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AD65" w14:textId="2D23E5D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779BA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BB55" w14:textId="7A54F2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B2E6" w14:textId="27F8AE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07AE" w14:textId="0A5A223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8E28" w14:textId="3EE06DF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563E" w14:textId="55BB642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6DD3" w14:textId="3109883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27AB" w14:textId="59230F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82A15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BE98" w14:textId="42E703C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7EE6" w14:textId="3388D6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0171" w14:textId="23A6BF0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1542" w14:textId="4EFAA5D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4A35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CD2A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8C1D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EBAC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DDBE" w14:textId="00B8009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A96C" w14:textId="2DFB8D8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878D" w14:textId="26704F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F49B" w14:textId="3DB52AB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A39F" w14:textId="5986618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BEEA" w14:textId="5382BC8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DAAB" w14:textId="74B80A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0DD59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6C9E" w14:textId="6A33901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BBD2" w14:textId="572CBF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39A2" w14:textId="6ACA645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ED98" w14:textId="7179627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AFB8" w14:textId="1517ED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F4F7" w14:textId="2FE23B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2A0BE" w14:textId="63DCFCF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B9574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04E6" w14:textId="58C3FE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91B2" w14:textId="71F7D0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1E99" w14:textId="4B136D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B19F" w14:textId="43650CE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D2AA" w14:textId="4EBFA89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9C8D" w14:textId="479EB18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8A10" w14:textId="245E10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87A06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74D4" w14:textId="16ABCF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A051" w14:textId="5850EBC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8D9" w14:textId="3372237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8A3C" w14:textId="3CC81E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CB67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23AF" w14:textId="6268131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AE64" w14:textId="621F360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06D38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08FF" w14:textId="6459D3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D3D5" w14:textId="6501D5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913C" w14:textId="125B7E6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7235" w14:textId="5B0C2C1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12B4" w14:textId="79F7513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46C0" w14:textId="4C33CA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18E6" w14:textId="23B0AE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E6DE8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2900" w14:textId="7D03B0C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A609" w14:textId="11A11D3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9A97" w14:textId="6CEA31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34E0" w14:textId="6F6D6A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3AAF" w14:textId="13613BF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2616" w14:textId="398DE39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0404" w14:textId="00E0579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5FA50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987E" w14:textId="53A18A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12A3" w14:textId="7751A1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AA2A" w14:textId="11B3743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FAE1" w14:textId="2C7E0ED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709C" w14:textId="329426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1FF0" w14:textId="5435E4B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F90E" w14:textId="2E1AC6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B1259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88BC" w14:textId="7B0D068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4EBE" w14:textId="3DC160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9C92" w14:textId="3B44164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8D2B" w14:textId="47A25FD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7579" w14:textId="3E9A7D1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8E68" w14:textId="47BEBD9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4.426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F163" w14:textId="7B7D28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163.75</w:t>
            </w:r>
          </w:p>
        </w:tc>
      </w:tr>
      <w:tr w:rsidR="00333BCE" w:rsidRPr="005446F8" w14:paraId="1B9912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AB3C" w14:textId="0B85734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F8F6" w14:textId="19A471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B8E0" w14:textId="549AFF7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5C78" w14:textId="594690E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269B" w14:textId="64BF987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FF4D" w14:textId="4609103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CB2B" w14:textId="4B0CD30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D726A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40AE" w14:textId="0331DB9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4878" w14:textId="2AC2EC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2E0F" w14:textId="13063B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E90F" w14:textId="711ACF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EF10" w14:textId="7B271FF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3A83" w14:textId="11E78D5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9D9D" w14:textId="74F90FF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121D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0680" w14:textId="2C88DB2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0470" w14:textId="194C9A5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0F68" w14:textId="2AC9213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F700" w14:textId="010D1F1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9C56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40EC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619F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48DA6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C454" w14:textId="6F6F825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9E0F" w14:textId="23E7FF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9398" w14:textId="16352FF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08A8" w14:textId="117D458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F816" w14:textId="33EAE86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42C7" w14:textId="5D201C4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9D85" w14:textId="5D067E1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5F2C8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8624" w14:textId="0DE069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02F3" w14:textId="754DE5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DF05" w14:textId="485BBF8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AC3D" w14:textId="02CFCC8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8FCE" w14:textId="061E263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9E09" w14:textId="6DEF08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B50F" w14:textId="30E5761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69A67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B912" w14:textId="78E718A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F4ED" w14:textId="54A8EFC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1F02" w14:textId="3576E0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3AE" w14:textId="53105AC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BFE3" w14:textId="70033F2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53F5" w14:textId="479A3B7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ECE" w14:textId="02E839F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</w:tr>
      <w:tr w:rsidR="00333BCE" w:rsidRPr="005446F8" w14:paraId="2272E6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547D" w14:textId="2203BA1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E627" w14:textId="0407525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161F" w14:textId="674500B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86B1" w14:textId="36293E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0FA3" w14:textId="27EE846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CA2B" w14:textId="045986F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80F3" w14:textId="799B394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130.40</w:t>
            </w:r>
          </w:p>
        </w:tc>
      </w:tr>
      <w:tr w:rsidR="00333BCE" w:rsidRPr="005446F8" w14:paraId="3BF5A4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2978" w14:textId="52F1FFB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B676" w14:textId="28EBC08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ACDA" w14:textId="0B6F243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F4D3" w14:textId="6363EC5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FD06" w14:textId="774706D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95C3" w14:textId="7ADD43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37B9" w14:textId="157C6BF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103.00</w:t>
            </w:r>
          </w:p>
        </w:tc>
      </w:tr>
      <w:tr w:rsidR="00333BCE" w:rsidRPr="005446F8" w14:paraId="302D02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EC96" w14:textId="6146FFD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18F3" w14:textId="7BD24A9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1EFAD" w14:textId="305E1AA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B20A" w14:textId="1318902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FC95" w14:textId="4D83D75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9688" w14:textId="55E8509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8DEF" w14:textId="4C6959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74.04</w:t>
            </w:r>
          </w:p>
        </w:tc>
      </w:tr>
      <w:tr w:rsidR="00333BCE" w:rsidRPr="005446F8" w14:paraId="42E291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6D89" w14:textId="008CDC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FCA2" w14:textId="36E26D6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A0DA" w14:textId="278C1F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A868" w14:textId="45A8F11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7620" w14:textId="789F39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6305" w14:textId="54CDDCD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95E7" w14:textId="78B8637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DB059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E958" w14:textId="7D34E7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8658" w14:textId="7198666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D2B5" w14:textId="7E9E5E4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4397" w14:textId="1C92CAC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EFE3" w14:textId="5A5D6D7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D75F" w14:textId="1954842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0D62" w14:textId="615F1FD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39078E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3304" w14:textId="467A85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211B" w14:textId="656E71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DE02" w14:textId="6C24344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93FF" w14:textId="7CD0AA5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69FE" w14:textId="58FFBCD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0346" w14:textId="65FCB6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71A4" w14:textId="2AE9E61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148.04</w:t>
            </w:r>
          </w:p>
        </w:tc>
      </w:tr>
      <w:tr w:rsidR="00333BCE" w:rsidRPr="005446F8" w14:paraId="6025F5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AF21" w14:textId="6A2DA6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6412" w14:textId="746B806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F3A2" w14:textId="5B293F5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79AC" w14:textId="586EC8E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A3EF" w14:textId="20A322D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E99B" w14:textId="2355762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BACC" w14:textId="7D8CF30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A67DEB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134E" w14:textId="2D1D8AB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6DCE" w14:textId="615FC86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42D7" w14:textId="3296FD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0521" w14:textId="658E47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805B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F3D5" w14:textId="0D2124E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04E0" w14:textId="0A056C8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48FAF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F38F" w14:textId="1E49F92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84D2" w14:textId="516B597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5E40" w14:textId="73BA696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C804" w14:textId="16E7FE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308.451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2A94" w14:textId="55BA642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439D" w14:textId="5D22CE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64.027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9B53" w14:textId="1B6B1E4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2368.98</w:t>
            </w:r>
          </w:p>
        </w:tc>
      </w:tr>
      <w:tr w:rsidR="00333BCE" w:rsidRPr="005446F8" w14:paraId="2D37E2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B37C" w14:textId="7775018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5598" w14:textId="5EC958C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6EE0" w14:textId="6D60EE4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6C3A" w14:textId="3AA1843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5.830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D9A4" w14:textId="1086E70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4A0F" w14:textId="1BA127F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075B" w14:textId="6BCC673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6FAAA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1460" w14:textId="6159FFD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7BB1" w14:textId="54B85D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26D1" w14:textId="3FEDB04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00F4" w14:textId="1C8F664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9975" w14:textId="06F1061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116A" w14:textId="64CC269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0FA4" w14:textId="4A4C1B9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387F2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D6E1" w14:textId="4452D81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69F3" w14:textId="39394D6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84EA" w14:textId="665AB70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E5BE" w14:textId="412CDFF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709B" w14:textId="2BFCA1F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DC832" w14:textId="7A445EF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F07E" w14:textId="486232D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4C076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AB4A" w14:textId="7197C3D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29A6" w14:textId="6640FE2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9122" w14:textId="6662D92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984C" w14:textId="7930EB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785E" w14:textId="0A9BD2C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A968" w14:textId="1941C12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CCF9" w14:textId="08AE13F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7D6D5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AFDE" w14:textId="64CE557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A619" w14:textId="5AB2902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EDBE" w14:textId="362040F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51A2" w14:textId="0AB3FDE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BC39" w14:textId="0F51DA2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A0AA" w14:textId="522BC3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57F2" w14:textId="73EFF10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</w:tr>
      <w:tr w:rsidR="00333BCE" w:rsidRPr="005446F8" w14:paraId="536902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BA5A" w14:textId="56FDAE9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E311" w14:textId="5D20DBF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CAE2" w14:textId="068CA6A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136D" w14:textId="11E7D96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EF79" w14:textId="50A329C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DB9D" w14:textId="1E87C1F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C3D1" w14:textId="592808E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</w:tr>
      <w:tr w:rsidR="00333BCE" w:rsidRPr="005446F8" w14:paraId="544ACD9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0C09" w14:textId="6FEB45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B3BF" w14:textId="2FE11A1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979A" w14:textId="69B3D28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DA64" w14:textId="32A078E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1A4D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CBFE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CF2D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BD1C7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BDF8" w14:textId="514A48E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C211" w14:textId="29DB6E6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BA08" w14:textId="62265C5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CB1" w14:textId="74B2A0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AD73" w14:textId="473DCD9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E4E0" w14:textId="2C1F48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45E3" w14:textId="4E5BA03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BEFC3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9A55" w14:textId="03BA74C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68B7" w14:textId="231E61F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07C2" w14:textId="5FA1F82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50CD" w14:textId="63B9064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B291" w14:textId="067E3F0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6CAC" w14:textId="2DBEA9A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D00A" w14:textId="485631B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CD333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FAF9" w14:textId="4C33523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FFF8" w14:textId="67E5380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9AF2" w14:textId="5FA36C0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0531" w14:textId="1B7398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E305" w14:textId="694941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15D4" w14:textId="1190563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25C7" w14:textId="25DFB0D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8F14F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357F" w14:textId="3CAEC93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024F" w14:textId="186ACF0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5AE1" w14:textId="5494026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3CD6" w14:textId="4D2DD7C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A214" w14:textId="216246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A5EB" w14:textId="2126A5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FB3E" w14:textId="065C61F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F3704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10B3" w14:textId="72BADD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8975" w14:textId="05DEE79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0C97" w14:textId="53685B0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FAD0" w14:textId="657847E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BE13" w14:textId="61AACE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C7CE" w14:textId="3383C86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E8B4" w14:textId="47B2DAE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AEC9C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5010" w14:textId="526C0DA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5DAA" w14:textId="1654FFF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1328" w14:textId="55EB511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BB8C" w14:textId="3F937E7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1D7C7" w14:textId="265CF85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D90A" w14:textId="3AB755A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3644" w14:textId="66D2A95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9438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EF34" w14:textId="1868105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5E42" w14:textId="6B46F9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BE94" w14:textId="1CD4CF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FADF" w14:textId="2B27B92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2551" w14:textId="6C16B66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41E8" w14:textId="4807BE2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44EF" w14:textId="53F062B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A7A59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D106" w14:textId="2DF724D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B94F" w14:textId="7D4C7E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D55B" w14:textId="7AA5A73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CCBD" w14:textId="400DC61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4FD8" w14:textId="25FAAF1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DB80" w14:textId="173E15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82AA" w14:textId="2EC6AF4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CDDC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4650" w14:textId="6B74849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3FBA" w14:textId="700E9B5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CC83" w14:textId="7B69815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A6DE" w14:textId="1992C2E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4E11" w14:textId="766F7EE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BD97" w14:textId="68328D9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1468" w14:textId="7703CF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069A3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DB88" w14:textId="2E4B5CC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A310" w14:textId="1C33F24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5F34" w14:textId="0FE1498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FED2" w14:textId="50CFB14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8938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F566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0B8A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20E77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3CFB" w14:textId="4AD142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63C4" w14:textId="58F1AB9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3656" w14:textId="4A51112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5CCF" w14:textId="230B053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2354" w14:textId="53A145C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14DA" w14:textId="6675E36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9FAD" w14:textId="5455464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1498E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5989" w14:textId="78D2F95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AF57" w14:textId="50B4AF4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7CE4" w14:textId="3EB5695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F9F8" w14:textId="50974F6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48FA" w14:textId="7996ED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8D44" w14:textId="7FC3120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39A7" w14:textId="548B51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DE253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08D2" w14:textId="57CDF49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21DA" w14:textId="132E0ED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7F90" w14:textId="68FC25D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8935" w14:textId="2C44C43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A48C" w14:textId="4761A38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7717" w14:textId="226CEA3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53DF" w14:textId="169D0F9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93B384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55DA" w14:textId="6527FEF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6A88" w14:textId="4A6C4DA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B12E" w14:textId="37EBBAF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2062" w14:textId="696F56A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0DF0" w14:textId="407152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B52F" w14:textId="4943932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B5CD" w14:textId="1B2DDB5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367F3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FFDC" w14:textId="6F5C8A8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57B0" w14:textId="4C3C386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E0B0" w14:textId="3D4CF1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B367" w14:textId="4BD1288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4CCF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8B9A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43B9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88145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0514" w14:textId="320CA6E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B62A" w14:textId="2A6C8A7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6AAA" w14:textId="210801A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A38B" w14:textId="4B34D72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F6A5" w14:textId="07C492A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E80A" w14:textId="3E9225E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A824" w14:textId="40E8D0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054CB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7A27" w14:textId="45300C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CD03" w14:textId="5F622FB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B153" w14:textId="54CC8F0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A7B3" w14:textId="46974DA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631B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DDFE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5BA7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01A9F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DE7E" w14:textId="358A677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60DD" w14:textId="19B026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D700" w14:textId="2A70FAF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F73D" w14:textId="07FDB0B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A9A3" w14:textId="15CAC05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C12F" w14:textId="1E42368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024A" w14:textId="6D32C03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</w:tr>
      <w:tr w:rsidR="00333BCE" w:rsidRPr="005446F8" w14:paraId="4DBAB2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E10E" w14:textId="4F0502C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DA655" w14:textId="0E477AD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F953" w14:textId="67410E1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B4F4" w14:textId="45C706E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B947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9AF4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6B65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EAC22E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086F" w14:textId="7F600D9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4E22" w14:textId="22F5BBD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56F4" w14:textId="4832D45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97FF" w14:textId="61089C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E4CE" w14:textId="7D10F3C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A480" w14:textId="535849B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B177" w14:textId="18FA3F3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742E4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0D4C" w14:textId="2266738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E451" w14:textId="4F6B62D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CABF" w14:textId="65BB35D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DAA0" w14:textId="5A0E006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12C6" w14:textId="3D4229C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3049" w14:textId="17EB69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521C" w14:textId="47EE317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44FE9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6A72" w14:textId="6632543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8FAD" w14:textId="33D4E7C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A7DA" w14:textId="09CC2FB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4563" w14:textId="794FF77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D615" w14:textId="4BC0573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CBC8" w14:textId="68F64BA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7D91" w14:textId="5F69628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A3FC9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85AC" w14:textId="0BD67F7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F526" w14:textId="3EE4678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683A" w14:textId="5B64461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6678" w14:textId="30E2967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C490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A049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E14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4A1A6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05BA" w14:textId="7FB3E59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8790" w14:textId="337CBE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74BA" w14:textId="53AC02C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0679" w14:textId="08F3B03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1005" w14:textId="5A33E48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7545" w14:textId="554BDB9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AFA8" w14:textId="7DD4519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B02F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72F8" w14:textId="07BCD82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4C83" w14:textId="72BBED6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352E" w14:textId="6C61C5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D54A" w14:textId="7DFCF5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5ED5" w14:textId="2E90A2C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0140" w14:textId="7DC266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AEFE" w14:textId="25E1D4D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112.51</w:t>
            </w:r>
          </w:p>
        </w:tc>
      </w:tr>
      <w:tr w:rsidR="00333BCE" w:rsidRPr="005446F8" w14:paraId="6F7724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AF4F" w14:textId="63AE643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35E6" w14:textId="3447695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AE58" w14:textId="32A14D3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2E21" w14:textId="711C985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5865" w14:textId="5761EC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DB35" w14:textId="56AD74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42C9" w14:textId="463ABE9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E5797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5DCC" w14:textId="710E100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2EF5" w14:textId="4389100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2A4B" w14:textId="7C393E7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6F6B" w14:textId="3B1DB46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0C20" w14:textId="601A453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0091" w14:textId="19E0CCB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8574" w14:textId="1DAD3BE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D8AD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787E" w14:textId="7D9F436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496C" w14:textId="61EA0B7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914C" w14:textId="42B6CB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DB03" w14:textId="103B018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EA18" w14:textId="6AC73CB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52B1" w14:textId="7871C3F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1E14" w14:textId="3F7812F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56.65</w:t>
            </w:r>
          </w:p>
        </w:tc>
      </w:tr>
      <w:tr w:rsidR="00333BCE" w:rsidRPr="005446F8" w14:paraId="0512AF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9EBF" w14:textId="7C7CF3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BDA9" w14:textId="60A32B9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BFAF" w14:textId="2C05372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5466" w14:textId="76B8D66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8CE5" w14:textId="6ECCFBF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FDBC" w14:textId="48EB8CC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1F9D" w14:textId="0F84519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56.39</w:t>
            </w:r>
          </w:p>
        </w:tc>
      </w:tr>
      <w:tr w:rsidR="00333BCE" w:rsidRPr="005446F8" w14:paraId="770820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856E" w14:textId="623AB02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A621" w14:textId="0085692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F950" w14:textId="192060A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23D0" w14:textId="0A28ABD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D3C7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64BE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92A2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849FE3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0AEB" w14:textId="5554BC1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8F3F" w14:textId="2EC0BF4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2E5D" w14:textId="3376946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94C0" w14:textId="67291C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8A53" w14:textId="49E8807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86AB" w14:textId="24D992F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2FB" w14:textId="041B42A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03002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B9A3" w14:textId="2F25DB4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7AB4" w14:textId="5A59908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3916" w14:textId="10AFCE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D7D5" w14:textId="427EAC9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F439" w14:textId="390B4AB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137D" w14:textId="013D172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61A6" w14:textId="1FAD3AF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38.60</w:t>
            </w:r>
          </w:p>
        </w:tc>
      </w:tr>
      <w:tr w:rsidR="00333BCE" w:rsidRPr="005446F8" w14:paraId="3E7D9E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8404" w14:textId="53BCA1E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50BD" w14:textId="069BDD6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40D9" w14:textId="248A206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C84AC" w14:textId="6209AA5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8B09" w14:textId="7F6B7C5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A15C" w14:textId="1811D6D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3AC0" w14:textId="7F3464F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E789A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C5EE" w14:textId="27D7C74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3D9C" w14:textId="1C04F78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7725" w14:textId="05992F9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8875" w14:textId="60C29D9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A4F4" w14:textId="57998E7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042D" w14:textId="1BDF10F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FC87" w14:textId="6C9E9C4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3F61B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1B69" w14:textId="2525D5B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7E28" w14:textId="3783EDF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BDD8" w14:textId="5B4C466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BDDE" w14:textId="183620C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C28B" w14:textId="38D013D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209D" w14:textId="4AAA82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2A3C" w14:textId="58F1AD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2468E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D044" w14:textId="6F937A8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99CB" w14:textId="07D18FC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D977" w14:textId="0D847D76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601B" w14:textId="2ECDE10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B64A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FD7C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7EA1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D842E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FE95" w14:textId="2B3D7B4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4F5D" w14:textId="70AEB75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91F1" w14:textId="79BD7EEA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A2F6" w14:textId="75BADB4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C474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978A" w14:textId="5277BAE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7D92" w14:textId="65A3A82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71D8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AE4E" w14:textId="1C7A3D62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BE3A" w14:textId="18919A5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9362" w14:textId="24D9D45E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E80C" w14:textId="53B4E3C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FF36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6ED7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1F19" w14:textId="7777777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FB00E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4418" w14:textId="5D941E8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41FB" w14:textId="16638F2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1E5C" w14:textId="0476FBB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AA01" w14:textId="63A4938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C880" w14:textId="13DC4844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BB3" w14:textId="42D8D7D1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2A85" w14:textId="2F574AAF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26706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EA71" w14:textId="3BBD2E7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DFB8" w14:textId="63AB4A9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77AA0" w14:textId="3D595CC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0B5D" w14:textId="2848CA35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D451" w14:textId="0976A297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DF9F" w14:textId="16B3C419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B972" w14:textId="1646017D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18A66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B6E3" w14:textId="0B822887" w:rsidR="00333BCE" w:rsidRPr="00DD53B3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F68A" w14:textId="1B596B48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B7F8" w14:textId="50757163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628A" w14:textId="448BC0B3" w:rsidR="00333BCE" w:rsidRPr="00F304C9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07E6" w14:textId="498B515A" w:rsidR="00333BCE" w:rsidRPr="00F304C9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CC23" w14:textId="39493BE3" w:rsidR="00333BCE" w:rsidRPr="00F304C9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1C6E" w14:textId="04AE99A7" w:rsidR="00333BCE" w:rsidRPr="00F304C9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3BCE" w:rsidRPr="005446F8" w14:paraId="63A18FE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0DCFC" w14:textId="406C75C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802C" w14:textId="1BEF62E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DC8B" w14:textId="49B3262B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0A20D" w14:textId="78CC1410" w:rsidR="00333BCE" w:rsidRPr="00F304C9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5B998" w14:textId="6065B76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D323" w14:textId="3DD646C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B42A" w14:textId="2BAD991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AE070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743E" w14:textId="482A9ED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F41D7" w14:textId="261CE08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D4B5" w14:textId="3CDF1C0C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0A7A" w14:textId="5643D33F" w:rsidR="00333BCE" w:rsidRPr="00F304C9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EBA5" w14:textId="3DB2A7C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90690" w14:textId="4D5E821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9230" w14:textId="23B7630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87B86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E67A" w14:textId="030BFE6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B99A" w14:textId="7E2B086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1646" w14:textId="53ED9170" w:rsidR="00333BCE" w:rsidRPr="005446F8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4049" w14:textId="5BF14D94" w:rsidR="00333BCE" w:rsidRPr="00F304C9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2DF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B6B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6D5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440C0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7BA5" w14:textId="533A03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1D51" w14:textId="7394E7B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84FE" w14:textId="328A1BF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D294" w14:textId="775FAD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242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77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DFAF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62A14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3846" w14:textId="2C8EAD2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AA53B" w14:textId="2EDB645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18D11" w14:textId="2038673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DADB4" w14:textId="7895CC5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164.503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94C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6D97" w14:textId="25CD2CA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8.473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DE6C" w14:textId="4B35DC4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313.52</w:t>
            </w:r>
          </w:p>
        </w:tc>
      </w:tr>
      <w:tr w:rsidR="00333BCE" w:rsidRPr="005446F8" w14:paraId="1A91633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5A69" w14:textId="6C4F73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49A1" w14:textId="3F0306E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9D5F" w14:textId="722BA4C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3754" w14:textId="0F5C50B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680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ED96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D34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359B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7FA0" w14:textId="6392273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0773" w14:textId="78F770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9706" w14:textId="47B3146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AFA0" w14:textId="3C23709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5D1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747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266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79B7E3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15ED7" w14:textId="36A3264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4728" w14:textId="2C0027F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9655" w14:textId="1D0A151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1BB0" w14:textId="26D7A51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FC7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212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60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5D5297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03809" w14:textId="39E6254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8138" w14:textId="4D2FC85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413EA" w14:textId="3D248A8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D84B" w14:textId="3DE2C18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786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17D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CE5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66619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92B8" w14:textId="3F27D84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5710" w14:textId="76A1BD8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DFD3" w14:textId="35F1407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616C" w14:textId="034397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0F7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D96D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0E8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B73B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E00D" w14:textId="5318347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19AF" w14:textId="62A2663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0294" w14:textId="0B3855C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9D7E" w14:textId="0B3F683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A75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A9F4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19E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92F5C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4553" w14:textId="1A8D02C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31A2" w14:textId="2EB08A7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DB56" w14:textId="45BD194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30A8" w14:textId="0280748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82A2" w14:textId="2CA1102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6661" w14:textId="3D20C13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B75CD" w14:textId="14E8AC2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8E608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FE17" w14:textId="1503BC9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A8575" w14:textId="4B67646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AFD3" w14:textId="5884531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EEB7" w14:textId="677524C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E41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C2F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570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6E82C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9262" w14:textId="1410A4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A8B0D" w14:textId="5D7D3A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3635" w14:textId="28270C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69D7" w14:textId="7D09510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24E1A" w14:textId="4770F4D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EBA1" w14:textId="33D6831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2B1A" w14:textId="6C87E12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FB7BFE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7027" w14:textId="6976BA8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88E71" w14:textId="0ADFD63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4BB6" w14:textId="4828F24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439B" w14:textId="65E2D3B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47DE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023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043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49E5E6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BD15" w14:textId="49E142D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B92E" w14:textId="61CD00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D86D" w14:textId="10A8618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5A8B6" w14:textId="26B1658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232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BBF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A543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E43389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CC9E" w14:textId="7E91F4A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B299" w14:textId="4064162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17253" w14:textId="5AB3459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8C5C" w14:textId="2A808C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4D5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AC2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B31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777582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84CC1" w14:textId="2091D63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6181" w14:textId="15D3905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6017" w14:textId="705602D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1E1C" w14:textId="2EB808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E42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66B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9427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E30DB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F5B3" w14:textId="651C0CE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92E5" w14:textId="00273DD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1DE2" w14:textId="7C7BADE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F248A" w14:textId="2FCC5A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C03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B29C" w14:textId="1FADF6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EB55" w14:textId="385E960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15E70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84B9" w14:textId="4DCB170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5F42" w14:textId="033FBB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74DB3" w14:textId="3F17EAD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CD5A" w14:textId="139888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E35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6A6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4B77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64570E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DA4E" w14:textId="5DA8650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B86E" w14:textId="2039165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227C" w14:textId="4919C13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D6AD" w14:textId="7C15759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6658" w14:textId="17352B4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F9FE" w14:textId="37F0428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2557" w14:textId="11A667F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4C834B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9472" w14:textId="5E4D78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8253" w14:textId="5D0176E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8AB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2D4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DEF77" w14:textId="1C3C8DF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871CF" w14:textId="5A1FCA3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FA46" w14:textId="109EBA9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140.93</w:t>
            </w:r>
          </w:p>
        </w:tc>
      </w:tr>
      <w:tr w:rsidR="00333BCE" w:rsidRPr="005446F8" w14:paraId="004D59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4741" w14:textId="3468F55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6C1E" w14:textId="399802B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9D20" w14:textId="17ABE0B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D9DA" w14:textId="37D9CBD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322C" w14:textId="3FD890D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A1BE" w14:textId="12C8E3D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D51C" w14:textId="630004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10914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D001" w14:textId="396CCE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AB2E" w14:textId="1E49E2F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FBE15" w14:textId="1395B5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BF237" w14:textId="715E65F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DF81" w14:textId="3ABEF19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2231" w14:textId="540ABB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9E56" w14:textId="17DEA91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194B95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59F7" w14:textId="4D7BDF7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296D" w14:textId="2438035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2C7E" w14:textId="13E4DB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94D8" w14:textId="4DD10D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80FB6" w14:textId="6C8D5A9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B308" w14:textId="2CEBC91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DB67" w14:textId="02D47DD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F3A041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DDBC" w14:textId="68122D1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579B" w14:textId="1C590C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94C6" w14:textId="1F508DD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4400" w14:textId="705EA3C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8632" w14:textId="0196A1E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0FF8" w14:textId="0DD00D3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74D6" w14:textId="4105927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8A2672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AE97C" w14:textId="79BF1E3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BF3BD" w14:textId="33F6A13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949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C4E0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900C" w14:textId="179352E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7F6B9" w14:textId="09DF7FC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0F34A" w14:textId="5E356FF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111.59</w:t>
            </w:r>
          </w:p>
        </w:tc>
      </w:tr>
      <w:tr w:rsidR="00333BCE" w:rsidRPr="005446F8" w14:paraId="4DA87C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5B9C" w14:textId="431581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8167D" w14:textId="2B0CF76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7056" w14:textId="2B7CF5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4C31" w14:textId="73ECA8D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A913" w14:textId="1C65EB1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1D5C" w14:textId="5B0651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3BFF" w14:textId="3DD9791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195D2C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EC3DF" w14:textId="5915C44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3433" w14:textId="33189E6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81D6" w14:textId="5281CCD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CB81" w14:textId="589CB59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E8C1" w14:textId="36DAD76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2C98" w14:textId="2178EAF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C66B" w14:textId="5D5503A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607A8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8543B" w14:textId="0EEE448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4B01" w14:textId="65C6F7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E2A99" w14:textId="1D2440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50321" w14:textId="12C4E92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D0C4" w14:textId="15DDAA5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EFDC" w14:textId="11BCDFA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79C0" w14:textId="1CF583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831A8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40E5" w14:textId="273142B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6A21" w14:textId="27D8BC7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6521" w14:textId="40C23F1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879E" w14:textId="76FA97B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901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3A39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68F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CE1F4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6C0D" w14:textId="069A28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C0843" w14:textId="630A263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CE80" w14:textId="1768BD9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FEE60" w14:textId="283DE06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8A59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5DEC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96B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DB9B7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4DE1" w14:textId="68D6E97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A10F" w14:textId="17C78BD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7AB7" w14:textId="5D4BA7F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9625" w14:textId="3A7897A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F737" w14:textId="11153E3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6B081" w14:textId="0D6905E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E0F31" w14:textId="63E2C33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A58D47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DD63" w14:textId="3F5F06C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0863" w14:textId="3B9519E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AD9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05D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31CC" w14:textId="621074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4DA1" w14:textId="2C4150E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7F041" w14:textId="60CA2FA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92.39</w:t>
            </w:r>
          </w:p>
        </w:tc>
      </w:tr>
      <w:tr w:rsidR="00333BCE" w:rsidRPr="005446F8" w14:paraId="51E8FF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BE87" w14:textId="4793AD5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16C3" w14:textId="076D532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908E3" w14:textId="081C88C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C256" w14:textId="49B884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16DC" w14:textId="6B70B59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E9E9" w14:textId="1846B3E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7061" w14:textId="2676026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882B34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9778A" w14:textId="46ACCCF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BAC0C" w14:textId="6E3F045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03B3" w14:textId="0295EF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EE4D6" w14:textId="4CFE76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B46B" w14:textId="667976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3C12" w14:textId="53E07F1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5827" w14:textId="5288598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7244C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A78A" w14:textId="5912A3A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3CB6" w14:textId="3B1DC71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FB5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B2D2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7CD4" w14:textId="006A98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9008" w14:textId="147821C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5388" w14:textId="5FB44C3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74.00</w:t>
            </w:r>
          </w:p>
        </w:tc>
      </w:tr>
      <w:tr w:rsidR="00333BCE" w:rsidRPr="005446F8" w14:paraId="1A2D61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01D2" w14:textId="22DCFA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A2FD" w14:textId="1291C64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AB9C" w14:textId="7D6FAC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6880" w14:textId="402AC21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AE65" w14:textId="1A84D0A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645DC" w14:textId="5319A96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096C" w14:textId="5610870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28D87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B028" w14:textId="436468A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C78D" w14:textId="7E10DF3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179C" w14:textId="6850DC9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75AB" w14:textId="012B2D9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EB3A" w14:textId="5C5FB62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DC33" w14:textId="246546F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58FD" w14:textId="2521FF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CEFD57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C266" w14:textId="70812EE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78BA8" w14:textId="26F067F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5AC9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AAD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52571" w14:textId="6FD09E2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A09C9" w14:textId="315140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4487" w14:textId="152FB62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66.56</w:t>
            </w:r>
          </w:p>
        </w:tc>
      </w:tr>
      <w:tr w:rsidR="00333BCE" w:rsidRPr="005446F8" w14:paraId="1546C6B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9ADBB" w14:textId="626B49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A31E" w14:textId="48EA36C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9AF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3EF" w14:textId="0E9A997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FCDD" w14:textId="5C450AE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B0B5" w14:textId="5FC0DF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E480" w14:textId="0542244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</w:tr>
      <w:tr w:rsidR="00333BCE" w:rsidRPr="005446F8" w14:paraId="4219F9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110" w14:textId="557557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A8B02" w14:textId="11BD22E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AE67" w14:textId="1FF004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6AE16" w14:textId="55F332F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67D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B76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1F67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17DCAA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2017" w14:textId="6DF7C3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D5A4" w14:textId="550DB99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D2C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9690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F9B8B" w14:textId="0A96DA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0773" w14:textId="58498D9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AC74" w14:textId="18C97D9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2D255A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DB01" w14:textId="04E422B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B8F1" w14:textId="3F14689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A787" w14:textId="0CFC9BA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C5CD" w14:textId="51ED389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288E" w14:textId="782EE75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BBCAF" w14:textId="3EDB25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4B08" w14:textId="31AC6CE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38D49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10324" w14:textId="14A1565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4D26" w14:textId="0C7A45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6992D" w14:textId="49BA268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F1C2D" w14:textId="0564DD5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8D97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9262" w14:textId="34C0F1D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7FA9" w14:textId="2BB0B2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C1939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3940" w14:textId="098C135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0B6A" w14:textId="5DCEEE6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C012" w14:textId="669D0B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2EDC" w14:textId="31BC35E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69D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291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119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76B611C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7573" w14:textId="1C6CA1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C632" w14:textId="0E6F44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54B19" w14:textId="5DB28BA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EDD3F" w14:textId="25A3B78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613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AF6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1D1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DB743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1B28" w14:textId="14C431D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07851" w14:textId="45B925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A168" w14:textId="6AD0428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CE7F" w14:textId="52956C8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D56D" w14:textId="019E823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70AB" w14:textId="5535879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2132" w14:textId="092E6DC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387FC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664B" w14:textId="4971E4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1FD8" w14:textId="314C018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57B7" w14:textId="3991806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F4CD" w14:textId="6B2305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136D7" w14:textId="4BE31D5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8BD3" w14:textId="62EA4EA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E26EB" w14:textId="51D83CA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</w:tr>
      <w:tr w:rsidR="00333BCE" w:rsidRPr="005446F8" w14:paraId="0531C4E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EC89" w14:textId="6F9BA04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F45B2" w14:textId="40613D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964E" w14:textId="6D938CD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0039B" w14:textId="508EF8F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1FE9" w14:textId="5A46F93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F5E1" w14:textId="4CCFC86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8701B" w14:textId="14A303A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6FD0DD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F3EA" w14:textId="17F1BB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E1E10" w14:textId="2FBB978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445A6" w14:textId="4AB1D2E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B21F" w14:textId="22F53AE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E074F" w14:textId="58101CA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3671" w14:textId="0CC40C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779A" w14:textId="1AC182C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4FD61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3A1F" w14:textId="34E210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8C87" w14:textId="5F8DC16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A0C03" w14:textId="52FE245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7107" w14:textId="0E0E3B1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C249D" w14:textId="5C412C4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534E" w14:textId="4B4BE7B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9C0FD" w14:textId="3A06695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3BAA02A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79FD" w14:textId="23034DF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A57D" w14:textId="50D230F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B0A9" w14:textId="2AADCE8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0DCC" w14:textId="68D8AD2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331C" w14:textId="5B771C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9782" w14:textId="0386FC6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2400" w14:textId="6C8E3AE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22C083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D43D" w14:textId="2777C7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FE68" w14:textId="3920056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91E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1441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3BF1" w14:textId="1C7BF8E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6EDB" w14:textId="5B09013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AD63" w14:textId="037FD3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36.96</w:t>
            </w:r>
          </w:p>
        </w:tc>
      </w:tr>
      <w:tr w:rsidR="00333BCE" w:rsidRPr="005446F8" w14:paraId="105380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226E4" w14:textId="59DBE4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AAE55" w14:textId="63DFED6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9A84" w14:textId="20A26E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A972A" w14:textId="127F33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FE9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5135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3CFB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D5D45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02BA" w14:textId="34F91C0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48DB" w14:textId="53B583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9E47" w14:textId="7591E75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BD6B" w14:textId="7964FE2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917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ECD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4765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2F38D1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635F" w14:textId="3277CAB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6F97F" w14:textId="38A84AC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E49A3" w14:textId="0481E3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BDD83" w14:textId="7516BDF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C8A1" w14:textId="2B4AC4D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67A65" w14:textId="6E6F07B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271E" w14:textId="3487982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23.72</w:t>
            </w:r>
          </w:p>
        </w:tc>
      </w:tr>
      <w:tr w:rsidR="00333BCE" w:rsidRPr="005446F8" w14:paraId="56C9E2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68E9" w14:textId="50E4CB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8D88" w14:textId="7451D5A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80E9" w14:textId="619D6D8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30B5" w14:textId="05F9F7A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3CDB" w14:textId="027F577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3AB19" w14:textId="6A4C4A2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7BC91" w14:textId="0BC66C2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333BCE" w:rsidRPr="005446F8" w14:paraId="5C82A75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C56E" w14:textId="5630E44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8BABE" w14:textId="2CB30B4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E430" w14:textId="2CA710A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E51F" w14:textId="0093441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AE60" w14:textId="6BC5850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8A18" w14:textId="138E3C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7FE0" w14:textId="52A5BA4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333BCE" w:rsidRPr="005446F8" w14:paraId="74618D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5C2B" w14:textId="3AE8B6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ACD2" w14:textId="0CA28C0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CDE7" w14:textId="52E2F00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6FA0C" w14:textId="671E8C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842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F98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AC26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0933D8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14B0B" w14:textId="1A016D3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994C" w14:textId="43C863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DCA35" w14:textId="7364AF5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325AD" w14:textId="3EFC62B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3031" w14:textId="798AC66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B98B" w14:textId="5BEB0B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D926" w14:textId="632EC1F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18.54</w:t>
            </w:r>
          </w:p>
        </w:tc>
      </w:tr>
      <w:tr w:rsidR="00333BCE" w:rsidRPr="005446F8" w14:paraId="6A1714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B32F" w14:textId="13D39B7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D805" w14:textId="3800C8D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1404" w14:textId="5F9D31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B7AB" w14:textId="729F2D6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E945" w14:textId="11252C4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E737" w14:textId="5A1F9F2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5F93B" w14:textId="0A2906A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</w:tr>
      <w:tr w:rsidR="00333BCE" w:rsidRPr="005446F8" w14:paraId="6AEEE6A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5A2E" w14:textId="62F07D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51D5" w14:textId="3F1A9C7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317EA" w14:textId="65C13E8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96D68" w14:textId="5F9156F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234B" w14:textId="7AF299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DF65" w14:textId="48096C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3F5F1" w14:textId="2C9FC6D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14.84</w:t>
            </w:r>
          </w:p>
        </w:tc>
      </w:tr>
      <w:tr w:rsidR="00333BCE" w:rsidRPr="005446F8" w14:paraId="1FBCDB3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DB80" w14:textId="089B31A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AF64" w14:textId="44CD3C9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6CC4" w14:textId="109B6E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6215" w14:textId="35F9CD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B96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7EB3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B96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81BACD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DD83" w14:textId="4B3E926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AFFA" w14:textId="3A841E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EC4F0" w14:textId="39A33BA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1118" w14:textId="4DBBD33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7A64" w14:textId="79973D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642C4" w14:textId="3A2540F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3D62" w14:textId="4239B24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</w:tr>
      <w:tr w:rsidR="00333BCE" w:rsidRPr="005446F8" w14:paraId="4D08D68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08C7" w14:textId="3A78F4E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8FB6" w14:textId="4D583B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15A7" w14:textId="3EF22A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38E05" w14:textId="3126F7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C344D" w14:textId="4CDF3D1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49AF" w14:textId="2B37787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A501" w14:textId="0A164B2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11.06</w:t>
            </w:r>
          </w:p>
        </w:tc>
      </w:tr>
      <w:tr w:rsidR="00333BCE" w:rsidRPr="005446F8" w14:paraId="6FD9BFF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63EE" w14:textId="144DAE5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54A4" w14:textId="03255E8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E45F" w14:textId="4FFA519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E208" w14:textId="542FFC9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3EB8" w14:textId="4BA71E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15C1" w14:textId="6553AC2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38CB" w14:textId="560137E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</w:tr>
      <w:tr w:rsidR="00333BCE" w:rsidRPr="005446F8" w14:paraId="302B5B1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5E87" w14:textId="07CB696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291F" w14:textId="2198246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4806D" w14:textId="10058D0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F9A4E" w14:textId="3C39C9F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91D5" w14:textId="64B9914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A56A4" w14:textId="3E0664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CF9C" w14:textId="16598FD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</w:tr>
      <w:tr w:rsidR="00333BCE" w:rsidRPr="005446F8" w14:paraId="3A40E8C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F80AB" w14:textId="04EF0A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11DC" w14:textId="6176D9A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1AEE" w14:textId="4D0A468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1FE3" w14:textId="1F34F0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1206" w14:textId="2789242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41964" w14:textId="533DAEE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E76B" w14:textId="006AFA7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3.70</w:t>
            </w:r>
          </w:p>
        </w:tc>
      </w:tr>
      <w:tr w:rsidR="00333BCE" w:rsidRPr="005446F8" w14:paraId="1A96B41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F483" w14:textId="231712A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3B9B" w14:textId="47325FD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E6002" w14:textId="729386A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F721" w14:textId="20A2424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94F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8C3E" w14:textId="3D42552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71AAA" w14:textId="4E696B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A51D9F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8BE7D" w14:textId="0BD4CC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B8FE" w14:textId="7DC17A6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E494" w14:textId="0280FE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E8CA" w14:textId="29AAD38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843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357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6810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480E7C6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3E13" w14:textId="1981E68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3D64" w14:textId="27754C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ADAAE" w14:textId="59F8BF6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0546" w14:textId="36D3B6D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33E3" w14:textId="0E0DDF4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23CB2" w14:textId="53520EC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391B" w14:textId="57758A9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A851F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D851" w14:textId="73197F6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78DD" w14:textId="3439D94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07D2A" w14:textId="2A5155A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AE05" w14:textId="0D4EDD5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AFBD" w14:textId="1329511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A8CC" w14:textId="3A52BCF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6A5C" w14:textId="791875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80BB8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3540" w14:textId="258E93B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B48F" w14:textId="69C4F0D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C9C3" w14:textId="435999B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0266" w14:textId="5F6AE13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4E49D" w14:textId="52C4702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218B" w14:textId="360E043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AA869" w14:textId="0179BB2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45739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4CA9" w14:textId="224FC03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A3FE" w14:textId="688EF79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34BF" w14:textId="4FBE543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4566" w14:textId="53B1D0C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334D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0830" w14:textId="451173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6BD41" w14:textId="3E6BB52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531B10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2F16" w14:textId="67A3DD8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1024" w14:textId="14765F7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3B46" w14:textId="1C38D6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D290" w14:textId="4B78CD0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819A" w14:textId="4C54E5D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DFFD" w14:textId="1A19015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0E518" w14:textId="34040AA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0FDB1B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4E85" w14:textId="745E35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2859" w14:textId="5D2E8CF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A4B1" w14:textId="5DE254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9E347" w14:textId="4EC7968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117D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CBFD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82A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5E05D7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752CC" w14:textId="59E7CE5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1E80" w14:textId="2CE3595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C56E" w14:textId="28E6220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8D7E3" w14:textId="1FB39FA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2044" w14:textId="3562B1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B3D6" w14:textId="04F13AA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0D822" w14:textId="69C9FCB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3632B3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E324" w14:textId="4900F6A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989A3" w14:textId="4504345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F679" w14:textId="4D590A9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6C00" w14:textId="6BF7BE3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1398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ED4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318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BE08D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8AEA5" w14:textId="1A48ED6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0D219" w14:textId="7AC8E69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E0F9" w14:textId="0842AB4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8CC5" w14:textId="00B0E79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3303" w14:textId="20F1740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E4F0" w14:textId="18C38C7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A5C7" w14:textId="4097C09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0985E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EF875" w14:textId="1DB1FCF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671" w14:textId="5042CA3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4324" w14:textId="2D54FC6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B0F7" w14:textId="30630D9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DB5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13FD" w14:textId="6741A49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ABA43" w14:textId="6D2609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546147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6289B" w14:textId="630C8F4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0BE76" w14:textId="73E2611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B452" w14:textId="4EB3098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8694" w14:textId="4580F14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BEFA" w14:textId="5BC52E8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1CD2" w14:textId="021E34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46E8" w14:textId="48F535C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05532DA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8E59" w14:textId="7EB5394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FCB92" w14:textId="096489F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14E59" w14:textId="710D320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698D" w14:textId="22450E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090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D5F3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8D0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49A1B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3144C" w14:textId="4E5BB3B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E9E5F" w14:textId="2F0AE7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789A" w14:textId="506F29A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5A0D6" w14:textId="539E20B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F30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4F3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F9B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52586F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73FC" w14:textId="7459208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B7CF7" w14:textId="1A40FEE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D138" w14:textId="4A7EEE0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21BD" w14:textId="027F73A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4C0C" w14:textId="21CBF08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098E" w14:textId="293CEF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051FA" w14:textId="42BB5F1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A581B3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D07C" w14:textId="6E842B4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06AD" w14:textId="5F7D0E5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0EB0" w14:textId="5B9B544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48E2" w14:textId="70FDF91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E2DE" w14:textId="3F4CF74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0D2F" w14:textId="26FC7CD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6FD5" w14:textId="4C8F0D4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24A3CA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CA192" w14:textId="5A4AEA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F2FC9" w14:textId="070DAC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1261" w14:textId="328C816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DD58" w14:textId="534BFFA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2451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9889" w14:textId="4F5A59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B269" w14:textId="7522B3D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E68A42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415CF" w14:textId="259B002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59C97" w14:textId="4661E69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0008" w14:textId="34D8AD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0F12" w14:textId="778929B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1E90D" w14:textId="3F5DE8C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6472" w14:textId="19F3F72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699E" w14:textId="0E4F797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3300D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7014" w14:textId="641133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636B" w14:textId="0304058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C387" w14:textId="4C5470E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1312" w14:textId="5E7CCAA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76A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9C3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F43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5C40CE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4A77" w14:textId="74774CF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6F0D" w14:textId="1FD1B4C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42BEC" w14:textId="4B11A7C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F3A5" w14:textId="7F5EB4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E4E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0AD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D32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E8A5C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B7C3" w14:textId="6F3684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B0F8" w14:textId="197D36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8011E" w14:textId="73A9CB3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FD2D0" w14:textId="53E720E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333A" w14:textId="6B30CE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24B7" w14:textId="4A77A63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76A5" w14:textId="241812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67B325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06E0" w14:textId="64E52E4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7ED7" w14:textId="472D522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D22C" w14:textId="30B48A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0DA8B" w14:textId="19410A9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CEA6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43A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7B9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0A6E7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E876" w14:textId="6F3F504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EF1C0" w14:textId="6AF80B2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2865" w14:textId="48D0190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75C4" w14:textId="725DF1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E08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874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3A2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E23998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3B71" w14:textId="1910070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3EDC" w14:textId="16EB4F7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4B7A" w14:textId="5C548EF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3AB9" w14:textId="32FCF0B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95E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E92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716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7D38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F881" w14:textId="2CAC9B8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3FBB" w14:textId="74D6DF6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E516" w14:textId="5FD7BCD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7C72" w14:textId="392BC9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FA22" w14:textId="72458B6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A03A" w14:textId="710284C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59B8D" w14:textId="08AC985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184.93</w:t>
            </w:r>
          </w:p>
        </w:tc>
      </w:tr>
      <w:tr w:rsidR="00333BCE" w:rsidRPr="005446F8" w14:paraId="4EA719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F293" w14:textId="605D178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A733" w14:textId="6E5D3CC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3966" w14:textId="09F2C11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F139" w14:textId="40E58A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D22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EFB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3F9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EE55E7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43BA" w14:textId="40F9B57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0F25D" w14:textId="46B2E84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EB1AD" w14:textId="58869E8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1628" w14:textId="3F7D532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F45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988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549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FB2A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69B7" w14:textId="45EACC8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9761" w14:textId="5BB5A2C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2E7E" w14:textId="62325B3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71D6" w14:textId="40E1822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B055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E7E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EC2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257E5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CF816" w14:textId="2649F43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65F67" w14:textId="7E2AE61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6AC1D" w14:textId="4EC9700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A921" w14:textId="20DB593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6339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61E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B54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BE06D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B235" w14:textId="19FB68C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54A6" w14:textId="5CF0730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D4363" w14:textId="3C94A92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1A11" w14:textId="7F856C3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9D45" w14:textId="0F7A16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4885" w14:textId="59AD059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FE8BD" w14:textId="5DBCE21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110.96</w:t>
            </w:r>
          </w:p>
        </w:tc>
      </w:tr>
      <w:tr w:rsidR="00333BCE" w:rsidRPr="005446F8" w14:paraId="66AC5E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14D1" w14:textId="3239D9C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5B03" w14:textId="706490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47B3" w14:textId="5CFC8D0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6E0E" w14:textId="5FBB2EA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C24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608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F86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C157D7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C9EE" w14:textId="2AFA29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809B" w14:textId="5A25EC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AFA6" w14:textId="7BEF51E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382A" w14:textId="2724FAF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7A5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59E8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ECA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2EEF5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18E5" w14:textId="50BD4BB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D41F" w14:textId="090EB8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67550" w14:textId="7E89C7E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F65EA" w14:textId="5A8A166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928E" w14:textId="14BD34A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358B" w14:textId="3999A00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6D4CF" w14:textId="559C9FE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62.82</w:t>
            </w:r>
          </w:p>
        </w:tc>
      </w:tr>
      <w:tr w:rsidR="00333BCE" w:rsidRPr="005446F8" w14:paraId="2B8193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128B" w14:textId="74AE603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4D04" w14:textId="60AD0F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6938" w14:textId="6A34563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7039" w14:textId="74DBF1C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FD3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B18C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66C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D7D41F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CCC6" w14:textId="34D7B7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B015" w14:textId="52ABC4C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DB89" w14:textId="22A999E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02AA" w14:textId="5F81296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232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5530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4F8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9D4B2E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89A48" w14:textId="791F088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8105" w14:textId="3696D2E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4D85" w14:textId="532684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C3B4" w14:textId="07AD316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3A8C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CD9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E84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B3410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48C33" w14:textId="1A4DB4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364A1" w14:textId="320CE2C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681B" w14:textId="336485F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E91B3" w14:textId="327546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5B3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028F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1743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E58845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A7D8" w14:textId="5827252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C6FD" w14:textId="70C97CB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9042" w14:textId="7CC19A9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FE3A" w14:textId="2A54A2A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F77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A9D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5E4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64F6C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64D3" w14:textId="0BF05D4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DAA8" w14:textId="1F37FFC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1701" w14:textId="425C66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4F25" w14:textId="6DE6B3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F76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96C9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2F6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8A8926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18F89" w14:textId="469051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3536" w14:textId="299EF7D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4C88" w14:textId="5295FEA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E2A2" w14:textId="5F57B59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949F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CF9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B08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5FFC4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6DF0" w14:textId="42DF63E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836D" w14:textId="0F07CE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9D486" w14:textId="397AEF6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F020" w14:textId="3C3FE7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AE2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EBC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D9C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DE4F6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119B" w14:textId="7AA542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517B" w14:textId="30FB11F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C448" w14:textId="2AEC9F4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EDE0" w14:textId="52A70DE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7D9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0F0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490D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088D98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53D74" w14:textId="6DCD501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84E7" w14:textId="7885DE1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4BD6" w14:textId="42A5F57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03A3E" w14:textId="73C7B43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2CC5" w14:textId="34CFFE9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7002" w14:textId="5580447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EF2E4" w14:textId="4B1A92D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F31FF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790F" w14:textId="4F59B3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CE899" w14:textId="3F3C398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1F9C" w14:textId="0A12F06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D57FA" w14:textId="22509F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4BD0D" w14:textId="04783BB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9483" w14:textId="1397105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F1192" w14:textId="255A393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13.03</w:t>
            </w:r>
          </w:p>
        </w:tc>
      </w:tr>
      <w:tr w:rsidR="00333BCE" w:rsidRPr="005446F8" w14:paraId="709F34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B814" w14:textId="1152A10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BA052" w14:textId="29F7F7B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25E74" w14:textId="50A8C70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5AEF" w14:textId="4CA4283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7803" w14:textId="28E6D21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FE839" w14:textId="3A1789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CA72" w14:textId="3413892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9.77</w:t>
            </w:r>
          </w:p>
        </w:tc>
      </w:tr>
      <w:tr w:rsidR="00333BCE" w:rsidRPr="005446F8" w14:paraId="57C499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C19B" w14:textId="6C80F27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23F6" w14:textId="29E25E2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4673E" w14:textId="6C43BEE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64F3" w14:textId="7E00C7D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BDA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A7C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5DA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DB350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EB5C" w14:textId="7EFE73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FD64" w14:textId="02A094A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BE6B" w14:textId="65732D8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E795" w14:textId="0EA62E4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41B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6D7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23F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7A2A40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0F39" w14:textId="1849ED9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F12B" w14:textId="672BF8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FB61" w14:textId="684C30A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7C59" w14:textId="063632E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4071" w14:textId="1CE6F14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0E49" w14:textId="62C3E02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10.739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DB30" w14:textId="0F7C09F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397.33</w:t>
            </w:r>
          </w:p>
        </w:tc>
      </w:tr>
      <w:tr w:rsidR="00333BCE" w:rsidRPr="005446F8" w14:paraId="50DA33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AE29" w14:textId="24965C7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22D65" w14:textId="3765E2A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2EA4" w14:textId="5AB4D49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3732" w14:textId="664CA0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86F67" w14:textId="7BCE742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8E2B" w14:textId="5D8CC0D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F9F7" w14:textId="7266671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E22A15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87069" w14:textId="24AFEA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4BE6" w14:textId="0BBB298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BC01" w14:textId="2635701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392D" w14:textId="6B1B18B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1969" w14:textId="74F7739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BB578" w14:textId="43D59D1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DC531" w14:textId="167FE73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E67EB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91AF4" w14:textId="098F50C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BC25D" w14:textId="5A1B0D0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C696D" w14:textId="5AD0AA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5185" w14:textId="1224177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036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671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29E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E3E5DA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4D79" w14:textId="0DA5D34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6F432" w14:textId="2DA62AF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08D1" w14:textId="5ACB5B7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0E13" w14:textId="467FAE6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A1B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561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EF0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EECE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7A7B" w14:textId="2B519F2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782D8" w14:textId="75533B7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8137" w14:textId="151D02B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118A2" w14:textId="14FE399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F024" w14:textId="4A152DD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877F" w14:textId="510864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D4A0" w14:textId="5AFA57D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F8E0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4159" w14:textId="77F338A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F1E3" w14:textId="48D15BB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0635E" w14:textId="22B8A8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AEB8" w14:textId="21192D6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8AB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0EA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1E4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6D375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93D8" w14:textId="5DF08F5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9F4E" w14:textId="70B7767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6B60" w14:textId="49486A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F50D" w14:textId="7A34388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CFE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FAF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158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64D38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F47D" w14:textId="406907F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2A30" w14:textId="1862F9F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C57EB" w14:textId="281CB99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C1B" w14:textId="7108EAE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6118" w14:textId="57B289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B2C9" w14:textId="0A0AB44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8411" w14:textId="4AF73D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C9E54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4A4C1" w14:textId="7E27EB2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572F" w14:textId="5C75AF4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5C1A" w14:textId="29D13A5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037F" w14:textId="5AB7DA6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1CD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314B0" w14:textId="15B34C9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8BF1" w14:textId="4765567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B99186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03CA" w14:textId="5A4236C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64043" w14:textId="393C1AD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290D" w14:textId="51DEFDA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A1FA" w14:textId="72B4DA8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CDE1" w14:textId="23A8C04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83DAE" w14:textId="331ABB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30950" w14:textId="36CB5F7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7FB7A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1D36" w14:textId="1F318E5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6674" w14:textId="4B2DA8B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3A35" w14:textId="31AD84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DF14" w14:textId="68BCADF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DFE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62E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659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3278F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3249" w14:textId="296BD5E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E991" w14:textId="28FA80B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51B7" w14:textId="2D29FA3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C4DB" w14:textId="3E70561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AC434" w14:textId="6C733D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ACAB" w14:textId="602AFE8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1BA5" w14:textId="612B961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2EBC12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AB0B3" w14:textId="76A26DF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9BF68" w14:textId="50627C5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E6B4" w14:textId="6D4A0CE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4CC7" w14:textId="4CDE8D5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296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870D" w14:textId="784A554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B266" w14:textId="0D7262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3C998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0BEF" w14:textId="10E1AAD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7A89" w14:textId="3C629D5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A1C6" w14:textId="2E3BF4A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6181F" w14:textId="4D251B1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4C62" w14:textId="62C4639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0D63" w14:textId="5051876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7B3E" w14:textId="2190EF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5B1AD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CA52A" w14:textId="238CD6D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17AC" w14:textId="6D1B94C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EC09" w14:textId="562794D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50B34" w14:textId="47861AB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BC658" w14:textId="7BBE01E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12EF" w14:textId="68901D3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4230E" w14:textId="5458AA7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21E857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B2A3" w14:textId="7EBC3FD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7FA32" w14:textId="16EAE9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27F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9D8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0199D" w14:textId="4D0D138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6024" w14:textId="09B383E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498D" w14:textId="46D7140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73.96</w:t>
            </w:r>
          </w:p>
        </w:tc>
      </w:tr>
      <w:tr w:rsidR="00333BCE" w:rsidRPr="005446F8" w14:paraId="44CD5B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BA48" w14:textId="4428EAD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4F18" w14:textId="70C757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3DF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C67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7581" w14:textId="2A62CEE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8D191" w14:textId="2BA9789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CA39B" w14:textId="1F83596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73.96</w:t>
            </w:r>
          </w:p>
        </w:tc>
      </w:tr>
      <w:tr w:rsidR="00333BCE" w:rsidRPr="005446F8" w14:paraId="4E2C302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26C9" w14:textId="0D09682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B9F9" w14:textId="3CEDB90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4DD7" w14:textId="06DFE3A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F66A" w14:textId="562CB07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31B06" w14:textId="3F5913B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78D7" w14:textId="770CC11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AAC5" w14:textId="6C5E41B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56925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57A5" w14:textId="0B7BA82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062A" w14:textId="21EF3D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8866C" w14:textId="721D2D2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BF2A" w14:textId="645AD4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979A" w14:textId="553DBEB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FDFB" w14:textId="4A5C628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7CF3" w14:textId="720BD0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D827C0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5331A" w14:textId="0B90E20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68AD" w14:textId="503CDB6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94D5" w14:textId="49B9A74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7D01" w14:textId="7252423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7018" w14:textId="1FD004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D35AA" w14:textId="0DE831E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98CB" w14:textId="62C3D5A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D65164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F567" w14:textId="58C38E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D31D6" w14:textId="613320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81CF" w14:textId="02C1B5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BC56" w14:textId="2BDE1B1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1CC9" w14:textId="016D172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3A49" w14:textId="511D1F2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4F8AF" w14:textId="654231E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1B612E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71360" w14:textId="378067F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0764" w14:textId="542075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660A" w14:textId="7C3FC76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657E2" w14:textId="35D1DDD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7987" w14:textId="07637D3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116C5" w14:textId="2AFEADE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5E9A" w14:textId="6065587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ADF12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B050" w14:textId="4F383A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DB70" w14:textId="3B31BF3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FA3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792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D790" w14:textId="7E80C1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7598" w14:textId="2C9B5B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3098" w14:textId="5F042BC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4211E11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1132" w14:textId="3E0F3D0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9A49" w14:textId="69A49B3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A44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309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9634" w14:textId="6AE47C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3850" w14:textId="5A91D84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0C70" w14:textId="28237E4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4DA3D67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370A" w14:textId="74B12DA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A72BF" w14:textId="4C307BA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0C36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50B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FBE2" w14:textId="7B0409A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D58F" w14:textId="64F466D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9B3A" w14:textId="0F1B733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36.96</w:t>
            </w:r>
          </w:p>
        </w:tc>
      </w:tr>
      <w:tr w:rsidR="00333BCE" w:rsidRPr="005446F8" w14:paraId="4FCA560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F206" w14:textId="2B200F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7D10" w14:textId="07EC3CC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A11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E8D6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37C09" w14:textId="0CE5817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5A62" w14:textId="5BA418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A37C6" w14:textId="413CA86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</w:tr>
      <w:tr w:rsidR="00333BCE" w:rsidRPr="005446F8" w14:paraId="0A8B7C5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13F6" w14:textId="4F15824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8B8C" w14:textId="07330E1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6921" w14:textId="4CAF983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E6CA" w14:textId="076E468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9804" w14:textId="2523188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B9FB" w14:textId="41A9AB7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9492" w14:textId="198FEDF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0C30EF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9E6C" w14:textId="2C9366E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4F02" w14:textId="2DDF93E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B4E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C09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2831" w14:textId="753A7CB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9048" w14:textId="5FCEF98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E1A2" w14:textId="22479ED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183.90</w:t>
            </w:r>
          </w:p>
        </w:tc>
      </w:tr>
      <w:tr w:rsidR="00333BCE" w:rsidRPr="005446F8" w14:paraId="65034DA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1439" w14:textId="30A6509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CB77" w14:textId="776D7AB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6F45" w14:textId="3E0935C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7825" w14:textId="02615D8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E143" w14:textId="3CCD0E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7532" w14:textId="7AA8E7A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DF4C" w14:textId="78E169E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B8EF5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52F70" w14:textId="6C4DC1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9B72E" w14:textId="7DF34A9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0AE0" w14:textId="7980746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D878" w14:textId="4FFEFB5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23B3" w14:textId="4687ABE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5508" w14:textId="65D20E9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E6EE" w14:textId="1A2A5A2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E9C00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B9693" w14:textId="03FC598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4564" w14:textId="030330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EBD1" w14:textId="2C5F583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6647" w14:textId="60C8736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71D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C404" w14:textId="56941CD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7EAE" w14:textId="255F5D8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A7AD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CA04" w14:textId="0500081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C64E" w14:textId="6D4333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E89C9" w14:textId="4624F4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A9A0" w14:textId="12C8F6C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558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5C2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3A2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7F0E9E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5236" w14:textId="42B06F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5AF78" w14:textId="05ACFD4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5DDD" w14:textId="587E6DD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EE3B" w14:textId="0549403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A2C8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B10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052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37DFC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5187" w14:textId="6630D5F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16D0D" w14:textId="7A8D65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70B9" w14:textId="1D6BB63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63B7" w14:textId="483B134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3CB8" w14:textId="2B0AF25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457E" w14:textId="31BC977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8ED22" w14:textId="489C5D8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58689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F2F4" w14:textId="1D608CA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6C88" w14:textId="1C018D8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7AD7" w14:textId="02A0701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2775A" w14:textId="5FF893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8B3D" w14:textId="69C4C22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914F" w14:textId="7645AB2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37C7" w14:textId="3F7493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6396B2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F376" w14:textId="5E4E8FD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4B87A" w14:textId="06F1C9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60C84" w14:textId="04C596A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08E1" w14:textId="2B303C5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935B" w14:textId="4293CC2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1C807" w14:textId="68A950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37056" w14:textId="227E770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87ED1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42EF" w14:textId="748687C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8066" w14:textId="6813B86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9E07" w14:textId="579642D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2546" w14:textId="3A8E78B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A0C7" w14:textId="0BD98C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F4E5" w14:textId="1EB7CA5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BFBF" w14:textId="1D0D350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54EDC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79D9B" w14:textId="06B9B2B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1654" w14:textId="1D09CCB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3783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8D9A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FAE4" w14:textId="1BFFE8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D637" w14:textId="43964D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9F092" w14:textId="781C2CE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52.92</w:t>
            </w:r>
          </w:p>
        </w:tc>
      </w:tr>
      <w:tr w:rsidR="00333BCE" w:rsidRPr="005446F8" w14:paraId="64EC915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531F" w14:textId="6BF2E35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9371" w14:textId="600984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A4552" w14:textId="682796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2A84" w14:textId="51D7378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C7A0" w14:textId="5EF0317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E50C" w14:textId="07F1B66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BF5F" w14:textId="080A23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B18AAA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27C2" w14:textId="487A1FE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6063A" w14:textId="1027471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9ED95" w14:textId="4DDF63E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598D" w14:textId="0E09266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49B2" w14:textId="4FD2699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F279" w14:textId="0F51CA8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10BB" w14:textId="327D63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7A5697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CF98" w14:textId="10133D2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FB9E" w14:textId="4D1E8F3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D0E9" w14:textId="2868D65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65DE" w14:textId="58F4C67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5CCC9" w14:textId="5363AE7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E44BD" w14:textId="4FFDB70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DB1A" w14:textId="611725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4DAA28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C55F" w14:textId="416F8A4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AD714" w14:textId="6F1933C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06F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E0E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6186" w14:textId="34E3BBD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0B39" w14:textId="1FAA3EF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76BA" w14:textId="613F2A8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31.58</w:t>
            </w:r>
          </w:p>
        </w:tc>
      </w:tr>
      <w:tr w:rsidR="00333BCE" w:rsidRPr="005446F8" w14:paraId="24A1045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148D" w14:textId="4F4E72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3912" w14:textId="0F85B83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24D4" w14:textId="17F907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C92F" w14:textId="47ACF39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E6B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7ED3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52E6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FF2578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44F0" w14:textId="51093FC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D572C" w14:textId="6AE03B9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FE5D" w14:textId="375ACD3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0548" w14:textId="317FD48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90A6" w14:textId="12D8E14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0DC96" w14:textId="5FEC99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B4DBE" w14:textId="5ED657A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71ADCF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9486" w14:textId="100A250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19945" w14:textId="703C38E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1B592" w14:textId="516057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F8325" w14:textId="77F68DB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0BD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0D0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B29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5E96FF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9C665" w14:textId="48A782D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09C7" w14:textId="5D53588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DF26" w14:textId="61783ED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99610" w14:textId="5D1055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B4D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509A" w14:textId="02D5AB7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F0E5" w14:textId="44300FA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738B19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946E" w14:textId="56AD69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72557" w14:textId="55B1034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4B3C" w14:textId="02D6E45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DAFE" w14:textId="09022CD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23D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37FE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1BA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71FDF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01059" w14:textId="337E915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0977" w14:textId="199A9CA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D99E" w14:textId="5B7866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475DD" w14:textId="34EF1B4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A759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786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D62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D453C5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E26F" w14:textId="53F7722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68AF" w14:textId="56E219F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C96E" w14:textId="3B0A87C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6DAE" w14:textId="1E08750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9BA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4D25" w14:textId="7B99B2E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8697" w14:textId="5C2E69B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A9E6D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F8B7" w14:textId="457D5D5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49A4" w14:textId="7571978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FE527" w14:textId="21CE41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FB6E" w14:textId="00A350A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8AB5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0FBC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6A68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D3A5DD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75C4" w14:textId="14597C2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85D0" w14:textId="47FC65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83C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7C5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A471" w14:textId="38D8083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05B8B" w14:textId="52C12F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AAD4" w14:textId="5842811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7.86</w:t>
            </w:r>
          </w:p>
        </w:tc>
      </w:tr>
      <w:tr w:rsidR="00333BCE" w:rsidRPr="005446F8" w14:paraId="29B520C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1836" w14:textId="0A5E15D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2A94F" w14:textId="5678701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5FF70" w14:textId="6571B2F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26F4" w14:textId="55EAC06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527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227C" w14:textId="18F6DB0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B4CE" w14:textId="4D0020C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51355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B061" w14:textId="29E4557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4B49" w14:textId="37AF572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F0564" w14:textId="5CAE367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86F2" w14:textId="226D981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E5E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AFA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2603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0C36787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9F84" w14:textId="617101D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570A2" w14:textId="4760CAF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BCFB" w14:textId="030326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E9FC" w14:textId="10680E8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4BAD" w14:textId="6756ECC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1199" w14:textId="0CC6449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0E33" w14:textId="2D432F5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71.84</w:t>
            </w:r>
          </w:p>
        </w:tc>
      </w:tr>
      <w:tr w:rsidR="00333BCE" w:rsidRPr="005446F8" w14:paraId="0C197E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C1AD" w14:textId="057B596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8ECFB" w14:textId="6821542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81893" w14:textId="61A63B8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8C81" w14:textId="414772D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2159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23A5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3D25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C7287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6256" w14:textId="6D0D0A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2F71" w14:textId="285308A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F6B8" w14:textId="147F75C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B9D34" w14:textId="78D683A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9BC0" w14:textId="4E4CA37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CFA4" w14:textId="0942448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BBDF1" w14:textId="10AAF33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FB3181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11EB" w14:textId="58864DA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4C00" w14:textId="335DD6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577E" w14:textId="31F5675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F5F28" w14:textId="2E89EE8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47F7" w14:textId="3E6C181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F9EAD" w14:textId="4E02044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4BC7" w14:textId="516C97A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9F0B4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61E2" w14:textId="7C90E29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C8CF" w14:textId="5D52DA5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7F6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297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C4E2" w14:textId="4E8ED0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BA1C" w14:textId="57DC3F5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C439" w14:textId="37762E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221.96</w:t>
            </w:r>
          </w:p>
        </w:tc>
      </w:tr>
      <w:tr w:rsidR="00333BCE" w:rsidRPr="005446F8" w14:paraId="4CA1EC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988A" w14:textId="4BD6DBE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C092" w14:textId="0CBE048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8F8F" w14:textId="70C18F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37CB" w14:textId="4CB6B1F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2E3B" w14:textId="52BD911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4BD9" w14:textId="58265C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5A96F" w14:textId="0FEB7C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346D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89DD" w14:textId="17D652B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D1A9" w14:textId="1430AF6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E2F0" w14:textId="08C9D9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E0EA" w14:textId="488DF3A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B2EAD" w14:textId="2AC578E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6922" w14:textId="74BC0D2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FF5D" w14:textId="6D50BBA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92.54</w:t>
            </w:r>
          </w:p>
        </w:tc>
      </w:tr>
      <w:tr w:rsidR="00333BCE" w:rsidRPr="005446F8" w14:paraId="460EB9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99F8" w14:textId="4D3CAC1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732C" w14:textId="2BA3033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21BAE" w14:textId="27C011E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9AA1" w14:textId="0E7C97F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0A1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50D9" w14:textId="1AE0EB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5580" w14:textId="6A1AA2B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789AE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C08D9" w14:textId="5CDF145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C55F6" w14:textId="751CCC4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6BC6" w14:textId="6CD5F59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5679F" w14:textId="673AAEF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E652" w14:textId="5A0AAC1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D465" w14:textId="2DEC371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033A" w14:textId="170ECD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223D2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C435" w14:textId="51580E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058A" w14:textId="3A39E83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4245" w14:textId="5A8E36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2150" w14:textId="1CBAD52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E88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E932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F7E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D3DF7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D71A6" w14:textId="468F03C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E62A" w14:textId="7790598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B2A6" w14:textId="77C8973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95887" w14:textId="655F0CB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252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61F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68C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37C178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A05F" w14:textId="0A770D8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31C8" w14:textId="144E364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9441" w14:textId="17860E6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7034" w14:textId="0CE344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77EF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92B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4CE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D9C7D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5F6E" w14:textId="05C806D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BA61" w14:textId="65BA66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F6A7" w14:textId="3B03CF8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2F3A" w14:textId="1C3C4AD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6D4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394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231C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B1A955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5705" w14:textId="50104F8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2944" w14:textId="1CC6FE8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FF65C" w14:textId="1920364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0D66" w14:textId="03CEE71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E40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03C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5AC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28A307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AE18" w14:textId="3384E22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C0D6" w14:textId="0BE5E3B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9DB7" w14:textId="309B24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7CBA" w14:textId="4F8EB3F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C029" w14:textId="0D5DB7A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E7DF" w14:textId="5F5A4E4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E1CF8" w14:textId="267A4C9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</w:tr>
      <w:tr w:rsidR="00333BCE" w:rsidRPr="005446F8" w14:paraId="01D3E9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BF2E0" w14:textId="3CD82EC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3106" w14:textId="4C87EC9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28F1E" w14:textId="158C95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946DD" w14:textId="4D3E198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08BB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AA7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E0F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AD2D3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A6167" w14:textId="6265ACF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74F8F" w14:textId="71A9CC5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020E" w14:textId="1A11C19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BC83" w14:textId="363C5B2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B6DF" w14:textId="64271E4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5536" w14:textId="587A3A9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EE69" w14:textId="2FD6A4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EF87B5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CC3F7" w14:textId="4481C1D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CC3F" w14:textId="40F5D9F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6DD9" w14:textId="32B81E3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D2F5" w14:textId="5C6D02D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9D288" w14:textId="3780BD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E507F" w14:textId="546B67F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EE9B" w14:textId="3FC3C50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B1A13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D2B8" w14:textId="5D13F06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B8C8" w14:textId="60F9FBD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A5A0" w14:textId="54DDA75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C437" w14:textId="51F5918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4AB3" w14:textId="713EC3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06AE6" w14:textId="0FD10E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EA65" w14:textId="622EB68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62.94</w:t>
            </w:r>
          </w:p>
        </w:tc>
      </w:tr>
      <w:tr w:rsidR="00333BCE" w:rsidRPr="005446F8" w14:paraId="28CE04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78DB" w14:textId="351D6B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5E13" w14:textId="44BB97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C3AF" w14:textId="6BB44D5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D0709" w14:textId="7F0793E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3C4D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BE3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4B70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7A25D6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C02A" w14:textId="60C2505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EC10" w14:textId="1991462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15BB" w14:textId="753D9F4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5A68" w14:textId="581582A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3FD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0E5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07A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3A6E9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85BD" w14:textId="4C42EC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БИСЕР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4F0B" w14:textId="3E81940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395B" w14:textId="258A2A5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72229" w14:textId="10D70FE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7163" w14:textId="0C18002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AB6B" w14:textId="0FCA691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1A84" w14:textId="632EE63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</w:tr>
      <w:tr w:rsidR="00333BCE" w:rsidRPr="005446F8" w14:paraId="220920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4B35" w14:textId="194352D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AF8C9" w14:textId="5370A62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0A45" w14:textId="280B45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1A4FA" w14:textId="46CD705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524.516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CF3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DE0E" w14:textId="525BDE4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76.312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8DD6" w14:textId="296BEC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2823.55</w:t>
            </w:r>
          </w:p>
        </w:tc>
      </w:tr>
      <w:tr w:rsidR="00333BCE" w:rsidRPr="005446F8" w14:paraId="2CBE93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E0E0" w14:textId="2C6BB4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A3CD" w14:textId="3AEB27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D2AD" w14:textId="4F6332C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2391" w14:textId="5FAEC9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6105" w14:textId="6A52FE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D3A8" w14:textId="0CF6451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C1E1" w14:textId="5EC4E8A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247.83</w:t>
            </w:r>
          </w:p>
        </w:tc>
      </w:tr>
      <w:tr w:rsidR="00333BCE" w:rsidRPr="005446F8" w14:paraId="61629F3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F9574" w14:textId="431F41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46E0" w14:textId="21316F2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E102" w14:textId="0081F24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D734" w14:textId="14384FB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B8B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06C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E43F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5E210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EF4E" w14:textId="4F578CC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15CA7" w14:textId="6CC09D7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39EC" w14:textId="34651D3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08F8" w14:textId="261DC78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0043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E579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3431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116657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FD42" w14:textId="5F7C610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9E93" w14:textId="41A250D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3FD3" w14:textId="0B03E3A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53FF" w14:textId="2F425E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4F6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0BE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E08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1FFA2F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B5A2" w14:textId="201F22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DA0C" w14:textId="65849CD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E229" w14:textId="08160C2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3D00" w14:textId="1295637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F773" w14:textId="2B8147A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1D76F" w14:textId="19A5EAC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2A34D" w14:textId="0D2D388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203.43</w:t>
            </w:r>
          </w:p>
        </w:tc>
      </w:tr>
      <w:tr w:rsidR="00333BCE" w:rsidRPr="005446F8" w14:paraId="37BBAE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1A359" w14:textId="1ADE512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7B2E" w14:textId="5DDC5B9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65221" w14:textId="69B3D8C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7B39" w14:textId="339000F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459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DD3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670A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403EAC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BFF9" w14:textId="3682DAA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9803" w14:textId="550C06D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7BC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BFE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2B15" w14:textId="496F912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8B83" w14:textId="5820EC6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F3FC" w14:textId="0219CD5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177.53</w:t>
            </w:r>
          </w:p>
        </w:tc>
      </w:tr>
      <w:tr w:rsidR="00333BCE" w:rsidRPr="005446F8" w14:paraId="6DC199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C233F" w14:textId="32E8272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F52E" w14:textId="0F31D5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A93E8" w14:textId="14E2245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F13B" w14:textId="329EE5C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1A46" w14:textId="05CF45A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BA33F" w14:textId="7BAF069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5F5E" w14:textId="049D4F5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173.86</w:t>
            </w:r>
          </w:p>
        </w:tc>
      </w:tr>
      <w:tr w:rsidR="00333BCE" w:rsidRPr="005446F8" w14:paraId="3C60CED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73BD" w14:textId="21F966C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80F4C" w14:textId="77E937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B758" w14:textId="0AD1BE0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718E" w14:textId="4B90BD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60C1C" w14:textId="48FCC3E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5881" w14:textId="23F4FAF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0788" w14:textId="084BD0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166.39</w:t>
            </w:r>
          </w:p>
        </w:tc>
      </w:tr>
      <w:tr w:rsidR="00333BCE" w:rsidRPr="005446F8" w14:paraId="3CF7558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3428" w14:textId="5F9C25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D0BF" w14:textId="046847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3702" w14:textId="2F85EF0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18DF" w14:textId="402FED9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185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0F98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93A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0624A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5DE7" w14:textId="09BB3C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0E68" w14:textId="6EFEC29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7B0E" w14:textId="0844838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B64D" w14:textId="1C2D132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AFAA" w14:textId="3E7CC7D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0B2A" w14:textId="540B75F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0E38" w14:textId="56B996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96.20</w:t>
            </w:r>
          </w:p>
        </w:tc>
      </w:tr>
      <w:tr w:rsidR="00333BCE" w:rsidRPr="005446F8" w14:paraId="72ECFA6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561B" w14:textId="28CB585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90049" w14:textId="1C09C00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CA605" w14:textId="3D198B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9DBD1" w14:textId="180A03C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BE2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51D0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881E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48EEB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445DD" w14:textId="53406F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8E994" w14:textId="6A01179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B8BE" w14:textId="46F2391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3308" w14:textId="55852DA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83D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737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E00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EC2DF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0A580" w14:textId="7134402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E110" w14:textId="7C8DB04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BFA2F" w14:textId="62B119F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889C" w14:textId="3F3E082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A909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4C2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00D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88680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05AA" w14:textId="49CB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3887" w14:textId="1DB2EC0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70DB" w14:textId="741542D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44EB" w14:textId="6EB2602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D08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86E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F778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F255B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C187" w14:textId="4C20034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33D5" w14:textId="032B64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3969" w14:textId="740D1A6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527A" w14:textId="71E4DD5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EA5D" w14:textId="32CBF5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B5AB" w14:textId="5582C2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50B0" w14:textId="145DBD7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75A5B7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876F" w14:textId="6B3A13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9374" w14:textId="2DFA135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92C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64C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07A90" w14:textId="6DC407C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AD6B5" w14:textId="146B59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A2E9" w14:textId="75450A7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24.93</w:t>
            </w:r>
          </w:p>
        </w:tc>
      </w:tr>
      <w:tr w:rsidR="00333BCE" w:rsidRPr="005446F8" w14:paraId="0E74CC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6420" w14:textId="74AE510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E5FC" w14:textId="5E67CB4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BD86" w14:textId="0C974E0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0BABD" w14:textId="080A421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89E34" w14:textId="4EEDD96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A1DEA" w14:textId="15BB0F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A5893" w14:textId="44581AD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153.88</w:t>
            </w:r>
          </w:p>
        </w:tc>
      </w:tr>
      <w:tr w:rsidR="00333BCE" w:rsidRPr="005446F8" w14:paraId="262575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CC26" w14:textId="030A2E4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87CC" w14:textId="389F206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8D94" w14:textId="4BAB06D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32E4" w14:textId="7B32DE9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543A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1039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418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2E41B1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650F" w14:textId="699146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C352" w14:textId="0556167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F695" w14:textId="52A9A87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68B26" w14:textId="51B04B5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DC3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FDC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453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8277B6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B824" w14:textId="7346792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FAE4" w14:textId="71A3C53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F76A" w14:textId="32D25B7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55747" w14:textId="4B0B1DB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21A5B" w14:textId="1BB8621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9ED8E" w14:textId="1F65B4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B018D" w14:textId="12353CA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999AD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973C5" w14:textId="04801EF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B4068" w14:textId="4230E4F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A8B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FC45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C5C6" w14:textId="68CD90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0F20" w14:textId="311B5F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4.583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226E" w14:textId="0234D7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169.56</w:t>
            </w:r>
          </w:p>
        </w:tc>
      </w:tr>
      <w:tr w:rsidR="00333BCE" w:rsidRPr="005446F8" w14:paraId="4470520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75FB" w14:textId="404AED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D1CF" w14:textId="1584CB7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D1CE" w14:textId="344B3CC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C359" w14:textId="2871E42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FC4F" w14:textId="227D9D6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D2768" w14:textId="480C026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B046" w14:textId="0FC4498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13.96</w:t>
            </w:r>
          </w:p>
        </w:tc>
      </w:tr>
      <w:tr w:rsidR="00333BCE" w:rsidRPr="005446F8" w14:paraId="627AC9E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14D8" w14:textId="7844ED3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8AB2" w14:textId="074E6E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9B8A" w14:textId="66FB356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E4E9" w14:textId="4E3BB99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882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5FAE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A61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446E5C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0444" w14:textId="644B5FD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9698" w14:textId="3AA7DB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22A7" w14:textId="23BE189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4DE9" w14:textId="18C0490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DD8E" w14:textId="5490FA2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585F" w14:textId="58DAC1E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E870" w14:textId="5B4E8DA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55.28</w:t>
            </w:r>
          </w:p>
        </w:tc>
      </w:tr>
      <w:tr w:rsidR="00333BCE" w:rsidRPr="005446F8" w14:paraId="4DE8AB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A5F8F" w14:textId="6F9DBA8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0F439" w14:textId="1109AB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118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A50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641D4" w14:textId="3B17750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81E69" w14:textId="0DF26EC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650F" w14:textId="288FC5B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37.33</w:t>
            </w:r>
          </w:p>
        </w:tc>
      </w:tr>
      <w:tr w:rsidR="00333BCE" w:rsidRPr="005446F8" w14:paraId="0DE658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3FAB" w14:textId="2EA0008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4C1B" w14:textId="4B40093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15822" w14:textId="72AF41B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169F" w14:textId="48794AD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CA5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58F9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91F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0789B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8F106" w14:textId="703A1FC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6B85" w14:textId="00E3170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8CEF" w14:textId="22F71E5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6877" w14:textId="7D52DAC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8D8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186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6B3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43DB40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C00A" w14:textId="6EA0B37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625B0" w14:textId="2612AFE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93B3" w14:textId="35F233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0DCC" w14:textId="279FBA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27C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08B0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AE8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34C76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5FFCF" w14:textId="35BCC7D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8D3E" w14:textId="264C59D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E4816" w14:textId="5A1EED1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2F30" w14:textId="6F7B35D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0AF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3BCD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05D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5AA10A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A702" w14:textId="64CE78A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F873" w14:textId="5FF7E4B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5660" w14:textId="440DAA2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91CA" w14:textId="5B456F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E85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680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D75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FD1D91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4C5D" w14:textId="11C28AF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A5823" w14:textId="6F58CF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1414" w14:textId="280497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032D" w14:textId="1D6432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D33A" w14:textId="3D23624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37E8" w14:textId="117D4C2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7EF9" w14:textId="0EDE52C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85.34</w:t>
            </w:r>
          </w:p>
        </w:tc>
      </w:tr>
      <w:tr w:rsidR="00333BCE" w:rsidRPr="005446F8" w14:paraId="50E6B2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20AE" w14:textId="021A46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8208" w14:textId="44FD5B0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706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1173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F6EB" w14:textId="469AD9C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701D" w14:textId="3DA10F1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BABC" w14:textId="66CCCBD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9.70</w:t>
            </w:r>
          </w:p>
        </w:tc>
      </w:tr>
      <w:tr w:rsidR="00333BCE" w:rsidRPr="005446F8" w14:paraId="41C43D3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8468" w14:textId="59B57C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6B90" w14:textId="22887C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4EB9" w14:textId="59ACFFA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001F" w14:textId="0C19ED3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9B46" w14:textId="6922F9D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A991" w14:textId="7DD7B1E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F10D" w14:textId="56CFD97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45.13</w:t>
            </w:r>
          </w:p>
        </w:tc>
      </w:tr>
      <w:tr w:rsidR="00333BCE" w:rsidRPr="005446F8" w14:paraId="5C6987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F983F" w14:textId="7ED72E4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AD4A" w14:textId="2018526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A1D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54A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764B" w14:textId="601D50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20857" w14:textId="5FAF6C6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6DD6E" w14:textId="67DD998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</w:tr>
      <w:tr w:rsidR="00333BCE" w:rsidRPr="005446F8" w14:paraId="725C89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EB1A" w14:textId="3B57DD8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1C69" w14:textId="34D99BA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CB6D" w14:textId="59A97EB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E1ED" w14:textId="16C68A0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05F4" w14:textId="1B35C7F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5F12" w14:textId="7945F8B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011EE" w14:textId="0C63937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9.48</w:t>
            </w:r>
          </w:p>
        </w:tc>
      </w:tr>
      <w:tr w:rsidR="00333BCE" w:rsidRPr="005446F8" w14:paraId="1932383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96DE" w14:textId="631C45C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69E9" w14:textId="4EAD69B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F061" w14:textId="1A9B23D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7FD3" w14:textId="433671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792D" w14:textId="6DBE42F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27DAD" w14:textId="371BC64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C36E2" w14:textId="3F91CB9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188.25</w:t>
            </w:r>
          </w:p>
        </w:tc>
      </w:tr>
      <w:tr w:rsidR="00333BCE" w:rsidRPr="005446F8" w14:paraId="489D49C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78C9" w14:textId="573C0BC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6061" w14:textId="359C22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94D4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165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3CB5" w14:textId="41E8B4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9C692" w14:textId="17675FC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8836" w14:textId="73D251D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</w:tr>
      <w:tr w:rsidR="00333BCE" w:rsidRPr="005446F8" w14:paraId="644E366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D5C3" w14:textId="6699E12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8450" w14:textId="385F2C0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CF2C" w14:textId="3628A50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AA38" w14:textId="504F65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FB0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85A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DA6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93A5C7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0A6C" w14:textId="10E9E15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83F7" w14:textId="7777A17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4D14" w14:textId="43798B8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FADE" w14:textId="28E975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CE12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779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DC6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9B064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6D32" w14:textId="1F48055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D38F" w14:textId="2900C56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D7DD" w14:textId="1DA2A7A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F4A1" w14:textId="0405E52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98E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D78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18B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0AC23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6C27" w14:textId="71356B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A19C3" w14:textId="2956CAA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48F2" w14:textId="01AA03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5676" w14:textId="7244BA8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D21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CBC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115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05FAE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7710" w14:textId="51B4C9F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78DA" w14:textId="1FB44CD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12D7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9379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793FF" w14:textId="62F58F1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712F" w14:textId="017FC9F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3DFDA" w14:textId="1E73C35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58.56</w:t>
            </w:r>
          </w:p>
        </w:tc>
      </w:tr>
      <w:tr w:rsidR="00333BCE" w:rsidRPr="005446F8" w14:paraId="208627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3153" w14:textId="5A1922A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0BF9" w14:textId="1152CA9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52F6" w14:textId="06A94F4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5273" w14:textId="6800EDA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F0A0" w14:textId="3033500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04B7" w14:textId="3B91434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AB1D" w14:textId="4ECFD45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48.58</w:t>
            </w:r>
          </w:p>
        </w:tc>
      </w:tr>
      <w:tr w:rsidR="00333BCE" w:rsidRPr="005446F8" w14:paraId="0BF5160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8C54" w14:textId="1612C3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2219" w14:textId="68D4D6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D9AC" w14:textId="484536C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64FE" w14:textId="2254635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1F0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C5E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120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A7A207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2A72A" w14:textId="1A73C6A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CB28" w14:textId="66993B3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694A" w14:textId="1F82074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518B9" w14:textId="5A5CDA4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26B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BBC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B85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0323E0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B2F84" w14:textId="372F6A5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A9ED6" w14:textId="310FE93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C6750" w14:textId="4A73D49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2D4D" w14:textId="58AFF3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A902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1650" w14:textId="33956F1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E3BA" w14:textId="0DF2B84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B4F66A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C423" w14:textId="710C5B7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27D8" w14:textId="021ED0D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34A0" w14:textId="733E501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CFF0" w14:textId="38949FD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271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95B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763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1741B7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6FFF" w14:textId="38C3C45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39AA" w14:textId="4950B01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1929" w14:textId="377F9AA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201AE" w14:textId="355CB2A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2423" w14:textId="06B65E6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27D5" w14:textId="5CE2DFF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F08DE" w14:textId="68854CD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972782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4728" w14:textId="403EEDD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A8FD" w14:textId="4938036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DB7D" w14:textId="04E7C1F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FB44" w14:textId="4A08ED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23A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00E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91E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6D451B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3A5C" w14:textId="53793C1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A899" w14:textId="6D04354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D2DF" w14:textId="557D7BC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6DF5" w14:textId="4A01582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2BA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120A" w14:textId="66F7F96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CCD7" w14:textId="33E157F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27377E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EC5C" w14:textId="30A0B7F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36C38" w14:textId="20BEAE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A8A4" w14:textId="4E36D68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5EA5" w14:textId="28CFE83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882D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FE2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E10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E8B15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9A4D" w14:textId="4B0C0ED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4CD1" w14:textId="28A178C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EDC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DA7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9025" w14:textId="55A2AEF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CCE2" w14:textId="5D1E7F8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D43D" w14:textId="760E994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29.80</w:t>
            </w:r>
          </w:p>
        </w:tc>
      </w:tr>
      <w:tr w:rsidR="00333BCE" w:rsidRPr="005446F8" w14:paraId="4C10E7A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1E832" w14:textId="291A5C8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78D2" w14:textId="735D9CD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BBAC" w14:textId="695785A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95D8" w14:textId="5DAE45E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54993" w14:textId="54D2D1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45887" w14:textId="657F043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21DD" w14:textId="6B4587F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7F37A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D1FC" w14:textId="01BDB08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6AB1" w14:textId="6528EDB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AE057" w14:textId="6E33C5A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D53DB" w14:textId="53321EB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C1C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417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393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99F8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8BB3D" w14:textId="44D108F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116B" w14:textId="2251548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CEBD1" w14:textId="2523A6D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FA8BD" w14:textId="63C5497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1F25" w14:textId="67C4E84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CA908" w14:textId="62B2286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6289" w14:textId="26BE04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EF66A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A128" w14:textId="22A1657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E24BF" w14:textId="24BED91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631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446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CADD" w14:textId="489AB35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3BC8" w14:textId="71DF4A6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23AD" w14:textId="1E37236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183.48</w:t>
            </w:r>
          </w:p>
        </w:tc>
      </w:tr>
      <w:tr w:rsidR="00333BCE" w:rsidRPr="005446F8" w14:paraId="5340F90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D3F6" w14:textId="4456A86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554B" w14:textId="4B8713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D85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6C8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C3282" w14:textId="1801AD5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A6E0F" w14:textId="1363D3E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FE35" w14:textId="77C4EA9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132.78</w:t>
            </w:r>
          </w:p>
        </w:tc>
      </w:tr>
      <w:tr w:rsidR="00333BCE" w:rsidRPr="005446F8" w14:paraId="23CBC0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84866" w14:textId="586924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5683" w14:textId="549D09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990D2" w14:textId="2109AD7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88BB" w14:textId="43A160C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2980" w14:textId="278018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FCDA" w14:textId="7825C40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F982" w14:textId="5BDEA02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77.70</w:t>
            </w:r>
          </w:p>
        </w:tc>
      </w:tr>
      <w:tr w:rsidR="00333BCE" w:rsidRPr="005446F8" w14:paraId="1B387C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80F22" w14:textId="06B1EC6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95348" w14:textId="72C7F4A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D96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C518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7D0B" w14:textId="7C01897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6DB46" w14:textId="6202F87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E2D2" w14:textId="2701BDA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32.56</w:t>
            </w:r>
          </w:p>
        </w:tc>
      </w:tr>
      <w:tr w:rsidR="00333BCE" w:rsidRPr="005446F8" w14:paraId="0949053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DC78" w14:textId="08D6594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EC5ED" w14:textId="222C0B4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093D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B3178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86EE" w14:textId="0EB980C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5D75" w14:textId="7D8D3D6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3B3A" w14:textId="2E79C2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</w:tr>
      <w:tr w:rsidR="00333BCE" w:rsidRPr="005446F8" w14:paraId="3138BB9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E766" w14:textId="101675E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42438" w14:textId="48B6824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7552" w14:textId="1D18775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CA17" w14:textId="0157B7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C592" w14:textId="1CAFAED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5D91" w14:textId="1AD31C9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A29F7" w14:textId="2FFB8B7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665.93</w:t>
            </w:r>
          </w:p>
        </w:tc>
      </w:tr>
      <w:tr w:rsidR="00333BCE" w:rsidRPr="005446F8" w14:paraId="4F2201E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900D" w14:textId="6022353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91F55" w14:textId="1B5F4DE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ED33" w14:textId="1F73F75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F97E3" w14:textId="4D06F8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E1EA" w14:textId="323D4E9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B0FD" w14:textId="74FDF53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7.305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B1BA" w14:textId="4DB5157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270.28</w:t>
            </w:r>
          </w:p>
        </w:tc>
      </w:tr>
      <w:tr w:rsidR="00333BCE" w:rsidRPr="005446F8" w14:paraId="219F2A1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65A2" w14:textId="3704A7E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B2BE" w14:textId="48AB366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1A6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B091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182F" w14:textId="6B53825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ADB2" w14:textId="7DBCD4F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13.409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71B5" w14:textId="5042135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496.12</w:t>
            </w:r>
          </w:p>
        </w:tc>
      </w:tr>
      <w:tr w:rsidR="00333BCE" w:rsidRPr="005446F8" w14:paraId="37654C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A682" w14:textId="11EDD3B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C87DF" w14:textId="6BDEFF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23CC" w14:textId="534203B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FBE9" w14:textId="252338A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EF954" w14:textId="64F3EF5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E3A2" w14:textId="7D314DB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8.760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88B4" w14:textId="677E79E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324.11</w:t>
            </w:r>
          </w:p>
        </w:tc>
      </w:tr>
      <w:tr w:rsidR="00333BCE" w:rsidRPr="005446F8" w14:paraId="5FA9C5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AC4D" w14:textId="7A16B33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8D16D" w14:textId="53E6E0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191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6C2E" w14:textId="3BED87A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F3BB" w14:textId="5B3A021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30AB" w14:textId="5B6DF5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BA88" w14:textId="245FF53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149.80</w:t>
            </w:r>
          </w:p>
        </w:tc>
      </w:tr>
      <w:tr w:rsidR="00333BCE" w:rsidRPr="005446F8" w14:paraId="24B98E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2FC5" w14:textId="104FA0A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412E" w14:textId="59D3777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1466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7665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E26A" w14:textId="209BFF8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D42C" w14:textId="1BA6C75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889C1" w14:textId="6839502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184.93</w:t>
            </w:r>
          </w:p>
        </w:tc>
      </w:tr>
      <w:tr w:rsidR="00333BCE" w:rsidRPr="005446F8" w14:paraId="564D2D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3E5C" w14:textId="79C3FCC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00166" w14:textId="6EC5ECC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85D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5BA5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B60A" w14:textId="3A19AA5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6318" w14:textId="05A9BFC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51CE" w14:textId="5C2EF0C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46.60</w:t>
            </w:r>
          </w:p>
        </w:tc>
      </w:tr>
      <w:tr w:rsidR="00333BCE" w:rsidRPr="005446F8" w14:paraId="10705FB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64F2" w14:textId="0FD8316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8070" w14:textId="73EC02D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318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4CD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0E27" w14:textId="4036352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C89B" w14:textId="7AA19F1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0C55E" w14:textId="2560F63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44.81</w:t>
            </w:r>
          </w:p>
        </w:tc>
      </w:tr>
      <w:tr w:rsidR="00333BCE" w:rsidRPr="005446F8" w14:paraId="0EB1500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B4B6" w14:textId="13D38E0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8E13" w14:textId="35FD674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2E38" w14:textId="47A6C8A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E07A" w14:textId="69BE614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82C2" w14:textId="557017D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2F89" w14:textId="484F4F0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5332" w14:textId="2598653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29.56</w:t>
            </w:r>
          </w:p>
        </w:tc>
      </w:tr>
      <w:tr w:rsidR="00333BCE" w:rsidRPr="005446F8" w14:paraId="538BD1C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6EA7" w14:textId="626EB68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C294" w14:textId="4C5C6B6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6D4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EC07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AA633" w14:textId="1091F20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F4AD" w14:textId="49FF416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57E52" w14:textId="607BCE4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333BCE" w:rsidRPr="005446F8" w14:paraId="2B294D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3137" w14:textId="08A446F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0A49" w14:textId="21424F4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5D4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1117" w14:textId="02509DD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6917" w14:textId="07E885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840A4" w14:textId="7E48F6A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4B0A4" w14:textId="502AEAB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</w:tr>
      <w:tr w:rsidR="00333BCE" w:rsidRPr="005446F8" w14:paraId="31BBE5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5F2F" w14:textId="197C239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5435" w14:textId="4A6D090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4FB1" w14:textId="7951E4D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1C5C" w14:textId="46BA6F7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5ADD7" w14:textId="54012B5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08B0" w14:textId="4BE8667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443E" w14:textId="2DB0F15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</w:tr>
      <w:tr w:rsidR="00333BCE" w:rsidRPr="005446F8" w14:paraId="1BE128F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CFE53" w14:textId="7826D92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7938" w14:textId="0565FC3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FC4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5628B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23DEB" w14:textId="3488DF3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E4EE4" w14:textId="01E7D45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57AD" w14:textId="35C8D5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73.96</w:t>
            </w:r>
          </w:p>
        </w:tc>
      </w:tr>
      <w:tr w:rsidR="00333BCE" w:rsidRPr="005446F8" w14:paraId="0343108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2AC38" w14:textId="74B96AA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9073" w14:textId="083D19E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56C9" w14:textId="2B17845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09AE" w14:textId="403DCEA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1593" w14:textId="2A66D1D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59F8B" w14:textId="52D758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43C8" w14:textId="58DA896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D8661A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2F41C" w14:textId="1E2CF7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 КИРИЛОВ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CBBC" w14:textId="3E1D74A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3C4E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01C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EEAF" w14:textId="0B120DC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7CAE" w14:textId="4EA6771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4.419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CF29" w14:textId="633355E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163.51</w:t>
            </w:r>
          </w:p>
        </w:tc>
      </w:tr>
      <w:tr w:rsidR="00333BCE" w:rsidRPr="005446F8" w14:paraId="007383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442D" w14:textId="4372EFE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320A" w14:textId="170FF11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86C3E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72B8" w14:textId="2B6B711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92.719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6E1C6" w14:textId="7DDCB4C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0361C" w14:textId="53DDCA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135.380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8718" w14:textId="7EA13BB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5009.05</w:t>
            </w:r>
          </w:p>
        </w:tc>
      </w:tr>
      <w:tr w:rsidR="00333BCE" w:rsidRPr="005446F8" w14:paraId="00613B5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9835" w14:textId="0A7CDDD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F65A" w14:textId="7357F67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D760" w14:textId="52FAD23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614F" w14:textId="2ADBF2B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C89A" w14:textId="10983B1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7890" w14:textId="3B20540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0422" w14:textId="6245370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142.68</w:t>
            </w:r>
          </w:p>
        </w:tc>
      </w:tr>
      <w:tr w:rsidR="00333BCE" w:rsidRPr="005446F8" w14:paraId="766A7B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0A1D" w14:textId="145C421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B8E1" w14:textId="3260113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14803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5E60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57E10" w14:textId="2A8179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08F3" w14:textId="4416236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23A7" w14:textId="205A2B3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117.86</w:t>
            </w:r>
          </w:p>
        </w:tc>
      </w:tr>
      <w:tr w:rsidR="00333BCE" w:rsidRPr="005446F8" w14:paraId="27A38E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40CD" w14:textId="3E38F1A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EE55" w14:textId="299AE2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287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50AA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6CE3" w14:textId="35EDD5E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92637" w14:textId="0034CCE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FF73" w14:textId="04A476C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84.95</w:t>
            </w:r>
          </w:p>
        </w:tc>
      </w:tr>
      <w:tr w:rsidR="00333BCE" w:rsidRPr="005446F8" w14:paraId="5C5139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8F5F" w14:textId="346E96F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12A53" w14:textId="11A2CA6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5A89" w14:textId="41B7F4F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B364E" w14:textId="6DE9E9B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D9D" w14:textId="2D3A987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617B" w14:textId="3BF79EF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C5F4F" w14:textId="2599BBB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81.79</w:t>
            </w:r>
          </w:p>
        </w:tc>
      </w:tr>
      <w:tr w:rsidR="00333BCE" w:rsidRPr="005446F8" w14:paraId="1E806C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A5DAD" w14:textId="15C2243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8DAA" w14:textId="53F3D3D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8819" w14:textId="6175F15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2304" w14:textId="44A74E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14B6" w14:textId="4C1340C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762B" w14:textId="19A9631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0040" w14:textId="124C58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66.22</w:t>
            </w:r>
          </w:p>
        </w:tc>
      </w:tr>
      <w:tr w:rsidR="00333BCE" w:rsidRPr="005446F8" w14:paraId="54E3278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016F" w14:textId="15F1E7F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F1D0" w14:textId="7C5BEA4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0A761" w14:textId="7C35964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26F5" w14:textId="20D73C6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3C00" w14:textId="6D36BA6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B248" w14:textId="679A8FF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B254F" w14:textId="2F928CC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4CC4DAA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B1F3" w14:textId="242FFDD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9AE91" w14:textId="602A26D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AABF" w14:textId="4C215BC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3275" w14:textId="36CBA2D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A0DF" w14:textId="0ADCE7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7A48" w14:textId="7260E92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CEBF5" w14:textId="088BB30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A070CC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9F31" w14:textId="3D31C92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E55B" w14:textId="39FE8A8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A3A1" w14:textId="31E176C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D53F2" w14:textId="01FF155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3970" w14:textId="7514263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6551" w14:textId="210B04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8FEC" w14:textId="3EB446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27.65</w:t>
            </w:r>
          </w:p>
        </w:tc>
      </w:tr>
      <w:tr w:rsidR="00333BCE" w:rsidRPr="005446F8" w14:paraId="39FFEC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D559" w14:textId="24F8AC0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AA7F" w14:textId="72EC055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8AB06" w14:textId="0409813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5B356" w14:textId="6E9FD05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DBFE3" w14:textId="6394FBE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328B" w14:textId="6590699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AD87C" w14:textId="70309BA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22.59</w:t>
            </w:r>
          </w:p>
        </w:tc>
      </w:tr>
      <w:tr w:rsidR="00333BCE" w:rsidRPr="005446F8" w14:paraId="2AAD5A2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C1C7" w14:textId="13D12E6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CFBB" w14:textId="5AEE680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E3A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F8F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4B1C" w14:textId="0718E3D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639EE" w14:textId="60E9F4D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2140" w14:textId="0A62C35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22.39</w:t>
            </w:r>
          </w:p>
        </w:tc>
      </w:tr>
      <w:tr w:rsidR="00333BCE" w:rsidRPr="005446F8" w14:paraId="7E9C89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6FF7" w14:textId="09ED5F7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62269" w14:textId="72731C4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DB26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E4C2C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0821" w14:textId="4511ED9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DB328" w14:textId="5BD5CE6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BEDA" w14:textId="345BC62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13.63</w:t>
            </w:r>
          </w:p>
        </w:tc>
      </w:tr>
      <w:tr w:rsidR="00333BCE" w:rsidRPr="005446F8" w14:paraId="5F9421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D254" w14:textId="3FCE326B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D314" w14:textId="647101B2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9C22" w14:textId="5A83D49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06D1D" w14:textId="4944412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C42F" w14:textId="5E5AE6C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FFF7" w14:textId="605517D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65BF" w14:textId="3B809D5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9.57</w:t>
            </w:r>
          </w:p>
        </w:tc>
      </w:tr>
      <w:tr w:rsidR="00333BCE" w:rsidRPr="005446F8" w14:paraId="7B6ED7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DFC71" w14:textId="50213E0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61DB" w14:textId="2655F64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8CA21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16F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3721" w14:textId="4AD4CF5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E3C1" w14:textId="612216A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12C5" w14:textId="73CB5E9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17.91</w:t>
            </w:r>
          </w:p>
        </w:tc>
      </w:tr>
      <w:tr w:rsidR="00333BCE" w:rsidRPr="005446F8" w14:paraId="5D3C73E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4DA5" w14:textId="5BF92FA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7361" w14:textId="01A627A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6322B" w14:textId="158F61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84F8" w14:textId="32AC42E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06EC" w14:textId="5E4C39E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43A1" w14:textId="2D559BD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64A8" w14:textId="4848A5BA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11.84</w:t>
            </w:r>
          </w:p>
        </w:tc>
      </w:tr>
      <w:tr w:rsidR="00333BCE" w:rsidRPr="005446F8" w14:paraId="0B6F433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4FC2" w14:textId="260ABED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66F8" w14:textId="05490C8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1195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62B2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07C7" w14:textId="5E71CA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83137" w14:textId="4E711F0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CF3D" w14:textId="64BF59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8.61</w:t>
            </w:r>
          </w:p>
        </w:tc>
      </w:tr>
      <w:tr w:rsidR="00333BCE" w:rsidRPr="005446F8" w14:paraId="4306E04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50E04" w14:textId="1BCC2DA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9461" w14:textId="1A1DF50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40C6" w14:textId="546DFA0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5EFBA" w14:textId="0300E6A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9FE4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C844" w14:textId="549DF70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18.463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BBC1" w14:textId="4B1A974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683.14</w:t>
            </w:r>
          </w:p>
        </w:tc>
      </w:tr>
      <w:tr w:rsidR="00333BCE" w:rsidRPr="005446F8" w14:paraId="71279D9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FC13" w14:textId="562A06B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67E1" w14:textId="25513DE1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E9B3" w14:textId="38BFA393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92C07" w14:textId="2AF31924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AE4A1" w14:textId="474FDE39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D764" w14:textId="0DBDD98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0E89" w14:textId="3FED4D5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DCAB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0E2C" w14:textId="4B1852A5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49816" w14:textId="7F27523D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3F44" w14:textId="228AE73F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6BAD1" w14:textId="45D623BE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B6B9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3B188" w14:textId="63F29C80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9A28" w14:textId="41D0023C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ACB360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D294" w14:textId="43261148" w:rsidR="00333BCE" w:rsidRPr="00F319E6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73549" w14:textId="2671C828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E9DF" w14:textId="77777777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B3E7" w14:textId="4623361F" w:rsidR="00333BCE" w:rsidRPr="00007BF2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57EFB" w14:textId="76186791" w:rsidR="00333BCE" w:rsidRPr="00007BF2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49C3" w14:textId="214A18FE" w:rsidR="00333BCE" w:rsidRPr="00007BF2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B8ADE" w14:textId="32AD90BB" w:rsidR="00333BCE" w:rsidRPr="00007BF2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155.29</w:t>
            </w:r>
          </w:p>
        </w:tc>
      </w:tr>
      <w:tr w:rsidR="00333BCE" w:rsidRPr="005446F8" w14:paraId="6EF511F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73FD9" w14:textId="4ABE66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1DC9" w14:textId="05710F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8531B" w14:textId="5D7DF096" w:rsidR="00333BCE" w:rsidRPr="005C373C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8F74A" w14:textId="43838861" w:rsidR="00333BCE" w:rsidRPr="00007BF2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D2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267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C0E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AD620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2EF7" w14:textId="769572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8BDB" w14:textId="5E44D3E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0707" w14:textId="11814E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99C5" w14:textId="28ABB1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7E8B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9FA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B39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6B43E5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E722" w14:textId="1BC855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FC43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83D8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A7C2" w14:textId="6F90ED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82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74D4" w14:textId="260622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4.197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AFAD" w14:textId="545445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155.29</w:t>
            </w:r>
          </w:p>
        </w:tc>
      </w:tr>
      <w:tr w:rsidR="00333BCE" w:rsidRPr="005446F8" w14:paraId="3AD8E7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C9381" w14:textId="2E2407E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76C1" w14:textId="375110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C17A" w14:textId="3BE46D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E265C" w14:textId="453EF6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645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17F4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CC4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BD5B86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52DB" w14:textId="411117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571E1" w14:textId="47D268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E81CD" w14:textId="6E0A7D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971A" w14:textId="23831D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F7D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3665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179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6D939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5694" w14:textId="26826F9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405C" w14:textId="74FF5C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4E60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AE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C170" w14:textId="039CD9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9B69" w14:textId="3362F24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5.856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0EE0C" w14:textId="75F4AE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216.68</w:t>
            </w:r>
          </w:p>
        </w:tc>
      </w:tr>
      <w:tr w:rsidR="00333BCE" w:rsidRPr="005446F8" w14:paraId="3E7A4C8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90F6" w14:textId="74D6BD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D8C1" w14:textId="6D29CA4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1E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E24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89EB" w14:textId="7742F2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FEB31" w14:textId="5E5141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5.628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8328" w14:textId="6E542C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208.24</w:t>
            </w:r>
          </w:p>
        </w:tc>
      </w:tr>
      <w:tr w:rsidR="00333BCE" w:rsidRPr="005446F8" w14:paraId="6A2A640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E35E" w14:textId="774BDD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16591" w14:textId="3481F36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2C0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0569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6F2B0" w14:textId="7862A9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323D" w14:textId="7C0114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92202" w14:textId="507BE4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188.66</w:t>
            </w:r>
          </w:p>
        </w:tc>
      </w:tr>
      <w:tr w:rsidR="00333BCE" w:rsidRPr="005446F8" w14:paraId="2F8647E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31CB" w14:textId="4D8153D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EB53" w14:textId="757A40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99EE" w14:textId="6E0F80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23F0" w14:textId="63B887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9E4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FFC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5E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7DD1FA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0835" w14:textId="19147F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4C85F" w14:textId="427584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7CCBC" w14:textId="317097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63B9C" w14:textId="476B26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BE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D45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082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2ED2F4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683AE" w14:textId="203A9D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7823" w14:textId="03BE6BE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BACF4" w14:textId="3B3F4AA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70F76" w14:textId="061F9D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27C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547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E69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0A79D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C0DE" w14:textId="294CE6A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FB965" w14:textId="063893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853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C63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078B" w14:textId="43767D4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37FD" w14:textId="33B1FE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AC3E" w14:textId="4E8B42D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87.53</w:t>
            </w:r>
          </w:p>
        </w:tc>
      </w:tr>
      <w:tr w:rsidR="00333BCE" w:rsidRPr="005446F8" w14:paraId="37B8EFB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546B8" w14:textId="4CD13B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6EB51" w14:textId="11DB55E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608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470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C61C" w14:textId="267A58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E46E" w14:textId="3EAAB6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63C03" w14:textId="361712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73.89</w:t>
            </w:r>
          </w:p>
        </w:tc>
      </w:tr>
      <w:tr w:rsidR="00333BCE" w:rsidRPr="005446F8" w14:paraId="76AED28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4AB7" w14:textId="2BCF9F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544B8" w14:textId="573125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1273" w14:textId="1385FB8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83D1" w14:textId="160E5F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7D20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107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8E9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3AB14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D7DF" w14:textId="65411D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9488C" w14:textId="0E053B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08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1D0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FBCD" w14:textId="79C07A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6A1EA" w14:textId="68273F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E81EC" w14:textId="44C3F5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48.04</w:t>
            </w:r>
          </w:p>
        </w:tc>
      </w:tr>
      <w:tr w:rsidR="00333BCE" w:rsidRPr="005446F8" w14:paraId="542DC0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2DB5" w14:textId="7A4BCE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46D4" w14:textId="494F07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71732" w14:textId="77E982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AD63" w14:textId="543C9C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68B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FCF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6036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64551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3F6F" w14:textId="0C66F4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85E90" w14:textId="64BEEF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A0F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F7B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65CC" w14:textId="0BF303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D2B09" w14:textId="04DB4C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CFB5" w14:textId="6C0BF6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90.81</w:t>
            </w:r>
          </w:p>
        </w:tc>
      </w:tr>
      <w:tr w:rsidR="00333BCE" w:rsidRPr="005446F8" w14:paraId="0B972DF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CAAC" w14:textId="41CA17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F4FD" w14:textId="00E3E0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52D9" w14:textId="413911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0681" w14:textId="454F42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A5B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D9C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8A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6B5375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B753" w14:textId="011875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ED27" w14:textId="2253E2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D0B5" w14:textId="073036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25392" w14:textId="5F9482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DB2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FA90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41A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28293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2EF5" w14:textId="165BBC7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2F78" w14:textId="585AC4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C67D" w14:textId="2D2A97D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9695" w14:textId="560FFE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9EA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71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40A0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F13EDF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39B8" w14:textId="2A9C3D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10A2" w14:textId="46DED0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715A0" w14:textId="6D01C6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5A838" w14:textId="781E66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321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8A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B310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66F177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75D1D" w14:textId="4EE4D2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C13F4" w14:textId="3B698C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392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776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2E710" w14:textId="5B3BCE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6F8F9" w14:textId="20733C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5015" w14:textId="7FD75E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151.66</w:t>
            </w:r>
          </w:p>
        </w:tc>
      </w:tr>
      <w:tr w:rsidR="00333BCE" w:rsidRPr="005446F8" w14:paraId="10233C5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E4DF5" w14:textId="32CE5C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88DF" w14:textId="31B109E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96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DEE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9A2F" w14:textId="6FD580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0D03F" w14:textId="6CC157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1CC31" w14:textId="5040E6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147.23</w:t>
            </w:r>
          </w:p>
        </w:tc>
      </w:tr>
      <w:tr w:rsidR="00333BCE" w:rsidRPr="005446F8" w14:paraId="354E610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CDBD" w14:textId="1AEE1B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D8AE" w14:textId="3BA94B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38F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2417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455E" w14:textId="68C978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325A1" w14:textId="141FBC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5C58" w14:textId="208EA4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118.36</w:t>
            </w:r>
          </w:p>
        </w:tc>
      </w:tr>
      <w:tr w:rsidR="00333BCE" w:rsidRPr="005446F8" w14:paraId="46EBFAD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9194" w14:textId="660373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D62B" w14:textId="2D7BB4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361F" w14:textId="7DC4F4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4F889" w14:textId="07D3F4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7F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BDA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3A2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48BF72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982A" w14:textId="2895374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F5560" w14:textId="7F76CB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B47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27FD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3013" w14:textId="0B5B82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21FE" w14:textId="509C47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E5FE" w14:textId="1679F5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73.78</w:t>
            </w:r>
          </w:p>
        </w:tc>
      </w:tr>
      <w:tr w:rsidR="00333BCE" w:rsidRPr="005446F8" w14:paraId="103BA4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EF8E" w14:textId="5B2ED5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EBA8" w14:textId="2EBB6E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7A6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8A4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8202" w14:textId="678FF2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C4884" w14:textId="184E54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B5DD" w14:textId="101903F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73.33</w:t>
            </w:r>
          </w:p>
        </w:tc>
      </w:tr>
      <w:tr w:rsidR="00333BCE" w:rsidRPr="005446F8" w14:paraId="095CB6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FF28" w14:textId="44D88B1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6142" w14:textId="425C20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FA40" w14:textId="634F55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C6691" w14:textId="759C80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ADD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801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101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27EF47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C97D" w14:textId="7B74D7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A7D0" w14:textId="4C8540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A38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4C75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F38D" w14:textId="2EF837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42BD" w14:textId="03883D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01052" w14:textId="1CA09D0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</w:tr>
      <w:tr w:rsidR="00333BCE" w:rsidRPr="005446F8" w14:paraId="74DF895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1068" w14:textId="3EA4A5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4C82" w14:textId="4D6354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0F2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08E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9496" w14:textId="76B32F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2EBFA" w14:textId="53221D1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931D" w14:textId="5EC384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68.19</w:t>
            </w:r>
          </w:p>
        </w:tc>
      </w:tr>
      <w:tr w:rsidR="00333BCE" w:rsidRPr="005446F8" w14:paraId="00FA2DB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EA93" w14:textId="18B94A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F166" w14:textId="1775B6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DAC1" w14:textId="19E99F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EBF7" w14:textId="329C74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320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C30F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E930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4786B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8FC9" w14:textId="3AC6351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6E497" w14:textId="60F07E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C5523" w14:textId="053BE7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0936" w14:textId="663BE2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533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C6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5659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BA542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FE66C" w14:textId="6DE5C9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79FB0" w14:textId="23801A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16B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C34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EE28" w14:textId="0484BF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738A" w14:textId="73C36F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B241D" w14:textId="2B87B6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51.80</w:t>
            </w:r>
          </w:p>
        </w:tc>
      </w:tr>
      <w:tr w:rsidR="00333BCE" w:rsidRPr="005446F8" w14:paraId="58FEEE9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B33E" w14:textId="4714EE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FF3C" w14:textId="090218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5821" w14:textId="307F46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ADC71" w14:textId="1DC9DD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7BEB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EF8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179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937FEE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0B65" w14:textId="543BCE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80B57" w14:textId="157376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E6F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795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53D1" w14:textId="098839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83FF" w14:textId="4A2582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285E9" w14:textId="1C1A3D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31.78</w:t>
            </w:r>
          </w:p>
        </w:tc>
      </w:tr>
      <w:tr w:rsidR="00333BCE" w:rsidRPr="005446F8" w14:paraId="5E9D0A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7FE7B" w14:textId="49B1BE8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A6B4E" w14:textId="42E791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792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F9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174EB" w14:textId="48CE14A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F2CAC" w14:textId="24FB88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7908" w14:textId="60C033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</w:tr>
      <w:tr w:rsidR="00333BCE" w:rsidRPr="005446F8" w14:paraId="23974B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4A533" w14:textId="7E2FB8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28E63" w14:textId="07C36B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D455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A824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F646" w14:textId="6F0A18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8A769" w14:textId="7154AF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21A9" w14:textId="58D034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</w:tr>
      <w:tr w:rsidR="00333BCE" w:rsidRPr="005446F8" w14:paraId="0CE2D09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DEC9" w14:textId="7468724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5822A" w14:textId="65F5676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F412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477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D383E" w14:textId="128C070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34DFC" w14:textId="20F644A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37D82" w14:textId="22B47B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4.88</w:t>
            </w:r>
          </w:p>
        </w:tc>
      </w:tr>
      <w:tr w:rsidR="00333BCE" w:rsidRPr="005446F8" w14:paraId="799510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F2B0F" w14:textId="66B32F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8E42" w14:textId="033686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5291C" w14:textId="5DD109F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6D451" w14:textId="37787C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E34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B93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4AF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7ED6DB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0AA1" w14:textId="6A9693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18D58" w14:textId="2DA241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2E0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94B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40B0" w14:textId="44BC2A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7979" w14:textId="01C11E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B197C" w14:textId="68BF06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3AF4B38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BDCF" w14:textId="58988E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B892A" w14:textId="6F8F39A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D75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7F3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566D7" w14:textId="64A4AC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0366" w14:textId="1C81CC1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29DB" w14:textId="3A7FFE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</w:tr>
      <w:tr w:rsidR="00333BCE" w:rsidRPr="005446F8" w14:paraId="0742614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4484" w14:textId="189AC0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5A49" w14:textId="03DCA0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96A8" w14:textId="41F9C7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99DA" w14:textId="266080F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F0C8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343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D2E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C362A7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91C26" w14:textId="0507C2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A1C5" w14:textId="15C7A1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FAC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C65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3EB1" w14:textId="267D7D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3D788" w14:textId="374763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03DF8" w14:textId="48C6725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73.93</w:t>
            </w:r>
          </w:p>
        </w:tc>
      </w:tr>
      <w:tr w:rsidR="00333BCE" w:rsidRPr="005446F8" w14:paraId="684CF5A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D901" w14:textId="6B7946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E277" w14:textId="26875C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C6AD" w14:textId="31E4832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C8D5A" w14:textId="268803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798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327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5C89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3757A4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747F" w14:textId="7CE14E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2500" w14:textId="6A95704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02F6B" w14:textId="0200939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7DB1C" w14:textId="6B2A7B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DA6B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FF9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00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0F3A4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00AC1" w14:textId="2DF639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530C" w14:textId="5A0D19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D164" w14:textId="43889E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E7F5" w14:textId="6B34E3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7AF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60B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4A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47D84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9747" w14:textId="2E541A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721D" w14:textId="6B8B65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648E" w14:textId="5DC45D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60E5" w14:textId="5140A18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0BB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E2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D7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EE86D0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43D61" w14:textId="05AC2D8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A763" w14:textId="395AF7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96DC3" w14:textId="71DE34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A1CA" w14:textId="74995F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F94F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34E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2B3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7CF1F5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57FF" w14:textId="5FF13D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ADA9C" w14:textId="44CB27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47A6" w14:textId="40B414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66EE5" w14:textId="578465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F48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8E6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B1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8CB62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0C5CE" w14:textId="3D8165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500B" w14:textId="28138E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8AF8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2BF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3163" w14:textId="115FAF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9456" w14:textId="1EE48B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D53FA" w14:textId="40D2D6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114.06</w:t>
            </w:r>
          </w:p>
        </w:tc>
      </w:tr>
      <w:tr w:rsidR="00333BCE" w:rsidRPr="005446F8" w14:paraId="6710F3D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DB493" w14:textId="106790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2A44" w14:textId="702F4C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5BC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3C7E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3CD0" w14:textId="61A909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EEB79" w14:textId="2CD30F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8116" w14:textId="3811BA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3D6E516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15DC" w14:textId="4C34BD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48B8F" w14:textId="1E5960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AE9DB" w14:textId="65E6859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489A" w14:textId="579F89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38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7F67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7A83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EEB61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DECE1" w14:textId="56FB34D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312F" w14:textId="7E26F8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C897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1F5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A2A5" w14:textId="382911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057AE" w14:textId="1A8DDD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697A" w14:textId="4F7D61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</w:tr>
      <w:tr w:rsidR="00333BCE" w:rsidRPr="005446F8" w14:paraId="1229D4F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82F8" w14:textId="69DB86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55576" w14:textId="25CD8C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C62E4" w14:textId="59921F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A8232" w14:textId="55BCFD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88E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31B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1DFF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6B3B11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4E92" w14:textId="569D94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0A83" w14:textId="7652ED1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0468" w14:textId="665F46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C1D4" w14:textId="70123CA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4B6C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41B0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9A4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2EE8BC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A198" w14:textId="44765C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F17A" w14:textId="0BC33A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BA412" w14:textId="5B9D8B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21CB6" w14:textId="45EA67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4214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C516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4B8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F743DE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44B1" w14:textId="6977CA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822D4" w14:textId="33A8BB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CE16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03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280B" w14:textId="6B36A1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C206A" w14:textId="29F060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44411" w14:textId="05C3B9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44.40</w:t>
            </w:r>
          </w:p>
        </w:tc>
      </w:tr>
      <w:tr w:rsidR="00333BCE" w:rsidRPr="005446F8" w14:paraId="3EE1AB0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22261" w14:textId="726AB8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D943D" w14:textId="0346563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CE06B" w14:textId="3C6538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572B" w14:textId="123517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CE7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37E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2408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4BD70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67FB" w14:textId="728A2C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F655" w14:textId="39CA3A5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CECE" w14:textId="1E2CAF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289F5" w14:textId="336560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33CA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3C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070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833843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A429" w14:textId="1B6380F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86E6" w14:textId="5357D8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DC6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33C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9793D" w14:textId="6C1D675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D1E2" w14:textId="3F12FE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C91D6" w14:textId="56CC8C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133.24</w:t>
            </w:r>
          </w:p>
        </w:tc>
      </w:tr>
      <w:tr w:rsidR="00333BCE" w:rsidRPr="005446F8" w14:paraId="25DC2E1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8F0E" w14:textId="0AE07C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8CA93" w14:textId="6118D0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55F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29D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FF85" w14:textId="1000AD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84B16" w14:textId="04FCBD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668E" w14:textId="6EED34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44.36</w:t>
            </w:r>
          </w:p>
        </w:tc>
      </w:tr>
      <w:tr w:rsidR="00333BCE" w:rsidRPr="005446F8" w14:paraId="47B4A3D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01B3" w14:textId="77FF05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1FF7" w14:textId="0D8FD7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3552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7380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28A0" w14:textId="624D43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46B0" w14:textId="491C67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78921" w14:textId="61B685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4148FB9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AFF67" w14:textId="27E7A0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0BB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BB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280C7" w14:textId="7C060D0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103.454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FE0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158F" w14:textId="0F2E58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62.053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CEAD0" w14:textId="0008DE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2295.98</w:t>
            </w:r>
          </w:p>
        </w:tc>
      </w:tr>
      <w:tr w:rsidR="00333BCE" w:rsidRPr="005446F8" w14:paraId="281DC8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029BE" w14:textId="19980BA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E1699" w14:textId="7904D0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A461" w14:textId="48B330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FEAF0" w14:textId="1D589C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E0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4D4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EE2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78810AE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2B63" w14:textId="098CAA1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4750" w14:textId="746540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0937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5258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6158" w14:textId="6B5A89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65FA" w14:textId="0B591CD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0F12" w14:textId="74B3050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</w:tr>
      <w:tr w:rsidR="00333BCE" w:rsidRPr="005446F8" w14:paraId="75A4CB7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D632" w14:textId="4E1EB4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1C5F" w14:textId="0B10BF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4B0B" w14:textId="1CA06F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B95D" w14:textId="51E03B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12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2EE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946F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0669F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22858" w14:textId="4C0E9A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6934" w14:textId="673E7E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AA0F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C6F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2DF4" w14:textId="639A1E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A7E7" w14:textId="2A94D5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846F2" w14:textId="2AC9F4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50.86</w:t>
            </w:r>
          </w:p>
        </w:tc>
      </w:tr>
      <w:tr w:rsidR="00333BCE" w:rsidRPr="005446F8" w14:paraId="399728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17F4" w14:textId="76F110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D596" w14:textId="190A172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AD5B4" w14:textId="33274F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517AF" w14:textId="062364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5E6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85D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2FB7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D1B4E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24D0" w14:textId="4B95D2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441D" w14:textId="4DACFB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CC73" w14:textId="004AF0A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2F4B" w14:textId="55FDDE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30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A55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ED6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AD8B43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BA87E" w14:textId="4685AB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BE209" w14:textId="110661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B3B4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DDB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51E2" w14:textId="3CC43F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50CE3" w14:textId="4FB782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C4CBD" w14:textId="4E0ABF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111.28</w:t>
            </w:r>
          </w:p>
        </w:tc>
      </w:tr>
      <w:tr w:rsidR="00333BCE" w:rsidRPr="005446F8" w14:paraId="3C24712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AB33" w14:textId="5D163A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7402" w14:textId="38D46C0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538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2E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4CE82" w14:textId="48407F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36C1" w14:textId="6D5675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68AC" w14:textId="28DB2C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9.69</w:t>
            </w:r>
          </w:p>
        </w:tc>
      </w:tr>
      <w:tr w:rsidR="00333BCE" w:rsidRPr="005446F8" w14:paraId="73FDAE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462D4" w14:textId="6620C6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02DB2" w14:textId="12788E5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AE7F" w14:textId="35F9FC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43E1D" w14:textId="525E19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C1A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7C8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67AB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9A64C9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2C918" w14:textId="0BD447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9893E" w14:textId="69BA22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2DC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57D3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A323" w14:textId="24CD037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4EBB" w14:textId="680BEB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52DAF" w14:textId="2C5317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42.78</w:t>
            </w:r>
          </w:p>
        </w:tc>
      </w:tr>
      <w:tr w:rsidR="00333BCE" w:rsidRPr="005446F8" w14:paraId="45B5ED4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1C4B2" w14:textId="6F5C5A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3C944" w14:textId="4515BD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CFF0F" w14:textId="6E1C57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1B59F" w14:textId="504EBA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160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F34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D70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67C115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5633F" w14:textId="30B209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D2A0C" w14:textId="392DE2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F71C" w14:textId="305AD01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C49D" w14:textId="26EEBB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993E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BC8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0702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CBD022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0497" w14:textId="2A079E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F3CB" w14:textId="01631CA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6B8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813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42DD" w14:textId="524DE1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011D" w14:textId="10E0CC4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6D6E" w14:textId="1B090E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73.85</w:t>
            </w:r>
          </w:p>
        </w:tc>
      </w:tr>
      <w:tr w:rsidR="00333BCE" w:rsidRPr="005446F8" w14:paraId="36A7CD4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A7C0" w14:textId="5E7BAB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B4B91" w14:textId="497AFDD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EB2D8" w14:textId="0E67F7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FF902" w14:textId="459627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0BB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FA4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A003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07D3C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EFEB" w14:textId="325584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F4D9" w14:textId="15D3218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BE09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36D0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6DAC" w14:textId="5FB9249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11CB4" w14:textId="5CBD56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E83B" w14:textId="66A675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</w:tr>
      <w:tr w:rsidR="00333BCE" w:rsidRPr="005446F8" w14:paraId="05D85C6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153F" w14:textId="585D2C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DD6B" w14:textId="0978E3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1FF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76B1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4C03" w14:textId="7DAB77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4F631" w14:textId="3616A3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58D3D" w14:textId="1D80F9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20.27</w:t>
            </w:r>
          </w:p>
        </w:tc>
      </w:tr>
      <w:tr w:rsidR="00333BCE" w:rsidRPr="005446F8" w14:paraId="057A1D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3E25" w14:textId="38C541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5D95F" w14:textId="0275F30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F9BD" w14:textId="01F911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948A" w14:textId="4B160A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4338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A4B4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300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34BFB7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DB55" w14:textId="54FBD1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F08DF" w14:textId="5BAFC56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427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C27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1A20" w14:textId="01342B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3CDB" w14:textId="496B15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6184" w14:textId="2C2E641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</w:tr>
      <w:tr w:rsidR="00333BCE" w:rsidRPr="005446F8" w14:paraId="58A2317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35808" w14:textId="614F8E8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239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42FD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C94AA" w14:textId="441C6A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24.906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08C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CF3DC" w14:textId="112207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11.426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422A7" w14:textId="618A95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422.77</w:t>
            </w:r>
          </w:p>
        </w:tc>
      </w:tr>
      <w:tr w:rsidR="00333BCE" w:rsidRPr="005446F8" w14:paraId="54C6C8C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5F96" w14:textId="6911B7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3A1E8" w14:textId="67AD83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25C3" w14:textId="068989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073A6" w14:textId="655A9C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578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E1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B29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B5BA3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3995" w14:textId="35AEFD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4F8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1915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A864" w14:textId="15383C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E79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A1900" w14:textId="2963B6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D9DD" w14:textId="7151C4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333BCE" w:rsidRPr="005446F8" w14:paraId="57B427A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6663E" w14:textId="35613B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ГЕОРГИ ПЕТРОВ ВАЦОВ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028F" w14:textId="6E2653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FDF8" w14:textId="4F603E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6E90A" w14:textId="3A37C1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6E53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485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49B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8EA5EA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63D1" w14:textId="023D8A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ГЕОРГИ ПЕТРОВ ВАЦОВ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22B0" w14:textId="0E02B0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AB00" w14:textId="1836B9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F22F2" w14:textId="0675C46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992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FF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66B9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759195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5D57B" w14:textId="602D88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ГЕОРГИ ПЕТРОВ ВАЦОВ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B369" w14:textId="4DEBBF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BA4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D2EC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55B9" w14:textId="681F4B1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7F96" w14:textId="138FF81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6E31" w14:textId="152E2C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29.55</w:t>
            </w:r>
          </w:p>
        </w:tc>
      </w:tr>
      <w:tr w:rsidR="00333BCE" w:rsidRPr="005446F8" w14:paraId="3D25A93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12DD" w14:textId="68D896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ГЕОРГИ ПЕТРОВ ВАЦОВ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15949" w14:textId="582362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B3DC8" w14:textId="608F8F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E996" w14:textId="7E758D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707B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FEAB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C7C9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3FFFB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3746" w14:textId="0E4E354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ГЕОРГИ ПЕТРОВ ВАЦОВ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5C16" w14:textId="695FAB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681F2" w14:textId="1636E6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0578" w14:textId="532BAC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29D4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11C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B65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6B837C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E1BE" w14:textId="44411E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ГЕОРГИ ПЕТРОВ ВАЦОВ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3541" w14:textId="1135E7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C293" w14:textId="5BF5F8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5194" w14:textId="064F81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5B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9AA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09A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0A69A5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E810B" w14:textId="227C43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ГЕОРГИ ПЕТРОВ ВАЦОВ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3319" w14:textId="1439C9F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A377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09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D9AB5" w14:textId="080658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04C4" w14:textId="768400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CC84" w14:textId="41231F3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</w:tr>
      <w:tr w:rsidR="00333BCE" w:rsidRPr="005446F8" w14:paraId="50E260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6D52" w14:textId="17989F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ГЕОРГИ ПЕТРОВ ВАЦОВ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3CA6A" w14:textId="552A68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265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A02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A580E" w14:textId="56F6FE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E108" w14:textId="5C9875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E8D8" w14:textId="5FCD6B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37.04</w:t>
            </w:r>
          </w:p>
        </w:tc>
      </w:tr>
      <w:tr w:rsidR="00333BCE" w:rsidRPr="005446F8" w14:paraId="2D6EA14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9D28" w14:textId="082E86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ГЕОРГИ ПЕТРОВ ВАЦОВ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F42E" w14:textId="7BF9F8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4AB9" w14:textId="3FBC43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87605" w14:textId="34722C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47D5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9AF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F7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E5A85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7AA4" w14:textId="01B67C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ADB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DC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038B0" w14:textId="50CF76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10.255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BA0D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16F8" w14:textId="41FA3D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1.925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1124" w14:textId="381AB8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71.22</w:t>
            </w:r>
          </w:p>
        </w:tc>
      </w:tr>
      <w:tr w:rsidR="00333BCE" w:rsidRPr="005446F8" w14:paraId="71690B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1375" w14:textId="65F82E8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36EA" w14:textId="7D1E52A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6675" w14:textId="0F55A7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59DD" w14:textId="640534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587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A2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8307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034E3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BD242" w14:textId="2817C8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DF7DC" w14:textId="3380E9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6A2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E24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EF7E" w14:textId="738018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A132" w14:textId="144B36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5.313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6CEB7" w14:textId="24859D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196.57</w:t>
            </w:r>
          </w:p>
        </w:tc>
      </w:tr>
      <w:tr w:rsidR="00333BCE" w:rsidRPr="005446F8" w14:paraId="6345D87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9879" w14:textId="098E22E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11B4" w14:textId="2CDCB6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5059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9FC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127A" w14:textId="2A505A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A318" w14:textId="679E83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AB09A" w14:textId="472B55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51.80</w:t>
            </w:r>
          </w:p>
        </w:tc>
      </w:tr>
      <w:tr w:rsidR="00333BCE" w:rsidRPr="005446F8" w14:paraId="7FB9BE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F90CE" w14:textId="13D10A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30F3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BB4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F1232" w14:textId="559C49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7.600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9D09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3009" w14:textId="67C4A66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6.713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0C606" w14:textId="7E2FBA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248.37</w:t>
            </w:r>
          </w:p>
        </w:tc>
      </w:tr>
      <w:tr w:rsidR="00333BCE" w:rsidRPr="005446F8" w14:paraId="63ECE6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8557" w14:textId="1245AC4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1D85" w14:textId="15EDDD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32AA" w14:textId="615498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51D7" w14:textId="055A3B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73C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E9A5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47D7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5C1A5D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39CC" w14:textId="610487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39AD" w14:textId="05C06B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67159" w14:textId="41E72E0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3274" w14:textId="5CDD00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852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EA0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007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FD25BB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415B" w14:textId="0415CA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2F40" w14:textId="5306B2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995F" w14:textId="42EF01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934D" w14:textId="660FF3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B6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C1A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534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5389F4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BA1A7" w14:textId="7843D5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542FB" w14:textId="5D5778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83AF" w14:textId="7FA623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84A7" w14:textId="23A630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B75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B23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2851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055E40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58C1" w14:textId="4A1973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FAE85" w14:textId="4D70CD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E5F4" w14:textId="7B8CF14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9FFA" w14:textId="69100F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130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60D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72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EB59F8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04F8" w14:textId="78B4D6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6128" w14:textId="4C9307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04D0" w14:textId="3F85A7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6BC4" w14:textId="056A4A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0D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A1A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80DC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E18F1A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D7D6" w14:textId="7DFCB50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3DA60" w14:textId="62B950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601A" w14:textId="7A56821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D5F" w14:textId="63CA35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3ECF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258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B02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4F2F20D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2765" w14:textId="5E0C5A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2E1F" w14:textId="1AFCDF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52B2" w14:textId="721605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D652F" w14:textId="51E7FD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92D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28F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E0E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A2D454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3D50" w14:textId="25C844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FC14" w14:textId="0EEF75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77930" w14:textId="1369CB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EBE5" w14:textId="5C9F00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98A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AAD5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7D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8C0212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C367F" w14:textId="6DC574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37CD4" w14:textId="4B057D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B0ED" w14:textId="2C9EB5D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3AC2" w14:textId="5FB35BF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E2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A0A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A0D6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37BC80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C808" w14:textId="5EB5F9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A9A8" w14:textId="06329E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96833" w14:textId="5EF131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4205" w14:textId="660395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9D5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35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DFA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45C5F3C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2094" w14:textId="562572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8A189" w14:textId="75A88E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9E174" w14:textId="5E80C03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B136D" w14:textId="0C59EF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393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05C6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A7F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DBFF3C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608F" w14:textId="07F730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3319" w14:textId="3119A05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F4E86" w14:textId="3F29FE1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4620A" w14:textId="49052D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011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63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633D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48F72BD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17597" w14:textId="4D5976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E823" w14:textId="7C2C8A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6F17" w14:textId="53B9BF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A03F" w14:textId="180152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510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93F9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9CA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59E11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2CCF" w14:textId="6C05CD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E60F" w14:textId="359E26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6D4C" w14:textId="0F2F11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B7A8" w14:textId="1BCFFB1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A77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4B6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7CF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03533F3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DD69A" w14:textId="2BAD7F2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EAFC1" w14:textId="39F377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968D7" w14:textId="4C3F17A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7BEE6" w14:textId="2B7BF0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394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035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8B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75A0C83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35F4" w14:textId="342CE2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84E4" w14:textId="39020A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F01F5" w14:textId="1E5D8F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F9C2" w14:textId="065384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54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47D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44D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19942B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E372" w14:textId="4FA188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523F" w14:textId="02F1FF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1FD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762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E3C9A" w14:textId="18E144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7BB23" w14:textId="1509FF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E35D" w14:textId="3BA1B1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41B0F7C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510D" w14:textId="3D1E2D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270D" w14:textId="49CD78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1AEE" w14:textId="6A84C8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E404" w14:textId="0305D3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59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DB2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81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40FA9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8C83" w14:textId="27F5D1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728E" w14:textId="1C7683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879D2" w14:textId="099C797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24AA" w14:textId="52ED6D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4A2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7D1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49F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5CE0F6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46FC4" w14:textId="7D3124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8168" w14:textId="6147A8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2609" w14:textId="150C92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E409" w14:textId="1E5781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13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9A4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92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3E661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3F688" w14:textId="083D12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59293" w14:textId="29F869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0312" w14:textId="39E27A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9212" w14:textId="407401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78F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E44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D5A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F780D9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9A30" w14:textId="6BAF42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BDB1C" w14:textId="3D8AF28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9971" w14:textId="1687A6E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8367A" w14:textId="6D1993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C9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066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66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1532C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8684" w14:textId="6EDFA9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B5470" w14:textId="156A32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32866" w14:textId="262A3B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B77B" w14:textId="3D2D33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8CF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F49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1C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6FF04E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DD97" w14:textId="506C6B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FCE8F" w14:textId="6A5407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2296" w14:textId="34ADA6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F97C6" w14:textId="04D6AE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E8B7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9AD9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9E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486CE0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69A6D" w14:textId="729B79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F3E22" w14:textId="51A246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85FB" w14:textId="596A2F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3A9AC" w14:textId="599F64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1343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81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D1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A64CFC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FC785" w14:textId="3883BE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26DD" w14:textId="312EA5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B530" w14:textId="658C80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CE887" w14:textId="5A208ED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40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C4C6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BCD6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C15A54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BAAE" w14:textId="357260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7C6D" w14:textId="7FFFE6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4BEB" w14:textId="1729BBF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6CE8" w14:textId="371CEF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CE7E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91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4AE0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EEAF30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F99E" w14:textId="7679D1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F8B8" w14:textId="3A7618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67E9" w14:textId="5F8A7C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530E8" w14:textId="5ED306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174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33D2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DFC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5007E3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E865E" w14:textId="1EF770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9A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0B0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B2FC" w14:textId="1590B6A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85.030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64F6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104CD" w14:textId="6BBBC1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1F2E7" w14:textId="1CF8DC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55.46</w:t>
            </w:r>
          </w:p>
        </w:tc>
      </w:tr>
      <w:tr w:rsidR="00333BCE" w:rsidRPr="005446F8" w14:paraId="01A94A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23F5B" w14:textId="56A18C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71E2" w14:textId="0E9FE3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EAD3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EC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FBC1" w14:textId="26F14C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0C08" w14:textId="122072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55E8E" w14:textId="01DFA7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</w:tr>
      <w:tr w:rsidR="00333BCE" w:rsidRPr="005446F8" w14:paraId="5DA6AE1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C87E3" w14:textId="5E713A3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5E7F4" w14:textId="38D226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6956" w14:textId="710D2F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DF15" w14:textId="21D8C3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C16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04B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85E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512AA4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F777" w14:textId="781BD2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83D9" w14:textId="5E755D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D9C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6494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A499" w14:textId="578CE8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854D3" w14:textId="53B888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1B4A" w14:textId="6948F9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24.39</w:t>
            </w:r>
          </w:p>
        </w:tc>
      </w:tr>
      <w:tr w:rsidR="00333BCE" w:rsidRPr="005446F8" w14:paraId="042B940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6934" w14:textId="16D97B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E11C" w14:textId="305A7E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B456" w14:textId="1AB2512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ED74" w14:textId="45DFB3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6D6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08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4D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B8FA3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BA52" w14:textId="308CDD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A884" w14:textId="271197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A9C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A26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BC43" w14:textId="68EB17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524A3" w14:textId="1E0484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7A4D" w14:textId="2E6D4D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</w:tr>
      <w:tr w:rsidR="00333BCE" w:rsidRPr="005446F8" w14:paraId="016792C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0D0E2" w14:textId="7D76614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A63F6" w14:textId="41801A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9C9EF" w14:textId="6A8276E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8927" w14:textId="2A1760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60E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5F8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71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A03602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A5A2" w14:textId="7E8C6B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F957" w14:textId="6C078A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94F0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AF6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0A28" w14:textId="786278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B8C46" w14:textId="74B9CD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616D" w14:textId="171005E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</w:tr>
      <w:tr w:rsidR="00333BCE" w:rsidRPr="005446F8" w14:paraId="38E6DB0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C20F" w14:textId="0B6C5F4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39B4E" w14:textId="578EE2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9E1B7" w14:textId="1F8DA6A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51647" w14:textId="184025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71B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589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9F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EB3A87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5CA1" w14:textId="5D5373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857CB" w14:textId="6577DA7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CF46" w14:textId="420537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AA0B" w14:textId="5D2D8C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13E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6FB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1ACE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7A69CF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CDA9D" w14:textId="1DE00A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B914E" w14:textId="36F6B3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0FC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8F0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85B7" w14:textId="314E96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DACD2" w14:textId="2EE7B2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F159" w14:textId="09C904F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3.92</w:t>
            </w:r>
          </w:p>
        </w:tc>
      </w:tr>
      <w:tr w:rsidR="00333BCE" w:rsidRPr="005446F8" w14:paraId="0121E7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7CE99" w14:textId="0CBDAD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69F2" w14:textId="63AE0D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642C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BB7C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7369" w14:textId="274CE6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65173" w14:textId="4C2881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5523" w14:textId="48F09A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3.72</w:t>
            </w:r>
          </w:p>
        </w:tc>
      </w:tr>
      <w:tr w:rsidR="00333BCE" w:rsidRPr="005446F8" w14:paraId="1872B0A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867BD" w14:textId="02F03B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9FF7" w14:textId="5524C4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5AC90" w14:textId="7E8D7E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BE05" w14:textId="154B06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980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8EE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BE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C597D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F77A" w14:textId="203DEE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C615" w14:textId="02F2E0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E767" w14:textId="3A8E92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10BD" w14:textId="0A8ECB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16F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C55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9C9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9A22F6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CBB0" w14:textId="7E00CA2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E7EB" w14:textId="7F57DD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F90F" w14:textId="68E61FE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BAB9" w14:textId="5F62AD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311DE" w14:textId="67A98C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13023" w14:textId="6E8F9C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9B49" w14:textId="16714D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</w:tr>
      <w:tr w:rsidR="00333BCE" w:rsidRPr="005446F8" w14:paraId="50499E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9972" w14:textId="3344AB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7292" w14:textId="6C82F10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21C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6C2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A904" w14:textId="766500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E3AF" w14:textId="1BC62F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11.490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37343" w14:textId="1D0D7C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425.14</w:t>
            </w:r>
          </w:p>
        </w:tc>
      </w:tr>
      <w:tr w:rsidR="00333BCE" w:rsidRPr="005446F8" w14:paraId="75B9A7F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C057" w14:textId="6E6ED2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AC5C" w14:textId="2C8AA17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2EB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447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A4D3" w14:textId="5D6244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2393" w14:textId="1DDD5C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F67B1" w14:textId="503D9C4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142.51</w:t>
            </w:r>
          </w:p>
        </w:tc>
      </w:tr>
      <w:tr w:rsidR="00333BCE" w:rsidRPr="005446F8" w14:paraId="01F0B9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7F50C" w14:textId="0B107C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ADCA" w14:textId="128D41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15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9E14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E970" w14:textId="502678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C5CCF" w14:textId="6EF43F8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3310" w14:textId="2B35D5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104.79</w:t>
            </w:r>
          </w:p>
        </w:tc>
      </w:tr>
      <w:tr w:rsidR="00333BCE" w:rsidRPr="005446F8" w14:paraId="15C159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10FD" w14:textId="358553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8642" w14:textId="56D4DF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95B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7DA7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79AB" w14:textId="3F99CD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73AF" w14:textId="0A7B08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BCE4" w14:textId="2CEEBF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</w:tr>
      <w:tr w:rsidR="00333BCE" w:rsidRPr="005446F8" w14:paraId="2240098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C615" w14:textId="0DBAAB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E5C1" w14:textId="4D5CD7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D395" w14:textId="7DC113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0FD5B" w14:textId="7321FA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5A3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8E6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4D5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1E82BF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C506" w14:textId="32EB1F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4674" w14:textId="012A5F1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1B0B9" w14:textId="518E3D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58837" w14:textId="58CA3F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8C1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6D7C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C8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CDA0DB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F14C" w14:textId="144DFD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D0E5" w14:textId="0EF968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A467" w14:textId="111E5D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9DAA2" w14:textId="54FE076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63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85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26C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363C07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529A" w14:textId="44DA96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D05C" w14:textId="10D90C7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4159" w14:textId="71BF4B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CAB3" w14:textId="52C24D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806E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7A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46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8F12C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D5139" w14:textId="175030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E7CC" w14:textId="7A5047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6731F" w14:textId="74D0FF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4953" w14:textId="10DC642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8BF8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92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62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E0AF50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5453" w14:textId="356827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AC5BF" w14:textId="77CAC3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292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4F5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3B43" w14:textId="38B527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B227B" w14:textId="18AC5D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7171" w14:textId="278F09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88.88</w:t>
            </w:r>
          </w:p>
        </w:tc>
      </w:tr>
      <w:tr w:rsidR="00333BCE" w:rsidRPr="005446F8" w14:paraId="2EC5EC9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B99C" w14:textId="7A1360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5882" w14:textId="5473D9E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4D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D54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92EA" w14:textId="7B7A59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C75E" w14:textId="1FCFA3A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2901" w14:textId="7BC736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62.94</w:t>
            </w:r>
          </w:p>
        </w:tc>
      </w:tr>
      <w:tr w:rsidR="00333BCE" w:rsidRPr="005446F8" w14:paraId="1346D0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5864" w14:textId="1EB646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0B2F9" w14:textId="51BB8E1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B6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EC7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D8BD8" w14:textId="2346F0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AB0CA" w14:textId="737CD18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D0E9F" w14:textId="167ED3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</w:tr>
      <w:tr w:rsidR="00333BCE" w:rsidRPr="005446F8" w14:paraId="4EAA67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FB50" w14:textId="7A6325E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0839" w14:textId="48B0F6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5C9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88CE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36745" w14:textId="47F0CE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8F9F" w14:textId="7C2388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7A2A" w14:textId="7A3631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</w:tr>
      <w:tr w:rsidR="00333BCE" w:rsidRPr="005446F8" w14:paraId="31498FA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95B8" w14:textId="6E19D2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5FD3" w14:textId="6FB57B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11364" w14:textId="204C6F8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1D930" w14:textId="2F5FFFD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5FBE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85B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B15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CD949E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0378E" w14:textId="06F447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123C" w14:textId="647388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864DC" w14:textId="3F474D3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1653" w14:textId="2D6B21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562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F48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C6A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27ED8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20A78" w14:textId="2750B3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72EF" w14:textId="5DF4C45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36C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749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07C9A" w14:textId="121E19A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8FF2F" w14:textId="27CAC4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5C62" w14:textId="28DE82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43.05</w:t>
            </w:r>
          </w:p>
        </w:tc>
      </w:tr>
      <w:tr w:rsidR="00333BCE" w:rsidRPr="005446F8" w14:paraId="48BCC01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7CAA" w14:textId="0C2297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0684A" w14:textId="26091C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B340" w14:textId="468B81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8C52" w14:textId="70F510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F91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A806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22C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986A83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E559" w14:textId="6DEF62A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952F0" w14:textId="13A773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7F3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BD3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FAEF" w14:textId="1A0724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57F83" w14:textId="1F1FBA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99283" w14:textId="1F45F2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25.29</w:t>
            </w:r>
          </w:p>
        </w:tc>
      </w:tr>
      <w:tr w:rsidR="00333BCE" w:rsidRPr="005446F8" w14:paraId="0AD6C1B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47BD" w14:textId="6BD34D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9E79D" w14:textId="243E9F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569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AFB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65DB" w14:textId="116A33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57C0" w14:textId="323F44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4EBF" w14:textId="4033C4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19.69</w:t>
            </w:r>
          </w:p>
        </w:tc>
      </w:tr>
      <w:tr w:rsidR="00333BCE" w:rsidRPr="005446F8" w14:paraId="39BC200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712D" w14:textId="01264F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2A065" w14:textId="35BBB4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FFC62" w14:textId="7D0A5EA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368F" w14:textId="11DF66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3E89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A34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68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BA7023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A405" w14:textId="110BB4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410D0" w14:textId="0923A2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97E" w14:textId="372DDC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2DE0" w14:textId="7577A16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C1D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847C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FA8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8CB9A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0A1E" w14:textId="55FB0F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FF75" w14:textId="1B8DD9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D25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87BA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D8281" w14:textId="2BEEE0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43C7F" w14:textId="0634A6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9F5D" w14:textId="2CEBC7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14.58</w:t>
            </w:r>
          </w:p>
        </w:tc>
      </w:tr>
      <w:tr w:rsidR="00333BCE" w:rsidRPr="005446F8" w14:paraId="44BB304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296EF" w14:textId="5C3885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53028" w14:textId="7F6C8B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46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59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92B33" w14:textId="0221FF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B0863" w14:textId="6D491B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9508" w14:textId="28AA35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</w:tr>
      <w:tr w:rsidR="00333BCE" w:rsidRPr="005446F8" w14:paraId="2991517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77C0" w14:textId="46EEC70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5DAD0" w14:textId="515622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442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AE6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6928" w14:textId="708967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0B16" w14:textId="624541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FF84" w14:textId="15FA9B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7.98</w:t>
            </w:r>
          </w:p>
        </w:tc>
      </w:tr>
      <w:tr w:rsidR="00333BCE" w:rsidRPr="005446F8" w14:paraId="5B9CD7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80566" w14:textId="2AF4F7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E62E" w14:textId="12C2420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2618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6AA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D91F7" w14:textId="416B52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59B34" w14:textId="4D5315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FF814" w14:textId="07744E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</w:tr>
      <w:tr w:rsidR="00333BCE" w:rsidRPr="005446F8" w14:paraId="0EBB2F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3B6C" w14:textId="3E12B3A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8DE1" w14:textId="6E82F2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BD16" w14:textId="309345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1F8B7" w14:textId="1CDA72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F6AE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2BC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82C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3F706C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042D5" w14:textId="56CC2D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C7FC" w14:textId="71E74CF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4E9E3" w14:textId="518166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6D0E" w14:textId="6C4B8E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5F6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61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AFE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9D4E7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4778" w14:textId="17C654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CAFF" w14:textId="2E98B3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4A9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48C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72D4" w14:textId="333269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41C2F" w14:textId="300A7D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29DE" w14:textId="1D7CC2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37.04</w:t>
            </w:r>
          </w:p>
        </w:tc>
      </w:tr>
      <w:tr w:rsidR="00333BCE" w:rsidRPr="005446F8" w14:paraId="6705A33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53DCF" w14:textId="5E53E9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0FA05" w14:textId="543095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4557A" w14:textId="66D238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03FD" w14:textId="29BE78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AC2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D9D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7C5A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BF8EA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A23EA" w14:textId="4741D8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A46F" w14:textId="442DC7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FF01" w14:textId="2B49CF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AA8B" w14:textId="499C40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286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D9DF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BF7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81C574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730E" w14:textId="024DCCF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B9B3" w14:textId="7DBDB9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FEB2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435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F47F" w14:textId="72781C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57F8" w14:textId="04F975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A8E6" w14:textId="712CEA5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</w:tr>
      <w:tr w:rsidR="00333BCE" w:rsidRPr="005446F8" w14:paraId="7433EDE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60D8F" w14:textId="073B1B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ЕВСТАТИ СИМЕОНОВ ЕВСТАТИЕВ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F9F8" w14:textId="01AD03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82D3" w14:textId="657CD7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A96D" w14:textId="0174220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78D1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AB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A3F8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B04AB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69F6" w14:textId="4D35FA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3C5F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F5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B9F7" w14:textId="2ADB5F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36.089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FE46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8C60" w14:textId="3CF719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34.135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81EDC" w14:textId="6E94A8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1262.99</w:t>
            </w:r>
          </w:p>
        </w:tc>
      </w:tr>
      <w:tr w:rsidR="00333BCE" w:rsidRPr="005446F8" w14:paraId="08593A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D1EB6" w14:textId="623409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2BA5" w14:textId="0169BF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7389F" w14:textId="50F078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42A3E" w14:textId="34492D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557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5E95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4DAC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4C5C010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37634" w14:textId="00A0FC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A7D09" w14:textId="3B1318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9B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D10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11EB" w14:textId="668EF8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3631" w14:textId="15D0DE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DD20" w14:textId="08E291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129.54</w:t>
            </w:r>
          </w:p>
        </w:tc>
      </w:tr>
      <w:tr w:rsidR="00333BCE" w:rsidRPr="005446F8" w14:paraId="638888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0B49" w14:textId="07F5DD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AF08D" w14:textId="7E2DD9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AFC9C" w14:textId="3FF9CE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A6AB" w14:textId="6D80A4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B83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7553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C4DF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B1716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4BFA" w14:textId="1D595C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5B5E0" w14:textId="08332F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F1630" w14:textId="2EB312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2F1AC" w14:textId="26D7BF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43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4F51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321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1C4878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656E" w14:textId="0B9020E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2FFC2" w14:textId="334C30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844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25B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E128C" w14:textId="0CFF39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A4286" w14:textId="3658CDD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FB53" w14:textId="07DE0B6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</w:tr>
      <w:tr w:rsidR="00333BCE" w:rsidRPr="005446F8" w14:paraId="1C0B5D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2B01" w14:textId="7B1E29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A3D9" w14:textId="4F3A77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978C" w14:textId="10F7B2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95ED" w14:textId="09934F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64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C5D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BC5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5FECA4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6A97" w14:textId="7AA317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0E60" w14:textId="5DBEFB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86BD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CFCD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2B00" w14:textId="02C5A7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A4F9" w14:textId="73C8A0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B59B" w14:textId="72B74B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24.68</w:t>
            </w:r>
          </w:p>
        </w:tc>
      </w:tr>
      <w:tr w:rsidR="00333BCE" w:rsidRPr="005446F8" w14:paraId="1C51689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382C" w14:textId="7A270B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BDAF" w14:textId="46F3FD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CA47" w14:textId="195549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C840" w14:textId="77F468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43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1AF5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02A3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4E499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3849" w14:textId="096929E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20A2" w14:textId="227A324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8D81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5EF9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692BC" w14:textId="44E89F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0666" w14:textId="2B3E77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3134" w14:textId="167E7D4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74.00</w:t>
            </w:r>
          </w:p>
        </w:tc>
      </w:tr>
      <w:tr w:rsidR="00333BCE" w:rsidRPr="005446F8" w14:paraId="796A75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B4B9C" w14:textId="0424C3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4A9C" w14:textId="117C56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F939" w14:textId="6A0B6C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7BC2C" w14:textId="535FCE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D43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C92A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0BD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0CCB7D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FA98" w14:textId="38B61AE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F558A" w14:textId="3D341C8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4B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FD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7C301" w14:textId="1336B7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CF8F" w14:textId="3531BC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784C1" w14:textId="501BFA8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148.00</w:t>
            </w:r>
          </w:p>
        </w:tc>
      </w:tr>
      <w:tr w:rsidR="00333BCE" w:rsidRPr="005446F8" w14:paraId="3AC43D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3D2D" w14:textId="15743A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CE4C" w14:textId="26EA00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297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0E6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45506" w14:textId="7A1D96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A776" w14:textId="5C22AF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B435D" w14:textId="39A8DC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110.96</w:t>
            </w:r>
          </w:p>
        </w:tc>
      </w:tr>
      <w:tr w:rsidR="00333BCE" w:rsidRPr="005446F8" w14:paraId="67D571C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1BC76" w14:textId="027BA5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A042" w14:textId="5C78E7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CFF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A48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7D32" w14:textId="25608C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E32B" w14:textId="03F20E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7DA11" w14:textId="782DCE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110.96</w:t>
            </w:r>
          </w:p>
        </w:tc>
      </w:tr>
      <w:tr w:rsidR="00333BCE" w:rsidRPr="005446F8" w14:paraId="578F95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0DA27" w14:textId="3A7034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D8FF" w14:textId="7D88A5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656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3E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831D6" w14:textId="7E3443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C9717" w14:textId="36103A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D179B" w14:textId="2796EA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99.90</w:t>
            </w:r>
          </w:p>
        </w:tc>
      </w:tr>
      <w:tr w:rsidR="00333BCE" w:rsidRPr="005446F8" w14:paraId="5E707B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7ACF9" w14:textId="1C4583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3C9D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2060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2A96" w14:textId="31D491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34.351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C5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2BBED" w14:textId="42E5E2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19.879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5243" w14:textId="0820F9F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735.52</w:t>
            </w:r>
          </w:p>
        </w:tc>
      </w:tr>
      <w:tr w:rsidR="00333BCE" w:rsidRPr="005446F8" w14:paraId="279C9BE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D754" w14:textId="3E16B4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EACC7" w14:textId="082037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6FA20" w14:textId="56FA89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816D" w14:textId="648AB16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030B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937C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33E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8CC974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BAB08" w14:textId="0BD546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479F" w14:textId="0FF416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15FF4" w14:textId="220D615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C82B" w14:textId="765CF9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D9C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7D3E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8F21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4614DC1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3B8DF" w14:textId="294BFA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0EB1" w14:textId="62D9D2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14F" w14:textId="595F94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F8B5" w14:textId="42BDDD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E58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91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5DA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404F6C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8155B" w14:textId="420E8F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81368" w14:textId="43B176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6455" w14:textId="0A2305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EEBEB" w14:textId="7C8DFE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647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34D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947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61F81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92A2" w14:textId="11CA8B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B29F0" w14:textId="225DFB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4DB45" w14:textId="0A9048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9BF1" w14:textId="5C3456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737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6F68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BD9C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A261C7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DCE4" w14:textId="531F0CD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01E8" w14:textId="693BBD5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C40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E4F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9594" w14:textId="33DB7F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162C" w14:textId="06B399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B73CB" w14:textId="331803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259.04</w:t>
            </w:r>
          </w:p>
        </w:tc>
      </w:tr>
      <w:tr w:rsidR="00333BCE" w:rsidRPr="005446F8" w14:paraId="2EFBF50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9C87" w14:textId="12F46F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B0A0" w14:textId="4672E0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ABD7" w14:textId="4025CD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160D" w14:textId="0551D1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940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26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DE9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62B367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7F96" w14:textId="42D57B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6B32" w14:textId="12F0AD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1E7F" w14:textId="362ACE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FD53" w14:textId="23360A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4377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1843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ED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1DD85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43F3" w14:textId="6A68021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B62B" w14:textId="3325AF4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50E2" w14:textId="47C339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ACFF6" w14:textId="2792E7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8CC6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B86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F10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1A4B0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6C18" w14:textId="760C8D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CBDB" w14:textId="5AA060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6335" w14:textId="55A3D4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A924" w14:textId="092DCA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AF7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EC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52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67F1F6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6D481" w14:textId="25E498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24EA" w14:textId="4DB45C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C0CDD" w14:textId="1B59FF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2451" w14:textId="669BF9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33C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C53C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5FE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E26E97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0932C" w14:textId="45D86B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AE112" w14:textId="1AA2E5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91A1A" w14:textId="7657B5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1183" w14:textId="1DCE84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BC6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C2B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23D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2CF519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9AF3" w14:textId="567AB9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45DA" w14:textId="3D339E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936A" w14:textId="00614D2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0D78" w14:textId="2FD9FA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84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3AA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F9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69371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7F47" w14:textId="416903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2CA72" w14:textId="74C90A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D3070" w14:textId="5FA18A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F4EF" w14:textId="5358C14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C29C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610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502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F59AF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17633" w14:textId="1C460E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345A" w14:textId="469AD3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58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971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2D28" w14:textId="3CB0B8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84A65" w14:textId="62AABE1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AEFFE" w14:textId="4B4C278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185.00</w:t>
            </w:r>
          </w:p>
        </w:tc>
      </w:tr>
      <w:tr w:rsidR="00333BCE" w:rsidRPr="005446F8" w14:paraId="2DA8A43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E0B1" w14:textId="39B1D6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D352" w14:textId="767E25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4E41A" w14:textId="60703E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FA831" w14:textId="4D2B6F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251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7DB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8C9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92834D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A722" w14:textId="36809D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9339" w14:textId="7F2955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E3A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21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ECA75" w14:textId="6FB99F4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E084" w14:textId="3F20EF1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0505" w14:textId="6D802B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162.69</w:t>
            </w:r>
          </w:p>
        </w:tc>
      </w:tr>
      <w:tr w:rsidR="00333BCE" w:rsidRPr="005446F8" w14:paraId="2896C5F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E912" w14:textId="3B35D5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4E27" w14:textId="1B5016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F640" w14:textId="6A8AE7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C50C" w14:textId="6DD33B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485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B39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743F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4ABC3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87707" w14:textId="5C7DD3A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2C06" w14:textId="622E97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ABFC" w14:textId="306E22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B92A" w14:textId="0C3B2D6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593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C4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C8D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A2366C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0E2D" w14:textId="1B2B37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09CA7" w14:textId="63F6C3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9760" w14:textId="0CC6FA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9F626" w14:textId="4892F1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4D31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2F78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4F5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C4A3A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C894B" w14:textId="36BAF3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C767" w14:textId="3D20C1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DAD5B" w14:textId="2CA382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6E7A" w14:textId="17C6F4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AFFE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587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C57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29909C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0A2CC" w14:textId="441924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2548" w14:textId="139E3E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D05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87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ED8F0" w14:textId="38C43C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6233" w14:textId="5B5034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537C2" w14:textId="2F08CC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111.00</w:t>
            </w:r>
          </w:p>
        </w:tc>
      </w:tr>
      <w:tr w:rsidR="00333BCE" w:rsidRPr="005446F8" w14:paraId="017C906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F5EA" w14:textId="22BD80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BD49F" w14:textId="5B083A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9D98" w14:textId="65C39D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B526" w14:textId="1C6FB9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C3FF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5D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A3F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2E21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576D6" w14:textId="6FC970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CABAF" w14:textId="1DE2D9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33E67" w14:textId="22D035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C990" w14:textId="28AA74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727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920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087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452D82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85EE" w14:textId="693B29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3E27E" w14:textId="1DB621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4A5E1" w14:textId="6F2387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AC16" w14:textId="4102BC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B1D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E5E6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62B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39A2C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7DD95" w14:textId="2CAF7C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79F8" w14:textId="63519E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FD4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993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D68E" w14:textId="4D2E08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DDEE" w14:textId="7A0FB7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ACDA" w14:textId="47EC79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92.43</w:t>
            </w:r>
          </w:p>
        </w:tc>
      </w:tr>
      <w:tr w:rsidR="00333BCE" w:rsidRPr="005446F8" w14:paraId="225852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C764F" w14:textId="316630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37E80" w14:textId="38707A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8F17B" w14:textId="4E1B17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D4A0" w14:textId="007072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DC8E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12A6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454D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5CBD4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0A18" w14:textId="4797A5B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904F9" w14:textId="1FBCBE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09E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3A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304A" w14:textId="26EC26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83A4" w14:textId="4C94924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1EE9D" w14:textId="7ABCF9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87.07</w:t>
            </w:r>
          </w:p>
        </w:tc>
      </w:tr>
      <w:tr w:rsidR="00333BCE" w:rsidRPr="005446F8" w14:paraId="0F971BF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2B82" w14:textId="3317E7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00CE" w14:textId="370AE3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ABDD" w14:textId="37C5E7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0CA2" w14:textId="3E53242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08A6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6C7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929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6D4F75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06A31" w14:textId="332170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92E5" w14:textId="24EEDB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E44C3" w14:textId="7A79CD1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EA7E" w14:textId="2DBD48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D52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99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37D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B5C29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12624" w14:textId="29A866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1043A" w14:textId="3C750B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BF40B" w14:textId="714D84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E3512" w14:textId="45D853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BCA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0D0C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2D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5C74C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BBD94" w14:textId="7EF803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AF55" w14:textId="0BA85B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71E2E" w14:textId="54C504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9D70" w14:textId="2547B2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D73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8C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D71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EAD96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96C4" w14:textId="047DBE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C9FF" w14:textId="670C05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031F3" w14:textId="5335FE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09EC" w14:textId="5967AB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89F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6DE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5EDB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A04F1D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38D6A" w14:textId="1ABDA8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0B00" w14:textId="78EDA5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E3A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6F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F8CE" w14:textId="4FEC52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0F6E3" w14:textId="38320A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C4CA3" w14:textId="72D8CD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</w:tr>
      <w:tr w:rsidR="00333BCE" w:rsidRPr="005446F8" w14:paraId="235613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1F9E2" w14:textId="3823E8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C1929" w14:textId="549A655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0D5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8FF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AEC8" w14:textId="422F80D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BDD0A" w14:textId="336EB3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B8CD1" w14:textId="38D849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62.86</w:t>
            </w:r>
          </w:p>
        </w:tc>
      </w:tr>
      <w:tr w:rsidR="00333BCE" w:rsidRPr="005446F8" w14:paraId="304856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51F8" w14:textId="621EE3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89CF" w14:textId="5605AA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A7A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DF1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95A1" w14:textId="3264F5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0945" w14:textId="66240E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765A" w14:textId="10428C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60.84</w:t>
            </w:r>
          </w:p>
        </w:tc>
      </w:tr>
      <w:tr w:rsidR="00333BCE" w:rsidRPr="005446F8" w14:paraId="7F6F040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6FD25" w14:textId="60FA49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2F1D" w14:textId="7CE650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E27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18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AEA9" w14:textId="2AA416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F35FA" w14:textId="73F3CC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9496" w14:textId="6AEB23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58.93</w:t>
            </w:r>
          </w:p>
        </w:tc>
      </w:tr>
      <w:tr w:rsidR="00333BCE" w:rsidRPr="005446F8" w14:paraId="6F6C826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E5A69" w14:textId="30D414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F4177" w14:textId="532D91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4B79" w14:textId="16367D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2140" w14:textId="436F2F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41E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B465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5EC7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52737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A4909" w14:textId="6C8C31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9E42" w14:textId="595155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287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129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9E31" w14:textId="203C8D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A354" w14:textId="4E060F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5AC13" w14:textId="598303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</w:tr>
      <w:tr w:rsidR="00333BCE" w:rsidRPr="005446F8" w14:paraId="0F8E701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81057" w14:textId="666E81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7B445" w14:textId="387AAEE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8CAB" w14:textId="55946C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282E" w14:textId="3A15EDA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3F0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EDD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5AD8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07A84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FC9B" w14:textId="174A35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BA60" w14:textId="14FD667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8B64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FE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A1D34" w14:textId="58518B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B14" w14:textId="4B5E89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E70CF" w14:textId="04BC70E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</w:tr>
      <w:tr w:rsidR="00333BCE" w:rsidRPr="005446F8" w14:paraId="1E0FE2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F5002" w14:textId="626DEB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1299" w14:textId="2DDE42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686C" w14:textId="42A2B7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E634" w14:textId="77696B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33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60F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A822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064A01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71DA" w14:textId="4F5D8CA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946F" w14:textId="52EAED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E30CF" w14:textId="19AA8A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1772" w14:textId="3E87DB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7244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12D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205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D9E66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80282" w14:textId="4B69E7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4FA76" w14:textId="38D37B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5469" w14:textId="2433F5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82E4B" w14:textId="784B9F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A72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18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F847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E52ABE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314C" w14:textId="749898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07E7" w14:textId="1D28D8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FF3D9" w14:textId="430BCB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97E2" w14:textId="3695F7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1A0F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81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0F27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50BC75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B755" w14:textId="4FEA6A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0C9F" w14:textId="6F01EF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91A4F" w14:textId="384A1C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2DEE" w14:textId="0E30A1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C62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F6C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573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992DA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7C72" w14:textId="11CCBF8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16C1" w14:textId="76DC10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AED3" w14:textId="73659D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9DC8" w14:textId="1C620E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E64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56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36D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779AC9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FD87C" w14:textId="51DFCA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0DD26" w14:textId="11662E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CBF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D1E9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581C" w14:textId="182097A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F34D" w14:textId="35667A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EB59A" w14:textId="3766CC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44.36</w:t>
            </w:r>
          </w:p>
        </w:tc>
      </w:tr>
      <w:tr w:rsidR="00333BCE" w:rsidRPr="005446F8" w14:paraId="3A4E68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0B06" w14:textId="6D1811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CD2F3" w14:textId="4F61C4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59217" w14:textId="74C272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23FB7" w14:textId="62B3EE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34A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70CE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7FDB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2D51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3EB0" w14:textId="50AD1E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AFE4" w14:textId="1C65FB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2A261" w14:textId="0F6BCC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5A4C" w14:textId="3580232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07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996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03C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91D56A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2BA1" w14:textId="759291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8492" w14:textId="12E86C5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DC102" w14:textId="7990B2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601E" w14:textId="3F2DE5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121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3F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832A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B57E1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3FCB" w14:textId="10B39F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F3999" w14:textId="55F9B5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156CE" w14:textId="67C7A8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0DD5" w14:textId="71AA5C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548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C3E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40F2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D5756D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2E936" w14:textId="7AAB22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9951B" w14:textId="1258D6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1A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9D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9F04F" w14:textId="753B52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4F273" w14:textId="7FCB00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5E10B" w14:textId="29DD1F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73475B7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A6E38" w14:textId="138DA4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3947" w14:textId="3BF71C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37F4" w14:textId="120068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5958" w14:textId="34A676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46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072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18E2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B9DA8D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DF25" w14:textId="6A63C7A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8056" w14:textId="10EE3E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1A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F5C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1617" w14:textId="1EEF44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76EE" w14:textId="5C1C6D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44A1" w14:textId="499744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36.96</w:t>
            </w:r>
          </w:p>
        </w:tc>
      </w:tr>
      <w:tr w:rsidR="00333BCE" w:rsidRPr="005446F8" w14:paraId="48FCE02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40335" w14:textId="282FE7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DA27" w14:textId="50D791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D2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4F1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3094" w14:textId="78F476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5F53" w14:textId="5568231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3F0E3" w14:textId="17167C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36.94</w:t>
            </w:r>
          </w:p>
        </w:tc>
      </w:tr>
      <w:tr w:rsidR="00333BCE" w:rsidRPr="005446F8" w14:paraId="31596C9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6128" w14:textId="4EA852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F4027" w14:textId="2A70AF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057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866C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B9604" w14:textId="40085B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6FA5B" w14:textId="1BA432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F6C45" w14:textId="05371C2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36.85</w:t>
            </w:r>
          </w:p>
        </w:tc>
      </w:tr>
      <w:tr w:rsidR="00333BCE" w:rsidRPr="005446F8" w14:paraId="6B78CDF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CCDD" w14:textId="14818C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9FC27" w14:textId="48FD2D3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0AAF" w14:textId="33BD90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59CFC" w14:textId="0A50AA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5F5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A66B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4749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3EC9B8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3E6A" w14:textId="0717A67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B4186" w14:textId="315B13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836C" w14:textId="0E138C1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7CCF4" w14:textId="1EF3434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9D4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C71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A91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5E08B4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38DC" w14:textId="124B32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519F" w14:textId="69EAA0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2AC9" w14:textId="692796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3BAE" w14:textId="2EC608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47A2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FBC7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93F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9F86F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3E50" w14:textId="0AD532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308B" w14:textId="300DB1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2827" w14:textId="185B000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229F9" w14:textId="761CD6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10C1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90DD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4E24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B56D2A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1C72" w14:textId="0CDB8A1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FE7B" w14:textId="5D4D43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78FF4" w14:textId="782E4F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255B" w14:textId="239ADE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80A3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CFFC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E462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C61623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D6CA" w14:textId="1F01343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F2CD" w14:textId="0C3DEF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803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5540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BA01" w14:textId="3F21F4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073B5" w14:textId="149AB0D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BB32" w14:textId="0D7FFA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</w:tr>
      <w:tr w:rsidR="00333BCE" w:rsidRPr="005446F8" w14:paraId="1D5E2CB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C1C6" w14:textId="40E66F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93B6" w14:textId="6344E7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6B3D" w14:textId="6584ED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A687" w14:textId="37A240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58B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66D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054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DDBE67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C643F" w14:textId="0825B0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9DC1" w14:textId="28F525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B8E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1E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9299" w14:textId="5FB79D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5CAC0" w14:textId="221E95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196A" w14:textId="0A5EAB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</w:tr>
      <w:tr w:rsidR="00333BCE" w:rsidRPr="005446F8" w14:paraId="0CEEDFE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F0133" w14:textId="431168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FE95" w14:textId="0DD49C7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7A1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782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9DA0" w14:textId="30828E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F012" w14:textId="1BADB3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C06D" w14:textId="71D5C6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</w:tr>
      <w:tr w:rsidR="00333BCE" w:rsidRPr="005446F8" w14:paraId="4BE56C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974C9" w14:textId="3B7D2B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225ED" w14:textId="4BED28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5C5F2" w14:textId="6430B1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7AE62" w14:textId="3B1B06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946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2DF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FDC5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16691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0078" w14:textId="06D5FE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5D5E2" w14:textId="5A800A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B1439" w14:textId="7D12FE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38F5F" w14:textId="5CB91C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FFFF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C438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A2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CD86D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5436" w14:textId="45F1A8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5645F" w14:textId="62D464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878A9" w14:textId="092CF49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D7AB" w14:textId="1CAFAA4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80A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B761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E07A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25750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B508B" w14:textId="3AA8A8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C6CE" w14:textId="736537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8C4D" w14:textId="0D0B6A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3A0B" w14:textId="09F4E84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8A3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5D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3DB0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A226FE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E769" w14:textId="062B65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C693B" w14:textId="49DFF4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DE37" w14:textId="2FC6BD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BF65" w14:textId="764E2F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550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507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94F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303B86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6156" w14:textId="00C629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F450" w14:textId="4D21A5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734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8E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6665" w14:textId="1ECB68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256F" w14:textId="7C6E12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C6A6" w14:textId="25C64E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187.20</w:t>
            </w:r>
          </w:p>
        </w:tc>
      </w:tr>
      <w:tr w:rsidR="00333BCE" w:rsidRPr="005446F8" w14:paraId="6BA4CE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CB8A0" w14:textId="2C85B2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BBED" w14:textId="201D5D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D38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078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C4A9E" w14:textId="218E18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74605" w14:textId="6342EA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4.790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6179D" w14:textId="1926C8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177.22</w:t>
            </w:r>
          </w:p>
        </w:tc>
      </w:tr>
      <w:tr w:rsidR="00333BCE" w:rsidRPr="005446F8" w14:paraId="7BC092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0390" w14:textId="25B8A9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37245" w14:textId="385408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9B6F" w14:textId="0AE3991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A70C" w14:textId="5873D1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5A4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2B38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F01B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FE883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B900B" w14:textId="160F2A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1B84F" w14:textId="5ED20D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7F06" w14:textId="3B5A5CA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D83A" w14:textId="14A139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D1B1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EC8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757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9E4D89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28BA" w14:textId="4B571E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314D" w14:textId="683942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26A0" w14:textId="77C879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47ED3" w14:textId="60DD84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2F0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1F9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AA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83287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D064" w14:textId="6585DD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6AD0" w14:textId="5B83A5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894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28D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E3F04" w14:textId="647F4C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42DAF" w14:textId="02AB96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5304" w14:textId="0BBB85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110.93</w:t>
            </w:r>
          </w:p>
        </w:tc>
      </w:tr>
      <w:tr w:rsidR="00333BCE" w:rsidRPr="005446F8" w14:paraId="6E214CB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43533" w14:textId="0E89E5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9AA7" w14:textId="5B4195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CA31" w14:textId="7E1AF4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8540" w14:textId="6B1D792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E51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21A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16D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235C32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25FFF" w14:textId="438D79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6FBB" w14:textId="257924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5EAF" w14:textId="3375F49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D1BE3" w14:textId="4F34D3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3DC2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1014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A12F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3C1E23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39C2" w14:textId="301033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07B53" w14:textId="788214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13AB" w14:textId="316853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74BFA" w14:textId="0A4548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B34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B7AA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97A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0656E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C7C7" w14:textId="7E5501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608AA" w14:textId="1E1BEDA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6C4" w14:textId="3078D7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27AFD" w14:textId="26E9FC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EE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9BC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DF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A7BFF7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205E" w14:textId="020516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7C5B" w14:textId="18387B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9077" w14:textId="49E4E0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F042B" w14:textId="6C823A1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9E6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D3C9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94B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BD8A94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7D06" w14:textId="11E2F5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4F9C" w14:textId="4AE6127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8D3E3" w14:textId="775EAC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787E" w14:textId="061DEB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492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E11D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E337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97EB2C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64172" w14:textId="0C9C5D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9FBD" w14:textId="65C534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C9A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347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3596" w14:textId="598514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B2B5" w14:textId="615DEA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7CDB" w14:textId="6AEA72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74.00</w:t>
            </w:r>
          </w:p>
        </w:tc>
      </w:tr>
      <w:tr w:rsidR="00333BCE" w:rsidRPr="005446F8" w14:paraId="686E5D1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EF6FB" w14:textId="6CF5135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E80E" w14:textId="10F4CD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380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54CD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A839" w14:textId="1A89C9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5252" w14:textId="33018B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F5CC" w14:textId="5D5A47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69.33</w:t>
            </w:r>
          </w:p>
        </w:tc>
      </w:tr>
      <w:tr w:rsidR="00333BCE" w:rsidRPr="005446F8" w14:paraId="2ECCFD9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F381F" w14:textId="09297BE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E914" w14:textId="1782EB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B3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E83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AF83" w14:textId="1493D8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1D44" w14:textId="06DE6F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8A07" w14:textId="1E6B0D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66.67</w:t>
            </w:r>
          </w:p>
        </w:tc>
      </w:tr>
      <w:tr w:rsidR="00333BCE" w:rsidRPr="005446F8" w14:paraId="75A54A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E328" w14:textId="612B270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431FF" w14:textId="4F85C7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EF3E1" w14:textId="5A3074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DC7A" w14:textId="0FFD33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F0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B5F6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611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8D5E8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DBF9" w14:textId="0D6F5F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B83F" w14:textId="04B7DC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E2C17" w14:textId="1C81C0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5B14" w14:textId="38B490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D74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629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0A7A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1CA061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4E55D" w14:textId="6E5997F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FE7BD" w14:textId="7E27F4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A3E6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38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0ED60" w14:textId="5DE1E31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F351F" w14:textId="3DD0DD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B769" w14:textId="10D872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</w:tr>
      <w:tr w:rsidR="00333BCE" w:rsidRPr="005446F8" w14:paraId="5337CD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9C75" w14:textId="1EC5CA4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D1769" w14:textId="24EDC4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E7F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BD4B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2BDC" w14:textId="5092CA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83830" w14:textId="2A732C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7C27" w14:textId="1F8D1F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36.81</w:t>
            </w:r>
          </w:p>
        </w:tc>
      </w:tr>
      <w:tr w:rsidR="00333BCE" w:rsidRPr="005446F8" w14:paraId="3400DD2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43A6" w14:textId="20300F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0D53" w14:textId="6EDE23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F0B5" w14:textId="5AFA1E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73B80" w14:textId="487296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7F2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408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7FF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6D9BD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03C2" w14:textId="1A4FAD4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4F022" w14:textId="7DB880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2D34" w14:textId="2A2854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C1075" w14:textId="6837C9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0605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D1C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E4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44DE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C54C" w14:textId="76261E2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CD2D" w14:textId="2F5F603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05A6" w14:textId="78F9D6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8406" w14:textId="23B5F7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C86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0D2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181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4A74E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E0C4" w14:textId="617E85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BA16" w14:textId="4DE44F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B3A2" w14:textId="4AC703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3F4B" w14:textId="4FE7B4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FA6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6F2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5CD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B643E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09072" w14:textId="1FCBF7D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2C86" w14:textId="6EF04B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2D29E" w14:textId="137BF7E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6CB3E" w14:textId="15E346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FED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C7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E9A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236C01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BA9D7" w14:textId="397479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5D77" w14:textId="445B0F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9F8F" w14:textId="747AA0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2F835" w14:textId="1F7733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8D9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E92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A8F4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A2BEF0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7823" w14:textId="527D7B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BE31" w14:textId="32F481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231C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D2A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0D2C" w14:textId="690E61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0211" w14:textId="67B552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4.359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7F8AE" w14:textId="3237578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161.28</w:t>
            </w:r>
          </w:p>
        </w:tc>
      </w:tr>
      <w:tr w:rsidR="00333BCE" w:rsidRPr="005446F8" w14:paraId="6663F8D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55F01" w14:textId="244ECB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8BF8" w14:textId="7DEA035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846F" w14:textId="15902F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D59EA" w14:textId="578783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F135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C65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30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B7767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454F" w14:textId="0EC0F5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0CC07" w14:textId="1B8844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00AC7" w14:textId="55C57D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A2CCA" w14:textId="146923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5199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2EE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9E8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9048D1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07FA5" w14:textId="7EA58A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A327" w14:textId="2FB9F7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8CA37" w14:textId="0C6895A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2588C" w14:textId="234263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F86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4957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6526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8876D1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4C3E" w14:textId="3E6FE8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D5A5" w14:textId="662775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1DCB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B7D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29F00" w14:textId="12DB28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AB26C" w14:textId="7CAC78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B909C" w14:textId="7F9CAE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79.25</w:t>
            </w:r>
          </w:p>
        </w:tc>
      </w:tr>
      <w:tr w:rsidR="00333BCE" w:rsidRPr="005446F8" w14:paraId="7F066FB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1966" w14:textId="34F7B71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04333" w14:textId="1E3896E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EF0DE" w14:textId="7C01B4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395C" w14:textId="687076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478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9D0D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12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908B9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7E64A" w14:textId="5EB9F4D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9CD9" w14:textId="1EF216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DCF8" w14:textId="4855E9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C90B" w14:textId="22F6DA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9989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B54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70A0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B7638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71265" w14:textId="715BE4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8E8D" w14:textId="6D638B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8A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A504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9E63" w14:textId="1EF3CF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0E75" w14:textId="0A7DDA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9E2F" w14:textId="1927A0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73.55</w:t>
            </w:r>
          </w:p>
        </w:tc>
      </w:tr>
      <w:tr w:rsidR="00333BCE" w:rsidRPr="005446F8" w14:paraId="563D59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3AD2" w14:textId="0AA541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4242" w14:textId="00DFB8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D21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F913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5C98" w14:textId="21B333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11DA" w14:textId="72D6D8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C1D8" w14:textId="3747FE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55.54</w:t>
            </w:r>
          </w:p>
        </w:tc>
      </w:tr>
      <w:tr w:rsidR="00333BCE" w:rsidRPr="005446F8" w14:paraId="7E2119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C8C4" w14:textId="56E24E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B608" w14:textId="42E8548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3EE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F04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646E" w14:textId="660005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8FDF" w14:textId="29EF4B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5BE4" w14:textId="5C3447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</w:tr>
      <w:tr w:rsidR="00333BCE" w:rsidRPr="005446F8" w14:paraId="310C8C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6577" w14:textId="4963D5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7EA3" w14:textId="1603B41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2F86" w14:textId="272005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E845" w14:textId="127D46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C689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48A2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96D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4E5E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008A" w14:textId="399937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6880" w14:textId="460130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FE373" w14:textId="36B6B9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6A4D" w14:textId="1B0A13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D6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9290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EDD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4E4E34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470EA" w14:textId="0BF053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B1EE" w14:textId="1DD118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2B7A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34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44BA" w14:textId="79963E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54C3" w14:textId="13F67E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715D" w14:textId="7262A2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29.55</w:t>
            </w:r>
          </w:p>
        </w:tc>
      </w:tr>
      <w:tr w:rsidR="00333BCE" w:rsidRPr="005446F8" w14:paraId="735EF0D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9B1A" w14:textId="1C4B29A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0837" w14:textId="0A88A2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02AA" w14:textId="36D9D3A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280C" w14:textId="5D9AB2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2A9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326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9F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24CA6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B37B" w14:textId="71AEC2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МАРИЯНА МИТКОВА СТАНОЕВА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2DE1" w14:textId="5878CC7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F36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F32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CE2D" w14:textId="2D4917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6686B" w14:textId="6822BE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A312" w14:textId="17FDD8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333BCE" w:rsidRPr="005446F8" w14:paraId="076D31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B24B" w14:textId="031604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196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C46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B67A" w14:textId="7EB089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258.439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15C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3FC4" w14:textId="55A7C4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73.156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13F3" w14:textId="2036DC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2706.78</w:t>
            </w:r>
          </w:p>
        </w:tc>
      </w:tr>
      <w:tr w:rsidR="00333BCE" w:rsidRPr="005446F8" w14:paraId="510601C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6CFB" w14:textId="6E7FF65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8398" w14:textId="3E1AEC9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30B7" w14:textId="29F2DC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B5CB" w14:textId="650CB7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1A5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158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AA9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71749E1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3F18" w14:textId="21E1D9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7879" w14:textId="706036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A46F" w14:textId="3609FE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0EE13" w14:textId="387D5AD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07C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90B9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D02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4387E20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C16D" w14:textId="4EF6B24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75EF1" w14:textId="6923480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241E2" w14:textId="098F31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3804" w14:textId="55745A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FE52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681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B3E0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8C3D6E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8AEC" w14:textId="7C17DC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5214" w14:textId="3A84DE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0BB02" w14:textId="1654D3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0B60" w14:textId="4F4F77F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3E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479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53D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22D6AD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E01E7" w14:textId="036995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D2A8" w14:textId="049820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D6BC6" w14:textId="5B140A1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C3E41" w14:textId="2AD3F8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2D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F80C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13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ADD23A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0AC7" w14:textId="50AE3C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A5ACC" w14:textId="474E0B6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A0A2B" w14:textId="18177B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4E717" w14:textId="57E5FF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2448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BF3D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56DA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637FA2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D0DF" w14:textId="1C85BCF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D90D" w14:textId="51AFD6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79A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C7E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3F36" w14:textId="61B96D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FE757" w14:textId="21B3FE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BD96" w14:textId="113AEE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33.71</w:t>
            </w:r>
          </w:p>
        </w:tc>
      </w:tr>
      <w:tr w:rsidR="00333BCE" w:rsidRPr="005446F8" w14:paraId="42AF56F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E262E" w14:textId="5BA7D5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B8EF3" w14:textId="50B6DA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CAC2" w14:textId="11EE3C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A3D15" w14:textId="7B9CE7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28D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B49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FC8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83614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C5CE" w14:textId="1DCDCC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59A3" w14:textId="7B2AFC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F87FA" w14:textId="3B21D4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0396A" w14:textId="1BD6D8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8F2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C41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C1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458E2F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5D0C" w14:textId="01078F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574D" w14:textId="1A1021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D275" w14:textId="77EAF0B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8FCB" w14:textId="0B2112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4EE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E3D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EFC1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D8B064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AE00" w14:textId="697CC9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FDA1" w14:textId="733804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3FC33" w14:textId="471E0E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3454" w14:textId="6713F5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741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995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BA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DF97C8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AEE5E" w14:textId="472B330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5401" w14:textId="5F50F0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A2A0" w14:textId="3F2651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19C21" w14:textId="3C1F41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F8D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0CD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109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DEDFD5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98CA" w14:textId="0E1C03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284A1" w14:textId="63C45D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6E9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8A73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BC7C" w14:textId="7F4AB1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F950D" w14:textId="6F84AA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C972" w14:textId="4F8A70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</w:tr>
      <w:tr w:rsidR="00333BCE" w:rsidRPr="005446F8" w14:paraId="750D8BA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BB58" w14:textId="23B3DC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1B59" w14:textId="462FB7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1341" w14:textId="2F9ED0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769FF" w14:textId="7ABC86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3D1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8DC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CC8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CC14BF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3DB6" w14:textId="4E8B3A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528C" w14:textId="4E5924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A01F" w14:textId="4CDCF2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1A83D" w14:textId="536001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2A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20F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DDFD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8A4900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F4FE" w14:textId="4C36CD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947B" w14:textId="6D6B7A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1537" w14:textId="4F583F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1B359" w14:textId="079183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A4B6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81C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FE8D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90A77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D984" w14:textId="019F3CD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МИХАИЛ КОСТАДИНОВ ЦВЕТАНОВ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56A21" w14:textId="54EDAEA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5147" w14:textId="3D52903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C9BD" w14:textId="237284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334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CA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FD7E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B0B519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AA15" w14:textId="7C452B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D3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2B9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142E" w14:textId="04906F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27.786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302F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EC1F" w14:textId="340138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1.411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21ED" w14:textId="2DF03D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52.21</w:t>
            </w:r>
          </w:p>
        </w:tc>
      </w:tr>
      <w:tr w:rsidR="00333BCE" w:rsidRPr="005446F8" w14:paraId="3FD2BE2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B912" w14:textId="12D5FD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DF47" w14:textId="367DBD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6475" w14:textId="10DFD6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9C927" w14:textId="762E01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9F2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82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D2E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16788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340E" w14:textId="4BE9344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5D0A1" w14:textId="4C8880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19EA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872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4533" w14:textId="2BB4E6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7632" w14:textId="55FA34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0646" w14:textId="7ABDFB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14.80</w:t>
            </w:r>
          </w:p>
        </w:tc>
      </w:tr>
      <w:tr w:rsidR="00333BCE" w:rsidRPr="005446F8" w14:paraId="4F729C5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A886D" w14:textId="7AE485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7785" w14:textId="2BDEC2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5EC74" w14:textId="1BD562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CEE65" w14:textId="642CF9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3A6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9DF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1D2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FB4C6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14EA" w14:textId="35427C4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22CC0" w14:textId="52A580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902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4F5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E828" w14:textId="324986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4E87" w14:textId="49C103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75E98" w14:textId="0CB2FEF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111.03</w:t>
            </w:r>
          </w:p>
        </w:tc>
      </w:tr>
      <w:tr w:rsidR="00333BCE" w:rsidRPr="005446F8" w14:paraId="1B96F6F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DD2B" w14:textId="098C39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F877F" w14:textId="638A3E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FAE9" w14:textId="499EF6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AC6F" w14:textId="7274CB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1E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724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B7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A27A5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1BE19" w14:textId="2DF992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69ACE" w14:textId="5A7EFD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7C8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D0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7B35" w14:textId="54DAA0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47BD2" w14:textId="623BB8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ED96A" w14:textId="281422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80.73</w:t>
            </w:r>
          </w:p>
        </w:tc>
      </w:tr>
      <w:tr w:rsidR="00333BCE" w:rsidRPr="005446F8" w14:paraId="5A3B3CE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27EAD" w14:textId="2D9B87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A7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FF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71D0" w14:textId="42A000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15.104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F3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FFDB" w14:textId="0F41454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5.583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475B" w14:textId="560BE0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206.57</w:t>
            </w:r>
          </w:p>
        </w:tc>
      </w:tr>
      <w:tr w:rsidR="00333BCE" w:rsidRPr="005446F8" w14:paraId="761ADD7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B225" w14:textId="7FB052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FB80" w14:textId="2A5E26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30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814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127B" w14:textId="78E7AD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2A711" w14:textId="6AF3FD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4.278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FB5D" w14:textId="2D556F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158.27</w:t>
            </w:r>
          </w:p>
        </w:tc>
      </w:tr>
      <w:tr w:rsidR="00333BCE" w:rsidRPr="005446F8" w14:paraId="5EB72FC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68CD7" w14:textId="34B146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C8DA" w14:textId="0FE003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4E9B" w14:textId="200081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4A15" w14:textId="4E7264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BC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DE98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3E78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851E9D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6504D" w14:textId="2983D4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6859" w14:textId="41799A8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F805" w14:textId="712A6F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5C1E9" w14:textId="0400C95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D0FA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DD4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FCFC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1D0B2E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3698D" w14:textId="6E6D09A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53BA3" w14:textId="681871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DA7E4" w14:textId="0CB53B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EC134" w14:textId="1FBCCB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6A69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63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FB4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2E4FEB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9F96" w14:textId="160CB7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080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83E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3E11" w14:textId="00D66D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7.171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EE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A278" w14:textId="3D3D08E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4.278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B43B" w14:textId="698C9C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158.27</w:t>
            </w:r>
          </w:p>
        </w:tc>
      </w:tr>
      <w:tr w:rsidR="00333BCE" w:rsidRPr="005446F8" w14:paraId="6025694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CD11" w14:textId="1645BC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AD56" w14:textId="0C60ABE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A3DE" w14:textId="73AE5AA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5D82" w14:textId="02D7E3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C00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237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114B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58FAF2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04A1" w14:textId="543FE6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E5F1E" w14:textId="328538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3D87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39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F6A15" w14:textId="3BC93F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655E" w14:textId="32918A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BAC4" w14:textId="1477C8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</w:tr>
      <w:tr w:rsidR="00333BCE" w:rsidRPr="005446F8" w14:paraId="73B18B4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27DA" w14:textId="7D3A39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B49C" w14:textId="3DABA2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730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A44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1DE85" w14:textId="7C870A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26AB5" w14:textId="639D76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48C27" w14:textId="2ADF86A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</w:tr>
      <w:tr w:rsidR="00333BCE" w:rsidRPr="005446F8" w14:paraId="7C07F0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7591" w14:textId="579CE88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0FD3" w14:textId="3991DE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C473" w14:textId="2C0C3C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75D2" w14:textId="6C72176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F7D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B5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53D2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3EF9E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F70E" w14:textId="6AB207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8A68" w14:textId="4ADE510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AC12" w14:textId="4DD7E5D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104C7" w14:textId="6E9A4B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491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EE3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E38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D52E4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3940" w14:textId="7015F3F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3779" w14:textId="153D64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8F40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6669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9A12B" w14:textId="6F4D58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B5F5" w14:textId="0538FF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287B" w14:textId="76B99A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74.56</w:t>
            </w:r>
          </w:p>
        </w:tc>
      </w:tr>
      <w:tr w:rsidR="00333BCE" w:rsidRPr="005446F8" w14:paraId="404ABD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9D73E" w14:textId="0E4970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39F7" w14:textId="327074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ADC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2DC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91D2" w14:textId="1F30FA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CE20F" w14:textId="3514868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918D6" w14:textId="6F7A33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54.32</w:t>
            </w:r>
          </w:p>
        </w:tc>
      </w:tr>
      <w:tr w:rsidR="00333BCE" w:rsidRPr="005446F8" w14:paraId="4D9B558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51A2" w14:textId="5B2D9C8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AA36B" w14:textId="7FDA91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2B8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4E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36C9E" w14:textId="7EFF62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AE64D" w14:textId="26655C0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1061" w14:textId="1988DE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31.01</w:t>
            </w:r>
          </w:p>
        </w:tc>
      </w:tr>
      <w:tr w:rsidR="00333BCE" w:rsidRPr="005446F8" w14:paraId="4459DF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C564" w14:textId="46D17C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68D1" w14:textId="6DA15AD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EB72" w14:textId="6225DF7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663A" w14:textId="61FB97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BBFA" w14:textId="0BDEA2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37CA" w14:textId="771FB8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35A6" w14:textId="170431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57.97</w:t>
            </w:r>
          </w:p>
        </w:tc>
      </w:tr>
      <w:tr w:rsidR="00333BCE" w:rsidRPr="005446F8" w14:paraId="51C4AC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3F44" w14:textId="012D03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EE97" w14:textId="36F5020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FD5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787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DA27" w14:textId="705B08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4F158" w14:textId="6F5693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B9B60" w14:textId="676188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105.01</w:t>
            </w:r>
          </w:p>
        </w:tc>
      </w:tr>
      <w:tr w:rsidR="00333BCE" w:rsidRPr="005446F8" w14:paraId="082D364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2D737" w14:textId="498910A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5BE2" w14:textId="2A5080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CAD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09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D62B5" w14:textId="6D636F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A08F" w14:textId="1ABACCD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C4985" w14:textId="0B500C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52.54</w:t>
            </w:r>
          </w:p>
        </w:tc>
      </w:tr>
      <w:tr w:rsidR="00333BCE" w:rsidRPr="005446F8" w14:paraId="21ADDF0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87F6" w14:textId="26514F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EA39" w14:textId="185770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37F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EAF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3BCE" w14:textId="6D80E1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3684" w14:textId="046499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1B87" w14:textId="2256E8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27.93</w:t>
            </w:r>
          </w:p>
        </w:tc>
      </w:tr>
      <w:tr w:rsidR="00333BCE" w:rsidRPr="005446F8" w14:paraId="019B65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16E79" w14:textId="4184F7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НИКИФОР ВАСИЛЕВ НИКИФОРОВ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7F1CC" w14:textId="2509F5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F0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9020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05495" w14:textId="0A2490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9CA3F" w14:textId="37D1E7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09EDE" w14:textId="0AB3731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63.27</w:t>
            </w:r>
          </w:p>
        </w:tc>
      </w:tr>
      <w:tr w:rsidR="00333BCE" w:rsidRPr="005446F8" w14:paraId="156490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81B7C" w14:textId="4DFC04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632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E9ED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4EC4" w14:textId="585159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10.487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7DC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486A" w14:textId="43EB4C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13.223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D8A8" w14:textId="34EDF1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489.24</w:t>
            </w:r>
          </w:p>
        </w:tc>
      </w:tr>
      <w:tr w:rsidR="00333BCE" w:rsidRPr="005446F8" w14:paraId="387401E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69E3" w14:textId="557A3D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25C5" w14:textId="4D9673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DD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00D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5966" w14:textId="1FD416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611D" w14:textId="2669EE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852D" w14:textId="48FD2C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220.82</w:t>
            </w:r>
          </w:p>
        </w:tc>
      </w:tr>
      <w:tr w:rsidR="00333BCE" w:rsidRPr="005446F8" w14:paraId="3FA9C81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5F250" w14:textId="6F6CEA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D9E95" w14:textId="406FDE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AAD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B1B5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3FB40" w14:textId="1EAFDB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6D49" w14:textId="5B9051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7BB6" w14:textId="4A98D8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116.48</w:t>
            </w:r>
          </w:p>
        </w:tc>
      </w:tr>
      <w:tr w:rsidR="00333BCE" w:rsidRPr="005446F8" w14:paraId="23971E5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4762" w14:textId="7772E7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259C" w14:textId="0E1532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B58C" w14:textId="5E4EDF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C101" w14:textId="12EC76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83B0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321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77F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A4D94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3A30" w14:textId="0D54FA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12D2A" w14:textId="10221D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E630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AA57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9B0F9" w14:textId="07D1047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20E3" w14:textId="78A455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9BFB" w14:textId="5369DE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42.73</w:t>
            </w:r>
          </w:p>
        </w:tc>
      </w:tr>
      <w:tr w:rsidR="00333BCE" w:rsidRPr="005446F8" w14:paraId="33C3CD6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F92CE" w14:textId="79AB6A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FBC02" w14:textId="401F47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64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64F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24EEE" w14:textId="0AFC04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F919" w14:textId="015828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F87E" w14:textId="2E294B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33.34</w:t>
            </w:r>
          </w:p>
        </w:tc>
      </w:tr>
      <w:tr w:rsidR="00333BCE" w:rsidRPr="005446F8" w14:paraId="5904AD4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D862" w14:textId="23788F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F24D" w14:textId="6328F4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377D8" w14:textId="352E88F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8DAE" w14:textId="554996D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41E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E24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E56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494A4C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08F5" w14:textId="658373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6058" w14:textId="7EFAF7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D2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AFB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21AA" w14:textId="7CE7FA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843B5" w14:textId="6A8B1C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657F" w14:textId="75DB91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</w:tr>
      <w:tr w:rsidR="00333BCE" w:rsidRPr="005446F8" w14:paraId="19D345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DAF5A" w14:textId="592EAC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CA37" w14:textId="6EA3544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747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282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DE84" w14:textId="0AE5AD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6E4F" w14:textId="28330D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58604" w14:textId="499788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120.95</w:t>
            </w:r>
          </w:p>
        </w:tc>
      </w:tr>
      <w:tr w:rsidR="00333BCE" w:rsidRPr="005446F8" w14:paraId="5648BD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B8E5" w14:textId="3FA079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11730" w14:textId="0A584D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358C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1AB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D14C" w14:textId="78B3BB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24E7D" w14:textId="22337F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F13F" w14:textId="2CA150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74.00</w:t>
            </w:r>
          </w:p>
        </w:tc>
      </w:tr>
      <w:tr w:rsidR="00333BCE" w:rsidRPr="005446F8" w14:paraId="1A495C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D72E" w14:textId="0B7418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F9EB" w14:textId="7FCBC3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90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806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364D7" w14:textId="47150D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656C" w14:textId="0DB2FC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FA77D" w14:textId="26850C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47.98</w:t>
            </w:r>
          </w:p>
        </w:tc>
      </w:tr>
      <w:tr w:rsidR="00333BCE" w:rsidRPr="005446F8" w14:paraId="09CF8CD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5B9D3" w14:textId="7A5A8D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C65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E18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1E81" w14:textId="7EE835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B126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CF312" w14:textId="2D5B091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18.613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5DF98" w14:textId="18795B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688.67</w:t>
            </w:r>
          </w:p>
        </w:tc>
      </w:tr>
      <w:tr w:rsidR="00333BCE" w:rsidRPr="005446F8" w14:paraId="5E6381D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DC70" w14:textId="2A79995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A9D49" w14:textId="15FC25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E93C" w14:textId="05376E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9C55" w14:textId="3A8D63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A34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B7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0888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0BDDC2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BD0A" w14:textId="557D62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DC68" w14:textId="4637D8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6F5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B29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068B3" w14:textId="677BB1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76D1" w14:textId="0F5752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4026C" w14:textId="2409AD4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</w:tr>
      <w:tr w:rsidR="00333BCE" w:rsidRPr="005446F8" w14:paraId="1422DA4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F3CC" w14:textId="181D25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2C68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6243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76A22" w14:textId="312BA0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0.791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574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BF64" w14:textId="71B875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0.544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4A8D" w14:textId="4C7D181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20.14</w:t>
            </w:r>
          </w:p>
        </w:tc>
      </w:tr>
      <w:tr w:rsidR="00333BCE" w:rsidRPr="005446F8" w14:paraId="15387C4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42F89" w14:textId="33056D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074E8" w14:textId="724354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D5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4EEE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A389" w14:textId="1C08AA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48368" w14:textId="1388E4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EEF1" w14:textId="05A93B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66.96</w:t>
            </w:r>
          </w:p>
        </w:tc>
      </w:tr>
      <w:tr w:rsidR="00333BCE" w:rsidRPr="005446F8" w14:paraId="645FCC0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39FA5" w14:textId="4A2434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2867" w14:textId="6A034A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AB861" w14:textId="1B564C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4D95" w14:textId="58D344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3FF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DEA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44F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6C3E66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1CF9" w14:textId="6469D6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4EE1" w14:textId="4B530B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E016" w14:textId="4BFF58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775F" w14:textId="1DF308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C470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0D3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0C9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5761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D24B" w14:textId="13487A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68E2" w14:textId="5E8809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34D38" w14:textId="23E067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609C8" w14:textId="72F680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E61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F58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968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65FAB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E5EF" w14:textId="7F4B2C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DB4DA" w14:textId="01E6AF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DD6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E43F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0CE2" w14:textId="09DE9F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4159" w14:textId="3CAAAB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C7ED" w14:textId="7A7031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20.59</w:t>
            </w:r>
          </w:p>
        </w:tc>
      </w:tr>
      <w:tr w:rsidR="00333BCE" w:rsidRPr="005446F8" w14:paraId="31E5038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AD0B7" w14:textId="39C42E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B68C" w14:textId="363AA4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9104B" w14:textId="02B35A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2FBC5" w14:textId="35B669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64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64F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66F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04484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5496" w14:textId="6FAD74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2CEE4" w14:textId="6C6CBF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D6D8" w14:textId="22FDA1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0A64" w14:textId="7734E8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63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71E9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DB98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DA5AF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41DF" w14:textId="484FEE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EBF76" w14:textId="3D80B9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3D53B" w14:textId="0E526D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7F739" w14:textId="0B4F45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27CA" w14:textId="7B2779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414E" w14:textId="3462B85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4.313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2DC4" w14:textId="4A465DE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159.60</w:t>
            </w:r>
          </w:p>
        </w:tc>
      </w:tr>
      <w:tr w:rsidR="00333BCE" w:rsidRPr="005446F8" w14:paraId="29DE288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734E" w14:textId="4AC47B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B23EC" w14:textId="6EBA6F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CB22" w14:textId="0158E0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AC3F" w14:textId="49B8FC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BF0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8C8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34C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5737A7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0A68" w14:textId="3A2D18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FFA3" w14:textId="6F1CF2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7F1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780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5AC9" w14:textId="448168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95BA" w14:textId="33A41C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3.691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1F00F" w14:textId="39E4506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136.55</w:t>
            </w:r>
          </w:p>
        </w:tc>
      </w:tr>
      <w:tr w:rsidR="00333BCE" w:rsidRPr="005446F8" w14:paraId="30B8A7A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2F0A" w14:textId="370423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685A" w14:textId="34D01F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16BE" w14:textId="2F5685D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64CE5" w14:textId="25585B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A6C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472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DD2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0EC9D6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1D65" w14:textId="405F9F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A873" w14:textId="2F8579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D07E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46D9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C7FA4" w14:textId="2E9C434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64E3" w14:textId="3BCE62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015AF" w14:textId="77B2E7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81.36</w:t>
            </w:r>
          </w:p>
        </w:tc>
      </w:tr>
      <w:tr w:rsidR="00333BCE" w:rsidRPr="005446F8" w14:paraId="0BB1667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6677" w14:textId="2FB4ED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7B13B" w14:textId="4B1858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01A5" w14:textId="0016FA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6EF48" w14:textId="0C9D412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7CE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2FC1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EB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D5379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10E1F" w14:textId="17C19B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77E52" w14:textId="798017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5FF6F" w14:textId="42141B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11AD" w14:textId="18773A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F73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928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42E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E61CC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EA425" w14:textId="48DF892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BEF9E" w14:textId="429DDEE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4182" w14:textId="3D7E46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1283" w14:textId="30512D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EFD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A43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E5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50EC7A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3C2D" w14:textId="030EAD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85FB1" w14:textId="65346A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DEDF" w14:textId="26EFD3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1D51F" w14:textId="59952D2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9E45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AEFB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470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8ECA77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E67A" w14:textId="79E02A4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ПЛАМЕН БОЯНОВ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6BD59" w14:textId="27C402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ACFCE" w14:textId="25A0AE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EED2" w14:textId="2049F7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D8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B01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7267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F69BD0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A91D" w14:textId="1686950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8B6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5A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9212" w14:textId="441030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28.017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2ADE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67061" w14:textId="3C2AC4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12.569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1FD92" w14:textId="4FD006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465.06</w:t>
            </w:r>
          </w:p>
        </w:tc>
      </w:tr>
      <w:tr w:rsidR="00333BCE" w:rsidRPr="005446F8" w14:paraId="6CF5791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8654" w14:textId="203252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C21F3" w14:textId="458FE8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5486" w14:textId="3CEA65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6C39" w14:textId="07481B5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B4D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E9A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CEE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49A6145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C528" w14:textId="03672B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552F7" w14:textId="27F0CB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CB9DA" w14:textId="5BC05D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BE28" w14:textId="7DDFBA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D5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902E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220E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2E7AC12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8FED9" w14:textId="364FD6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8BB7" w14:textId="2FEF1DD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F738" w14:textId="03592FA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21667" w14:textId="0F86E6E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5F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F37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3009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45EC18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78BC" w14:textId="523253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8AA7" w14:textId="6FB15C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1804" w14:textId="0249A82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01C9" w14:textId="5EC4FA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7359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EC2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21BB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6376286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97FF" w14:textId="46F88B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9EC14" w14:textId="4817FA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77F6" w14:textId="5AF323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0D0CA" w14:textId="3C9475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A6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25E4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6A4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E5BDF0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A2C8" w14:textId="058756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B376" w14:textId="3414E37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A9C8" w14:textId="20683E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376B" w14:textId="5A41ED7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5F4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78B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38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3B74497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414D" w14:textId="77324A1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81963" w14:textId="5F505C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D2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4C4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7CBEE" w14:textId="28E9F0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753A2" w14:textId="31BDC6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5687" w14:textId="587823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166.39</w:t>
            </w:r>
          </w:p>
        </w:tc>
      </w:tr>
      <w:tr w:rsidR="00333BCE" w:rsidRPr="005446F8" w14:paraId="5F72118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9122A" w14:textId="361667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ABE87" w14:textId="1491E5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491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DB1F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B8DC" w14:textId="3C1E35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D9F1F" w14:textId="6E0376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4.401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41E1" w14:textId="15E05C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162.84</w:t>
            </w:r>
          </w:p>
        </w:tc>
      </w:tr>
      <w:tr w:rsidR="00333BCE" w:rsidRPr="005446F8" w14:paraId="318A613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626D1" w14:textId="24C02A3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1365" w14:textId="7B1F37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B9A5" w14:textId="77A2D3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D25F" w14:textId="3CAAB0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61C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CBE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3817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A189EC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0AC0" w14:textId="0D9103E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435AC" w14:textId="0F5072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C0417" w14:textId="1C4CB0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C2E5" w14:textId="452524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8B2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423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53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FAC008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A316" w14:textId="449C044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38285" w14:textId="305D8A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07F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C01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09C0" w14:textId="0F8DFE1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F645" w14:textId="555972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A815" w14:textId="6384B0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143.46</w:t>
            </w:r>
          </w:p>
        </w:tc>
      </w:tr>
      <w:tr w:rsidR="00333BCE" w:rsidRPr="005446F8" w14:paraId="249837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3405" w14:textId="7E9BC6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E93C2" w14:textId="39249F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7618E" w14:textId="4D104C4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64386" w14:textId="054C2C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5BB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FC1B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3B3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63F4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0CA0" w14:textId="609DC0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172A" w14:textId="1EE037A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7335" w14:textId="1AC506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6A700" w14:textId="13A757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70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61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3EA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310CD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6EE4" w14:textId="76B51F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60DB2" w14:textId="1D7AB1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62F2" w14:textId="06FA801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AC5C" w14:textId="53117E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94C7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71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0BB5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E90A6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1881" w14:textId="104151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C8BC" w14:textId="34D644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08CCB" w14:textId="1B13F2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61FF1" w14:textId="6759C7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40C0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00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461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384F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0D77D" w14:textId="4E4256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B857" w14:textId="61FA6E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7CAF5" w14:textId="5F76112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DB50" w14:textId="4F7D31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782C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CEC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D5A2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87AD7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D0C5" w14:textId="2BB715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EB22" w14:textId="29B7BA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61D3" w14:textId="0878CB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B9D7" w14:textId="1D212C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2CF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8107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62E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51CA3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9F98" w14:textId="06B9888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384D" w14:textId="16B81FE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B0A5" w14:textId="30ADA25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9F82" w14:textId="103A86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3F1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3B87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F98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127B9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76C4" w14:textId="7C13FA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2249" w14:textId="258D79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FF46" w14:textId="3F71D7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CF1D" w14:textId="0D5ACE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45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CAA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272B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6E4A69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7197" w14:textId="7CD85F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7EDA" w14:textId="13D2A2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5898" w14:textId="12A2C6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B289" w14:textId="09B14E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FA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4F5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DFB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2B54C8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9E73" w14:textId="604648F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5655D" w14:textId="036AD9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747A" w14:textId="351CF65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6867" w14:textId="33243BA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D097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F01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7CF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258F70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5C25" w14:textId="6A0A29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D0AF" w14:textId="22D3D4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89DC" w14:textId="33804A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B747" w14:textId="5BC7018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106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9678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57D6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153A18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9927" w14:textId="2068E0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2CDC" w14:textId="7275D5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DB688" w14:textId="2D826E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6B9A" w14:textId="7FDEF9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D7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798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DF38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4A972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95950" w14:textId="33A9E6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1199" w14:textId="17F8D9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41BFB" w14:textId="40AEAD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60B3" w14:textId="083FA0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77E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168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3BF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020D54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38C77" w14:textId="26A39B1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0958E" w14:textId="6D81194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6711B" w14:textId="0CB33F1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DF0D9" w14:textId="538812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9F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CB1F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E3B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88F39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727C" w14:textId="09A47B2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A423" w14:textId="0615C18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5A92F" w14:textId="0BADB4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3B15" w14:textId="21FEF4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414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871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750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F06130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AA70" w14:textId="47140D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692D" w14:textId="675F05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998B3" w14:textId="435314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CB17" w14:textId="654667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16C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DAC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5E2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C5CD4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3067" w14:textId="1F602D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D01E" w14:textId="47CAD1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FBA36" w14:textId="4AC5411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75CA4" w14:textId="0C5EFD5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FFA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1D7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FA2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837989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DEBDC" w14:textId="67E5B8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00E2" w14:textId="72E55E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AD26" w14:textId="645D88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7CD8" w14:textId="733B38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955D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FE1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4C5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3E2DF6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549CD" w14:textId="41A277D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1F42" w14:textId="10DB8C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DC07" w14:textId="51ADDD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C319" w14:textId="1619D3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E65A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B42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FE2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96B33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7B38" w14:textId="00B3E0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F31A" w14:textId="0FB344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0BAF" w14:textId="6B6141F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7E6E2" w14:textId="0D2D23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129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F19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61D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6D3C5E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26DB" w14:textId="355B72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5BA7" w14:textId="103CCF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2E312" w14:textId="0800F2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DF55E" w14:textId="27684A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EA1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3777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7E9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2A895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E152" w14:textId="288467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9E74C" w14:textId="7A8DC5A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26A7" w14:textId="2BE5B1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988E" w14:textId="25DB317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48C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058F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68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BA61E3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05E8" w14:textId="3EE238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55DE" w14:textId="07AC4D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41585" w14:textId="7814D2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4A10" w14:textId="51E020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0AE0" w14:textId="1E4AF3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5FCA8" w14:textId="3C7C1A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853C" w14:textId="0018EB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53.91</w:t>
            </w:r>
          </w:p>
        </w:tc>
      </w:tr>
      <w:tr w:rsidR="00333BCE" w:rsidRPr="005446F8" w14:paraId="186B639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95E9" w14:textId="6AD748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3BC6B" w14:textId="600EEB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5E97" w14:textId="377AFF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A98A" w14:textId="0495D0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9CF1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9F1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670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8BAD1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D67F" w14:textId="42155A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C405" w14:textId="484E15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2AD49" w14:textId="769812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EAF92" w14:textId="430772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25D0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284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15D7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8CF9FE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C5F91" w14:textId="403517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2CCB" w14:textId="4FCB2D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4FE5" w14:textId="4092DE8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FF076" w14:textId="5D6F3CA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8CAC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8A4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E3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15E40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7337" w14:textId="47E04B4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FE7F7" w14:textId="02B4B0A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A04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E04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4854" w14:textId="68E979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2A95C" w14:textId="5FDC13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82F60" w14:textId="18E771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67.39</w:t>
            </w:r>
          </w:p>
        </w:tc>
      </w:tr>
      <w:tr w:rsidR="00333BCE" w:rsidRPr="005446F8" w14:paraId="46DC6F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BB75" w14:textId="11BFC6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4C8D" w14:textId="0530B9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76EB" w14:textId="39512E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E9F7" w14:textId="7A66EF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855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47E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297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1D990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95684" w14:textId="7280EF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F225" w14:textId="57628E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80BB" w14:textId="7B09F87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798C" w14:textId="488ED6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CD41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237B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903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6A3C5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AF35" w14:textId="43CE06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5493" w14:textId="51E817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680D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89D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0877" w14:textId="4FCD18D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8B02C" w14:textId="0A3F02F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B5408" w14:textId="2E6198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55.54</w:t>
            </w:r>
          </w:p>
        </w:tc>
      </w:tr>
      <w:tr w:rsidR="00333BCE" w:rsidRPr="005446F8" w14:paraId="0614F7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B89B" w14:textId="6D5C6B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0ACC" w14:textId="0DA5E5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AEA95" w14:textId="306331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31FD" w14:textId="688023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AB4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79A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60E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3449DF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2D92" w14:textId="7A6D1B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FEE6" w14:textId="46C3A5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0949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742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EAE39" w14:textId="5AAD7D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8112" w14:textId="4CB053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6A80" w14:textId="238AA2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5B01C4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5B68" w14:textId="6DDE2C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3A129" w14:textId="7F689E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A8FD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0A6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3A21" w14:textId="6B9422D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C661" w14:textId="2D0A0D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282B" w14:textId="75B45D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51.01</w:t>
            </w:r>
          </w:p>
        </w:tc>
      </w:tr>
      <w:tr w:rsidR="00333BCE" w:rsidRPr="005446F8" w14:paraId="3A2159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A30EE" w14:textId="2C7778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06A8" w14:textId="7E654D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3FF7" w14:textId="0F5406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8D8B" w14:textId="2593C4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CEAC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D9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B45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9FAAF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E278" w14:textId="2133A3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F9ED" w14:textId="551DACE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B4E4" w14:textId="6E7FF8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A66B8" w14:textId="3E6A89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7D2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38F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7B9A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9E894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DA696" w14:textId="0A91BF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B178" w14:textId="1477346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0E80" w14:textId="3C20FC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63066" w14:textId="588D1C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82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49D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4C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E79BB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A8D7" w14:textId="0F2A4B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003F" w14:textId="64A460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36F1" w14:textId="1128B8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B563" w14:textId="624563F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57C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4BB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0D2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686400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F770" w14:textId="475444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29D4" w14:textId="06E460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6EF2" w14:textId="025FC7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53E51" w14:textId="2F7D92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5B6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5E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0C3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A3682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FA4D1" w14:textId="77DE8F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B307" w14:textId="303625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AE9DD" w14:textId="28388E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805A" w14:textId="1CC4C3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D7F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BB4F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FF5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C11719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F5C1" w14:textId="344007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AE74" w14:textId="1761ED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68FE" w14:textId="22D683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8B60" w14:textId="1A812B3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0B7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BF52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9655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294E9F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8A811" w14:textId="05E109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7DC1" w14:textId="253F83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060B" w14:textId="10A10E4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9EED" w14:textId="0DAD06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2B626" w14:textId="41D553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B7A8" w14:textId="2FF389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786E" w14:textId="2CEA7F2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</w:tr>
      <w:tr w:rsidR="00333BCE" w:rsidRPr="005446F8" w14:paraId="015036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EA15" w14:textId="7D3988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9E6DF" w14:textId="233846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AB8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74E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9CAF7" w14:textId="40FBCB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21AD" w14:textId="16A90B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A94F" w14:textId="6E3CA1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32.58</w:t>
            </w:r>
          </w:p>
        </w:tc>
      </w:tr>
      <w:tr w:rsidR="00333BCE" w:rsidRPr="005446F8" w14:paraId="768D8B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0052D" w14:textId="2F23FC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4D16" w14:textId="12ACDD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38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576A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2D5E" w14:textId="0CC80F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6D68" w14:textId="71F430D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3E4CE" w14:textId="4001962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24.69</w:t>
            </w:r>
          </w:p>
        </w:tc>
      </w:tr>
      <w:tr w:rsidR="00333BCE" w:rsidRPr="005446F8" w14:paraId="3A9AC13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C7DA" w14:textId="5DF37C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ADBBA" w14:textId="60EEB2D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26C4" w14:textId="404FD7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0FE1" w14:textId="521194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6336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029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3EEB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3BF84F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51D1" w14:textId="255CC2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79B3E" w14:textId="72A779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B5B9B" w14:textId="1DE5FC2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5175" w14:textId="1B075B6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AA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B40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3A28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922F6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546F" w14:textId="4D4B3C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E604" w14:textId="5A5BA7E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EA11" w14:textId="094425E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B5403" w14:textId="166DD2A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B5A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FBB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BDB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CA47DD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C4E4" w14:textId="6D7CFF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46C1" w14:textId="6F70C22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317B" w14:textId="53D588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0D95" w14:textId="41F27A1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D50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88A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321C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266327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34D4" w14:textId="45A9A48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93A4" w14:textId="18192D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C04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1A1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0F60" w14:textId="18FDEC4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59305" w14:textId="605D65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E2AF" w14:textId="7A1D5AD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17.67</w:t>
            </w:r>
          </w:p>
        </w:tc>
      </w:tr>
      <w:tr w:rsidR="00333BCE" w:rsidRPr="005446F8" w14:paraId="01ED63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1D9D" w14:textId="0B010C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EBD3" w14:textId="425710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C4A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F4EE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2F240" w14:textId="2130CC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3E2A" w14:textId="681A4E5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C4F2" w14:textId="543CF5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</w:tr>
      <w:tr w:rsidR="00333BCE" w:rsidRPr="005446F8" w14:paraId="1B45468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1377" w14:textId="4BAE67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AF19" w14:textId="7CBFD3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171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B25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54791" w14:textId="6613F8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5ED8" w14:textId="271FDA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3DCA" w14:textId="0C1A8A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</w:tr>
      <w:tr w:rsidR="00333BCE" w:rsidRPr="005446F8" w14:paraId="77372E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5F65D" w14:textId="1AF160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94A51" w14:textId="3917EC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4DAE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F4C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50F9A" w14:textId="65E90C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8C2B" w14:textId="389255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25F7" w14:textId="60D40F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</w:tr>
      <w:tr w:rsidR="00333BCE" w:rsidRPr="005446F8" w14:paraId="41BB3B4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822C" w14:textId="46DE5C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CC740" w14:textId="5B9813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A01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D806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382D3" w14:textId="741FBE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EB437" w14:textId="00DC1A1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47A78" w14:textId="16E23C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6.45</w:t>
            </w:r>
          </w:p>
        </w:tc>
      </w:tr>
      <w:tr w:rsidR="00333BCE" w:rsidRPr="005446F8" w14:paraId="0FD79F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225A" w14:textId="5E0F2A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B554" w14:textId="06E6D5A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412A" w14:textId="609EFD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C672" w14:textId="4E82FE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C34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65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B9D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690EC3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B8AE" w14:textId="20C259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B683" w14:textId="5AF783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AE7C" w14:textId="6486ACF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99E4A" w14:textId="1DA6C4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A758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33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FA0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E39BD0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FA38E" w14:textId="48169D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5979" w14:textId="269C62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5D75" w14:textId="587964F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3DEC" w14:textId="442412E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1809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E21D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86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0F39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1E655" w14:textId="6C2872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4FBB" w14:textId="66BE09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6E5D" w14:textId="236CE15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8675" w14:textId="230E20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DF1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586E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5EF0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196640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F4510" w14:textId="218894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46C3" w14:textId="0FA838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C7969" w14:textId="438646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A916D" w14:textId="115842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5.772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EC1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34B5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C40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288D22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B9E3" w14:textId="65F3EE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F7CE" w14:textId="5A0508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7878" w14:textId="0E20C3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27D3F" w14:textId="19E846F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B91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1B2F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B318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7945F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0D46" w14:textId="022FF5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E9E8" w14:textId="04E79F5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83AF5" w14:textId="44D84A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A7C07" w14:textId="38C089F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0D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9D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8E0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0C912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1F798" w14:textId="4CE706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46A39" w14:textId="55E1F9A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C4AE" w14:textId="593325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14FD" w14:textId="1A4000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F6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C80A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98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AFAD03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46CA" w14:textId="5312F17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AA33F" w14:textId="18C695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AF5C" w14:textId="156EF5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51F7C" w14:textId="5CC48A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A15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ADFB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5654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8ABD9D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CC7B" w14:textId="43CFB2D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8231" w14:textId="120CB76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87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F14A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5C8E" w14:textId="0CE3AC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8029" w14:textId="155C8C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9729" w14:textId="1A88DA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147.96</w:t>
            </w:r>
          </w:p>
        </w:tc>
      </w:tr>
      <w:tr w:rsidR="00333BCE" w:rsidRPr="005446F8" w14:paraId="529A028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8341" w14:textId="796118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A1773" w14:textId="1CECCD4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7183" w14:textId="438B2D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9AD85" w14:textId="4D69D1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95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60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8BDE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26B05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57AE" w14:textId="5EBB93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70D2" w14:textId="5D1EB60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147C" w14:textId="7E397C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2BDF9" w14:textId="7E689FD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ED0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6D01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92F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969B8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813C" w14:textId="57E92D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8175" w14:textId="27863E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F5B38" w14:textId="641626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4B89" w14:textId="40E137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98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C02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910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18A0B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8607A" w14:textId="36DA5C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2BF9" w14:textId="7218BA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BF69" w14:textId="39B8D3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CB5A" w14:textId="029DF08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21BF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2F5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C2D0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903625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F2A24" w14:textId="01E0EC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0681E" w14:textId="2CDA70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13DB" w14:textId="531CCD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17195" w14:textId="1302D2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1D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A0D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8E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C7984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7D56" w14:textId="5CD0C0E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40AE" w14:textId="4F8684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378A" w14:textId="768821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78B5D" w14:textId="5F7871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A4DA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18B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69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A76C2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EEBFB" w14:textId="48FE9C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FD053" w14:textId="6AD6F8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FFAD" w14:textId="5412CB7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960C" w14:textId="7014D1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10A2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373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8ADF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D3F96E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75AA" w14:textId="0B8E13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E1DD" w14:textId="647EF8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8C5C" w14:textId="7619BB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A4A7" w14:textId="544306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5E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16A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38D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04621F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43C7A" w14:textId="2D9223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F1E8" w14:textId="5A7906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26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7E9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948A" w14:textId="6FEBE6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4D9F" w14:textId="47F546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9E49" w14:textId="27B01C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85.10</w:t>
            </w:r>
          </w:p>
        </w:tc>
      </w:tr>
      <w:tr w:rsidR="00333BCE" w:rsidRPr="005446F8" w14:paraId="2EA340F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2B04" w14:textId="48001C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1E82" w14:textId="4741BE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23FC" w14:textId="402E48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74AE" w14:textId="4AA79B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140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EC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C14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DEBC4F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C751B" w14:textId="08F0447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57470" w14:textId="047EA8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A8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CF1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923A" w14:textId="0A01BE0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79210" w14:textId="7FE330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453C" w14:textId="49D840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72.73</w:t>
            </w:r>
          </w:p>
        </w:tc>
      </w:tr>
      <w:tr w:rsidR="00333BCE" w:rsidRPr="005446F8" w14:paraId="5BB011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8320" w14:textId="0C96715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B3F89" w14:textId="02866F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4D99" w14:textId="7A7E75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D6E5" w14:textId="605BB4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31A1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75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1A4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42FF0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A030" w14:textId="3E379F6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3D1D" w14:textId="76EA31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35C2" w14:textId="1172CB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4479" w14:textId="7BF742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862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8BEB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834D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BBB8A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3B02" w14:textId="44C1C7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957D" w14:textId="590706F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CD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9EE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9FF1A" w14:textId="7DA354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539A" w14:textId="7DFDD3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FF58B" w14:textId="0D985F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62.90</w:t>
            </w:r>
          </w:p>
        </w:tc>
      </w:tr>
      <w:tr w:rsidR="00333BCE" w:rsidRPr="005446F8" w14:paraId="014A3FF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1E7A" w14:textId="1883AD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EEAF" w14:textId="0E9B8D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B8A8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973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E788" w14:textId="009DE2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4D95" w14:textId="440F41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C2CA9" w14:textId="1855E0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</w:tr>
      <w:tr w:rsidR="00333BCE" w:rsidRPr="005446F8" w14:paraId="1791794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5A7BB" w14:textId="42E6DF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8C93" w14:textId="2E24A6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9C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9D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2656" w14:textId="4F04D2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F7533" w14:textId="071680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01C11" w14:textId="0540D3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62D0E55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7EFC" w14:textId="02FB87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451D" w14:textId="0682C4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752E3" w14:textId="61C5DE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90ED" w14:textId="7F000FA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B25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47D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DE5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D80F6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C77EB" w14:textId="2773BB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15A25" w14:textId="1DEE38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2D3C" w14:textId="57052B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30EF" w14:textId="7C617A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2E5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9BB6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C79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FA204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A3F0B" w14:textId="458984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18EE4" w14:textId="47B8BB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3B172" w14:textId="14F2E1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3C8E" w14:textId="44BF187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DAC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80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C71A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2F150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0AE4" w14:textId="0EA045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AF0F" w14:textId="35A367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B150" w14:textId="58BFB3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FBE5" w14:textId="4D52E8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22BA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66A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B1AD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55654B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0ACFD" w14:textId="7BFDBD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929CC" w14:textId="5062F0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40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28A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1AEF0" w14:textId="7EADE6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1B55" w14:textId="7070AE1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662C" w14:textId="2DD390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</w:tr>
      <w:tr w:rsidR="00333BCE" w:rsidRPr="005446F8" w14:paraId="65D438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A0487" w14:textId="1995070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C7A0C" w14:textId="053BE5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F16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F9F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6FF2" w14:textId="65D866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4A18" w14:textId="39D5D1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3085" w14:textId="5AD9AC3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</w:tr>
      <w:tr w:rsidR="00333BCE" w:rsidRPr="005446F8" w14:paraId="15E5483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DC54F" w14:textId="1810AE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5218" w14:textId="53088D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5603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94E2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6FFB" w14:textId="0A3077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ACCE" w14:textId="0053E6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0C4A" w14:textId="2DC229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29.18</w:t>
            </w:r>
          </w:p>
        </w:tc>
      </w:tr>
      <w:tr w:rsidR="00333BCE" w:rsidRPr="005446F8" w14:paraId="5A94EBB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C3276" w14:textId="1E22AA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8CB6F" w14:textId="32E99D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130D3" w14:textId="4758CC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ADDC6" w14:textId="34AFAE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EDF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6F78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248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6571E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0EA5" w14:textId="07273A4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AA62" w14:textId="06F3598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2E4B" w14:textId="40BEA8E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0D208" w14:textId="6D6248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64E2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1DE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1A6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C997AE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EB710" w14:textId="070C7F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BEB2" w14:textId="0595888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DA35B" w14:textId="54A3C1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0BB18" w14:textId="295224A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643D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44FF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829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59BAE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20E1" w14:textId="508D06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7402F" w14:textId="4D32A5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535F" w14:textId="2B1028F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2692" w14:textId="2600E7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99EA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6BE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407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2AEF3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D1D2" w14:textId="7CCDB84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18FD" w14:textId="7B2269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887D" w14:textId="722631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F070" w14:textId="3E574A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FC80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E8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59B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576A3A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BBA4" w14:textId="437191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4F4F" w14:textId="76ED15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3D2D" w14:textId="004F35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6B905" w14:textId="79CCEB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4CE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795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E5B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C6ADC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05BD" w14:textId="5A9171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1614" w14:textId="18BEEF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BEC0" w14:textId="7005CF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C283" w14:textId="29F07B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F1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B53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C5DE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510D2D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06B2" w14:textId="51759F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A213" w14:textId="28844F4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6A5A" w14:textId="76E292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9C20E" w14:textId="6D233F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783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9E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6817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05B27A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57E14" w14:textId="340E14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7359" w14:textId="1B3662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EC03" w14:textId="106C97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DD7ED" w14:textId="30F222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78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C14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73A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4A27A8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51686" w14:textId="684480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D1FE" w14:textId="2703F7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E9C5" w14:textId="5E4009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0501" w14:textId="59B278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2DA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219A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134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B1C42A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E821" w14:textId="76362F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DF9FB" w14:textId="17C26C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CA4E" w14:textId="18C953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EE0C" w14:textId="7E8E75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28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A8C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BD58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469F0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DA64" w14:textId="1F4CA7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41DBF" w14:textId="5ACDB53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060C" w14:textId="20AEE2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2D626" w14:textId="703797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36D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A91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5DD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DA699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DD5D" w14:textId="4B67BA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31A5" w14:textId="65721B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6041" w14:textId="659019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8B3D" w14:textId="6433BF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4CA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2E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E66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BC1A59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E0D9" w14:textId="7EFA8A3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DCF2" w14:textId="6C9448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E9E8" w14:textId="0FBB9E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59BF" w14:textId="2BCD9C5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E6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80E3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607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2CB844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75ECA" w14:textId="249DD34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3A48" w14:textId="55C056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C043" w14:textId="4ECE5C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9798" w14:textId="5DB007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460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ED5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9BE7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8869F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A8A29" w14:textId="3F983B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0B9A" w14:textId="4E3E1A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0270" w14:textId="3F8E72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6751" w14:textId="56CDCD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66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4E0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4095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C6AE9B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7A8AC" w14:textId="0C9580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E9DD5" w14:textId="5E66F9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DBE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145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80D7" w14:textId="2F7928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F57CD" w14:textId="5622B7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26F2" w14:textId="0CDEE4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21.44</w:t>
            </w:r>
          </w:p>
        </w:tc>
      </w:tr>
      <w:tr w:rsidR="00333BCE" w:rsidRPr="005446F8" w14:paraId="3A638E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DA76" w14:textId="186461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6C2DF" w14:textId="5DED0F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ED554" w14:textId="6A8746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DC11" w14:textId="629D822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6F3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42C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717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E54E93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2167" w14:textId="1A8312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138EB" w14:textId="3169DC1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7AA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D02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D66CB" w14:textId="452C66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78E7" w14:textId="5352B2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3F2C3" w14:textId="269A56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</w:tr>
      <w:tr w:rsidR="00333BCE" w:rsidRPr="005446F8" w14:paraId="42A5421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9667C" w14:textId="58E5CD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8C8C" w14:textId="02F8D5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A71B" w14:textId="1F121F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A541" w14:textId="154897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7E9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2CE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2BA6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52B879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9100" w14:textId="31FDAC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796D" w14:textId="6BE10B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B2EED" w14:textId="3385AE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41C41" w14:textId="2A7E12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CC18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4E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E5C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1690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973FF" w14:textId="67A8D7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C68B" w14:textId="536B59D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9239" w14:textId="586277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5260" w14:textId="549AE67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6F32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2DE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F81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1D1C1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CC05" w14:textId="62CADD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BDBF" w14:textId="1BB331F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31BD" w14:textId="449193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E220" w14:textId="1FC6E3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9D8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E47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15BD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8C1094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C9BF0" w14:textId="108E92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08B9" w14:textId="489C2B8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86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39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E4D4" w14:textId="2A3E38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6166" w14:textId="300C4B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4B5C" w14:textId="62BECB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</w:tr>
      <w:tr w:rsidR="00333BCE" w:rsidRPr="005446F8" w14:paraId="0944680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12434" w14:textId="20586B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C145" w14:textId="7B15715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60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CE3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A65F" w14:textId="00AB2E4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4494" w14:textId="421BB2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7D933" w14:textId="3B9E04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37.04</w:t>
            </w:r>
          </w:p>
        </w:tc>
      </w:tr>
      <w:tr w:rsidR="00333BCE" w:rsidRPr="005446F8" w14:paraId="1A1CB8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215C" w14:textId="5AE4280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8DC1" w14:textId="7DE11E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CFBF5" w14:textId="4051E7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AD7C" w14:textId="21345F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52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4E4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2F92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2D352E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C126" w14:textId="2020E2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BDC7" w14:textId="28A02B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2F24" w14:textId="23B611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B6C97" w14:textId="1ACC67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C80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9E7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F56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C3818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9C554" w14:textId="3F03A9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3CB1B" w14:textId="0A7AF3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AF5C" w14:textId="29DF6A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B6A90" w14:textId="7AFC124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3DFD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360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BBA5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90F344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88C7" w14:textId="6754D5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1E2D" w14:textId="3C9E66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5CB3" w14:textId="23D760F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E2EB" w14:textId="18B069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82B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27E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295F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66F5E7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2D0F" w14:textId="298721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7896" w14:textId="400A7BF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2C7B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A9C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59814" w14:textId="6D432A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80E1C" w14:textId="44CB9DB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3.158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0FA7" w14:textId="526DE4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116.85</w:t>
            </w:r>
          </w:p>
        </w:tc>
      </w:tr>
      <w:tr w:rsidR="00333BCE" w:rsidRPr="005446F8" w14:paraId="2697E7F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5627C" w14:textId="2CAAAC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F3AE" w14:textId="2AA48B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4E3B" w14:textId="05824A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1D3A" w14:textId="72756A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14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22C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DB6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2A3424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D751" w14:textId="4C31FAA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FEA3" w14:textId="3469AB3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3A69A" w14:textId="54DB3A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B57A9" w14:textId="795E07D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2.816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EAFA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A1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63D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1C5FE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E4D2" w14:textId="26982E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2D19" w14:textId="37497C4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AE5A2" w14:textId="193123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519E" w14:textId="0D206E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E5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F3F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FCB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BAD1BC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82B19" w14:textId="1B1092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1441" w14:textId="65D576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7E7F7" w14:textId="493530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ACD5E" w14:textId="189BC7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5527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84A8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F5A6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E0C8E7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2E0B" w14:textId="72C15E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C4773" w14:textId="7F6222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A606" w14:textId="72D541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0435" w14:textId="7A4B7F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186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B102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65F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8DA4D6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3D45" w14:textId="29D956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58B5" w14:textId="11DEB2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ED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CDC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D39E3" w14:textId="277533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9733" w14:textId="563FD2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6248" w14:textId="698A74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77.74</w:t>
            </w:r>
          </w:p>
        </w:tc>
      </w:tr>
      <w:tr w:rsidR="00333BCE" w:rsidRPr="005446F8" w14:paraId="2B5F891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F2E1" w14:textId="0B1A62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5478" w14:textId="0E48CA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31F2" w14:textId="197B9B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DED28" w14:textId="3613F95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FBBA6" w14:textId="37511C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97E9" w14:textId="3DB0E7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9FDB" w14:textId="46A22E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41CE29B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72F69" w14:textId="1D2399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2B785" w14:textId="79BD7C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74434" w14:textId="756251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6565" w14:textId="57E70D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99B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2E3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301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A1F8E7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ECAC" w14:textId="57AA73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68C4" w14:textId="411D0B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AD85C" w14:textId="124580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FAE6" w14:textId="0F6817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F9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9D7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B0A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0FF5F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C0972" w14:textId="500000F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348A2" w14:textId="2B324F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5030" w14:textId="441697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F30B" w14:textId="31BFCA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A9E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43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FF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5F71F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300A" w14:textId="2487BE3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ADBF" w14:textId="06981F1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0687A" w14:textId="14EC8AA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0654" w14:textId="5190A4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0C7F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331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626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8785E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50F5E" w14:textId="7CC8486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B513B" w14:textId="2A8DBF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143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066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927D" w14:textId="1AF695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87CC" w14:textId="00D964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7467" w14:textId="2F00648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52.41</w:t>
            </w:r>
          </w:p>
        </w:tc>
      </w:tr>
      <w:tr w:rsidR="00333BCE" w:rsidRPr="005446F8" w14:paraId="254C25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2DD0F" w14:textId="7559D72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54F3" w14:textId="12A03C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D99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BA7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A32F4" w14:textId="284F16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936F" w14:textId="7D15D5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C62B" w14:textId="49BE457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51.84</w:t>
            </w:r>
          </w:p>
        </w:tc>
      </w:tr>
      <w:tr w:rsidR="00333BCE" w:rsidRPr="005446F8" w14:paraId="418B939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504F" w14:textId="22A904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6C749" w14:textId="492FF8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F42A" w14:textId="505699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ED563" w14:textId="2554BE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009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9C7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7C6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451987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3F7B" w14:textId="1952F0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32287" w14:textId="1DE47E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094DF" w14:textId="61E0CC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045A" w14:textId="080398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ECA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5A0B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AB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963FB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D674" w14:textId="5BC052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C888" w14:textId="7C3367B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2B9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221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16FAD" w14:textId="5B1E5E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62214" w14:textId="3725B7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3821" w14:textId="3CEC5C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44.40</w:t>
            </w:r>
          </w:p>
        </w:tc>
      </w:tr>
      <w:tr w:rsidR="00333BCE" w:rsidRPr="005446F8" w14:paraId="3752E7D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CCF1" w14:textId="029403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F1D2" w14:textId="034630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EEF1" w14:textId="36CE57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04B5F" w14:textId="25007F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861B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97A0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42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97DC11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35E47" w14:textId="3864B4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94DF" w14:textId="0A5DCD6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0901" w14:textId="4B9E4D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6249C" w14:textId="130C1F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45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6F4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65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5D0566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9A3F" w14:textId="648F786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C506E" w14:textId="6F0B9A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67B3B" w14:textId="2B2993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563B" w14:textId="750667D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006E" w14:textId="11C996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647C" w14:textId="7D9B4F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D1CB" w14:textId="4A4C4F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64.43</w:t>
            </w:r>
          </w:p>
        </w:tc>
      </w:tr>
      <w:tr w:rsidR="00333BCE" w:rsidRPr="005446F8" w14:paraId="05191E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E8CE" w14:textId="2FBD3FF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01101" w14:textId="0A4C5B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6254" w14:textId="2E65A7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F9DE" w14:textId="0CC4C3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B3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1DD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5A8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3E1B4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D269" w14:textId="64DB07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00539" w14:textId="41C963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537F1" w14:textId="65F84B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0965" w14:textId="016229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5304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AAD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B45C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F4A3E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EB44" w14:textId="4E5155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42CE" w14:textId="214E71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AE07" w14:textId="59748D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43C01" w14:textId="6757C9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B6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9D8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6F8F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642C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CCB9" w14:textId="7E137A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B4F7" w14:textId="4C434E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A46D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86A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C6DA" w14:textId="4D3657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81A5" w14:textId="38C2A9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078B9" w14:textId="1EECC8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14.80</w:t>
            </w:r>
          </w:p>
        </w:tc>
      </w:tr>
      <w:tr w:rsidR="00333BCE" w:rsidRPr="005446F8" w14:paraId="6C9E08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C29C" w14:textId="05B5D9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BB568" w14:textId="2C703F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55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3F59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9C56" w14:textId="694C37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4EDC" w14:textId="2C0559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02090" w14:textId="6457207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</w:tr>
      <w:tr w:rsidR="00333BCE" w:rsidRPr="005446F8" w14:paraId="4D1CF1C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43CA" w14:textId="6A7385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471A6" w14:textId="6CDC34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8E24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395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ED638" w14:textId="56E0DA6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DA9E" w14:textId="0B2893C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A2B0" w14:textId="2EBA80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62.14</w:t>
            </w:r>
          </w:p>
        </w:tc>
      </w:tr>
      <w:tr w:rsidR="00333BCE" w:rsidRPr="005446F8" w14:paraId="4EBF40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27E9" w14:textId="1A0AC2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15C6" w14:textId="29D80DF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17C9" w14:textId="609BD6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3F1B" w14:textId="558A7B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BB46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3C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F6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9702C4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C8EA" w14:textId="0F5E98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92FF" w14:textId="3B00B2A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2040" w14:textId="24D3061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E208" w14:textId="4E9C79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42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2469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420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CFA43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421A" w14:textId="77EF0E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D348" w14:textId="291C79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6A78" w14:textId="4461C6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3412" w14:textId="761798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4C0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E9A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C91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91789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88DA" w14:textId="2707A02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1040" w14:textId="6A9800F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473B" w14:textId="646AB74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8966C" w14:textId="6D0743E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F8D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629A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AFB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BDB54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812A9" w14:textId="0856FF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CA91" w14:textId="0C9439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E91A" w14:textId="2D5B7F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6EC7" w14:textId="2A3C1A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484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C17E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D15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63F8A5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7704" w14:textId="6EAA3F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CBAA" w14:textId="145DCD4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B1238" w14:textId="6D97D1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6E9E7" w14:textId="7458EF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80A9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C6F7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C41A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48EF06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DB101" w14:textId="3AAA795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18FA" w14:textId="38FEC7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0FB4" w14:textId="213CC2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40E8" w14:textId="32F5FB6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004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E20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54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2B3005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1332" w14:textId="182208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5E8D" w14:textId="6C9E24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0497" w14:textId="09FBF4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8E5A1" w14:textId="21D874E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E23F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753D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0C8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72184B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27DF" w14:textId="4BEC34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89982" w14:textId="3FAA91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6080A" w14:textId="0D910D2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2C31" w14:textId="10B31A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355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ED0E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11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048D4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76DFB" w14:textId="14FA24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30EA" w14:textId="5B45B9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6F15" w14:textId="1CEE09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25A8" w14:textId="72E516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A4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E8A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3EB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461984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4AB5" w14:textId="5F1B2A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CB2F" w14:textId="304289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A437" w14:textId="039CC1A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19929" w14:textId="2FBDE9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DA92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7FF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DA4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FEB4AE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E88F" w14:textId="00A623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6FA5" w14:textId="00A87D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EE18A" w14:textId="5ADB17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3862" w14:textId="22297D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EBD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0BE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83A2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8D7DB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8E35" w14:textId="1A1CE1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5E40" w14:textId="60FBF83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6C4F" w14:textId="3D6DA3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C8DF" w14:textId="321FAF7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FF95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434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789C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C94B21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BED3" w14:textId="0F8082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45775" w14:textId="5026F4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DCD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62C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EA6C" w14:textId="0191C48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DF652" w14:textId="502CA2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6D65" w14:textId="5B5BD74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111.00</w:t>
            </w:r>
          </w:p>
        </w:tc>
      </w:tr>
      <w:tr w:rsidR="00333BCE" w:rsidRPr="005446F8" w14:paraId="3A8DE18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D653C" w14:textId="701294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A842" w14:textId="13DF4C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B04F" w14:textId="7887A53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8B9B7" w14:textId="06D933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9746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65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1DC5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5B87F0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A2B5" w14:textId="71EE02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EC2B" w14:textId="52EAF1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158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473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29D7" w14:textId="1A4A74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E0EA" w14:textId="3568F8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599C" w14:textId="170BEF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99.27</w:t>
            </w:r>
          </w:p>
        </w:tc>
      </w:tr>
      <w:tr w:rsidR="00333BCE" w:rsidRPr="005446F8" w14:paraId="49CF4B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0EA8" w14:textId="3086AD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9312C" w14:textId="39C518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065A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F36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1CAC8" w14:textId="5937F7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00A5" w14:textId="5317ED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974E" w14:textId="58093E0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92.54</w:t>
            </w:r>
          </w:p>
        </w:tc>
      </w:tr>
      <w:tr w:rsidR="00333BCE" w:rsidRPr="005446F8" w14:paraId="2F24140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7F23" w14:textId="1621C4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2992" w14:textId="287CA4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5A74C" w14:textId="50C943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FDF9B" w14:textId="541E8ED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24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727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A5E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C1D25E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0E15" w14:textId="154322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9F8C6" w14:textId="4B9222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97FCC" w14:textId="403776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93F9" w14:textId="2AC5AF1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694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E75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DBE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3F5475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FE03" w14:textId="23BF58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95C6" w14:textId="7EA018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C138" w14:textId="5EDB7C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5797" w14:textId="254B82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F1F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1FD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B1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96BA8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726B" w14:textId="647FAD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720F3" w14:textId="1121B9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FF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95C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B47C" w14:textId="55C827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AD93" w14:textId="7AA593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7A08A" w14:textId="3D1FFA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</w:tr>
      <w:tr w:rsidR="00333BCE" w:rsidRPr="005446F8" w14:paraId="7EAEC9C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355C" w14:textId="128053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C89D" w14:textId="60079F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9FF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49AD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6E16" w14:textId="1F74B5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02F3D" w14:textId="5B70A1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0A8F" w14:textId="0B0174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1AB8655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6A5EC" w14:textId="2F14571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82415" w14:textId="3A5D75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CE8D5" w14:textId="2E5E7FE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1DDA" w14:textId="7A5E9BC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F12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E199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CAB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BFD467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B6FD" w14:textId="1E84DA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BC22" w14:textId="69CBFF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5558" w14:textId="521702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E782" w14:textId="57CDE9B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5E9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B89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C0B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454B18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707D" w14:textId="702C20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38AA" w14:textId="67EA83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8FA7" w14:textId="2AC8F5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AE7E" w14:textId="7A70E8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4F3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41F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428F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9554A5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1608F" w14:textId="3811FD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10CA" w14:textId="253697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AC9C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AF00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A473" w14:textId="3A5923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C8A12" w14:textId="08B77E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BA85" w14:textId="027CA6C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51.80</w:t>
            </w:r>
          </w:p>
        </w:tc>
      </w:tr>
      <w:tr w:rsidR="00333BCE" w:rsidRPr="005446F8" w14:paraId="1F53439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4ABAD" w14:textId="5854ED4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AD8DF" w14:textId="4D1F3B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D8B9" w14:textId="4243D3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18D6" w14:textId="3F11AE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855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110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3E20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304590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71CD4" w14:textId="08D74B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F0EB" w14:textId="4676CE7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439C" w14:textId="56DAF0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8227" w14:textId="285435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DAC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B82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D319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E60891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9DD5" w14:textId="187911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BD6F" w14:textId="7796A2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28F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275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AD547" w14:textId="68F55B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BFC4" w14:textId="27C5269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73CF" w14:textId="5165E2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363157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6B8B" w14:textId="1DFE28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8BB7E" w14:textId="3A6097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D9E5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FAFE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9514" w14:textId="26A626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D76A" w14:textId="4F107D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CB5B" w14:textId="46B5F5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35.38</w:t>
            </w:r>
          </w:p>
        </w:tc>
      </w:tr>
      <w:tr w:rsidR="00333BCE" w:rsidRPr="005446F8" w14:paraId="1A3DF68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52E9" w14:textId="56275E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9081" w14:textId="3F6153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0993A" w14:textId="13DE90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2348" w14:textId="5C54CF4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D59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3CE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FC4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D584D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BACF" w14:textId="3FB496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5790" w14:textId="0E02C5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B0A46" w14:textId="1B5BB5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60CE7" w14:textId="283C47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BBE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744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80F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6906E2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35A1" w14:textId="3DDEF0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2226" w14:textId="2CCA28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02A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2AB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B7FD9" w14:textId="6287FE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B213" w14:textId="162E98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061B1" w14:textId="14A600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110.89</w:t>
            </w:r>
          </w:p>
        </w:tc>
      </w:tr>
      <w:tr w:rsidR="00333BCE" w:rsidRPr="005446F8" w14:paraId="39DAA02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0359C" w14:textId="133E1C3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8733" w14:textId="50CDE2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8E16" w14:textId="05696F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C4AD" w14:textId="38EED9B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DCC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317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46A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B64CFE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EF51" w14:textId="5588B9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C8FF" w14:textId="793F0C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6BEEC" w14:textId="02DAEB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26E0" w14:textId="239389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B094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176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5A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002F8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E49A" w14:textId="6D0627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D3C4" w14:textId="20187B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CEEA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C5E9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FCED" w14:textId="66532F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51F23" w14:textId="2049D0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8521D" w14:textId="4AE399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34.05</w:t>
            </w:r>
          </w:p>
        </w:tc>
      </w:tr>
      <w:tr w:rsidR="00333BCE" w:rsidRPr="005446F8" w14:paraId="3935779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4028" w14:textId="5338A5B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0BA2" w14:textId="3F39D4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1C2B" w14:textId="28A520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810E" w14:textId="61DD98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AAF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688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F1D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D477D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0849" w14:textId="4AAAA2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9A432" w14:textId="0F32EB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FD88" w14:textId="2F8382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55D9" w14:textId="633EA3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410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38D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F8F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03F489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BB00" w14:textId="36D1C4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DEF1" w14:textId="2872A3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ABC7" w14:textId="5104797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BE2B" w14:textId="33B5E9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5F6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0957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390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124DF2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936E8" w14:textId="0E910A7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3813" w14:textId="6D4B85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009E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4E1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6B555" w14:textId="0556B6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4EF3" w14:textId="6A9C47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2.730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CAEA5" w14:textId="0864FF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101.00</w:t>
            </w:r>
          </w:p>
        </w:tc>
      </w:tr>
      <w:tr w:rsidR="00333BCE" w:rsidRPr="005446F8" w14:paraId="0A3CF5F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5B35" w14:textId="5FB460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EA48" w14:textId="25F111D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807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DA1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E9DF" w14:textId="2C46991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ABBFE" w14:textId="2B6BA0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4.983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F103" w14:textId="5AE63D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184.36</w:t>
            </w:r>
          </w:p>
        </w:tc>
      </w:tr>
      <w:tr w:rsidR="00333BCE" w:rsidRPr="005446F8" w14:paraId="4FBC2E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3CF2" w14:textId="015F11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EB1A" w14:textId="373CC72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2075" w14:textId="31B1707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0471" w14:textId="7F34AB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380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F0E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CCF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2E2974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AD39" w14:textId="79D3322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2499" w14:textId="3637B93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CC09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7E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7BD0" w14:textId="12CA46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5BC1E" w14:textId="74FEB70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B7EC" w14:textId="6AC123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111.00</w:t>
            </w:r>
          </w:p>
        </w:tc>
      </w:tr>
      <w:tr w:rsidR="00333BCE" w:rsidRPr="005446F8" w14:paraId="2652922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1FB9" w14:textId="48BD671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F18C" w14:textId="25299C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4C91" w14:textId="4875FE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462B" w14:textId="71AA81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8C44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DA2F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2B8A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3BC2A6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B1B0" w14:textId="74B2BC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7B89" w14:textId="07E91A1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255E" w14:textId="149B54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3E85" w14:textId="25F4533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571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336D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AB5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B39139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7112" w14:textId="47B17B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B2B5" w14:textId="7EE04E9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844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45F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550EB" w14:textId="7E33C9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E38E3" w14:textId="23D19A5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3D80" w14:textId="3B19A4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70.37</w:t>
            </w:r>
          </w:p>
        </w:tc>
      </w:tr>
      <w:tr w:rsidR="00333BCE" w:rsidRPr="005446F8" w14:paraId="5BECE4D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E6355" w14:textId="2A140E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9FC6" w14:textId="5E8500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F5E58" w14:textId="2F66C6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359FF" w14:textId="14D637A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41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2899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5189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A25BC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37D0" w14:textId="44B700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3DE76" w14:textId="3BA24A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1BAE" w14:textId="5C1BDB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8846" w14:textId="33C4BA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CC9C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F9A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93B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9B540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CEDB" w14:textId="097C15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05D22" w14:textId="785A93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1B65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40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D075" w14:textId="45CE1D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CE60" w14:textId="0F5997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29B8" w14:textId="7B13815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27.38</w:t>
            </w:r>
          </w:p>
        </w:tc>
      </w:tr>
      <w:tr w:rsidR="00333BCE" w:rsidRPr="005446F8" w14:paraId="6CB1D4C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262C" w14:textId="7D3DC1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30C3" w14:textId="452882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8D52" w14:textId="3E301B1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24C85" w14:textId="568C28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E59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35C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2772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F3BE24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53DE" w14:textId="7764FBA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2773D" w14:textId="781766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484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2EC5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8F72" w14:textId="34D269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ABDB" w14:textId="0719E0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C72D" w14:textId="06C2AF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22.94</w:t>
            </w:r>
          </w:p>
        </w:tc>
      </w:tr>
      <w:tr w:rsidR="00333BCE" w:rsidRPr="005446F8" w14:paraId="3BF4A1D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2273" w14:textId="32F0C5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3CAA" w14:textId="59DCC6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2A04" w14:textId="05C96C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9047" w14:textId="1B5695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FCFC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404C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8125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D00762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A039" w14:textId="35C1E54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163CD" w14:textId="6A859B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E990C" w14:textId="22A0D0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23893" w14:textId="0E5922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149B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634B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244A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AD210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16780" w14:textId="77D1C7D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C4973" w14:textId="45EC5C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ACA9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1E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32D3" w14:textId="179403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9C80" w14:textId="244C1A1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97CB" w14:textId="1690C3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</w:tr>
      <w:tr w:rsidR="00333BCE" w:rsidRPr="005446F8" w14:paraId="1451B20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15044" w14:textId="1D26E1A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10C15" w14:textId="77AB7E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95120" w14:textId="092EAA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A2E1C" w14:textId="5E5B04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E12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88F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2AB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0D8EC2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FD71" w14:textId="0CE74D0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3BEDA" w14:textId="208227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9320" w14:textId="3C27022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1BF9" w14:textId="3F8A939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08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D0C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2B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419B8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56F0" w14:textId="39DA46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FCBE" w14:textId="05D199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9F0C5" w14:textId="54F948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9733" w14:textId="7A700F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4D0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F22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DDB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C0B7A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8C8C" w14:textId="1F728D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A95C" w14:textId="08BE37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E15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E72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D34C" w14:textId="046C5D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038B" w14:textId="4C5147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CBC7" w14:textId="6533BA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</w:tr>
      <w:tr w:rsidR="00333BCE" w:rsidRPr="005446F8" w14:paraId="46BFECB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57CB" w14:textId="4BE97BB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CC22" w14:textId="573B83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3EF7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6B47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472D" w14:textId="214200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576C" w14:textId="7C0BDFA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AE6A" w14:textId="6E9113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7.05</w:t>
            </w:r>
          </w:p>
        </w:tc>
      </w:tr>
      <w:tr w:rsidR="00333BCE" w:rsidRPr="005446F8" w14:paraId="6CCDCC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D240" w14:textId="2E2FBB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D623" w14:textId="7836A3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E458" w14:textId="63201B3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ABF89" w14:textId="61C0193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D41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6B9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B6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72D9A2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CD30" w14:textId="4B7E6F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860D5" w14:textId="4C8C46B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C6A2" w14:textId="3C8146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2D56" w14:textId="46797D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419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2F02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EFF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38C5E2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F722" w14:textId="3B04724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A65F" w14:textId="34A006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6E3D" w14:textId="7A13E8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114B" w14:textId="68DB90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634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9B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329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7CD92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8EB7" w14:textId="148673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B0F1" w14:textId="050FC7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B25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D949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33CD" w14:textId="495421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10FF" w14:textId="3B942F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D217" w14:textId="3EFEF6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</w:tr>
      <w:tr w:rsidR="00333BCE" w:rsidRPr="005446F8" w14:paraId="35CCC41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A3872" w14:textId="0B8A5B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5EDB" w14:textId="55F188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D1B3" w14:textId="2E0D1C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8736" w14:textId="4815556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EB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F436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AA7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12C21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FC98" w14:textId="65001F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643AF" w14:textId="50D1888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F83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EBA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7221" w14:textId="116FFA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35.284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3288" w14:textId="0FE5832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55D61" w14:textId="72E54B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</w:tr>
      <w:tr w:rsidR="00333BCE" w:rsidRPr="005446F8" w14:paraId="75D9ED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06D9" w14:textId="448659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6B42" w14:textId="712C06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6DD6" w14:textId="4113EA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97AF" w14:textId="34190A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10.747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BCF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FF8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004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9F5E3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38E7" w14:textId="492DBFD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AE4F7" w14:textId="7B2680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92B3" w14:textId="0F0BCC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EB4FE" w14:textId="52B2A5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2578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AFE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A68D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3B8B6F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58C9" w14:textId="30502DE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04DD" w14:textId="0EFE8A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B77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866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87609" w14:textId="561FD3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515D5" w14:textId="1DEFBD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7.595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48B2" w14:textId="114DC6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281.01</w:t>
            </w:r>
          </w:p>
        </w:tc>
      </w:tr>
      <w:tr w:rsidR="00333BCE" w:rsidRPr="005446F8" w14:paraId="0631AD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44B26" w14:textId="3ACBFBB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9A65" w14:textId="3E8594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C0E7" w14:textId="25A54C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17D8" w14:textId="51747E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6D3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D11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687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8A9A8E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CBEB" w14:textId="0FC1A5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DD66" w14:textId="12FD85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262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B20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CA06B" w14:textId="22FF62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2F599" w14:textId="3A80D0F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4.597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C86D" w14:textId="7ADE5A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170.09</w:t>
            </w:r>
          </w:p>
        </w:tc>
      </w:tr>
      <w:tr w:rsidR="00333BCE" w:rsidRPr="005446F8" w14:paraId="18F386A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D12C" w14:textId="5181C1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4E1E" w14:textId="79EEBA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93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389E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2782" w14:textId="567AB9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7AFA" w14:textId="3D25D6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66A5" w14:textId="6FA1571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127.89</w:t>
            </w:r>
          </w:p>
        </w:tc>
      </w:tr>
      <w:tr w:rsidR="00333BCE" w:rsidRPr="005446F8" w14:paraId="443F026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4A24" w14:textId="404B0E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EC18" w14:textId="1A8252A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2438" w14:textId="14A924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4777" w14:textId="37E896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993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4A06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C1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8E3813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1AA0" w14:textId="0AE0F46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64033" w14:textId="730BAE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9905D" w14:textId="223B54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3FD3A" w14:textId="592232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71C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06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BFF0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B195F7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8FD60" w14:textId="37714B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4111" w14:textId="106488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5DFF3" w14:textId="7BDDF0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D3EA6" w14:textId="0C625F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4A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CBC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A84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8EC435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90E6" w14:textId="6ADF79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A571" w14:textId="1A4246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EAA61" w14:textId="7B8D14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B2C46" w14:textId="6E4C253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35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823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A88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574698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4C8B3" w14:textId="3E005E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450BF" w14:textId="2F3E7F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8170" w14:textId="0B9CF7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5531" w14:textId="1FC18B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518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4A4A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2EA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CC1407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7A01" w14:textId="3CD408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5A98" w14:textId="2D6830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5815" w14:textId="1120A4A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CF75" w14:textId="2C5A91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8D5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1907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84B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2FEC3B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1284" w14:textId="42A6AD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52E0B" w14:textId="0F64850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188B" w14:textId="1E5035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36FB" w14:textId="0610604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14A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F9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6B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730C47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3CCCB" w14:textId="34EE8F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440D8" w14:textId="3F06288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61AF" w14:textId="6A4CC8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32ED" w14:textId="1EB8EA2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A71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2E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BC5D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B9D2D7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FFEEE" w14:textId="27E6F0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B4F3" w14:textId="61A51B0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8281" w14:textId="160B45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597D" w14:textId="498348E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E0D5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AE6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4E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578583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D0A1F" w14:textId="44DC1F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09E0" w14:textId="4BBDBB3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99C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A99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2E8A" w14:textId="48C322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19C8" w14:textId="012121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E999" w14:textId="6F0514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32309C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793C" w14:textId="0DF74E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AC2F9" w14:textId="639C79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8B9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33F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728A2" w14:textId="04E63B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852D" w14:textId="0F7A88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DD47" w14:textId="6ACC75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51.58</w:t>
            </w:r>
          </w:p>
        </w:tc>
      </w:tr>
      <w:tr w:rsidR="00333BCE" w:rsidRPr="005446F8" w14:paraId="5ECE2DD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92E0" w14:textId="26C1D8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08E05" w14:textId="75A3BA1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05F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D99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004B9" w14:textId="252828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1F8F6" w14:textId="10AE5B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C158" w14:textId="0BFA37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36.96</w:t>
            </w:r>
          </w:p>
        </w:tc>
      </w:tr>
      <w:tr w:rsidR="00333BCE" w:rsidRPr="005446F8" w14:paraId="7D76B3C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8447" w14:textId="4DDAC6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6B44" w14:textId="5D0CA8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CD084" w14:textId="49B9DB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365D" w14:textId="7A154F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A628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BF9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CE91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BE6E15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05ED" w14:textId="635ED2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56F4" w14:textId="47BD0A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179E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D58C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7376" w14:textId="3A525A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382D" w14:textId="046E04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E0D08" w14:textId="0BA418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</w:tr>
      <w:tr w:rsidR="00333BCE" w:rsidRPr="005446F8" w14:paraId="021E087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FFE8" w14:textId="553683B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51C55" w14:textId="27679A7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CB36E" w14:textId="4C9E6ED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78E6" w14:textId="750E5E1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E5A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DF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AFA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145AF0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7939" w14:textId="5958D11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4611" w14:textId="3F5B7E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C327" w14:textId="341D92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AC39" w14:textId="6D9507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DE6B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E1E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21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DA5222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A0BA0" w14:textId="531CF4A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BB97" w14:textId="18E2C8D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47C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7DE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1932A" w14:textId="4F3FCA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7039" w14:textId="5D59CD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91CDD" w14:textId="59231B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221.93</w:t>
            </w:r>
          </w:p>
        </w:tc>
      </w:tr>
      <w:tr w:rsidR="00333BCE" w:rsidRPr="005446F8" w14:paraId="053FA4F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317E" w14:textId="75A8A6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6459" w14:textId="620164A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87F4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8860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BEC88" w14:textId="6A7FB5A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D347" w14:textId="4069D1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5.375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3BA2" w14:textId="36A7DC7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198.87</w:t>
            </w:r>
          </w:p>
        </w:tc>
      </w:tr>
      <w:tr w:rsidR="00333BCE" w:rsidRPr="005446F8" w14:paraId="367F48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A0BE" w14:textId="4C048BA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8F1D" w14:textId="656D966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0935" w14:textId="382FAB0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D62D" w14:textId="17C051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3E5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35B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15B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9BE1F7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B0AC" w14:textId="7DCAD3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97AC" w14:textId="692788C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44526" w14:textId="2CB85B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DAE54" w14:textId="37A9385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5991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F99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22A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F8AC23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8688" w14:textId="1949FB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141A" w14:textId="462FC1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1DA8" w14:textId="311AD34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ABBF" w14:textId="6D27016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E7FA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3E5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B384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E5763E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164D" w14:textId="59A1355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68C8" w14:textId="188743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8E3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610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C785" w14:textId="1832DF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16D4" w14:textId="72B32E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90DE" w14:textId="5F1430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81.40</w:t>
            </w:r>
          </w:p>
        </w:tc>
      </w:tr>
      <w:tr w:rsidR="00333BCE" w:rsidRPr="005446F8" w14:paraId="174AE1F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52E3B" w14:textId="2ECB23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B810C" w14:textId="421E12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8D9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9B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7576" w14:textId="16AD6F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038F" w14:textId="16917E4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8108" w14:textId="66A570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74.00</w:t>
            </w:r>
          </w:p>
        </w:tc>
      </w:tr>
      <w:tr w:rsidR="00333BCE" w:rsidRPr="005446F8" w14:paraId="5F4606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50D3" w14:textId="1C664D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6838C" w14:textId="1BB03B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63FB" w14:textId="52EC02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57104" w14:textId="4329BE9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A8A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E95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599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311477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C682" w14:textId="78EF42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15BC" w14:textId="0DD0368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9A317" w14:textId="07C7D04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825E" w14:textId="178EE0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484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EC5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7695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C72749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1FCB" w14:textId="3DF034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77BB2" w14:textId="430E825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14A68" w14:textId="1EAAC48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6374" w14:textId="184169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433BB" w14:textId="207CD9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578F" w14:textId="70A3FE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05DB" w14:textId="5E599BC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33.03</w:t>
            </w:r>
          </w:p>
        </w:tc>
      </w:tr>
      <w:tr w:rsidR="00333BCE" w:rsidRPr="005446F8" w14:paraId="4129010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6C8D" w14:textId="5D1A1F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606C" w14:textId="4E2F7CB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AEB2C" w14:textId="0ECFD3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CBF4" w14:textId="56019FA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28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C66A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CA8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982161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910E6" w14:textId="1E971E5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3E04" w14:textId="2672E3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9FFF6" w14:textId="2096B8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5868" w14:textId="5134AC9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5780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A941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E1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754A44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666AB" w14:textId="452FB9B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DA03D" w14:textId="52F3C3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103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CF7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FEFD" w14:textId="6C9DC7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2C4A" w14:textId="7C07DA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00CD" w14:textId="5458E2B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29.86</w:t>
            </w:r>
          </w:p>
        </w:tc>
      </w:tr>
      <w:tr w:rsidR="00333BCE" w:rsidRPr="005446F8" w14:paraId="57E83DA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954A5" w14:textId="0391882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0EA9A" w14:textId="0122311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D350" w14:textId="17C30EA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74D7" w14:textId="31163D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083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E5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6409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39E621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9FBF" w14:textId="6E24BE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E28E6" w14:textId="1299FD1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3B01C" w14:textId="388E1A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7F0A0" w14:textId="3E9838E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6E46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5C2D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0E0D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05EB4C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8399" w14:textId="7C490D8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3DAD" w14:textId="1999E3D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CFF6C" w14:textId="3FC789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B4EB" w14:textId="64E1838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575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E7DE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67E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7D1087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CB29" w14:textId="593F99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CDFD" w14:textId="77DF41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6AE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13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5AC25" w14:textId="4AF1998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D224" w14:textId="319CE91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B2F4" w14:textId="6BA66DD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</w:tr>
      <w:tr w:rsidR="00333BCE" w:rsidRPr="005446F8" w14:paraId="47ED10C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D414" w14:textId="6CAAB32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3DD8E" w14:textId="6BA7FD3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65B4" w14:textId="26A91DC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916C" w14:textId="40E891E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8865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6BAF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0C7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98B113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2886" w14:textId="071F232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4AD6" w14:textId="509431E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C962" w14:textId="604C827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A60B" w14:textId="723573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CDF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1C2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FBA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77220C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3C781" w14:textId="6060BFD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52BD" w14:textId="7AABBE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8035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FF0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CCAFA" w14:textId="29B214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9B36" w14:textId="2FD301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178C" w14:textId="4CE9F6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16.81</w:t>
            </w:r>
          </w:p>
        </w:tc>
      </w:tr>
      <w:tr w:rsidR="00333BCE" w:rsidRPr="005446F8" w14:paraId="47CB28A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029F" w14:textId="57E281C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РУМАКС 63ЕООД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5937" w14:textId="279A83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66973" w14:textId="6DA3FF9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2BC9" w14:textId="479135D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46AA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529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C88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BA9550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ABE7" w14:textId="3A3066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71D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41E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2391A" w14:textId="6DCEBA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547.517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496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B02B" w14:textId="2EC65B0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129.506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25BC" w14:textId="0A9EDE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4791.70</w:t>
            </w:r>
          </w:p>
        </w:tc>
      </w:tr>
      <w:tr w:rsidR="00333BCE" w:rsidRPr="005446F8" w14:paraId="590A109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18EC" w14:textId="722B5D9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9EC20" w14:textId="04B1BFC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47205" w14:textId="3215D9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72751" w14:textId="0B3B73E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C583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137A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F82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5093CF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A044" w14:textId="519BF3D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00A9" w14:textId="66E548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107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71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FF44" w14:textId="050A249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AC57" w14:textId="712A97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813D" w14:textId="09F305D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126.24</w:t>
            </w:r>
          </w:p>
        </w:tc>
      </w:tr>
      <w:tr w:rsidR="00333BCE" w:rsidRPr="005446F8" w14:paraId="27E51C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E80AF" w14:textId="1B8FB4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B8420" w14:textId="73104BA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B58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2B8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30D" w14:textId="5332A8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882BE" w14:textId="596F3DA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C95A2" w14:textId="1B9D2B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18.61</w:t>
            </w:r>
          </w:p>
        </w:tc>
      </w:tr>
      <w:tr w:rsidR="00333BCE" w:rsidRPr="005446F8" w14:paraId="28015D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7464" w14:textId="577347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EC75E" w14:textId="7C9A60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2CF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145C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E4CF6" w14:textId="49750A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B749F" w14:textId="2A2C67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5F051" w14:textId="049959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</w:tr>
      <w:tr w:rsidR="00333BCE" w:rsidRPr="005446F8" w14:paraId="6542FB7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BE31" w14:textId="55B4E50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226C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9D5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F3F3F" w14:textId="17C2581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A029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54BC" w14:textId="15BA467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4.227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84E5" w14:textId="262D3FF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156.40</w:t>
            </w:r>
          </w:p>
        </w:tc>
      </w:tr>
      <w:tr w:rsidR="00333BCE" w:rsidRPr="005446F8" w14:paraId="598FAA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475A" w14:textId="779F3E7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СНЕЖАНА ТОДОРОВА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2787" w14:textId="332D43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E4C19" w14:textId="6A7FF2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A1DB1" w14:textId="498DC76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12.416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FB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A1C1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855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04C3602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EAE0" w14:textId="564C4D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СНЕЖАНА ТОДОРОВА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26C04" w14:textId="483B5F1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AAB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49C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526F" w14:textId="28BCF2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23B2" w14:textId="73BC0B7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466B" w14:textId="101203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48.06</w:t>
            </w:r>
          </w:p>
        </w:tc>
      </w:tr>
      <w:tr w:rsidR="00333BCE" w:rsidRPr="005446F8" w14:paraId="5F3E99E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DEEF" w14:textId="7FA415E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СНЕЖАНА ТОДОРОВА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4246" w14:textId="54EA16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9744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F97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37BC" w14:textId="336CA6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BDC6B" w14:textId="6A35A8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3ECC2" w14:textId="279B7F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44.40</w:t>
            </w:r>
          </w:p>
        </w:tc>
      </w:tr>
      <w:tr w:rsidR="00333BCE" w:rsidRPr="005446F8" w14:paraId="07DFC86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DE672" w14:textId="2F1886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СНЕЖАНА ТОДОРОВА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E96E2" w14:textId="5AEA612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0C0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588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69B37" w14:textId="6C9E40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6FF5" w14:textId="0E0A45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0830" w14:textId="3B1CD3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37.04</w:t>
            </w:r>
          </w:p>
        </w:tc>
      </w:tr>
      <w:tr w:rsidR="00333BCE" w:rsidRPr="005446F8" w14:paraId="4724D7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F618" w14:textId="6B6704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D11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EEB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CC563" w14:textId="6A2348D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12.416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D37D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0006" w14:textId="66ADFA1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E1BE" w14:textId="3B60B8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129.50</w:t>
            </w:r>
          </w:p>
        </w:tc>
      </w:tr>
      <w:tr w:rsidR="00333BCE" w:rsidRPr="005446F8" w14:paraId="7D9220D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CADE" w14:textId="6A0299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6BBB" w14:textId="00D98C0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D0E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24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9DE1" w14:textId="34DE70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E7689" w14:textId="5497EE5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65E08" w14:textId="639F18E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81.36</w:t>
            </w:r>
          </w:p>
        </w:tc>
      </w:tr>
      <w:tr w:rsidR="00333BCE" w:rsidRPr="005446F8" w14:paraId="4A34AD0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50BD5" w14:textId="61DFD72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A2E0" w14:textId="634E415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4391" w14:textId="4C2EAE8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8E380" w14:textId="35EB5D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667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3A93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6F7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183429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D999" w14:textId="24193D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B719" w14:textId="7764071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FEF0" w14:textId="537194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3A9E" w14:textId="4764E3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9BF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506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ACAD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4C23B89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C8D4" w14:textId="116D4A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7321A" w14:textId="28CE16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9D50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4A1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EDB5" w14:textId="054464A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3B47" w14:textId="2BD672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4FCD2" w14:textId="5CFDE5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25.86</w:t>
            </w:r>
          </w:p>
        </w:tc>
      </w:tr>
      <w:tr w:rsidR="00333BCE" w:rsidRPr="005446F8" w14:paraId="41A2F7D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5E738" w14:textId="2409B7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2644" w14:textId="23C850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A6CB" w14:textId="56D3321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740B" w14:textId="7F353CD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899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07A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682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DCD8C8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A6E3" w14:textId="5194A79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4EB3" w14:textId="4EEE9E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E2A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C7E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D631" w14:textId="333CDF1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02D2" w14:textId="414883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1738" w14:textId="15ED6E8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73.11</w:t>
            </w:r>
          </w:p>
        </w:tc>
      </w:tr>
      <w:tr w:rsidR="00333BCE" w:rsidRPr="005446F8" w14:paraId="6C9AF9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1C3F" w14:textId="104F9C6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8C9B" w14:textId="592F7A1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E97A" w14:textId="0D6B0B4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DEFC" w14:textId="5E9BD37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2587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BA4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2C7E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21CA5A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CF2D0" w14:textId="500B30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D64C" w14:textId="584FEFF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1F6A" w14:textId="0DB5DEA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6FE60" w14:textId="152B73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6CB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5E2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ADB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FBE16C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7457" w14:textId="0A7C0C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1F92" w14:textId="5408FB5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088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A00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BC01" w14:textId="779F6CF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275CA" w14:textId="3A23D4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90EF" w14:textId="0BA9DE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37.00</w:t>
            </w:r>
          </w:p>
        </w:tc>
      </w:tr>
      <w:tr w:rsidR="00333BCE" w:rsidRPr="005446F8" w14:paraId="6EF5ABF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BC7C" w14:textId="61D21C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78DEE" w14:textId="549D81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B5B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4B1B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4072" w14:textId="397CC04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517E" w14:textId="01E9E61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4730" w14:textId="052C1EC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133.13</w:t>
            </w:r>
          </w:p>
        </w:tc>
      </w:tr>
      <w:tr w:rsidR="00333BCE" w:rsidRPr="005446F8" w14:paraId="01371F4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4378" w14:textId="3AB6D5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51A60" w14:textId="1326CE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AF29" w14:textId="52CC0A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B360" w14:textId="78C4EE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50E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7E7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7F2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59CA50C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182AF" w14:textId="418AAC8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453F" w14:textId="0008972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05B47" w14:textId="649B4ED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8104" w14:textId="352B82B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689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751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4DB3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DCDB4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3370" w14:textId="27A080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15A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33F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335EB" w14:textId="5378AA0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8.350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5D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0005" w14:textId="5720C6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9.472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98FB" w14:textId="1F6D3B6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350.46</w:t>
            </w:r>
          </w:p>
        </w:tc>
      </w:tr>
      <w:tr w:rsidR="00333BCE" w:rsidRPr="005446F8" w14:paraId="0D9959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7181F" w14:textId="4F081F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52B7C" w14:textId="05B63C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262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EE54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EF9F" w14:textId="3B2F4BC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A47D" w14:textId="207A41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4.671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47AC" w14:textId="0D26CE3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172.83</w:t>
            </w:r>
          </w:p>
        </w:tc>
      </w:tr>
      <w:tr w:rsidR="00333BCE" w:rsidRPr="005446F8" w14:paraId="342FABC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9A87" w14:textId="23DEA4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9D0DC" w14:textId="2F56B1F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E5B0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A18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FF2FD" w14:textId="2BF6AF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9B52A" w14:textId="31B74F4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2.565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8039E" w14:textId="60698D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94.90</w:t>
            </w:r>
          </w:p>
        </w:tc>
      </w:tr>
      <w:tr w:rsidR="00333BCE" w:rsidRPr="005446F8" w14:paraId="008A64C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61F9D" w14:textId="5848A80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B14A" w14:textId="7662821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22E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A2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68345" w14:textId="3C265D9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CFA0" w14:textId="26E22A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F3A2" w14:textId="4D78C78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43.73</w:t>
            </w:r>
          </w:p>
        </w:tc>
      </w:tr>
      <w:tr w:rsidR="00333BCE" w:rsidRPr="005446F8" w14:paraId="7015F4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62D9" w14:textId="155E64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CBF1" w14:textId="613F635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9D5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4D73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06DE9" w14:textId="57D3E8B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547D4" w14:textId="7793669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7517" w14:textId="6CD4360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42.07</w:t>
            </w:r>
          </w:p>
        </w:tc>
      </w:tr>
      <w:tr w:rsidR="00333BCE" w:rsidRPr="005446F8" w14:paraId="74AF35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8EEE8" w14:textId="009191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1E823" w14:textId="6B942E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366D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6E6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F156" w14:textId="2EC814E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1F26" w14:textId="4CD7B13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C367" w14:textId="09B6AB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</w:tr>
      <w:tr w:rsidR="00333BCE" w:rsidRPr="005446F8" w14:paraId="535FB8B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D7EC" w14:textId="1A3DB1D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lastRenderedPageBreak/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537A" w14:textId="4BDBBCB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21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6DFFB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B89E8" w14:textId="47E3F39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6E70" w14:textId="0F043D9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77A69" w14:textId="30BBDF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24.94</w:t>
            </w:r>
          </w:p>
        </w:tc>
      </w:tr>
      <w:tr w:rsidR="00333BCE" w:rsidRPr="005446F8" w14:paraId="59F7723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76E72" w14:textId="04E57BF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BD04" w14:textId="72D1F10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313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1A6C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2F22" w14:textId="7B19414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226AF" w14:textId="12EA64F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E0D1" w14:textId="45300A4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</w:tr>
      <w:tr w:rsidR="00333BCE" w:rsidRPr="005446F8" w14:paraId="2343182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C32F" w14:textId="60013F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AFEC" w14:textId="2AF6433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DE66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AB3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5678" w14:textId="447E93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3177A" w14:textId="46F5A6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9404" w14:textId="58FE80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22.06</w:t>
            </w:r>
          </w:p>
        </w:tc>
      </w:tr>
      <w:tr w:rsidR="00333BCE" w:rsidRPr="005446F8" w14:paraId="2C4E07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529FB" w14:textId="4878EEE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3AE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89D0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C7EEA" w14:textId="6271E6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B68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BCAC" w14:textId="46AFA9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12.242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30BF2" w14:textId="5BF9FC5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452.96</w:t>
            </w:r>
          </w:p>
        </w:tc>
      </w:tr>
      <w:tr w:rsidR="00333BCE" w:rsidRPr="005446F8" w14:paraId="6C7B398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9FD5" w14:textId="4E5A2C7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ABE2" w14:textId="746864A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E088" w14:textId="63E99CC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9CBE" w14:textId="143056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0EF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3A2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1BFE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3BCE" w:rsidRPr="005446F8" w14:paraId="15DF89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850B" w14:textId="3BB0748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C5AB" w14:textId="7B73C26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A26A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AE14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B171" w14:textId="22F62A6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F753" w14:textId="58C6BA9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DDC5" w14:textId="5AF0292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</w:tr>
      <w:tr w:rsidR="00333BCE" w:rsidRPr="005446F8" w14:paraId="573DE12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AB6BC" w14:textId="7BF3703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132F9" w14:textId="45246F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D4ADA" w14:textId="21CFCDD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8994" w14:textId="3C18B9A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3BA5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C78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B44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430FBC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92AA" w14:textId="163720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67905" w14:textId="5BEEBAD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98EC" w14:textId="7083747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62FD" w14:textId="7E1804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41CC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30A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ADD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221297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57842" w14:textId="7D404FA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36CF8" w14:textId="273CDE7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83CA3" w14:textId="652E32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0B30" w14:textId="3859DA7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FF5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86A5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A59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1B4094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FABC6" w14:textId="52D4352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DA96B" w14:textId="320886B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2338" w14:textId="0C2406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36.294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01C5" w14:textId="5D1A19F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5C81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1F4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EC97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6C1465C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8DA7" w14:textId="659278B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1D2E" w14:textId="3F2EA98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C3B8F" w14:textId="7C2A62B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5D297" w14:textId="011A6C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CA51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A8E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EFC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71185B2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625B8" w14:textId="4E6D883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1BD1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EC8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DFD7" w14:textId="5B0F5D8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13.468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7FFD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DBE0F" w14:textId="7782E83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0.979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03B7" w14:textId="741280D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36.22</w:t>
            </w:r>
          </w:p>
        </w:tc>
      </w:tr>
      <w:tr w:rsidR="00333BCE" w:rsidRPr="005446F8" w14:paraId="1AFD788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CF9" w14:textId="09061B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EDFEE" w14:textId="4A4D6D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16E4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051D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79D9" w14:textId="176B036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6462" w14:textId="7F6D567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C251" w14:textId="209BC05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</w:tr>
      <w:tr w:rsidR="00333BCE" w:rsidRPr="005446F8" w14:paraId="4562919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13FB" w14:textId="717908A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472C" w14:textId="4B4CE5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254C" w14:textId="5FFDDD6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A4EE" w14:textId="292392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833D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E42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E91F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9B4F70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B884" w14:textId="1E754B2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8662" w14:textId="14D0732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C1CB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89E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D6A1" w14:textId="1BDD84A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C06C" w14:textId="1C37592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B238" w14:textId="12632BF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</w:tr>
      <w:tr w:rsidR="00333BCE" w:rsidRPr="005446F8" w14:paraId="742206A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A0F4" w14:textId="586735E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1A5C1" w14:textId="0A8AA52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B34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A6A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811E3" w14:textId="03EF57D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F44E" w14:textId="10087D5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308B6" w14:textId="30BD1D9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36.96</w:t>
            </w:r>
          </w:p>
        </w:tc>
      </w:tr>
      <w:tr w:rsidR="00333BCE" w:rsidRPr="005446F8" w14:paraId="0265E26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A0E2" w14:textId="19AC395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9D1F2" w14:textId="7F201B2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8149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EED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AB16" w14:textId="0DBF0E5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C43EF" w14:textId="7595479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F29A" w14:textId="7AE74F1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</w:tr>
      <w:tr w:rsidR="00333BCE" w:rsidRPr="005446F8" w14:paraId="4AD868F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60DF" w14:textId="6B40128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18F0" w14:textId="141327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3856F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2A96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A739F" w14:textId="3DE5C38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5701" w14:textId="328B0E4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09CB3" w14:textId="1BAF736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6D17D00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503F" w14:textId="4595850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266D" w14:textId="141D0C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CFD8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6EB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6FEB" w14:textId="396AC6C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4844" w14:textId="505821C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40D88" w14:textId="60156BB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</w:tr>
      <w:tr w:rsidR="00333BCE" w:rsidRPr="005446F8" w14:paraId="571BFC9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03C4" w14:textId="67B665C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68EB" w14:textId="5B6B683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DCBB" w14:textId="428A1FE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D836" w14:textId="47F5FE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672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6330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E82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257EA2D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38B2" w14:textId="063AAA7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2B238" w14:textId="13AB4BB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BF8F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B07D9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91428" w14:textId="2D8457D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713FA" w14:textId="492A9AF6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648AB" w14:textId="0287B0A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</w:tr>
      <w:tr w:rsidR="00333BCE" w:rsidRPr="005446F8" w14:paraId="6D204FF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0104" w14:textId="0BA8001C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EE1D" w14:textId="4718FC2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AB86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BF71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FFA9" w14:textId="248D3C2E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ADFE" w14:textId="594A816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6BA92" w14:textId="1A5364A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36.96</w:t>
            </w:r>
          </w:p>
        </w:tc>
      </w:tr>
      <w:tr w:rsidR="00333BCE" w:rsidRPr="005446F8" w14:paraId="7A00C2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4186" w14:textId="0A33EF0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8AEC" w14:textId="0565400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4007" w14:textId="185507C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FA2C" w14:textId="11185DF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5B94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FE53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BB3E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0851E5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6A73" w14:textId="48E3B532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FBAE8" w14:textId="62AB193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23D4E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D02D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0520" w14:textId="58F3ACA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A47A3" w14:textId="17332955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AF5BB" w14:textId="20C5713B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25.86</w:t>
            </w:r>
          </w:p>
        </w:tc>
      </w:tr>
      <w:tr w:rsidR="00333BCE" w:rsidRPr="005446F8" w14:paraId="631C5DC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0765" w14:textId="5245B7D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74B9" w14:textId="57AB71B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0BE8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A8C1A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D7E5D" w14:textId="6735C6C1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831C" w14:textId="1516B514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B465" w14:textId="232D876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25.75</w:t>
            </w:r>
          </w:p>
        </w:tc>
      </w:tr>
      <w:tr w:rsidR="00333BCE" w:rsidRPr="005446F8" w14:paraId="6BDB4B7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BBCB0" w14:textId="56EBFA63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ЦВЕТАН ПЕТРОВ СЕРГИЕВ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72D2" w14:textId="35F18B19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B5B0" w14:textId="0E71FD7A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28.77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DAC8" w14:textId="4615D80F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70D31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BEE2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4B2C7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BCE" w:rsidRPr="005446F8" w14:paraId="3EF71E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DDD5" w14:textId="29652BB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2E948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2BC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22C0" w14:textId="294BAAE8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9DA45" w14:textId="77777777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5D97" w14:textId="56E8576D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11.677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1923" w14:textId="2A6EE5F0" w:rsidR="00333BCE" w:rsidRPr="00BD0E5D" w:rsidRDefault="00333BCE" w:rsidP="00333BC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0E5D">
              <w:rPr>
                <w:rFonts w:ascii="Arial" w:hAnsi="Arial" w:cs="Arial"/>
                <w:b/>
                <w:bCs/>
                <w:sz w:val="18"/>
                <w:szCs w:val="18"/>
              </w:rPr>
              <w:t>432.05</w:t>
            </w:r>
          </w:p>
        </w:tc>
      </w:tr>
      <w:tr w:rsidR="002C69FB" w:rsidRPr="005446F8" w14:paraId="6D78D1F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4C09" w14:textId="0B99153D" w:rsidR="002C69FB" w:rsidRPr="00333BCE" w:rsidRDefault="002C69FB" w:rsidP="002C69F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B7BB" w14:textId="77777777" w:rsidR="002C69FB" w:rsidRPr="00BD0E5D" w:rsidRDefault="002C69FB" w:rsidP="002C69F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5F32" w14:textId="77777777" w:rsidR="002C69FB" w:rsidRPr="00BD0E5D" w:rsidRDefault="002C69FB" w:rsidP="002C69F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AC7F8" w14:textId="3147A55D" w:rsidR="002C69FB" w:rsidRPr="002C69FB" w:rsidRDefault="002C69FB" w:rsidP="002C69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69FB">
              <w:rPr>
                <w:b/>
                <w:sz w:val="22"/>
                <w:szCs w:val="22"/>
              </w:rPr>
              <w:t>2442.896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67E3" w14:textId="77777777" w:rsidR="002C69FB" w:rsidRPr="002C69FB" w:rsidRDefault="002C69FB" w:rsidP="002C69F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C2D6E" w14:textId="249FB42F" w:rsidR="002C69FB" w:rsidRPr="002C69FB" w:rsidRDefault="002C69FB" w:rsidP="002C69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69FB">
              <w:rPr>
                <w:b/>
                <w:sz w:val="22"/>
                <w:szCs w:val="22"/>
              </w:rPr>
              <w:t>772.622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B71E" w14:textId="1DD028EC" w:rsidR="002C69FB" w:rsidRPr="002C69FB" w:rsidRDefault="002C69FB" w:rsidP="002C69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69FB">
              <w:rPr>
                <w:b/>
                <w:sz w:val="22"/>
                <w:szCs w:val="22"/>
              </w:rPr>
              <w:t>28586.99</w:t>
            </w:r>
          </w:p>
        </w:tc>
      </w:tr>
    </w:tbl>
    <w:p w14:paraId="075E98E9" w14:textId="77777777" w:rsidR="0097789C" w:rsidRPr="00486FFD" w:rsidRDefault="0097789C" w:rsidP="0097789C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486FFD">
        <w:rPr>
          <w:sz w:val="22"/>
          <w:szCs w:val="22"/>
          <w:lang w:val="bg-BG"/>
        </w:rPr>
        <w:t>Н</w:t>
      </w:r>
      <w:proofErr w:type="spellStart"/>
      <w:r w:rsidRPr="00486FFD">
        <w:rPr>
          <w:sz w:val="22"/>
          <w:szCs w:val="22"/>
          <w:lang w:val="ru-RU"/>
        </w:rPr>
        <w:t>астоящата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заповед</w:t>
      </w:r>
      <w:proofErr w:type="spellEnd"/>
      <w:r w:rsidRPr="00486FFD">
        <w:rPr>
          <w:sz w:val="22"/>
          <w:szCs w:val="22"/>
          <w:lang w:val="ru-RU"/>
        </w:rPr>
        <w:t xml:space="preserve">, </w:t>
      </w:r>
      <w:proofErr w:type="spellStart"/>
      <w:r w:rsidRPr="00486FFD">
        <w:rPr>
          <w:sz w:val="22"/>
          <w:szCs w:val="22"/>
          <w:lang w:val="ru-RU"/>
        </w:rPr>
        <w:t>заедно</w:t>
      </w:r>
      <w:proofErr w:type="spellEnd"/>
      <w:r w:rsidRPr="00486FFD">
        <w:rPr>
          <w:sz w:val="22"/>
          <w:szCs w:val="22"/>
          <w:lang w:val="ru-RU"/>
        </w:rPr>
        <w:t xml:space="preserve"> с </w:t>
      </w:r>
      <w:proofErr w:type="spellStart"/>
      <w:r w:rsidRPr="00486FFD">
        <w:rPr>
          <w:sz w:val="22"/>
          <w:szCs w:val="22"/>
          <w:lang w:val="ru-RU"/>
        </w:rPr>
        <w:t>окончателните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регистри</w:t>
      </w:r>
      <w:proofErr w:type="spellEnd"/>
      <w:r w:rsidRPr="00486FFD">
        <w:rPr>
          <w:sz w:val="22"/>
          <w:szCs w:val="22"/>
          <w:lang w:val="ru-RU"/>
        </w:rPr>
        <w:t xml:space="preserve"> и карта на </w:t>
      </w:r>
      <w:proofErr w:type="spellStart"/>
      <w:r w:rsidRPr="00486FFD">
        <w:rPr>
          <w:sz w:val="22"/>
          <w:szCs w:val="22"/>
          <w:lang w:val="ru-RU"/>
        </w:rPr>
        <w:t>ползването</w:t>
      </w:r>
      <w:proofErr w:type="spellEnd"/>
      <w:r w:rsidRPr="00486FFD">
        <w:rPr>
          <w:sz w:val="22"/>
          <w:szCs w:val="22"/>
          <w:lang w:val="ru-RU"/>
        </w:rPr>
        <w:t xml:space="preserve">, да се </w:t>
      </w:r>
      <w:proofErr w:type="spellStart"/>
      <w:r w:rsidRPr="00486FFD">
        <w:rPr>
          <w:sz w:val="22"/>
          <w:szCs w:val="22"/>
          <w:lang w:val="ru-RU"/>
        </w:rPr>
        <w:t>обяви</w:t>
      </w:r>
      <w:proofErr w:type="spellEnd"/>
      <w:r w:rsidRPr="00486FFD">
        <w:rPr>
          <w:sz w:val="22"/>
          <w:szCs w:val="22"/>
          <w:lang w:val="ru-RU"/>
        </w:rPr>
        <w:t xml:space="preserve"> в </w:t>
      </w:r>
      <w:proofErr w:type="spellStart"/>
      <w:r w:rsidRPr="00486FFD">
        <w:rPr>
          <w:sz w:val="22"/>
          <w:szCs w:val="22"/>
          <w:lang w:val="ru-RU"/>
        </w:rPr>
        <w:t>кметството</w:t>
      </w:r>
      <w:proofErr w:type="spellEnd"/>
      <w:r w:rsidRPr="00486FFD">
        <w:rPr>
          <w:sz w:val="22"/>
          <w:szCs w:val="22"/>
          <w:lang w:val="ru-RU"/>
        </w:rPr>
        <w:t xml:space="preserve"> и в </w:t>
      </w:r>
      <w:proofErr w:type="spellStart"/>
      <w:r w:rsidRPr="00486FFD">
        <w:rPr>
          <w:sz w:val="22"/>
          <w:szCs w:val="22"/>
          <w:lang w:val="ru-RU"/>
        </w:rPr>
        <w:t>сградата</w:t>
      </w:r>
      <w:proofErr w:type="spellEnd"/>
      <w:r w:rsidRPr="00486FFD">
        <w:rPr>
          <w:sz w:val="22"/>
          <w:szCs w:val="22"/>
          <w:lang w:val="ru-RU"/>
        </w:rPr>
        <w:t xml:space="preserve"> на </w:t>
      </w:r>
      <w:proofErr w:type="spellStart"/>
      <w:r w:rsidRPr="00486FFD">
        <w:rPr>
          <w:sz w:val="22"/>
          <w:szCs w:val="22"/>
          <w:lang w:val="ru-RU"/>
        </w:rPr>
        <w:t>общинската</w:t>
      </w:r>
      <w:proofErr w:type="spellEnd"/>
      <w:r w:rsidRPr="00486FFD">
        <w:rPr>
          <w:sz w:val="22"/>
          <w:szCs w:val="22"/>
          <w:lang w:val="ru-RU"/>
        </w:rPr>
        <w:t xml:space="preserve"> служба по </w:t>
      </w:r>
      <w:proofErr w:type="spellStart"/>
      <w:r w:rsidRPr="00486FFD">
        <w:rPr>
          <w:sz w:val="22"/>
          <w:szCs w:val="22"/>
          <w:lang w:val="ru-RU"/>
        </w:rPr>
        <w:t>земеделие</w:t>
      </w:r>
      <w:proofErr w:type="spellEnd"/>
      <w:r w:rsidRPr="00486FFD">
        <w:rPr>
          <w:sz w:val="22"/>
          <w:szCs w:val="22"/>
          <w:lang w:val="ru-RU"/>
        </w:rPr>
        <w:t xml:space="preserve"> и се </w:t>
      </w:r>
      <w:proofErr w:type="spellStart"/>
      <w:r w:rsidRPr="00486FFD">
        <w:rPr>
          <w:sz w:val="22"/>
          <w:szCs w:val="22"/>
          <w:lang w:val="ru-RU"/>
        </w:rPr>
        <w:t>публикува</w:t>
      </w:r>
      <w:proofErr w:type="spellEnd"/>
      <w:r w:rsidRPr="00486FFD">
        <w:rPr>
          <w:sz w:val="22"/>
          <w:szCs w:val="22"/>
          <w:lang w:val="ru-RU"/>
        </w:rPr>
        <w:t xml:space="preserve"> на интернет </w:t>
      </w:r>
      <w:proofErr w:type="spellStart"/>
      <w:r w:rsidRPr="00486FFD">
        <w:rPr>
          <w:sz w:val="22"/>
          <w:szCs w:val="22"/>
          <w:lang w:val="ru-RU"/>
        </w:rPr>
        <w:t>страницата</w:t>
      </w:r>
      <w:proofErr w:type="spellEnd"/>
      <w:r w:rsidRPr="00486FFD">
        <w:rPr>
          <w:sz w:val="22"/>
          <w:szCs w:val="22"/>
          <w:lang w:val="ru-RU"/>
        </w:rPr>
        <w:t xml:space="preserve"> на </w:t>
      </w:r>
      <w:proofErr w:type="spellStart"/>
      <w:r w:rsidRPr="00486FFD">
        <w:rPr>
          <w:sz w:val="22"/>
          <w:szCs w:val="22"/>
          <w:lang w:val="ru-RU"/>
        </w:rPr>
        <w:t>общината</w:t>
      </w:r>
      <w:proofErr w:type="spellEnd"/>
      <w:r w:rsidRPr="00486FFD">
        <w:rPr>
          <w:sz w:val="22"/>
          <w:szCs w:val="22"/>
          <w:lang w:val="ru-RU"/>
        </w:rPr>
        <w:t xml:space="preserve"> и на </w:t>
      </w:r>
      <w:proofErr w:type="spellStart"/>
      <w:r w:rsidRPr="00486FFD">
        <w:rPr>
          <w:sz w:val="22"/>
          <w:szCs w:val="22"/>
          <w:lang w:val="ru-RU"/>
        </w:rPr>
        <w:t>областната</w:t>
      </w:r>
      <w:proofErr w:type="spellEnd"/>
      <w:r w:rsidRPr="00486FFD">
        <w:rPr>
          <w:sz w:val="22"/>
          <w:szCs w:val="22"/>
          <w:lang w:val="ru-RU"/>
        </w:rPr>
        <w:t xml:space="preserve"> дирекция "</w:t>
      </w:r>
      <w:proofErr w:type="spellStart"/>
      <w:r w:rsidRPr="00486FFD">
        <w:rPr>
          <w:sz w:val="22"/>
          <w:szCs w:val="22"/>
          <w:lang w:val="ru-RU"/>
        </w:rPr>
        <w:t>Земеделие</w:t>
      </w:r>
      <w:proofErr w:type="spellEnd"/>
      <w:r w:rsidRPr="00486FFD">
        <w:rPr>
          <w:sz w:val="22"/>
          <w:szCs w:val="22"/>
          <w:lang w:val="bg-BG"/>
        </w:rPr>
        <w:t>“</w:t>
      </w:r>
    </w:p>
    <w:p w14:paraId="531CC6AF" w14:textId="77777777" w:rsidR="0097789C" w:rsidRPr="00486FFD" w:rsidRDefault="0097789C" w:rsidP="0097789C">
      <w:pPr>
        <w:jc w:val="both"/>
        <w:textAlignment w:val="center"/>
        <w:rPr>
          <w:sz w:val="22"/>
          <w:szCs w:val="22"/>
          <w:lang w:val="ru-RU"/>
        </w:rPr>
      </w:pPr>
      <w:r w:rsidRPr="00486FFD">
        <w:rPr>
          <w:sz w:val="22"/>
          <w:szCs w:val="22"/>
          <w:lang w:val="ru-RU"/>
        </w:rPr>
        <w:t xml:space="preserve">    </w:t>
      </w:r>
      <w:r w:rsidRPr="00486FFD">
        <w:rPr>
          <w:sz w:val="22"/>
          <w:szCs w:val="22"/>
          <w:lang w:val="ru-RU"/>
        </w:rPr>
        <w:tab/>
      </w:r>
      <w:proofErr w:type="spellStart"/>
      <w:r w:rsidRPr="00486FFD">
        <w:rPr>
          <w:sz w:val="22"/>
          <w:szCs w:val="22"/>
          <w:lang w:val="ru-RU"/>
        </w:rPr>
        <w:t>Заповедта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може</w:t>
      </w:r>
      <w:proofErr w:type="spellEnd"/>
      <w:r w:rsidRPr="00486FFD">
        <w:rPr>
          <w:sz w:val="22"/>
          <w:szCs w:val="22"/>
          <w:lang w:val="ru-RU"/>
        </w:rPr>
        <w:t xml:space="preserve"> да </w:t>
      </w:r>
      <w:proofErr w:type="spellStart"/>
      <w:r w:rsidRPr="00486FFD">
        <w:rPr>
          <w:sz w:val="22"/>
          <w:szCs w:val="22"/>
          <w:lang w:val="ru-RU"/>
        </w:rPr>
        <w:t>бъде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обжалвана</w:t>
      </w:r>
      <w:proofErr w:type="spellEnd"/>
      <w:r w:rsidRPr="00486FFD">
        <w:rPr>
          <w:sz w:val="22"/>
          <w:szCs w:val="22"/>
          <w:lang w:val="ru-RU"/>
        </w:rPr>
        <w:t xml:space="preserve"> в 14-дневен срок по </w:t>
      </w:r>
      <w:proofErr w:type="spellStart"/>
      <w:r w:rsidRPr="00486FFD">
        <w:rPr>
          <w:sz w:val="22"/>
          <w:szCs w:val="22"/>
          <w:lang w:val="ru-RU"/>
        </w:rPr>
        <w:t>реда</w:t>
      </w:r>
      <w:proofErr w:type="spellEnd"/>
      <w:r w:rsidRPr="00486FFD">
        <w:rPr>
          <w:sz w:val="22"/>
          <w:szCs w:val="22"/>
          <w:lang w:val="ru-RU"/>
        </w:rPr>
        <w:t xml:space="preserve"> на Административно-</w:t>
      </w:r>
      <w:proofErr w:type="spellStart"/>
      <w:r w:rsidRPr="00486FFD">
        <w:rPr>
          <w:sz w:val="22"/>
          <w:szCs w:val="22"/>
          <w:lang w:val="ru-RU"/>
        </w:rPr>
        <w:t>процесуалния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proofErr w:type="gramStart"/>
      <w:r w:rsidRPr="00486FFD">
        <w:rPr>
          <w:sz w:val="22"/>
          <w:szCs w:val="22"/>
          <w:lang w:val="ru-RU"/>
        </w:rPr>
        <w:t>кодекс.Обжалването</w:t>
      </w:r>
      <w:proofErr w:type="spellEnd"/>
      <w:proofErr w:type="gramEnd"/>
      <w:r w:rsidRPr="00486FFD">
        <w:rPr>
          <w:sz w:val="22"/>
          <w:szCs w:val="22"/>
          <w:lang w:val="ru-RU"/>
        </w:rPr>
        <w:t xml:space="preserve"> на </w:t>
      </w:r>
      <w:proofErr w:type="spellStart"/>
      <w:r w:rsidRPr="00486FFD">
        <w:rPr>
          <w:sz w:val="22"/>
          <w:szCs w:val="22"/>
          <w:lang w:val="ru-RU"/>
        </w:rPr>
        <w:t>заповедта</w:t>
      </w:r>
      <w:proofErr w:type="spellEnd"/>
      <w:r w:rsidRPr="00486FFD">
        <w:rPr>
          <w:sz w:val="22"/>
          <w:szCs w:val="22"/>
          <w:lang w:val="ru-RU"/>
        </w:rPr>
        <w:t xml:space="preserve"> не </w:t>
      </w:r>
      <w:proofErr w:type="spellStart"/>
      <w:r w:rsidRPr="00486FFD">
        <w:rPr>
          <w:sz w:val="22"/>
          <w:szCs w:val="22"/>
          <w:lang w:val="ru-RU"/>
        </w:rPr>
        <w:t>спира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изпълнението</w:t>
      </w:r>
      <w:proofErr w:type="spellEnd"/>
      <w:r w:rsidRPr="00486FFD">
        <w:rPr>
          <w:sz w:val="22"/>
          <w:szCs w:val="22"/>
          <w:lang w:val="ru-RU"/>
        </w:rPr>
        <w:t xml:space="preserve"> й.</w:t>
      </w:r>
    </w:p>
    <w:p w14:paraId="294738D5" w14:textId="77777777" w:rsidR="00B2429C" w:rsidRPr="00486FFD" w:rsidRDefault="00B2429C" w:rsidP="00B2429C">
      <w:pPr>
        <w:jc w:val="both"/>
        <w:rPr>
          <w:b/>
          <w:sz w:val="22"/>
          <w:szCs w:val="22"/>
          <w:lang w:val="ru-RU"/>
        </w:rPr>
      </w:pPr>
      <w:r w:rsidRPr="00486FFD">
        <w:rPr>
          <w:sz w:val="22"/>
          <w:szCs w:val="22"/>
          <w:lang w:val="ru-RU"/>
        </w:rPr>
        <w:t xml:space="preserve">    </w:t>
      </w:r>
      <w:r w:rsidRPr="00486FFD">
        <w:rPr>
          <w:sz w:val="22"/>
          <w:szCs w:val="22"/>
          <w:lang w:val="ru-RU"/>
        </w:rPr>
        <w:tab/>
      </w:r>
      <w:proofErr w:type="spellStart"/>
      <w:r w:rsidRPr="00486FFD">
        <w:rPr>
          <w:sz w:val="22"/>
          <w:szCs w:val="22"/>
          <w:lang w:val="ru-RU"/>
        </w:rPr>
        <w:t>Ползвателите</w:t>
      </w:r>
      <w:proofErr w:type="spellEnd"/>
      <w:r w:rsidRPr="00486FFD">
        <w:rPr>
          <w:sz w:val="22"/>
          <w:szCs w:val="22"/>
          <w:lang w:val="ru-RU"/>
        </w:rPr>
        <w:t xml:space="preserve"> на </w:t>
      </w:r>
      <w:proofErr w:type="spellStart"/>
      <w:r w:rsidRPr="00486FFD">
        <w:rPr>
          <w:sz w:val="22"/>
          <w:szCs w:val="22"/>
          <w:lang w:val="ru-RU"/>
        </w:rPr>
        <w:t>земеделски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земи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са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длъжни</w:t>
      </w:r>
      <w:proofErr w:type="spellEnd"/>
      <w:r w:rsidRPr="00486FFD">
        <w:rPr>
          <w:sz w:val="22"/>
          <w:szCs w:val="22"/>
          <w:lang w:val="ru-RU"/>
        </w:rPr>
        <w:t xml:space="preserve"> да внес</w:t>
      </w:r>
      <w:r w:rsidRPr="00486FFD">
        <w:rPr>
          <w:sz w:val="22"/>
          <w:szCs w:val="22"/>
          <w:lang w:val="bg-BG"/>
        </w:rPr>
        <w:t>а</w:t>
      </w:r>
      <w:r w:rsidRPr="00486FFD">
        <w:rPr>
          <w:sz w:val="22"/>
          <w:szCs w:val="22"/>
          <w:lang w:val="ru-RU"/>
        </w:rPr>
        <w:t xml:space="preserve">т </w:t>
      </w:r>
      <w:proofErr w:type="gramStart"/>
      <w:r w:rsidRPr="00486FFD">
        <w:rPr>
          <w:sz w:val="22"/>
          <w:szCs w:val="22"/>
          <w:lang w:val="ru-RU"/>
        </w:rPr>
        <w:t>по сметка</w:t>
      </w:r>
      <w:proofErr w:type="gramEnd"/>
      <w:r w:rsidRPr="00486FFD">
        <w:rPr>
          <w:sz w:val="22"/>
          <w:szCs w:val="22"/>
          <w:lang w:val="ru-RU"/>
        </w:rPr>
        <w:t xml:space="preserve"> за </w:t>
      </w:r>
      <w:proofErr w:type="spellStart"/>
      <w:r w:rsidRPr="00486FFD">
        <w:rPr>
          <w:sz w:val="22"/>
          <w:szCs w:val="22"/>
          <w:lang w:val="ru-RU"/>
        </w:rPr>
        <w:t>чужди</w:t>
      </w:r>
      <w:proofErr w:type="spellEnd"/>
      <w:r w:rsidRPr="00486FFD">
        <w:rPr>
          <w:sz w:val="22"/>
          <w:szCs w:val="22"/>
          <w:lang w:val="ru-RU"/>
        </w:rPr>
        <w:t xml:space="preserve"> средства в </w:t>
      </w:r>
      <w:proofErr w:type="spellStart"/>
      <w:r w:rsidRPr="00486FFD">
        <w:rPr>
          <w:sz w:val="22"/>
          <w:szCs w:val="22"/>
          <w:lang w:val="ru-RU"/>
        </w:rPr>
        <w:t>областна</w:t>
      </w:r>
      <w:proofErr w:type="spellEnd"/>
      <w:r w:rsidRPr="00486FFD">
        <w:rPr>
          <w:sz w:val="22"/>
          <w:szCs w:val="22"/>
          <w:lang w:val="ru-RU"/>
        </w:rPr>
        <w:t xml:space="preserve"> дирекция "</w:t>
      </w:r>
      <w:proofErr w:type="spellStart"/>
      <w:r w:rsidRPr="00486FFD">
        <w:rPr>
          <w:sz w:val="22"/>
          <w:szCs w:val="22"/>
          <w:lang w:val="ru-RU"/>
        </w:rPr>
        <w:t>Земеделие</w:t>
      </w:r>
      <w:proofErr w:type="spellEnd"/>
      <w:r w:rsidRPr="00486FFD">
        <w:rPr>
          <w:sz w:val="22"/>
          <w:szCs w:val="22"/>
          <w:lang w:val="ru-RU"/>
        </w:rPr>
        <w:t xml:space="preserve">" – София </w:t>
      </w:r>
      <w:proofErr w:type="spellStart"/>
      <w:r w:rsidRPr="00486FFD">
        <w:rPr>
          <w:sz w:val="22"/>
          <w:szCs w:val="22"/>
          <w:lang w:val="ru-RU"/>
        </w:rPr>
        <w:t>област</w:t>
      </w:r>
      <w:proofErr w:type="spellEnd"/>
      <w:r w:rsidRPr="00486FFD">
        <w:rPr>
          <w:b/>
          <w:sz w:val="22"/>
          <w:szCs w:val="22"/>
          <w:lang w:val="ru-RU"/>
        </w:rPr>
        <w:t xml:space="preserve">, Банка: </w:t>
      </w:r>
      <w:proofErr w:type="spellStart"/>
      <w:r w:rsidRPr="00486FFD">
        <w:rPr>
          <w:b/>
          <w:sz w:val="22"/>
          <w:szCs w:val="22"/>
          <w:lang w:val="ru-RU"/>
        </w:rPr>
        <w:t>УниКредитБулбанк</w:t>
      </w:r>
      <w:proofErr w:type="spellEnd"/>
      <w:r w:rsidRPr="00486FFD">
        <w:rPr>
          <w:b/>
          <w:sz w:val="22"/>
          <w:szCs w:val="22"/>
          <w:lang w:val="ru-RU"/>
        </w:rPr>
        <w:t xml:space="preserve">, </w:t>
      </w:r>
      <w:r w:rsidRPr="00486FFD">
        <w:rPr>
          <w:b/>
          <w:sz w:val="22"/>
          <w:szCs w:val="22"/>
        </w:rPr>
        <w:t>BIC</w:t>
      </w:r>
      <w:r w:rsidRPr="00486FFD">
        <w:rPr>
          <w:b/>
          <w:sz w:val="22"/>
          <w:szCs w:val="22"/>
          <w:lang w:val="ru-RU"/>
        </w:rPr>
        <w:t xml:space="preserve">: </w:t>
      </w:r>
      <w:r w:rsidRPr="00486FFD">
        <w:rPr>
          <w:b/>
          <w:sz w:val="22"/>
          <w:szCs w:val="22"/>
        </w:rPr>
        <w:t>UNCRBGSF</w:t>
      </w:r>
      <w:r w:rsidRPr="00486FFD">
        <w:rPr>
          <w:b/>
          <w:sz w:val="22"/>
          <w:szCs w:val="22"/>
          <w:lang w:val="ru-RU"/>
        </w:rPr>
        <w:t xml:space="preserve">, </w:t>
      </w:r>
      <w:r w:rsidRPr="00486FFD">
        <w:rPr>
          <w:b/>
          <w:sz w:val="22"/>
          <w:szCs w:val="22"/>
        </w:rPr>
        <w:t>IBAN</w:t>
      </w:r>
      <w:r w:rsidRPr="00486FFD">
        <w:rPr>
          <w:b/>
          <w:sz w:val="22"/>
          <w:szCs w:val="22"/>
          <w:lang w:val="ru-RU"/>
        </w:rPr>
        <w:t xml:space="preserve">: </w:t>
      </w:r>
      <w:r w:rsidRPr="00486FFD">
        <w:rPr>
          <w:b/>
          <w:sz w:val="22"/>
          <w:szCs w:val="22"/>
        </w:rPr>
        <w:t>BG</w:t>
      </w:r>
      <w:r w:rsidRPr="00486FFD">
        <w:rPr>
          <w:b/>
          <w:sz w:val="22"/>
          <w:szCs w:val="22"/>
          <w:lang w:val="ru-RU"/>
        </w:rPr>
        <w:t xml:space="preserve">67 </w:t>
      </w:r>
      <w:r w:rsidRPr="00486FFD">
        <w:rPr>
          <w:b/>
          <w:sz w:val="22"/>
          <w:szCs w:val="22"/>
        </w:rPr>
        <w:t>UNCR</w:t>
      </w:r>
      <w:r w:rsidRPr="00486FFD">
        <w:rPr>
          <w:b/>
          <w:sz w:val="22"/>
          <w:szCs w:val="22"/>
          <w:lang w:val="ru-RU"/>
        </w:rPr>
        <w:t xml:space="preserve"> 7000 3319 7337 51</w:t>
      </w:r>
      <w:r w:rsidRPr="00486FFD">
        <w:rPr>
          <w:sz w:val="22"/>
          <w:szCs w:val="22"/>
          <w:lang w:val="ru-RU"/>
        </w:rPr>
        <w:t xml:space="preserve">, </w:t>
      </w:r>
      <w:proofErr w:type="spellStart"/>
      <w:r w:rsidRPr="00486FFD">
        <w:rPr>
          <w:sz w:val="22"/>
          <w:szCs w:val="22"/>
          <w:lang w:val="ru-RU"/>
        </w:rPr>
        <w:t>сумата</w:t>
      </w:r>
      <w:proofErr w:type="spellEnd"/>
      <w:r w:rsidRPr="00486FFD">
        <w:rPr>
          <w:sz w:val="22"/>
          <w:szCs w:val="22"/>
          <w:lang w:val="ru-RU"/>
        </w:rPr>
        <w:t xml:space="preserve"> в размер на </w:t>
      </w:r>
      <w:proofErr w:type="spellStart"/>
      <w:r w:rsidRPr="00486FFD">
        <w:rPr>
          <w:sz w:val="22"/>
          <w:szCs w:val="22"/>
          <w:lang w:val="ru-RU"/>
        </w:rPr>
        <w:t>средното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годишно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рентно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proofErr w:type="spellStart"/>
      <w:r w:rsidRPr="00486FFD">
        <w:rPr>
          <w:sz w:val="22"/>
          <w:szCs w:val="22"/>
          <w:lang w:val="ru-RU"/>
        </w:rPr>
        <w:t>плащане</w:t>
      </w:r>
      <w:proofErr w:type="spellEnd"/>
      <w:r w:rsidRPr="00486FFD">
        <w:rPr>
          <w:sz w:val="22"/>
          <w:szCs w:val="22"/>
          <w:lang w:val="ru-RU"/>
        </w:rPr>
        <w:t xml:space="preserve"> за </w:t>
      </w:r>
      <w:proofErr w:type="spellStart"/>
      <w:r w:rsidRPr="00486FFD">
        <w:rPr>
          <w:sz w:val="22"/>
          <w:szCs w:val="22"/>
          <w:lang w:val="ru-RU"/>
        </w:rPr>
        <w:t>землището</w:t>
      </w:r>
      <w:proofErr w:type="spellEnd"/>
      <w:r w:rsidRPr="00486FFD">
        <w:rPr>
          <w:sz w:val="22"/>
          <w:szCs w:val="22"/>
          <w:lang w:val="ru-RU"/>
        </w:rPr>
        <w:t xml:space="preserve"> </w:t>
      </w:r>
      <w:r w:rsidRPr="00486FFD">
        <w:rPr>
          <w:b/>
          <w:sz w:val="22"/>
          <w:szCs w:val="22"/>
          <w:lang w:val="ru-RU"/>
        </w:rPr>
        <w:t xml:space="preserve">в срок до три </w:t>
      </w:r>
      <w:proofErr w:type="spellStart"/>
      <w:r w:rsidRPr="00486FFD">
        <w:rPr>
          <w:b/>
          <w:sz w:val="22"/>
          <w:szCs w:val="22"/>
          <w:lang w:val="ru-RU"/>
        </w:rPr>
        <w:t>месеца</w:t>
      </w:r>
      <w:proofErr w:type="spellEnd"/>
      <w:r w:rsidRPr="00486FFD">
        <w:rPr>
          <w:sz w:val="22"/>
          <w:szCs w:val="22"/>
          <w:lang w:val="ru-RU"/>
        </w:rPr>
        <w:t xml:space="preserve"> от </w:t>
      </w:r>
      <w:proofErr w:type="spellStart"/>
      <w:r w:rsidRPr="00486FFD">
        <w:rPr>
          <w:sz w:val="22"/>
          <w:szCs w:val="22"/>
          <w:lang w:val="ru-RU"/>
        </w:rPr>
        <w:t>публикуване</w:t>
      </w:r>
      <w:proofErr w:type="spellEnd"/>
      <w:r w:rsidRPr="00486FFD">
        <w:rPr>
          <w:sz w:val="22"/>
          <w:szCs w:val="22"/>
          <w:lang w:val="ru-RU"/>
        </w:rPr>
        <w:t xml:space="preserve"> на </w:t>
      </w:r>
      <w:proofErr w:type="spellStart"/>
      <w:r w:rsidRPr="00486FFD">
        <w:rPr>
          <w:sz w:val="22"/>
          <w:szCs w:val="22"/>
          <w:lang w:val="ru-RU"/>
        </w:rPr>
        <w:t>заповедта</w:t>
      </w:r>
      <w:proofErr w:type="spellEnd"/>
      <w:r w:rsidRPr="00486FFD">
        <w:rPr>
          <w:sz w:val="22"/>
          <w:szCs w:val="22"/>
          <w:lang w:val="ru-RU"/>
        </w:rPr>
        <w:t>.</w:t>
      </w:r>
    </w:p>
    <w:p w14:paraId="119E4050" w14:textId="77777777" w:rsidR="004A3929" w:rsidRPr="00486FFD" w:rsidRDefault="004A3929" w:rsidP="004A3929">
      <w:pPr>
        <w:ind w:firstLine="720"/>
        <w:jc w:val="both"/>
        <w:rPr>
          <w:i/>
          <w:sz w:val="22"/>
          <w:szCs w:val="22"/>
          <w:lang w:val="ru-RU"/>
        </w:rPr>
      </w:pPr>
      <w:r w:rsidRPr="00486FFD">
        <w:rPr>
          <w:i/>
          <w:sz w:val="22"/>
          <w:szCs w:val="22"/>
          <w:lang w:val="ru-RU"/>
        </w:rPr>
        <w:t xml:space="preserve">За </w:t>
      </w:r>
      <w:proofErr w:type="spellStart"/>
      <w:r w:rsidRPr="00486FFD">
        <w:rPr>
          <w:i/>
          <w:sz w:val="22"/>
          <w:szCs w:val="22"/>
          <w:lang w:val="ru-RU"/>
        </w:rPr>
        <w:t>ползвател</w:t>
      </w:r>
      <w:proofErr w:type="spellEnd"/>
      <w:r w:rsidRPr="00486FFD">
        <w:rPr>
          <w:i/>
          <w:sz w:val="22"/>
          <w:szCs w:val="22"/>
          <w:lang w:val="ru-RU"/>
        </w:rPr>
        <w:t xml:space="preserve"> </w:t>
      </w:r>
      <w:proofErr w:type="spellStart"/>
      <w:r w:rsidRPr="00486FFD">
        <w:rPr>
          <w:i/>
          <w:sz w:val="22"/>
          <w:szCs w:val="22"/>
          <w:lang w:val="ru-RU"/>
        </w:rPr>
        <w:t>който</w:t>
      </w:r>
      <w:proofErr w:type="spellEnd"/>
      <w:r w:rsidRPr="00486FFD">
        <w:rPr>
          <w:i/>
          <w:sz w:val="22"/>
          <w:szCs w:val="22"/>
          <w:lang w:val="ru-RU"/>
        </w:rPr>
        <w:t xml:space="preserve"> не е заплатил </w:t>
      </w:r>
      <w:proofErr w:type="spellStart"/>
      <w:r w:rsidRPr="00486FFD">
        <w:rPr>
          <w:i/>
          <w:sz w:val="22"/>
          <w:szCs w:val="22"/>
          <w:lang w:val="ru-RU"/>
        </w:rPr>
        <w:t>сумите</w:t>
      </w:r>
      <w:proofErr w:type="spellEnd"/>
      <w:r w:rsidRPr="00486FFD">
        <w:rPr>
          <w:i/>
          <w:sz w:val="22"/>
          <w:szCs w:val="22"/>
          <w:lang w:val="ru-RU"/>
        </w:rPr>
        <w:t xml:space="preserve"> за </w:t>
      </w:r>
      <w:proofErr w:type="spellStart"/>
      <w:r w:rsidRPr="00486FFD">
        <w:rPr>
          <w:i/>
          <w:sz w:val="22"/>
          <w:szCs w:val="22"/>
          <w:lang w:val="ru-RU"/>
        </w:rPr>
        <w:t>ползваните</w:t>
      </w:r>
      <w:proofErr w:type="spellEnd"/>
      <w:r w:rsidRPr="00486FFD">
        <w:rPr>
          <w:i/>
          <w:sz w:val="22"/>
          <w:szCs w:val="22"/>
          <w:lang w:val="ru-RU"/>
        </w:rPr>
        <w:t xml:space="preserve"> </w:t>
      </w:r>
      <w:proofErr w:type="spellStart"/>
      <w:r w:rsidRPr="00486FFD">
        <w:rPr>
          <w:i/>
          <w:sz w:val="22"/>
          <w:szCs w:val="22"/>
          <w:lang w:val="ru-RU"/>
        </w:rPr>
        <w:t>земи</w:t>
      </w:r>
      <w:proofErr w:type="spellEnd"/>
      <w:r w:rsidRPr="00486FFD">
        <w:rPr>
          <w:i/>
          <w:sz w:val="22"/>
          <w:szCs w:val="22"/>
          <w:lang w:val="ru-RU"/>
        </w:rPr>
        <w:t xml:space="preserve"> по чл.37в ал. 3 т. 2 от ЗСПЗЗ, </w:t>
      </w:r>
      <w:proofErr w:type="spellStart"/>
      <w:r w:rsidRPr="00486FFD">
        <w:rPr>
          <w:i/>
          <w:sz w:val="22"/>
          <w:szCs w:val="22"/>
          <w:lang w:val="ru-RU"/>
        </w:rPr>
        <w:t>съгласно</w:t>
      </w:r>
      <w:proofErr w:type="spellEnd"/>
      <w:r w:rsidRPr="00486FFD">
        <w:rPr>
          <w:i/>
          <w:sz w:val="22"/>
          <w:szCs w:val="22"/>
          <w:lang w:val="ru-RU"/>
        </w:rPr>
        <w:t xml:space="preserve"> </w:t>
      </w:r>
      <w:proofErr w:type="spellStart"/>
      <w:r w:rsidRPr="00486FFD">
        <w:rPr>
          <w:i/>
          <w:sz w:val="22"/>
          <w:szCs w:val="22"/>
          <w:lang w:val="ru-RU"/>
        </w:rPr>
        <w:t>заповедта</w:t>
      </w:r>
      <w:proofErr w:type="spellEnd"/>
      <w:r w:rsidRPr="00486FFD">
        <w:rPr>
          <w:i/>
          <w:sz w:val="22"/>
          <w:szCs w:val="22"/>
          <w:lang w:val="ru-RU"/>
        </w:rPr>
        <w:t xml:space="preserve"> по ал. 4, </w:t>
      </w:r>
      <w:r w:rsidRPr="00486FFD">
        <w:rPr>
          <w:b/>
          <w:i/>
          <w:sz w:val="22"/>
          <w:szCs w:val="22"/>
          <w:lang w:val="ru-RU"/>
        </w:rPr>
        <w:t xml:space="preserve">се </w:t>
      </w:r>
      <w:proofErr w:type="spellStart"/>
      <w:r w:rsidRPr="00486FFD">
        <w:rPr>
          <w:b/>
          <w:i/>
          <w:sz w:val="22"/>
          <w:szCs w:val="22"/>
          <w:lang w:val="ru-RU"/>
        </w:rPr>
        <w:t>прилага</w:t>
      </w:r>
      <w:proofErr w:type="spellEnd"/>
      <w:r w:rsidRPr="00486FFD">
        <w:rPr>
          <w:b/>
          <w:i/>
          <w:sz w:val="22"/>
          <w:szCs w:val="22"/>
          <w:lang w:val="ru-RU"/>
        </w:rPr>
        <w:t xml:space="preserve"> чл. 37в, ал. 7 от ЗСПЗЗ.</w:t>
      </w:r>
    </w:p>
    <w:p w14:paraId="452A1870" w14:textId="77777777" w:rsidR="0097789C" w:rsidRPr="00486FFD" w:rsidRDefault="0097789C" w:rsidP="0097789C">
      <w:pPr>
        <w:jc w:val="both"/>
        <w:rPr>
          <w:i/>
          <w:sz w:val="22"/>
          <w:szCs w:val="22"/>
          <w:lang w:val="ru-RU"/>
        </w:rPr>
      </w:pPr>
      <w:r w:rsidRPr="00486FFD">
        <w:rPr>
          <w:i/>
          <w:sz w:val="22"/>
          <w:szCs w:val="22"/>
          <w:lang w:val="ru-RU"/>
        </w:rPr>
        <w:t xml:space="preserve">     </w:t>
      </w:r>
      <w:r w:rsidRPr="00486FFD">
        <w:rPr>
          <w:i/>
          <w:sz w:val="22"/>
          <w:szCs w:val="22"/>
          <w:lang w:val="ru-RU"/>
        </w:rPr>
        <w:tab/>
      </w:r>
      <w:proofErr w:type="spellStart"/>
      <w:r w:rsidRPr="00486FFD">
        <w:rPr>
          <w:i/>
          <w:sz w:val="22"/>
          <w:szCs w:val="22"/>
          <w:lang w:val="ru-RU"/>
        </w:rPr>
        <w:t>Заповедта</w:t>
      </w:r>
      <w:proofErr w:type="spellEnd"/>
      <w:r w:rsidRPr="00486FFD">
        <w:rPr>
          <w:i/>
          <w:sz w:val="22"/>
          <w:szCs w:val="22"/>
          <w:lang w:val="ru-RU"/>
        </w:rPr>
        <w:t xml:space="preserve"> </w:t>
      </w:r>
      <w:proofErr w:type="spellStart"/>
      <w:r w:rsidRPr="00486FFD">
        <w:rPr>
          <w:i/>
          <w:sz w:val="22"/>
          <w:szCs w:val="22"/>
          <w:lang w:val="ru-RU"/>
        </w:rPr>
        <w:t>влиза</w:t>
      </w:r>
      <w:proofErr w:type="spellEnd"/>
      <w:r w:rsidRPr="00486FFD">
        <w:rPr>
          <w:i/>
          <w:sz w:val="22"/>
          <w:szCs w:val="22"/>
          <w:lang w:val="ru-RU"/>
        </w:rPr>
        <w:t xml:space="preserve"> в сила по отношение на </w:t>
      </w:r>
      <w:proofErr w:type="spellStart"/>
      <w:r w:rsidRPr="00486FFD">
        <w:rPr>
          <w:i/>
          <w:sz w:val="22"/>
          <w:szCs w:val="22"/>
          <w:lang w:val="ru-RU"/>
        </w:rPr>
        <w:t>съответния</w:t>
      </w:r>
      <w:proofErr w:type="spellEnd"/>
      <w:r w:rsidRPr="00486FFD">
        <w:rPr>
          <w:i/>
          <w:sz w:val="22"/>
          <w:szCs w:val="22"/>
          <w:lang w:val="ru-RU"/>
        </w:rPr>
        <w:t xml:space="preserve"> </w:t>
      </w:r>
      <w:proofErr w:type="spellStart"/>
      <w:r w:rsidRPr="00486FFD">
        <w:rPr>
          <w:i/>
          <w:sz w:val="22"/>
          <w:szCs w:val="22"/>
          <w:lang w:val="ru-RU"/>
        </w:rPr>
        <w:t>ползвател</w:t>
      </w:r>
      <w:proofErr w:type="spellEnd"/>
      <w:r w:rsidRPr="00486FFD">
        <w:rPr>
          <w:i/>
          <w:sz w:val="22"/>
          <w:szCs w:val="22"/>
          <w:lang w:val="ru-RU"/>
        </w:rPr>
        <w:t xml:space="preserve"> при </w:t>
      </w:r>
      <w:proofErr w:type="spellStart"/>
      <w:r w:rsidRPr="00486FFD">
        <w:rPr>
          <w:i/>
          <w:sz w:val="22"/>
          <w:szCs w:val="22"/>
          <w:lang w:val="ru-RU"/>
        </w:rPr>
        <w:t>изпълнение</w:t>
      </w:r>
      <w:proofErr w:type="spellEnd"/>
      <w:r w:rsidRPr="00486FFD">
        <w:rPr>
          <w:i/>
          <w:sz w:val="22"/>
          <w:szCs w:val="22"/>
          <w:lang w:val="ru-RU"/>
        </w:rPr>
        <w:t xml:space="preserve"> на </w:t>
      </w:r>
      <w:proofErr w:type="spellStart"/>
      <w:r w:rsidRPr="00486FFD">
        <w:rPr>
          <w:i/>
          <w:sz w:val="22"/>
          <w:szCs w:val="22"/>
          <w:lang w:val="ru-RU"/>
        </w:rPr>
        <w:t>условието</w:t>
      </w:r>
      <w:proofErr w:type="spellEnd"/>
      <w:r w:rsidRPr="00486FFD">
        <w:rPr>
          <w:i/>
          <w:sz w:val="22"/>
          <w:szCs w:val="22"/>
          <w:lang w:val="ru-RU"/>
        </w:rPr>
        <w:t xml:space="preserve"> по чл.72 ал.1 от ППЗСПЗЗ.</w:t>
      </w:r>
    </w:p>
    <w:p w14:paraId="12D9C5D2" w14:textId="4A661CD0" w:rsidR="00DC12F3" w:rsidRPr="00486FFD" w:rsidRDefault="0097789C" w:rsidP="00DC12F3">
      <w:pPr>
        <w:ind w:firstLine="709"/>
        <w:jc w:val="both"/>
        <w:rPr>
          <w:sz w:val="22"/>
          <w:szCs w:val="22"/>
          <w:lang w:val="ru-RU"/>
        </w:rPr>
      </w:pPr>
      <w:r w:rsidRPr="00486FFD">
        <w:rPr>
          <w:sz w:val="22"/>
          <w:szCs w:val="22"/>
          <w:lang w:val="ru-RU"/>
        </w:rPr>
        <w:t xml:space="preserve"> </w:t>
      </w:r>
      <w:proofErr w:type="spellStart"/>
      <w:r w:rsidR="00DC12F3" w:rsidRPr="00486FFD">
        <w:rPr>
          <w:sz w:val="22"/>
          <w:szCs w:val="22"/>
          <w:lang w:val="ru-RU"/>
        </w:rPr>
        <w:t>Копие</w:t>
      </w:r>
      <w:proofErr w:type="spellEnd"/>
      <w:r w:rsidR="00DC12F3" w:rsidRPr="00486FFD">
        <w:rPr>
          <w:sz w:val="22"/>
          <w:szCs w:val="22"/>
          <w:lang w:val="ru-RU"/>
        </w:rPr>
        <w:t xml:space="preserve"> от </w:t>
      </w:r>
      <w:proofErr w:type="spellStart"/>
      <w:r w:rsidR="00DC12F3" w:rsidRPr="00486FFD">
        <w:rPr>
          <w:sz w:val="22"/>
          <w:szCs w:val="22"/>
          <w:lang w:val="ru-RU"/>
        </w:rPr>
        <w:t>заповедта</w:t>
      </w:r>
      <w:proofErr w:type="spellEnd"/>
      <w:r w:rsidR="00DC12F3" w:rsidRPr="00486FFD">
        <w:rPr>
          <w:sz w:val="22"/>
          <w:szCs w:val="22"/>
          <w:lang w:val="ru-RU"/>
        </w:rPr>
        <w:t xml:space="preserve"> да </w:t>
      </w:r>
      <w:proofErr w:type="spellStart"/>
      <w:r w:rsidR="00DC12F3" w:rsidRPr="00486FFD">
        <w:rPr>
          <w:sz w:val="22"/>
          <w:szCs w:val="22"/>
          <w:lang w:val="ru-RU"/>
        </w:rPr>
        <w:t>бъде</w:t>
      </w:r>
      <w:proofErr w:type="spellEnd"/>
      <w:r w:rsidR="00DC12F3" w:rsidRPr="00486FFD">
        <w:rPr>
          <w:sz w:val="22"/>
          <w:szCs w:val="22"/>
          <w:lang w:val="ru-RU"/>
        </w:rPr>
        <w:t xml:space="preserve"> </w:t>
      </w:r>
      <w:proofErr w:type="spellStart"/>
      <w:r w:rsidR="00DC12F3" w:rsidRPr="00486FFD">
        <w:rPr>
          <w:sz w:val="22"/>
          <w:szCs w:val="22"/>
          <w:lang w:val="ru-RU"/>
        </w:rPr>
        <w:t>връчена</w:t>
      </w:r>
      <w:proofErr w:type="spellEnd"/>
      <w:r w:rsidR="00DC12F3" w:rsidRPr="00486FFD">
        <w:rPr>
          <w:sz w:val="22"/>
          <w:szCs w:val="22"/>
          <w:lang w:val="ru-RU"/>
        </w:rPr>
        <w:t xml:space="preserve"> на </w:t>
      </w:r>
      <w:proofErr w:type="spellStart"/>
      <w:r w:rsidR="00DC12F3" w:rsidRPr="00486FFD">
        <w:rPr>
          <w:sz w:val="22"/>
          <w:szCs w:val="22"/>
          <w:lang w:val="ru-RU"/>
        </w:rPr>
        <w:t>нач</w:t>
      </w:r>
      <w:r w:rsidR="00373762" w:rsidRPr="00486FFD">
        <w:rPr>
          <w:sz w:val="22"/>
          <w:szCs w:val="22"/>
          <w:lang w:val="ru-RU"/>
        </w:rPr>
        <w:t>алника</w:t>
      </w:r>
      <w:proofErr w:type="spellEnd"/>
      <w:r w:rsidR="00373762" w:rsidRPr="00486FFD">
        <w:rPr>
          <w:sz w:val="22"/>
          <w:szCs w:val="22"/>
          <w:lang w:val="ru-RU"/>
        </w:rPr>
        <w:t xml:space="preserve"> на ОСЗ – </w:t>
      </w:r>
      <w:proofErr w:type="spellStart"/>
      <w:r w:rsidR="00373762" w:rsidRPr="00486FFD">
        <w:rPr>
          <w:sz w:val="22"/>
          <w:szCs w:val="22"/>
          <w:lang w:val="ru-RU"/>
        </w:rPr>
        <w:t>Годеч</w:t>
      </w:r>
      <w:proofErr w:type="spellEnd"/>
      <w:r w:rsidR="00DC12F3" w:rsidRPr="00486FFD">
        <w:rPr>
          <w:sz w:val="22"/>
          <w:szCs w:val="22"/>
          <w:lang w:val="ru-RU"/>
        </w:rPr>
        <w:t xml:space="preserve"> и на </w:t>
      </w:r>
      <w:proofErr w:type="spellStart"/>
      <w:r w:rsidR="00DC12F3" w:rsidRPr="00486FFD">
        <w:rPr>
          <w:sz w:val="22"/>
          <w:szCs w:val="22"/>
          <w:lang w:val="ru-RU"/>
        </w:rPr>
        <w:t>представителите</w:t>
      </w:r>
      <w:proofErr w:type="spellEnd"/>
      <w:r w:rsidR="00DC12F3" w:rsidRPr="00486FFD">
        <w:rPr>
          <w:sz w:val="22"/>
          <w:szCs w:val="22"/>
          <w:lang w:val="ru-RU"/>
        </w:rPr>
        <w:t xml:space="preserve"> на община</w:t>
      </w:r>
      <w:r w:rsidR="00373762" w:rsidRPr="00486FFD">
        <w:rPr>
          <w:sz w:val="22"/>
          <w:szCs w:val="22"/>
          <w:lang w:val="ru-RU"/>
        </w:rPr>
        <w:t xml:space="preserve"> </w:t>
      </w:r>
      <w:proofErr w:type="spellStart"/>
      <w:proofErr w:type="gramStart"/>
      <w:r w:rsidR="00373762" w:rsidRPr="00486FFD">
        <w:rPr>
          <w:sz w:val="22"/>
          <w:szCs w:val="22"/>
          <w:lang w:val="ru-RU"/>
        </w:rPr>
        <w:t>Годеч</w:t>
      </w:r>
      <w:proofErr w:type="spellEnd"/>
      <w:r w:rsidR="00DC12F3" w:rsidRPr="00486FFD">
        <w:rPr>
          <w:sz w:val="22"/>
          <w:szCs w:val="22"/>
          <w:lang w:val="ru-RU"/>
        </w:rPr>
        <w:t xml:space="preserve"> ,</w:t>
      </w:r>
      <w:proofErr w:type="gramEnd"/>
      <w:r w:rsidR="00DC12F3" w:rsidRPr="00486FFD">
        <w:rPr>
          <w:sz w:val="22"/>
          <w:szCs w:val="22"/>
          <w:lang w:val="ru-RU"/>
        </w:rPr>
        <w:t xml:space="preserve"> </w:t>
      </w:r>
      <w:proofErr w:type="spellStart"/>
      <w:r w:rsidR="00DC12F3" w:rsidRPr="00486FFD">
        <w:rPr>
          <w:sz w:val="22"/>
          <w:szCs w:val="22"/>
          <w:lang w:val="ru-RU"/>
        </w:rPr>
        <w:t>участници</w:t>
      </w:r>
      <w:proofErr w:type="spellEnd"/>
      <w:r w:rsidR="00DC12F3" w:rsidRPr="00486FFD">
        <w:rPr>
          <w:sz w:val="22"/>
          <w:szCs w:val="22"/>
          <w:lang w:val="ru-RU"/>
        </w:rPr>
        <w:t xml:space="preserve"> в </w:t>
      </w:r>
      <w:proofErr w:type="spellStart"/>
      <w:r w:rsidR="00DC12F3" w:rsidRPr="00486FFD">
        <w:rPr>
          <w:sz w:val="22"/>
          <w:szCs w:val="22"/>
          <w:lang w:val="ru-RU"/>
        </w:rPr>
        <w:t>комисията</w:t>
      </w:r>
      <w:proofErr w:type="spellEnd"/>
      <w:r w:rsidR="00DC12F3" w:rsidRPr="00486FFD">
        <w:rPr>
          <w:sz w:val="22"/>
          <w:szCs w:val="22"/>
          <w:lang w:val="ru-RU"/>
        </w:rPr>
        <w:t xml:space="preserve"> – за сведение и </w:t>
      </w:r>
      <w:proofErr w:type="spellStart"/>
      <w:r w:rsidR="00DC12F3" w:rsidRPr="00486FFD">
        <w:rPr>
          <w:sz w:val="22"/>
          <w:szCs w:val="22"/>
          <w:lang w:val="ru-RU"/>
        </w:rPr>
        <w:t>изпълнение</w:t>
      </w:r>
      <w:proofErr w:type="spellEnd"/>
      <w:r w:rsidR="00DC12F3" w:rsidRPr="00486FFD">
        <w:rPr>
          <w:sz w:val="22"/>
          <w:szCs w:val="22"/>
          <w:lang w:val="ru-RU"/>
        </w:rPr>
        <w:t>.</w:t>
      </w:r>
    </w:p>
    <w:p w14:paraId="16689823" w14:textId="0E4CDA01" w:rsidR="002213A1" w:rsidRDefault="00211546" w:rsidP="002213A1">
      <w:pPr>
        <w:ind w:firstLine="709"/>
        <w:jc w:val="both"/>
        <w:rPr>
          <w:lang w:val="bg-BG"/>
        </w:rPr>
      </w:pPr>
      <w:bookmarkStart w:id="5" w:name="_Hlk83646044"/>
      <w:r>
        <w:rPr>
          <w:sz w:val="22"/>
          <w:szCs w:val="22"/>
          <w:lang w:val="bg-BG"/>
        </w:rPr>
        <w:tab/>
        <w:t xml:space="preserve">Контрол  </w:t>
      </w:r>
      <w:r w:rsidR="002213A1" w:rsidRPr="00486FFD">
        <w:rPr>
          <w:sz w:val="22"/>
          <w:szCs w:val="22"/>
          <w:lang w:val="bg-BG"/>
        </w:rPr>
        <w:t>по изпълнение на настоящата заповед ще упражнявам лично</w:t>
      </w:r>
      <w:r w:rsidR="002213A1" w:rsidRPr="0083710E">
        <w:rPr>
          <w:lang w:val="bg-BG"/>
        </w:rPr>
        <w:t>.</w:t>
      </w:r>
      <w:r w:rsidR="002213A1" w:rsidRPr="00535D58">
        <w:rPr>
          <w:lang w:val="bg-BG"/>
        </w:rPr>
        <w:t xml:space="preserve"> </w:t>
      </w:r>
    </w:p>
    <w:p w14:paraId="35814AC1" w14:textId="77777777" w:rsidR="00486FFD" w:rsidRDefault="00486FFD" w:rsidP="002213A1">
      <w:pPr>
        <w:rPr>
          <w:b/>
          <w:lang w:val="bg-BG"/>
        </w:rPr>
      </w:pPr>
    </w:p>
    <w:p w14:paraId="61C5F80E" w14:textId="77777777" w:rsidR="00386D77" w:rsidRDefault="00386D77" w:rsidP="002213A1">
      <w:pPr>
        <w:rPr>
          <w:b/>
          <w:lang w:val="bg-BG"/>
        </w:rPr>
      </w:pPr>
    </w:p>
    <w:p w14:paraId="701F396A" w14:textId="18E80918" w:rsidR="00386D77" w:rsidRDefault="00E206A7" w:rsidP="002213A1">
      <w:pPr>
        <w:rPr>
          <w:b/>
          <w:lang w:val="bg-BG"/>
        </w:rPr>
      </w:pPr>
      <w:r>
        <w:rPr>
          <w:b/>
          <w:lang w:val="bg-BG"/>
        </w:rPr>
        <w:t xml:space="preserve">     </w:t>
      </w:r>
      <w:bookmarkStart w:id="6" w:name="_GoBack"/>
      <w:bookmarkEnd w:id="6"/>
      <w:r>
        <w:rPr>
          <w:b/>
          <w:lang w:val="bg-BG"/>
        </w:rPr>
        <w:t>/П/</w:t>
      </w:r>
    </w:p>
    <w:p w14:paraId="0AA0A869" w14:textId="77777777" w:rsidR="00386D77" w:rsidRDefault="00386D77" w:rsidP="002213A1">
      <w:pPr>
        <w:rPr>
          <w:b/>
          <w:lang w:val="bg-BG"/>
        </w:rPr>
      </w:pPr>
    </w:p>
    <w:p w14:paraId="1C8E8DA3" w14:textId="40F4CE71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bookmarkEnd w:id="5"/>
    <w:p w14:paraId="1E112623" w14:textId="77777777" w:rsidR="002213A1" w:rsidRDefault="002213A1" w:rsidP="002213A1">
      <w:pPr>
        <w:rPr>
          <w:i/>
          <w:lang w:val="bg-BG"/>
        </w:rPr>
      </w:pPr>
    </w:p>
    <w:sectPr w:rsidR="002213A1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B486D" w14:textId="77777777" w:rsidR="004E4CA6" w:rsidRDefault="004E4CA6">
      <w:r>
        <w:separator/>
      </w:r>
    </w:p>
  </w:endnote>
  <w:endnote w:type="continuationSeparator" w:id="0">
    <w:p w14:paraId="303C95C0" w14:textId="77777777" w:rsidR="004E4CA6" w:rsidRDefault="004E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386D77" w:rsidRDefault="00386D77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386D77" w:rsidRDefault="00386D77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42B8AA2D" w:rsidR="00386D77" w:rsidRDefault="00386D7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6A7">
          <w:rPr>
            <w:noProof/>
          </w:rPr>
          <w:t>25</w:t>
        </w:r>
        <w:r>
          <w:rPr>
            <w:noProof/>
          </w:rPr>
          <w:fldChar w:fldCharType="end"/>
        </w:r>
        <w:r>
          <w:rPr>
            <w:noProof/>
            <w:lang w:val="bg-BG"/>
          </w:rPr>
          <w:t>/25</w:t>
        </w:r>
      </w:p>
    </w:sdtContent>
  </w:sdt>
  <w:p w14:paraId="0DF700C8" w14:textId="77777777" w:rsidR="00386D77" w:rsidRPr="00835BBA" w:rsidRDefault="00386D7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3D476" w14:textId="77777777" w:rsidR="004E4CA6" w:rsidRDefault="004E4CA6">
      <w:r>
        <w:separator/>
      </w:r>
    </w:p>
  </w:footnote>
  <w:footnote w:type="continuationSeparator" w:id="0">
    <w:p w14:paraId="37C29FD9" w14:textId="77777777" w:rsidR="004E4CA6" w:rsidRDefault="004E4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386D77" w:rsidRPr="005B69F7" w:rsidRDefault="00386D77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386D77" w:rsidRPr="005B69F7" w:rsidRDefault="00386D77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386D77" w:rsidRPr="0023186B" w:rsidRDefault="00386D7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386D77" w:rsidRPr="00983B22" w:rsidRDefault="00386D7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386D77" w:rsidRPr="00983B22" w:rsidRDefault="00386D77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07BF2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0751A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1546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8188B"/>
    <w:rsid w:val="00291BDD"/>
    <w:rsid w:val="002A10AF"/>
    <w:rsid w:val="002C2417"/>
    <w:rsid w:val="002C5874"/>
    <w:rsid w:val="002C69FB"/>
    <w:rsid w:val="002D3B8A"/>
    <w:rsid w:val="002E0A30"/>
    <w:rsid w:val="002E25EF"/>
    <w:rsid w:val="002F2872"/>
    <w:rsid w:val="003015D9"/>
    <w:rsid w:val="00307648"/>
    <w:rsid w:val="003140CD"/>
    <w:rsid w:val="00315EA9"/>
    <w:rsid w:val="003171AC"/>
    <w:rsid w:val="00325630"/>
    <w:rsid w:val="0033321F"/>
    <w:rsid w:val="00333BCE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86D77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2BD5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86FFD"/>
    <w:rsid w:val="00492D75"/>
    <w:rsid w:val="004968A3"/>
    <w:rsid w:val="00496975"/>
    <w:rsid w:val="004A35CC"/>
    <w:rsid w:val="004A3929"/>
    <w:rsid w:val="004B10BF"/>
    <w:rsid w:val="004C3144"/>
    <w:rsid w:val="004C3D21"/>
    <w:rsid w:val="004C4B62"/>
    <w:rsid w:val="004C5464"/>
    <w:rsid w:val="004E31E0"/>
    <w:rsid w:val="004E4CA6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56B0"/>
    <w:rsid w:val="00616262"/>
    <w:rsid w:val="00617A58"/>
    <w:rsid w:val="00623B38"/>
    <w:rsid w:val="00625E7A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260E3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8F411F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57F2B"/>
    <w:rsid w:val="00A60928"/>
    <w:rsid w:val="00A74690"/>
    <w:rsid w:val="00A74EBA"/>
    <w:rsid w:val="00A76B02"/>
    <w:rsid w:val="00A77D7A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6B4"/>
    <w:rsid w:val="00C2594B"/>
    <w:rsid w:val="00C34BD9"/>
    <w:rsid w:val="00C34FAA"/>
    <w:rsid w:val="00C37346"/>
    <w:rsid w:val="00C41B72"/>
    <w:rsid w:val="00C473A4"/>
    <w:rsid w:val="00C9271A"/>
    <w:rsid w:val="00CA17DF"/>
    <w:rsid w:val="00CA3258"/>
    <w:rsid w:val="00CA41E3"/>
    <w:rsid w:val="00CA4336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4211"/>
    <w:rsid w:val="00E14AEE"/>
    <w:rsid w:val="00E206A7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96C0B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04C9"/>
    <w:rsid w:val="00F319E6"/>
    <w:rsid w:val="00F37E58"/>
    <w:rsid w:val="00F41255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7"/>
    <w:uiPriority w:val="99"/>
    <w:semiHidden/>
    <w:unhideWhenUsed/>
    <w:rsid w:val="005A2287"/>
  </w:style>
  <w:style w:type="numbering" w:customStyle="1" w:styleId="NoList2">
    <w:name w:val="No List2"/>
    <w:next w:val="ListNo7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07317-31DA-4854-8FBF-3EC5E41A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114</TotalTime>
  <Pages>25</Pages>
  <Words>8601</Words>
  <Characters>49032</Characters>
  <Application>Microsoft Office Word</Application>
  <DocSecurity>0</DocSecurity>
  <Lines>408</Lines>
  <Paragraphs>115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27</cp:revision>
  <cp:lastPrinted>2022-09-30T06:46:00Z</cp:lastPrinted>
  <dcterms:created xsi:type="dcterms:W3CDTF">2022-09-26T08:20:00Z</dcterms:created>
  <dcterms:modified xsi:type="dcterms:W3CDTF">2022-09-30T06:46:00Z</dcterms:modified>
</cp:coreProperties>
</file>