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01E0CA2F" w:rsidR="00454CDE" w:rsidRPr="00713EC9" w:rsidRDefault="008377B8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094F7D1F" w:rsidR="00454CDE" w:rsidRPr="008377B8" w:rsidRDefault="005A2287" w:rsidP="005A2287">
      <w:pPr>
        <w:ind w:left="3600"/>
        <w:rPr>
          <w:b/>
          <w:lang w:val="bg-BG"/>
        </w:rPr>
      </w:pPr>
      <w:r w:rsidRPr="008377B8">
        <w:rPr>
          <w:b/>
          <w:lang w:val="bg-BG"/>
        </w:rPr>
        <w:t xml:space="preserve">   </w:t>
      </w:r>
      <w:r w:rsidR="00454CDE" w:rsidRPr="008377B8">
        <w:rPr>
          <w:b/>
          <w:lang w:val="bg-BG"/>
        </w:rPr>
        <w:t>№</w:t>
      </w:r>
      <w:r w:rsidR="008377B8" w:rsidRPr="008377B8">
        <w:rPr>
          <w:b/>
          <w:sz w:val="26"/>
          <w:szCs w:val="26"/>
          <w:lang w:val="bg-BG"/>
        </w:rPr>
        <w:t xml:space="preserve"> </w:t>
      </w:r>
      <w:r w:rsidR="008377B8" w:rsidRPr="008377B8">
        <w:rPr>
          <w:b/>
          <w:sz w:val="26"/>
          <w:szCs w:val="26"/>
          <w:lang w:val="bg-BG"/>
        </w:rPr>
        <w:t>ПО-09-3177</w:t>
      </w:r>
      <w:r w:rsidR="008377B8" w:rsidRPr="008377B8">
        <w:rPr>
          <w:b/>
          <w:lang w:val="bg-BG"/>
        </w:rPr>
        <w:t>-3</w:t>
      </w:r>
    </w:p>
    <w:p w14:paraId="3795E67F" w14:textId="0034972B" w:rsidR="00454CDE" w:rsidRPr="008377B8" w:rsidRDefault="00454CDE" w:rsidP="00BE4052">
      <w:pPr>
        <w:ind w:left="2880" w:firstLine="720"/>
        <w:rPr>
          <w:b/>
          <w:lang w:val="bg-BG"/>
        </w:rPr>
      </w:pPr>
      <w:r w:rsidRPr="008377B8">
        <w:rPr>
          <w:b/>
          <w:lang w:val="bg-BG"/>
        </w:rPr>
        <w:t>София,</w:t>
      </w:r>
      <w:r w:rsidR="008377B8" w:rsidRPr="008377B8">
        <w:rPr>
          <w:b/>
          <w:lang w:val="bg-BG"/>
        </w:rPr>
        <w:t>27.09.</w:t>
      </w:r>
      <w:r w:rsidR="0023186B" w:rsidRPr="008377B8">
        <w:rPr>
          <w:b/>
          <w:lang w:val="bg-BG"/>
        </w:rPr>
        <w:t>20</w:t>
      </w:r>
      <w:r w:rsidR="005A5B96" w:rsidRPr="008377B8">
        <w:rPr>
          <w:b/>
          <w:lang w:val="bg-BG"/>
        </w:rPr>
        <w:t>2</w:t>
      </w:r>
      <w:r w:rsidR="00CC444F" w:rsidRPr="008377B8">
        <w:rPr>
          <w:b/>
          <w:lang w:val="bg-BG"/>
        </w:rPr>
        <w:t>2</w:t>
      </w:r>
      <w:r w:rsidR="0023186B" w:rsidRPr="008377B8">
        <w:rPr>
          <w:b/>
          <w:lang w:val="bg-BG"/>
        </w:rPr>
        <w:t>г.</w:t>
      </w:r>
      <w:r w:rsidR="006727E9" w:rsidRPr="008377B8">
        <w:rPr>
          <w:b/>
          <w:lang w:val="bg-BG"/>
        </w:rPr>
        <w:t xml:space="preserve">  </w:t>
      </w:r>
    </w:p>
    <w:p w14:paraId="0CB87A78" w14:textId="3953BDAE" w:rsidR="00576362" w:rsidRDefault="00576362" w:rsidP="00576362">
      <w:pPr>
        <w:spacing w:line="360" w:lineRule="auto"/>
        <w:rPr>
          <w:lang w:val="bg-BG"/>
        </w:rPr>
      </w:pPr>
    </w:p>
    <w:p w14:paraId="5CA09946" w14:textId="203B1597" w:rsidR="00CF6799" w:rsidRDefault="00CF6799" w:rsidP="00576362">
      <w:pPr>
        <w:spacing w:line="360" w:lineRule="auto"/>
        <w:rPr>
          <w:lang w:val="bg-BG"/>
        </w:rPr>
      </w:pPr>
    </w:p>
    <w:p w14:paraId="15B80E0F" w14:textId="77777777" w:rsidR="00CF6799" w:rsidRDefault="00CF6799" w:rsidP="00576362">
      <w:pPr>
        <w:spacing w:line="360" w:lineRule="auto"/>
        <w:rPr>
          <w:lang w:val="bg-BG"/>
        </w:rPr>
      </w:pPr>
    </w:p>
    <w:p w14:paraId="31639020" w14:textId="51DE599A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6412DD">
        <w:rPr>
          <w:b/>
          <w:sz w:val="26"/>
          <w:szCs w:val="26"/>
          <w:lang w:val="bg-BG"/>
        </w:rPr>
        <w:t>3177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12151E6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45A36FBC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2AD71702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41C8C35D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6412DD">
        <w:rPr>
          <w:b/>
          <w:lang w:val="bg-BG"/>
        </w:rPr>
        <w:t>Гинци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6412DD">
        <w:rPr>
          <w:b/>
          <w:lang w:val="bg-BG"/>
        </w:rPr>
        <w:t>14903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0A0D55" w:rsidRPr="005446F8" w14:paraId="1CA6E0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0C93" w14:textId="584127B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596B" w14:textId="569C713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14A6" w14:textId="4AB0227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CF51" w14:textId="622841F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13F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E34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4B9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3F5807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3D77AD2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333A4D6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5EB8C7B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71D229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2687FBF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91.97</w:t>
            </w:r>
          </w:p>
        </w:tc>
      </w:tr>
      <w:tr w:rsidR="000A0D55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49DA10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4DAB08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3572104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73E6942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2.237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6FCFB19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76.07</w:t>
            </w:r>
          </w:p>
        </w:tc>
      </w:tr>
      <w:tr w:rsidR="000A0D55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0DDD5BC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0015C9D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31702A8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2E3E91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5EEDF9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6A87ACA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71F6B3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63.72</w:t>
            </w:r>
          </w:p>
        </w:tc>
      </w:tr>
      <w:tr w:rsidR="000A0D55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2063FBC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36BDE4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434D267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4BEFA30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2E03E1F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66017FD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629298F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39.68</w:t>
            </w:r>
          </w:p>
        </w:tc>
      </w:tr>
      <w:tr w:rsidR="000A0D55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2D036CF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7776FC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2AD1930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450203F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795E790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</w:tr>
      <w:tr w:rsidR="000A0D55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38554BF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3B5047E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11E253F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32BBDA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6BB2EF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32.06</w:t>
            </w:r>
          </w:p>
        </w:tc>
      </w:tr>
      <w:tr w:rsidR="000A0D55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4AA0A3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0FA0B02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22932B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02FE6AD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7555139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0A0D55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5BDD7A1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lastRenderedPageBreak/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5AA2E82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6B1FC4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6528529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56F61F8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3B25989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2C5B214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3F17C35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0DAE66D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25.91</w:t>
            </w:r>
          </w:p>
        </w:tc>
      </w:tr>
      <w:tr w:rsidR="000A0D55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76ACAF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59D5E0C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7D1DD28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7C22EF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634D7C3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25.43</w:t>
            </w:r>
          </w:p>
        </w:tc>
      </w:tr>
      <w:tr w:rsidR="000A0D55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2EA2610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2670513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3DE8430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12606F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18A2B3C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25.43</w:t>
            </w:r>
          </w:p>
        </w:tc>
      </w:tr>
      <w:tr w:rsidR="000A0D55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34D6D1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3036962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392BAB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5B6199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4A3CCE2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25.40</w:t>
            </w:r>
          </w:p>
        </w:tc>
      </w:tr>
      <w:tr w:rsidR="000A0D55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19BD5A0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103295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0B66A17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52686E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7FA9D79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31C017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314499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25.36</w:t>
            </w:r>
          </w:p>
        </w:tc>
      </w:tr>
      <w:tr w:rsidR="000A0D55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2FD19E0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17A8E5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4574D53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2E23848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5B3D849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0F8ACF4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7768EE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23A107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73AC003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289052A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43C0D93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585A046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</w:tr>
      <w:tr w:rsidR="000A0D55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10687D3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1398D35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68EF9B9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4B30256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1116BEF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</w:tr>
      <w:tr w:rsidR="000A0D55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30A8396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40AF2F6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1BBAA6D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629E40F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6C2F47E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</w:tr>
      <w:tr w:rsidR="000A0D55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6CE652A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5AFD42C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14F4CD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40F8C1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2235CE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0531F16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</w:tr>
      <w:tr w:rsidR="000A0D55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6806CA5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678D683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36E3BC1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59B32A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0E56CF7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20EF10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E1BF0B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497804E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1C6139F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58FA3C2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12E1B80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785E7A1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</w:tr>
      <w:tr w:rsidR="000A0D55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5B7E23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111D8A0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35442F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13D7FFE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60822E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19.82</w:t>
            </w:r>
          </w:p>
        </w:tc>
      </w:tr>
      <w:tr w:rsidR="000A0D55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7D415A1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4F2A60B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27CD8BE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137DBA1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595910F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19.75</w:t>
            </w:r>
          </w:p>
        </w:tc>
      </w:tr>
      <w:tr w:rsidR="000A0D55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48EDDE2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68705E0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39D30C0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708237B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3FAEFD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2A3EA0E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4E9F93D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5AF843D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5D35D8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58CA1FE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014FCF6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6DD34CC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5E360D6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</w:tr>
      <w:tr w:rsidR="000A0D55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5AADA90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533B0FC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1BD8CD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67493A3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7F4C67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</w:tr>
      <w:tr w:rsidR="000A0D55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313D49D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1746B88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0F2159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0D7909E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777D99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</w:tr>
      <w:tr w:rsidR="000A0D55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2869CD9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7E0081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74698AF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00444D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0ED2181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</w:tr>
      <w:tr w:rsidR="000A0D55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2CF218D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5EAFFA0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201887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681553A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63F2730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6FD069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7CA4D1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15385F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2EB4A6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63576BF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2BD6440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7C7E902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4019A0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541AFC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55FD14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69173F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3BF8690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43E30B0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2327757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361A1F1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1654B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782B470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2F5029C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315EF86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236D5E9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35D29D6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21.83</w:t>
            </w:r>
          </w:p>
        </w:tc>
      </w:tr>
      <w:tr w:rsidR="000A0D55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6BED240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038BEF7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2A6DA63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4B8EF9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470C5BC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</w:tr>
      <w:tr w:rsidR="000A0D55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402AA30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3EBD68C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55387E0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5A3F9B5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0368C82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65D416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147C8A8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</w:tr>
      <w:tr w:rsidR="000A0D55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08DA0E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307B0C9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7E392F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3149FB4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7B9FA23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361E5D1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45E5F7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</w:tr>
      <w:tr w:rsidR="000A0D55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2261238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039CF5F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3795E61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0CA8F1E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4853D8F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0A0D55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53B77D9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41598E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23C2681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742143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A0C59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07F5C17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3C78F90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3B3027F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4178F54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2FF01EC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5DFC37A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5866B5D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775B5F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07606D7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</w:tr>
      <w:tr w:rsidR="000A0D55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19552A5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7346A5A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784D9AC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5438D86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23D1F1B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11.07</w:t>
            </w:r>
          </w:p>
        </w:tc>
      </w:tr>
      <w:tr w:rsidR="000A0D55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483278E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lastRenderedPageBreak/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53543E8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61F0C03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6C0B477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0D5BFE4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AC5B27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71D45B7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07C1644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21305BD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574050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596982F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3FD1650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</w:tr>
      <w:tr w:rsidR="000A0D55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5F1D21E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7BAA270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49A92E4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7A6082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638110F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</w:tr>
      <w:tr w:rsidR="000A0D55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6975AF5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62D3CED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72B286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45DA68F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66F9C63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65.67</w:t>
            </w:r>
          </w:p>
        </w:tc>
      </w:tr>
      <w:tr w:rsidR="000A0D55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1736EB5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30EEAED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4FB61FD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18F105C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7177686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43.46</w:t>
            </w:r>
          </w:p>
        </w:tc>
      </w:tr>
      <w:tr w:rsidR="000A0D55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0CEC16D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583552E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10BB54F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7DB7862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04A1B09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0A0D55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4A00CD4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1BD0D62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35B414B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588CAB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27AC299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33.96</w:t>
            </w:r>
          </w:p>
        </w:tc>
      </w:tr>
      <w:tr w:rsidR="000A0D55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12C564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39B3DEE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447ACAD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35C35C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22B93F3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</w:tr>
      <w:tr w:rsidR="000A0D55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37BB8FE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318D5A9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7E50550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16D1810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16D9A8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3715A5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546FBA7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</w:tr>
      <w:tr w:rsidR="000A0D55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5D50793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7347DA1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1D43CA2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6EA7250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2687C39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4168045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4E7AB70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25.65</w:t>
            </w:r>
          </w:p>
        </w:tc>
      </w:tr>
      <w:tr w:rsidR="000A0D55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54CC36F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3965C7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10A23EB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3B4C5FC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7C0212D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25.51</w:t>
            </w:r>
          </w:p>
        </w:tc>
      </w:tr>
      <w:tr w:rsidR="000A0D55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769A27A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12F1536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4F19160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106F815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20C2665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23.95</w:t>
            </w:r>
          </w:p>
        </w:tc>
      </w:tr>
      <w:tr w:rsidR="000A0D55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5CDCC8C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1D0E9A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5442AEC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1D36E4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5DF1796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</w:tr>
      <w:tr w:rsidR="000A0D55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13CB495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78C9A8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06130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22F9488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6B5260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524D60F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7D8E132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20.86</w:t>
            </w:r>
          </w:p>
        </w:tc>
      </w:tr>
      <w:tr w:rsidR="000A0D55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4E8108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471D8DA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53CFC70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6512904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1436245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20.60</w:t>
            </w:r>
          </w:p>
        </w:tc>
      </w:tr>
      <w:tr w:rsidR="000A0D55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7C1C5B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66FE2E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404D4A8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70307B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2173624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AC0CC8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A3BFF6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0F03828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14B2D04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2AEC205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3FA14B1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29CADF5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13.97</w:t>
            </w:r>
          </w:p>
        </w:tc>
      </w:tr>
      <w:tr w:rsidR="000A0D55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66E6DD9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41D0445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6DDAD74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7F81D3E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8.716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32AB0A6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296.34</w:t>
            </w:r>
          </w:p>
        </w:tc>
      </w:tr>
      <w:tr w:rsidR="000A0D55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66B9ED6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05D54A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62A3982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390FF4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4697F19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7922C9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34D8B8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3433A76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3CAAC21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7DE496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456A505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1A992D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88.60</w:t>
            </w:r>
          </w:p>
        </w:tc>
      </w:tr>
      <w:tr w:rsidR="000A0D55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0182493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7E3F7E1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64D56AF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6A762C1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528794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50.55</w:t>
            </w:r>
          </w:p>
        </w:tc>
      </w:tr>
      <w:tr w:rsidR="000A0D55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365E9A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6647730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1AAEF5F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5E13C84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37F625C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7913232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43.47</w:t>
            </w:r>
          </w:p>
        </w:tc>
      </w:tr>
      <w:tr w:rsidR="000A0D55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6E39227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20EBA3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0AEAF8A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7351F22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29C30FE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3B457C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0B6B5A3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6AC10F0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73BEE4C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D5B665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3672969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</w:tr>
      <w:tr w:rsidR="000A0D55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6507D72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78D4D04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1746EB9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16C9CC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56AFF09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АДРИЯНА АЛЕКСАНДРОВА ВЕСЕЛИНОВА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36AD3D9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2F20FCA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1F88BBD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5B9A79D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</w:tr>
      <w:tr w:rsidR="000A0D55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50415EC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76DD2C0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20.833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1DEE72B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51.312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5FB49C0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1744.60</w:t>
            </w:r>
          </w:p>
        </w:tc>
      </w:tr>
      <w:tr w:rsidR="000A0D55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2ED3349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7795D34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49D75B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65CEEE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6.670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4EA6605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226.77</w:t>
            </w:r>
          </w:p>
        </w:tc>
      </w:tr>
      <w:tr w:rsidR="000A0D55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5FCA19F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6752A29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683586B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687D722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2F91C01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224.33</w:t>
            </w:r>
          </w:p>
        </w:tc>
      </w:tr>
      <w:tr w:rsidR="000A0D55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05836F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1E4CE10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066073B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3D43646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5D70B7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119.85</w:t>
            </w:r>
          </w:p>
        </w:tc>
      </w:tr>
      <w:tr w:rsidR="000A0D55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484E36B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7B9565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2D56EAE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7A7F6AD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0533F8F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lastRenderedPageBreak/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35E3745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71F358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1FA605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3F2E2E9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25.67</w:t>
            </w:r>
          </w:p>
        </w:tc>
      </w:tr>
      <w:tr w:rsidR="000A0D55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69BEDD1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5A3524C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137-40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43CFF90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1C9221A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2D217A1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785521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74F38D0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3E76623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5EA2D0F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273861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38F4474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0E5F190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7150F2A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</w:tr>
      <w:tr w:rsidR="000A0D55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4979857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5603462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6A7516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6BEA09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0C6EBE6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27.70</w:t>
            </w:r>
          </w:p>
        </w:tc>
      </w:tr>
      <w:tr w:rsidR="000A0D55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0F8AE14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5DF0A67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74304A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7B9B6E3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14E08FE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24.68</w:t>
            </w:r>
          </w:p>
        </w:tc>
      </w:tr>
      <w:tr w:rsidR="000A0D55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05FD228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5B2262D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5135DA9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1A0FDDE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6DC1855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</w:tr>
      <w:tr w:rsidR="000A0D55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342650C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3CF6807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57AA63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3EAC17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6AFF4B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39.92</w:t>
            </w:r>
          </w:p>
        </w:tc>
      </w:tr>
      <w:tr w:rsidR="000A0D55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5F00BF3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3AB4D76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6B97C1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54DB469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7B30EC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</w:tr>
      <w:tr w:rsidR="000A0D55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1EE6E63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1B1AE9D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728A458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3D9A5D7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660100E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</w:tr>
      <w:tr w:rsidR="000A0D55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4F8BF01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4685695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0727B6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1985C32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3B9D90D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26C9FC0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2DD702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2C86929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41B221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69BE7D6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4BDEE94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41A866D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747D3CD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7.87</w:t>
            </w:r>
          </w:p>
        </w:tc>
      </w:tr>
      <w:tr w:rsidR="000A0D55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0393C09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564F915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4588349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15573BB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4E9B66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</w:tr>
      <w:tr w:rsidR="000A0D55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3AC48A1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АЛЕКСАНДЪР ВАНЧОВ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20F25B3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0CA3068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653F55C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49CB2F4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</w:tr>
      <w:tr w:rsidR="000A0D55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12E18B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71A491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4.833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5180840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23.566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4A56BF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801.23</w:t>
            </w:r>
          </w:p>
        </w:tc>
      </w:tr>
      <w:tr w:rsidR="000A0D55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7D0F270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ГРОЗДЕНА ДИМИТРОВА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4958BED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6C9CFCD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5D9D992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020A4C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ГРОЗДЕНА ДИМИТРОВА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6037254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3E9DD9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48A28A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1EA8AFA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94.11</w:t>
            </w:r>
          </w:p>
        </w:tc>
      </w:tr>
      <w:tr w:rsidR="000A0D55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4866D7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2C5AE1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3.655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3590600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2.768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7EC086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94.11</w:t>
            </w:r>
          </w:p>
        </w:tc>
      </w:tr>
      <w:tr w:rsidR="000A0D55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3AE7FE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710C2D9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7B3E0D9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169D215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2515EB3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65.43</w:t>
            </w:r>
          </w:p>
        </w:tc>
      </w:tr>
      <w:tr w:rsidR="000A0D55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54EC7AA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0F2B7B2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121FFFA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70A0636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5411E1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4D03B96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22EC3AC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5B96902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A25B9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</w:tr>
      <w:tr w:rsidR="000A0D55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543EFC3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0F5DF11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21F7D56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3BC2B18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37214B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22.01</w:t>
            </w:r>
          </w:p>
        </w:tc>
      </w:tr>
      <w:tr w:rsidR="000A0D55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134B141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424E828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58F3775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0F37660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5B5217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</w:tr>
      <w:tr w:rsidR="000A0D55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7763085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2D449A5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3BE121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46BC7F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487444A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15.06</w:t>
            </w:r>
          </w:p>
        </w:tc>
      </w:tr>
      <w:tr w:rsidR="000A0D55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2F7B0E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1EEA9E3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29C4F0D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03580C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63E24EE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</w:tr>
      <w:tr w:rsidR="000A0D55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7BFAA7F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5A09E48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4891D5F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1DC9DE9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646CFE6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ДАНАИЛ ВЪЛЧКОВ ПЪРВАНОВ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446799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557B30B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720872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49124F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</w:tr>
      <w:tr w:rsidR="000A0D55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5E6E3EB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4668F2C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4335D51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4.949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033DB5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168.27</w:t>
            </w:r>
          </w:p>
        </w:tc>
      </w:tr>
      <w:tr w:rsidR="000A0D55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715C013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71A7AFF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49157F0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58B603B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59BA09E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</w:tr>
      <w:tr w:rsidR="000A0D55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5119DA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67E4F67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55CFA1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1966F77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1E2F777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</w:tr>
      <w:tr w:rsidR="000A0D55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1E0668F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76F5C50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4D94ED6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656410B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4AE2DC5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7C2C63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4DF7DA4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387DC31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4BB309E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0A0D55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2E8F98A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55DFAE7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01359BE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00AA79A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2709F73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445E3F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6EAB71E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423CF84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380D2AA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58.00</w:t>
            </w:r>
          </w:p>
        </w:tc>
      </w:tr>
      <w:tr w:rsidR="000A0D55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6C2972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0D0EF7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122E564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16B12AE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25C7A77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48.43</w:t>
            </w:r>
          </w:p>
        </w:tc>
      </w:tr>
      <w:tr w:rsidR="000A0D55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7770B8B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ДЕНИС ЕФТИМОВ ВЕЛИЧКОВ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3A6AB2D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2A5CFA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4C159D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74580A5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090F6B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4.491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04554E9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3.811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57B5437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129.58</w:t>
            </w:r>
          </w:p>
        </w:tc>
      </w:tr>
      <w:tr w:rsidR="000A0D55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5FEAC8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4D0F832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672655B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44B3275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27F8467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57.44</w:t>
            </w:r>
          </w:p>
        </w:tc>
      </w:tr>
      <w:tr w:rsidR="000A0D55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7AB3F64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64FB10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0EA966A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13D393E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36DE7F4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47.66</w:t>
            </w:r>
          </w:p>
        </w:tc>
      </w:tr>
      <w:tr w:rsidR="000A0D55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10C4B52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6565AE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08F737B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0F2141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09D978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38.68</w:t>
            </w:r>
          </w:p>
        </w:tc>
      </w:tr>
      <w:tr w:rsidR="000A0D55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76E5340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520A329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6C444F8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13ABEB7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45755D7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20.50</w:t>
            </w:r>
          </w:p>
        </w:tc>
      </w:tr>
      <w:tr w:rsidR="000A0D55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4290912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3F1C571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3D46A8E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5AC9CC8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0AB83C8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83.91</w:t>
            </w:r>
          </w:p>
        </w:tc>
      </w:tr>
      <w:tr w:rsidR="000A0D55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58F5AB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63C9E55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53714F7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3D018B6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7F4DB0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44.07</w:t>
            </w:r>
          </w:p>
        </w:tc>
      </w:tr>
      <w:tr w:rsidR="000A0D55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6281C64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279FA10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31F1553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125F30B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68DCC17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</w:tr>
      <w:tr w:rsidR="000A0D55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77F786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6DE3DEF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59ED89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08C33F7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45659BA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661057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1BFC149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30AFBB0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60A7D0C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19.64</w:t>
            </w:r>
          </w:p>
        </w:tc>
      </w:tr>
      <w:tr w:rsidR="000A0D55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2100D0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lastRenderedPageBreak/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37472FF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41090EC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138974B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1B4E4FD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</w:tr>
      <w:tr w:rsidR="000A0D55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2659C5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5CE8297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518B42C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668D748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5BBC4DA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61FB43F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7F6AA40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3923B0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92AB67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18.05</w:t>
            </w:r>
          </w:p>
        </w:tc>
      </w:tr>
      <w:tr w:rsidR="000A0D55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66A7DB2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50908A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543101D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7720B7E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3D3CCD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93.94</w:t>
            </w:r>
          </w:p>
        </w:tc>
      </w:tr>
      <w:tr w:rsidR="000A0D55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60A934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564B9BD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2DA5A9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476AF1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6CCF94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</w:tr>
      <w:tr w:rsidR="000A0D55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7279E05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48A109D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6503E7B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61DCD9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70999FA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29.30</w:t>
            </w:r>
          </w:p>
        </w:tc>
      </w:tr>
      <w:tr w:rsidR="000A0D55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508E461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7D2305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438A1A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241F507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605DC46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25.65</w:t>
            </w:r>
          </w:p>
        </w:tc>
      </w:tr>
      <w:tr w:rsidR="000A0D55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0845B7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75A93FB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78FF10B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C30712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1972B69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</w:tr>
      <w:tr w:rsidR="000A0D55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60D2D6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136F861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38770E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4A72F8B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37BB9C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67.35</w:t>
            </w:r>
          </w:p>
        </w:tc>
      </w:tr>
      <w:tr w:rsidR="000A0D55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336090A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1A9B00A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477515A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71CBB13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2E5A116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65.15</w:t>
            </w:r>
          </w:p>
        </w:tc>
      </w:tr>
      <w:tr w:rsidR="000A0D55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505B4E0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59CE1F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538F65C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3F4162D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4A7A4F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51409AA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3679F18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7F33A15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7AC20DA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41.52</w:t>
            </w:r>
          </w:p>
        </w:tc>
      </w:tr>
      <w:tr w:rsidR="000A0D55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01939C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16DAA38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5CC0CC6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6B6DBC7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6BE499F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3BF480E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2E024A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28E490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63974DE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25.81</w:t>
            </w:r>
          </w:p>
        </w:tc>
      </w:tr>
      <w:tr w:rsidR="000A0D55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3E95416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7EFC0BF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266448B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7045843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35EF257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327D82F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141679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3D4004A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5C00779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18F93A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2C44DA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687295E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4.183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0EECFF6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142.24</w:t>
            </w:r>
          </w:p>
        </w:tc>
      </w:tr>
      <w:tr w:rsidR="000A0D55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350E04E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75DE010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60D9785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11E9F6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57AEBA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25.52</w:t>
            </w:r>
          </w:p>
        </w:tc>
      </w:tr>
      <w:tr w:rsidR="000A0D55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654880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29862DE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1B9CE1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6C895D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6CC724F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2EE2E1F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5102A0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6CE3D3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7B3A77D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7.98</w:t>
            </w:r>
          </w:p>
        </w:tc>
      </w:tr>
      <w:tr w:rsidR="000A0D55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0D136C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3D45F45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3FBBBBA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201B77F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58D55D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</w:tr>
      <w:tr w:rsidR="000A0D55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0C644E2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7F1720F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35583B5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14E90E1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5.550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4BCF270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188.71</w:t>
            </w:r>
          </w:p>
        </w:tc>
      </w:tr>
      <w:tr w:rsidR="000A0D55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6519361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133D2E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2D3D3B3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2116A5D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4.444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7CE628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151.11</w:t>
            </w:r>
          </w:p>
        </w:tc>
      </w:tr>
      <w:tr w:rsidR="000A0D55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24AD14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1F0726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705CD4C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345B3BF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2B19628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07E6AE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37D10BD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69C11AB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302ABAD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724FAF1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75FBDF8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5ABB8C2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67FD422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79DEFD7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7AAFE79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4954B9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52505F5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85.56</w:t>
            </w:r>
          </w:p>
        </w:tc>
      </w:tr>
      <w:tr w:rsidR="000A0D55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706679B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2657B3D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0D9B745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1FCBAFD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64246F7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64D5FFB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00BF687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4A169EE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60DAD4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77.91</w:t>
            </w:r>
          </w:p>
        </w:tc>
      </w:tr>
      <w:tr w:rsidR="000A0D55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461008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703292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5F1EF01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40EE56B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128062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73.82</w:t>
            </w:r>
          </w:p>
        </w:tc>
      </w:tr>
      <w:tr w:rsidR="000A0D55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6258234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6A4F47D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7E84018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293AC27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4E438BA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10523F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3E486E1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7BB563C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78C235F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</w:tr>
      <w:tr w:rsidR="000A0D55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4D9E239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46C9563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34FD52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7550D0C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38665BA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57.58</w:t>
            </w:r>
          </w:p>
        </w:tc>
      </w:tr>
      <w:tr w:rsidR="000A0D55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49D7DF9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79A9018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63ACDDA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79BF42E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39757FF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</w:tr>
      <w:tr w:rsidR="000A0D55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6BBAF27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7DF54B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464C063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6D97282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5AEC0E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52.13</w:t>
            </w:r>
          </w:p>
        </w:tc>
      </w:tr>
      <w:tr w:rsidR="000A0D55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2CE89C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72BD582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64EB7AC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38D2F1F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0F98CB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50.45</w:t>
            </w:r>
          </w:p>
        </w:tc>
      </w:tr>
      <w:tr w:rsidR="000A0D55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73B827C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7ADB361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46B601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4F5D63D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4CCCA3D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41.50</w:t>
            </w:r>
          </w:p>
        </w:tc>
      </w:tr>
      <w:tr w:rsidR="000A0D55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61B5924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0DB938E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15C80B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366BE9F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64FC2CA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</w:tr>
      <w:tr w:rsidR="000A0D55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394A07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6800CF4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021E04B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54A85D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5A1853C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37.04</w:t>
            </w:r>
          </w:p>
        </w:tc>
      </w:tr>
      <w:tr w:rsidR="000A0D55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72535E1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034EC12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7F53B7D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49BFF34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63E471E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</w:tr>
      <w:tr w:rsidR="000A0D55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4DF2DB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78D3E2C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73AFC2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38D53D9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67A86E5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</w:tr>
      <w:tr w:rsidR="000A0D55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439E116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220EFB7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33D26DB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2AC7924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4544236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</w:tr>
      <w:tr w:rsidR="000A0D55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620F36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7CB097C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1DBAC7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217D402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5D13B85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5893D21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39EEEF0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1E54CE5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367D921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0A5946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1DE7234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4741A50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3C64BA8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48.44</w:t>
            </w:r>
          </w:p>
        </w:tc>
      </w:tr>
      <w:tr w:rsidR="000A0D55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7F54EE0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783DC2E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746B627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56ACAEB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39B793B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12.76</w:t>
            </w:r>
          </w:p>
        </w:tc>
      </w:tr>
      <w:tr w:rsidR="000A0D55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52A9FF1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5EACC1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247A78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096C46C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19E3CFB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</w:tr>
      <w:tr w:rsidR="000A0D55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53A4FC7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7B756E2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630F34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596DED1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692E784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</w:tr>
      <w:tr w:rsidR="000A0D55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36C8461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3C355FC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66A75DE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3DCB661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3F18C9D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0A0D55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350401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75AC993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797EDCB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12E5937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0C5757B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</w:tr>
      <w:tr w:rsidR="000A0D55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0DCC90E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7BE0833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6F172B9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66EF88A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0E598DC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47.67</w:t>
            </w:r>
          </w:p>
        </w:tc>
      </w:tr>
      <w:tr w:rsidR="000A0D55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1CA137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6FCEAD6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66DF7CD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26C553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7B1942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20.62</w:t>
            </w:r>
          </w:p>
        </w:tc>
      </w:tr>
      <w:tr w:rsidR="000A0D55" w:rsidRPr="005446F8" w14:paraId="5374F1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7CCC" w14:textId="13193C0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8D00" w14:textId="4A20F1C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32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D0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5432" w14:textId="6CE7FDD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D1AA" w14:textId="1B02E55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35E2" w14:textId="5924532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19.37</w:t>
            </w:r>
          </w:p>
        </w:tc>
      </w:tr>
      <w:tr w:rsidR="000A0D55" w:rsidRPr="005446F8" w14:paraId="34997F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3A3" w14:textId="6195F8B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3998" w14:textId="517496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CD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BF0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5119" w14:textId="00BD66B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18F5" w14:textId="7D1959C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1F8F" w14:textId="50954FE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18.09</w:t>
            </w:r>
          </w:p>
        </w:tc>
      </w:tr>
      <w:tr w:rsidR="000A0D55" w:rsidRPr="005446F8" w14:paraId="0BB17D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4CB5" w14:textId="0B28246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C819" w14:textId="1E09F73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22C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E36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9120" w14:textId="7F5E94E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66FF" w14:textId="6A82850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0D77" w14:textId="2C356E9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50.96</w:t>
            </w:r>
          </w:p>
        </w:tc>
      </w:tr>
      <w:tr w:rsidR="000A0D55" w:rsidRPr="005446F8" w14:paraId="26CD03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A78F" w14:textId="18DFD6D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E5D3" w14:textId="5E42D7D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B76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06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9678" w14:textId="455F411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0C7" w14:textId="72514EC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3.258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DB33" w14:textId="3448C5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110.77</w:t>
            </w:r>
          </w:p>
        </w:tc>
      </w:tr>
      <w:tr w:rsidR="000A0D55" w:rsidRPr="005446F8" w14:paraId="753EB7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9248" w14:textId="66CC73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9A70" w14:textId="4C656C4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A30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779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14A9" w14:textId="69F76AA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61A7" w14:textId="53C395D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F75E" w14:textId="1157EE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</w:tr>
      <w:tr w:rsidR="000A0D55" w:rsidRPr="005446F8" w14:paraId="2D6C0E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3E9B" w14:textId="755E360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604D" w14:textId="3A4C530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95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661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8A1A" w14:textId="1D1A50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F55D" w14:textId="159586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3.064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C9C" w14:textId="2447DAA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</w:tr>
      <w:tr w:rsidR="000A0D55" w:rsidRPr="005446F8" w14:paraId="476ACD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0A43" w14:textId="739B649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6CE5" w14:textId="2B6F231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400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42E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E10" w14:textId="61A102C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6D53" w14:textId="78F4E1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07A" w14:textId="6577834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100.61</w:t>
            </w:r>
          </w:p>
        </w:tc>
      </w:tr>
      <w:tr w:rsidR="000A0D55" w:rsidRPr="005446F8" w14:paraId="7B72E1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1FAD" w14:textId="34F445C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196D" w14:textId="1A2607B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1B74" w14:textId="4001B25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F51B" w14:textId="1C23B7C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B6A0" w14:textId="214E37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C9DE" w14:textId="50A1799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2.786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2B9C" w14:textId="5DC311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94.72</w:t>
            </w:r>
          </w:p>
        </w:tc>
      </w:tr>
      <w:tr w:rsidR="000A0D55" w:rsidRPr="005446F8" w14:paraId="023339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B34" w14:textId="1F7EFA4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2C2" w14:textId="655349A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578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054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940" w14:textId="473E8F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A647" w14:textId="46199B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DD52" w14:textId="5F6814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38.42</w:t>
            </w:r>
          </w:p>
        </w:tc>
      </w:tr>
      <w:tr w:rsidR="000A0D55" w:rsidRPr="005446F8" w14:paraId="6A3708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8724" w14:textId="36F65DF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lastRenderedPageBreak/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F82" w14:textId="247EF51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AE3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419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FE45" w14:textId="358C531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3F16" w14:textId="635C388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F44D" w14:textId="63F15C1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</w:tr>
      <w:tr w:rsidR="000A0D55" w:rsidRPr="005446F8" w14:paraId="6BD242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6712" w14:textId="3D6708B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F834" w14:textId="34C73CD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B47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F1D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4ABA" w14:textId="5A74BE9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8CF2" w14:textId="4BC0AE8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15C6" w14:textId="39F52F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31.99</w:t>
            </w:r>
          </w:p>
        </w:tc>
      </w:tr>
      <w:tr w:rsidR="000A0D55" w:rsidRPr="005446F8" w14:paraId="5F17FD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79F1" w14:textId="0E2027B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F05C" w14:textId="02A08B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E32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E7A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742B" w14:textId="6407DBD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88C9" w14:textId="1C89C48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67D4" w14:textId="6C45AF2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29.95</w:t>
            </w:r>
          </w:p>
        </w:tc>
      </w:tr>
      <w:tr w:rsidR="000A0D55" w:rsidRPr="005446F8" w14:paraId="5B1C68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7D71" w14:textId="485D873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22C1" w14:textId="471A3D2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23A0" w14:textId="54A8BCA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7EF9" w14:textId="685A81C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0C1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D54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CA0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89C14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9888" w14:textId="733175B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81DA" w14:textId="4B7E308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07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4D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F05" w14:textId="431830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D562" w14:textId="121B34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E019" w14:textId="38BE76C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</w:tr>
      <w:tr w:rsidR="000A0D55" w:rsidRPr="005446F8" w14:paraId="0E1CAC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F7AF" w14:textId="7DDF80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DBD3" w14:textId="02617BE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130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EA8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27F7" w14:textId="70DC3B1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1049" w14:textId="4BD3D53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AD65" w14:textId="18A6C90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</w:tr>
      <w:tr w:rsidR="000A0D55" w:rsidRPr="005446F8" w14:paraId="7779BA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BB55" w14:textId="517B515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2E6" w14:textId="02ED104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07A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8E2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563E" w14:textId="5B95AC0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6DD3" w14:textId="17F4C87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7AB" w14:textId="24BBFB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10.06</w:t>
            </w:r>
          </w:p>
        </w:tc>
      </w:tr>
      <w:tr w:rsidR="000A0D55" w:rsidRPr="005446F8" w14:paraId="582A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BE98" w14:textId="5ABC02B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7EE6" w14:textId="79C0337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0171" w14:textId="5D833D0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1542" w14:textId="0EC976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4A3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CD2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8C1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7EBAC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DBE" w14:textId="61C7C2D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A96C" w14:textId="478A7C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878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F49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A39F" w14:textId="26E2EEB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BEEA" w14:textId="6AEC89F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DAAB" w14:textId="0F75BE5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7.03</w:t>
            </w:r>
          </w:p>
        </w:tc>
      </w:tr>
      <w:tr w:rsidR="000A0D55" w:rsidRPr="005446F8" w14:paraId="40DD59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C9E" w14:textId="3314FCE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BBD2" w14:textId="473630A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39A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ED9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AFB8" w14:textId="04F68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F4F7" w14:textId="00B784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A0BE" w14:textId="1B5753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</w:tr>
      <w:tr w:rsidR="000A0D55" w:rsidRPr="005446F8" w14:paraId="2B9574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04E6" w14:textId="001F87A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ДЕСИСЛАВА ИВАЙЛО СТЕФАНОВА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91B2" w14:textId="54A2B7A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1E9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B19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D2AA" w14:textId="016CCF3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9C8D" w14:textId="465712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8A10" w14:textId="156DB3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53.94</w:t>
            </w:r>
          </w:p>
        </w:tc>
      </w:tr>
      <w:tr w:rsidR="000A0D55" w:rsidRPr="005446F8" w14:paraId="487A06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74D4" w14:textId="2C84B7D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A05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8D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8A3C" w14:textId="7A8D7A4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26.777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CB6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23AF" w14:textId="209931C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90.556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E64" w14:textId="3017E22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3078.91</w:t>
            </w:r>
          </w:p>
        </w:tc>
      </w:tr>
      <w:tr w:rsidR="000A0D55" w:rsidRPr="005446F8" w14:paraId="506D38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08FF" w14:textId="1F4CE9B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D3D5" w14:textId="64AEAD4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913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723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12B4" w14:textId="1C3A658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46C0" w14:textId="07565CC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5.633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18E6" w14:textId="17327C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191.52</w:t>
            </w:r>
          </w:p>
        </w:tc>
      </w:tr>
      <w:tr w:rsidR="000A0D55" w:rsidRPr="005446F8" w14:paraId="7E6DE8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2900" w14:textId="06D7D51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A609" w14:textId="2117A1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9A9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34E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3AAF" w14:textId="2297235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2616" w14:textId="1B347CC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0404" w14:textId="47A4B26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119.00</w:t>
            </w:r>
          </w:p>
        </w:tc>
      </w:tr>
      <w:tr w:rsidR="000A0D55" w:rsidRPr="005446F8" w14:paraId="25FA50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987E" w14:textId="145C921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12A3" w14:textId="3E5CC46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AA2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AE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709C" w14:textId="07E6C98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1FF0" w14:textId="3BCD34E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F90E" w14:textId="4A734F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113.93</w:t>
            </w:r>
          </w:p>
        </w:tc>
      </w:tr>
      <w:tr w:rsidR="000A0D55" w:rsidRPr="005446F8" w14:paraId="0B1259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88BC" w14:textId="44D0A77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4EBE" w14:textId="13B4E15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9C9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8D2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7579" w14:textId="1D36668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E68" w14:textId="4B09312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163" w14:textId="3AAF57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102.27</w:t>
            </w:r>
          </w:p>
        </w:tc>
      </w:tr>
      <w:tr w:rsidR="000A0D55" w:rsidRPr="005446F8" w14:paraId="1B9912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AB3C" w14:textId="73B4C5F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F8F6" w14:textId="791A856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B8E0" w14:textId="097C3B4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5C78" w14:textId="7DF9CBB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269B" w14:textId="7308C73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FF4D" w14:textId="32CEF7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B2B" w14:textId="49061CB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0A0D55" w:rsidRPr="005446F8" w14:paraId="5D726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40AE" w14:textId="0A8861C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4878" w14:textId="2D1B420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2E0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E90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EF10" w14:textId="09C16F6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3A83" w14:textId="5CDC4A6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10.878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9D9D" w14:textId="0A1EB51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369.86</w:t>
            </w:r>
          </w:p>
        </w:tc>
      </w:tr>
      <w:tr w:rsidR="000A0D55" w:rsidRPr="005446F8" w14:paraId="4121D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0680" w14:textId="5716409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0470" w14:textId="0BB8F01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0F68" w14:textId="50E0942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F700" w14:textId="529F78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9C5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40E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619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248DA6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C454" w14:textId="4AE551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9E0F" w14:textId="5A7A2E1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939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8A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F816" w14:textId="1C47DC1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42C7" w14:textId="0BD311C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3.776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D85" w14:textId="3B5D0A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128.40</w:t>
            </w:r>
          </w:p>
        </w:tc>
      </w:tr>
      <w:tr w:rsidR="000A0D55" w:rsidRPr="005446F8" w14:paraId="75F2C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624" w14:textId="7B5C643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02F3" w14:textId="227DAC8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DF05" w14:textId="4A51B9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AC3D" w14:textId="3C3E802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8FCE" w14:textId="44C77FC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9E09" w14:textId="347E022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B50F" w14:textId="6125A4F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9.59</w:t>
            </w:r>
          </w:p>
        </w:tc>
      </w:tr>
      <w:tr w:rsidR="000A0D55" w:rsidRPr="005446F8" w14:paraId="269A67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B912" w14:textId="7C35F8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F4ED" w14:textId="3D7C315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1F02" w14:textId="607E01D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3AE" w14:textId="5D188AA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BFE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53F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E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2272E6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547D" w14:textId="118B75A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E627" w14:textId="2E2CFA0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161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86B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FA3" w14:textId="0E80DC8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CA2B" w14:textId="0097DAF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80F3" w14:textId="5CB70B1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68.51</w:t>
            </w:r>
          </w:p>
        </w:tc>
      </w:tr>
      <w:tr w:rsidR="000A0D55" w:rsidRPr="005446F8" w14:paraId="3BF5A4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2978" w14:textId="7532673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B676" w14:textId="29AFD00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ACD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F4D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FD06" w14:textId="58CC64F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5C3" w14:textId="344B7D4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37B9" w14:textId="4F11E32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67.06</w:t>
            </w:r>
          </w:p>
        </w:tc>
      </w:tr>
      <w:tr w:rsidR="000A0D55" w:rsidRPr="005446F8" w14:paraId="302D02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EC96" w14:textId="7C456C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8F3" w14:textId="0E5F351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EFA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B20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FC95" w14:textId="7584E38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9688" w14:textId="0618F3D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8DEF" w14:textId="064FD55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51.37</w:t>
            </w:r>
          </w:p>
        </w:tc>
      </w:tr>
      <w:tr w:rsidR="000A0D55" w:rsidRPr="005446F8" w14:paraId="42E291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6D89" w14:textId="3FB7B6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FCA2" w14:textId="05F0AF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A0DA" w14:textId="7D8518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868" w14:textId="7619D2C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7620" w14:textId="57B8DD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305" w14:textId="6A22383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95E7" w14:textId="3DD3BD5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</w:tr>
      <w:tr w:rsidR="000A0D55" w:rsidRPr="005446F8" w14:paraId="7DB059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E958" w14:textId="7F14B7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8658" w14:textId="58C17F9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D2B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439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EFE3" w14:textId="1248BC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D75F" w14:textId="0B76D20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D62" w14:textId="6865329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36.35</w:t>
            </w:r>
          </w:p>
        </w:tc>
      </w:tr>
      <w:tr w:rsidR="000A0D55" w:rsidRPr="005446F8" w14:paraId="339078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3304" w14:textId="0D5273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211B" w14:textId="2F2A470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DE02" w14:textId="03F4584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93FF" w14:textId="4FEA4E4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69F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034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71A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025F5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AF21" w14:textId="6AC9575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ИВЕТ СТЕФАНОВА ВЛАСАКИЕВА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6412" w14:textId="4927F61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F3A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79A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A3EF" w14:textId="1D18188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E99B" w14:textId="40720D3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BACC" w14:textId="7272FCA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</w:tr>
      <w:tr w:rsidR="000A0D55" w:rsidRPr="005446F8" w14:paraId="1A67DE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134E" w14:textId="4054946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DC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42D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0521" w14:textId="07CDEA3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13.981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805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F3D5" w14:textId="019E2B2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39.618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04E0" w14:textId="2BEB1AD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1347.02</w:t>
            </w:r>
          </w:p>
        </w:tc>
      </w:tr>
      <w:tr w:rsidR="000A0D55" w:rsidRPr="005446F8" w14:paraId="348FAF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F38F" w14:textId="75726E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84D2" w14:textId="4219026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E4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C80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2A94" w14:textId="547D9F2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439D" w14:textId="724F796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4.056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9B53" w14:textId="6DF237C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137.90</w:t>
            </w:r>
          </w:p>
        </w:tc>
      </w:tr>
      <w:tr w:rsidR="000A0D55" w:rsidRPr="005446F8" w14:paraId="2D37E2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B37C" w14:textId="00524D1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5598" w14:textId="7063708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6EE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6C3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D9A4" w14:textId="31E18FD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4A0F" w14:textId="3558F3D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075B" w14:textId="308E6D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</w:tr>
      <w:tr w:rsidR="000A0D55" w:rsidRPr="005446F8" w14:paraId="06FAA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460" w14:textId="6303C4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7BB1" w14:textId="228F2AC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26D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00F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9975" w14:textId="6967BAA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116A" w14:textId="4B6F72C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0FA4" w14:textId="0D9310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58.51</w:t>
            </w:r>
          </w:p>
        </w:tc>
      </w:tr>
      <w:tr w:rsidR="000A0D55" w:rsidRPr="005446F8" w14:paraId="1387F2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D6E1" w14:textId="5DE4B21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9F3" w14:textId="2991C41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84E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E5B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709B" w14:textId="581CCA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C832" w14:textId="638F6F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07E" w14:textId="10BC07C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0A0D55" w:rsidRPr="005446F8" w14:paraId="74C076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B4A" w14:textId="1883458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29A6" w14:textId="7F0ECC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912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984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785E" w14:textId="75BC5B9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968" w14:textId="5612064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CF9" w14:textId="0C87664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0A0D55" w:rsidRPr="005446F8" w14:paraId="17D6D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AFDE" w14:textId="416A6F4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A619" w14:textId="2B3BE25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DBE" w14:textId="33660A0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51A2" w14:textId="6C9A944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BC3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A0A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57F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53690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BA5A" w14:textId="0136CE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E311" w14:textId="2EA15C0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CAE2" w14:textId="7F54C0E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136D" w14:textId="7179380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EF7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DB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C3D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544ACD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0C09" w14:textId="5266EE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B3BF" w14:textId="51E450B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979A" w14:textId="3EF879C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DA64" w14:textId="5D65B61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1A4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CBF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CF2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BD1C7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BDF8" w14:textId="2206890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C211" w14:textId="6FC3F67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BA08" w14:textId="4BD2DEB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CB1" w14:textId="73B5ED4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AD7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E4E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45E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BEFC3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9A55" w14:textId="255C0FB0" w:rsidR="000A0D55" w:rsidRPr="005446F8" w:rsidRDefault="000A0D55" w:rsidP="008F411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68B7" w14:textId="57D29F9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07C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50C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B291" w14:textId="464136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6CAC" w14:textId="4EDD535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D00A" w14:textId="1BD3EFC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33.44</w:t>
            </w:r>
          </w:p>
        </w:tc>
      </w:tr>
      <w:tr w:rsidR="000A0D55" w:rsidRPr="005446F8" w14:paraId="1CD33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FAF9" w14:textId="2CA35D3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FF8" w14:textId="123C0DB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9AF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53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E305" w14:textId="24E67C7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15D4" w14:textId="3942E04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25C7" w14:textId="55A2592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24.84</w:t>
            </w:r>
          </w:p>
        </w:tc>
      </w:tr>
      <w:tr w:rsidR="000A0D55" w:rsidRPr="005446F8" w14:paraId="28F14F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357F" w14:textId="5043462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024F" w14:textId="3FE7DC6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5AE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3CD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A214" w14:textId="3CFE394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A5EB" w14:textId="7FE809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FB3E" w14:textId="03C4096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19.72</w:t>
            </w:r>
          </w:p>
        </w:tc>
      </w:tr>
      <w:tr w:rsidR="000A0D55" w:rsidRPr="005446F8" w14:paraId="7F3704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10B3" w14:textId="12A93C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8975" w14:textId="0174D96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0C9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FAD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BE13" w14:textId="7AC4A08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C7CE" w14:textId="644F34A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8B4" w14:textId="4DA3FFB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</w:tr>
      <w:tr w:rsidR="000A0D55" w:rsidRPr="005446F8" w14:paraId="0AEC9C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5010" w14:textId="27955AB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5DAA" w14:textId="27C6969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1328" w14:textId="088B225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BB8C" w14:textId="5CB0A85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D7C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D90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364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49438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EF34" w14:textId="0036D1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5E42" w14:textId="520DD2F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BE9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FAD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2551" w14:textId="77630B5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41E8" w14:textId="2DB63CD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3.305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4EF" w14:textId="43495EF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112.37</w:t>
            </w:r>
          </w:p>
        </w:tc>
      </w:tr>
      <w:tr w:rsidR="000A0D55" w:rsidRPr="005446F8" w14:paraId="1A7A59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D106" w14:textId="70CD3FE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B94F" w14:textId="0D18C19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D55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CCB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4FD8" w14:textId="09C81E9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DB80" w14:textId="5D49708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82AA" w14:textId="656F9C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</w:tr>
      <w:tr w:rsidR="000A0D55" w:rsidRPr="005446F8" w14:paraId="0CDDC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4650" w14:textId="05E02F0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lastRenderedPageBreak/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3FBA" w14:textId="047A153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CC8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A6D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4E11" w14:textId="5A8C8C6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BD97" w14:textId="5CF28EA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1468" w14:textId="60576A9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</w:tr>
      <w:tr w:rsidR="000A0D55" w:rsidRPr="005446F8" w14:paraId="7069A3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DB88" w14:textId="14A11F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A310" w14:textId="0440CE5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5F34" w14:textId="45384BE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FED2" w14:textId="1BC4992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93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F56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0B8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120E77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CFB" w14:textId="6034953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63C4" w14:textId="5C4DE26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365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5CC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2354" w14:textId="32F29D4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14DA" w14:textId="2089425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9FAD" w14:textId="4CC262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</w:tr>
      <w:tr w:rsidR="000A0D55" w:rsidRPr="005446F8" w14:paraId="71498E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5989" w14:textId="584C04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AF57" w14:textId="774938B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7CE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F9F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8FA" w14:textId="4F10D2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D44" w14:textId="5360419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39A7" w14:textId="2EC210F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</w:tr>
      <w:tr w:rsidR="000A0D55" w:rsidRPr="005446F8" w14:paraId="3DE253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08D2" w14:textId="66124B1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21DA" w14:textId="66D6BBD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7F9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893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A48C" w14:textId="56F214A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7717" w14:textId="201039A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53DF" w14:textId="2981228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</w:tr>
      <w:tr w:rsidR="000A0D55" w:rsidRPr="005446F8" w14:paraId="593B38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5DA" w14:textId="5A163A8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6A88" w14:textId="21CF602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B12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206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0DF0" w14:textId="2BA954B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B52F" w14:textId="1A24F84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B5CD" w14:textId="1755B44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6.94</w:t>
            </w:r>
          </w:p>
        </w:tc>
      </w:tr>
      <w:tr w:rsidR="000A0D55" w:rsidRPr="005446F8" w14:paraId="3367F3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FFDC" w14:textId="4DF1E4A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57B0" w14:textId="53DCD05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E0B0" w14:textId="5931DAB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B367" w14:textId="689FBBD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CC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8B9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43B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288145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0514" w14:textId="52F758B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B62A" w14:textId="7613443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6AA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A38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F6A5" w14:textId="5C2DB73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E80A" w14:textId="60DBB2B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824" w14:textId="6763231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</w:tr>
      <w:tr w:rsidR="000A0D55" w:rsidRPr="005446F8" w14:paraId="3054CB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7A27" w14:textId="61460DA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CD03" w14:textId="5787D4B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B153" w14:textId="10F8E1D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A7B3" w14:textId="36FC37F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631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DDF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5BA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01A9F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E7E" w14:textId="04FBD02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60DD" w14:textId="4B6E393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D70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F73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A9A3" w14:textId="5E950DC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C12F" w14:textId="173D6FB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024A" w14:textId="2AF4A2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</w:tr>
      <w:tr w:rsidR="000A0D55" w:rsidRPr="005446F8" w14:paraId="4DBAB2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10E" w14:textId="060D66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A655" w14:textId="4B27BD3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F953" w14:textId="4E9257F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B4F4" w14:textId="5F469EE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B94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9AF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6B6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EAC22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086F" w14:textId="334A4EB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4E22" w14:textId="44BAC40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56F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97F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E4CE" w14:textId="4BFF42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A480" w14:textId="1AB70D5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5.754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B177" w14:textId="7B8664A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195.64</w:t>
            </w:r>
          </w:p>
        </w:tc>
      </w:tr>
      <w:tr w:rsidR="000A0D55" w:rsidRPr="005446F8" w14:paraId="1742E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0D4C" w14:textId="6DD0CD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E451" w14:textId="7E5D696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CABF" w14:textId="60A19E0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DAA0" w14:textId="3339993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12C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304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521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644FE9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6A72" w14:textId="43B79EC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FAD" w14:textId="76543E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A7D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456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D615" w14:textId="18E0EE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CBC8" w14:textId="081F15F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7D91" w14:textId="2B9951E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107.00</w:t>
            </w:r>
          </w:p>
        </w:tc>
      </w:tr>
      <w:tr w:rsidR="000A0D55" w:rsidRPr="005446F8" w14:paraId="5A3FC9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5AC" w14:textId="33E71FB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F526" w14:textId="44B7CC4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683A" w14:textId="5A2486C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6678" w14:textId="46524E1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C49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A04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E1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4A1A6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5BA" w14:textId="5E8B8A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8790" w14:textId="2A51D8A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74B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67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005" w14:textId="20F1E8F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7545" w14:textId="7B834B8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AFA8" w14:textId="76F6822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</w:tr>
      <w:tr w:rsidR="000A0D55" w:rsidRPr="005446F8" w14:paraId="1FB02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72F8" w14:textId="69EB8D2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C83" w14:textId="0C92BE3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352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54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5ED5" w14:textId="74978AB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0140" w14:textId="74B230D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EFE" w14:textId="7308097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46.88</w:t>
            </w:r>
          </w:p>
        </w:tc>
      </w:tr>
      <w:tr w:rsidR="000A0D55" w:rsidRPr="005446F8" w14:paraId="6F7724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F4F" w14:textId="165FC29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35E6" w14:textId="72B9FDA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AE5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2E2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5865" w14:textId="6444590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DB35" w14:textId="2D18B42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42C9" w14:textId="27C49FC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</w:tr>
      <w:tr w:rsidR="000A0D55" w:rsidRPr="005446F8" w14:paraId="6E5797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5DCC" w14:textId="3D334E9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2EF5" w14:textId="7459FB5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2A4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6F6B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0C20" w14:textId="3B0D5E8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0091" w14:textId="0AF033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8574" w14:textId="3C074DA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27.88</w:t>
            </w:r>
          </w:p>
        </w:tc>
      </w:tr>
      <w:tr w:rsidR="000A0D55" w:rsidRPr="005446F8" w14:paraId="1DD8AD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87E" w14:textId="7F3B946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496C" w14:textId="2BB81F5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914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DB03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EA18" w14:textId="5197E942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52B1" w14:textId="4BDC64D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1E14" w14:textId="61155A1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27.23</w:t>
            </w:r>
          </w:p>
        </w:tc>
      </w:tr>
      <w:tr w:rsidR="000A0D55" w:rsidRPr="005446F8" w14:paraId="0512AF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9EBF" w14:textId="0B2E9B0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BDA9" w14:textId="15FDE72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BFAF" w14:textId="4899C9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5466" w14:textId="4ECBFAF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8CE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FDB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1F9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70820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56E" w14:textId="0267C2D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A621" w14:textId="61AA047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F950" w14:textId="527A7E6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23D0" w14:textId="405054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D3C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64B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92A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7849FE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0AEB" w14:textId="64C9110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8F3F" w14:textId="109EDE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2E5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94C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8A53" w14:textId="39CCE37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86AB" w14:textId="043E81E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2FB" w14:textId="6D0A4D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</w:tr>
      <w:tr w:rsidR="000A0D55" w:rsidRPr="005446F8" w14:paraId="103002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B9A3" w14:textId="3F4E749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7AB4" w14:textId="3FDA9DD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3916" w14:textId="40E61FA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D7D5" w14:textId="57599F7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43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137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61A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3E7D9E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8404" w14:textId="24466DF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50BD" w14:textId="3CF68F1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40D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84A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8B09" w14:textId="59DCAC8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A15C" w14:textId="01D3162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3AC0" w14:textId="1A05939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</w:tr>
      <w:tr w:rsidR="000A0D55" w:rsidRPr="005446F8" w14:paraId="7E789A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C5EE" w14:textId="62FC9F6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3D9C" w14:textId="107C8AE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772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8875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A4F4" w14:textId="14E8F71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042D" w14:textId="485BF1E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FC87" w14:textId="0A5C7F9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73.85</w:t>
            </w:r>
          </w:p>
        </w:tc>
      </w:tr>
      <w:tr w:rsidR="000A0D55" w:rsidRPr="005446F8" w14:paraId="43F61B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B69" w14:textId="1996A430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7E28" w14:textId="432575F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BDD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BDDE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C28B" w14:textId="0F2C5FB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09D" w14:textId="34611CD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2A3C" w14:textId="0C9D304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50.52</w:t>
            </w:r>
          </w:p>
        </w:tc>
      </w:tr>
      <w:tr w:rsidR="000A0D55" w:rsidRPr="005446F8" w14:paraId="22468E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D044" w14:textId="05515C5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 xml:space="preserve">МАРИЯ АЛЕКСАНДРОВА </w:t>
            </w:r>
            <w:proofErr w:type="spellStart"/>
            <w:r w:rsidRPr="00DC70DD">
              <w:rPr>
                <w:rFonts w:ascii="Arial" w:hAnsi="Arial" w:cs="Arial"/>
                <w:sz w:val="18"/>
                <w:szCs w:val="18"/>
              </w:rPr>
              <w:t>АЛЕКСАНДРОВА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99CB" w14:textId="1D508C4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D977" w14:textId="3622B11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26.125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601B" w14:textId="6BEFF699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B64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FD7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7EA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5D842E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FE95" w14:textId="6FD43D7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4F5D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91F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A2F6" w14:textId="3C47286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22.942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C474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978A" w14:textId="10E571A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38.823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7D92" w14:textId="4D45C7A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1319.99</w:t>
            </w:r>
          </w:p>
        </w:tc>
      </w:tr>
      <w:tr w:rsidR="000A0D55" w:rsidRPr="005446F8" w14:paraId="4771D8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AE4E" w14:textId="0909C736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ТАТЯНА КРАСИМИРОВА МЛАДЕНОВА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BE3A" w14:textId="572C1F2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9362" w14:textId="52B438BE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E80C" w14:textId="66F1AA7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FF3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6ED7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1F19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0FB00E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4418" w14:textId="6026529A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ТАТЯНА КРАСИМИРОВА МЛАДЕНОВА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1FB" w14:textId="393BCBF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1E5C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AA0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C880" w14:textId="460BA8E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BB3" w14:textId="485B834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2A85" w14:textId="79C82111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12.04</w:t>
            </w:r>
          </w:p>
        </w:tc>
      </w:tr>
      <w:tr w:rsidR="000A0D55" w:rsidRPr="005446F8" w14:paraId="326706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EA71" w14:textId="0DA9870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lastRenderedPageBreak/>
              <w:t>ТАТЯНА КРАСИМИРОВА МЛАДЕНОВА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DFB8" w14:textId="3BAF03EB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7AA0" w14:textId="4436346C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0B5D" w14:textId="6E85FC3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D451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DF9F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B972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D55" w:rsidRPr="005446F8" w14:paraId="218A66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B6E3" w14:textId="25296974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ТАТЯНА КРАСИМИРОВА МЛАДЕНОВА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F68A" w14:textId="40BF45B5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B7F8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628A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07E6" w14:textId="04E1FDE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34.58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CC23" w14:textId="6CD770B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1C6E" w14:textId="200D2EB3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sz w:val="18"/>
                <w:szCs w:val="18"/>
              </w:rPr>
              <w:t>4.87</w:t>
            </w:r>
          </w:p>
        </w:tc>
      </w:tr>
      <w:tr w:rsidR="000A0D55" w:rsidRPr="005446F8" w14:paraId="2CAA1C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7592" w14:textId="34C53E4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5116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73D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BC97" w14:textId="0DF3EF6F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0.790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6D860" w14:textId="77777777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7CDD1" w14:textId="62353888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0.497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96D4" w14:textId="2EC6B6FD" w:rsidR="000A0D55" w:rsidRPr="005446F8" w:rsidRDefault="000A0D55" w:rsidP="000A0D5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0DD">
              <w:rPr>
                <w:rFonts w:ascii="Arial" w:hAnsi="Arial" w:cs="Arial"/>
                <w:b/>
                <w:bCs/>
                <w:sz w:val="18"/>
                <w:szCs w:val="18"/>
              </w:rPr>
              <w:t>16.91</w:t>
            </w:r>
          </w:p>
        </w:tc>
      </w:tr>
      <w:tr w:rsidR="0023544B" w:rsidRPr="005446F8" w14:paraId="43E388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654A" w14:textId="79D1CBDB" w:rsidR="0023544B" w:rsidRPr="008F411F" w:rsidRDefault="0023544B" w:rsidP="0023544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BE45" w14:textId="77777777" w:rsidR="0023544B" w:rsidRPr="005446F8" w:rsidRDefault="0023544B" w:rsidP="0023544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369B" w14:textId="77777777" w:rsidR="0023544B" w:rsidRPr="005446F8" w:rsidRDefault="0023544B" w:rsidP="0023544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B478" w14:textId="1B52E2D0" w:rsidR="0023544B" w:rsidRPr="0023544B" w:rsidRDefault="0023544B" w:rsidP="0023544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23544B">
              <w:rPr>
                <w:b/>
              </w:rPr>
              <w:t>99.379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84978" w14:textId="77777777" w:rsidR="0023544B" w:rsidRPr="0023544B" w:rsidRDefault="0023544B" w:rsidP="0023544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4D64" w14:textId="55D3FD88" w:rsidR="0023544B" w:rsidRPr="0023544B" w:rsidRDefault="0023544B" w:rsidP="0023544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23544B">
              <w:rPr>
                <w:b/>
              </w:rPr>
              <w:t>255.9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FC7F" w14:textId="40B23E8C" w:rsidR="0023544B" w:rsidRPr="0023544B" w:rsidRDefault="0023544B" w:rsidP="0023544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23544B">
              <w:rPr>
                <w:b/>
              </w:rPr>
              <w:t>8700.62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08D5658F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6412DD">
        <w:rPr>
          <w:lang w:val="bg-BG"/>
        </w:rPr>
        <w:t>Гинци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15B8CC4D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8377B8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25DF12A" w14:textId="04FC3506" w:rsidR="002213A1" w:rsidRDefault="002213A1" w:rsidP="002213A1">
      <w:pPr>
        <w:jc w:val="both"/>
        <w:rPr>
          <w:lang w:val="bg-BG"/>
        </w:rPr>
      </w:pPr>
    </w:p>
    <w:p w14:paraId="5A8ADD34" w14:textId="14B66E03" w:rsidR="008377B8" w:rsidRPr="001E7772" w:rsidRDefault="001E7772" w:rsidP="002213A1">
      <w:pPr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</w:t>
      </w:r>
      <w:bookmarkStart w:id="6" w:name="_GoBack"/>
      <w:bookmarkEnd w:id="6"/>
      <w:r w:rsidRPr="001E7772">
        <w:rPr>
          <w:b/>
          <w:lang w:val="bg-BG"/>
        </w:rPr>
        <w:t>/П/</w:t>
      </w:r>
    </w:p>
    <w:p w14:paraId="78F9A727" w14:textId="77777777" w:rsidR="002213A1" w:rsidRPr="00CE78CA" w:rsidRDefault="002213A1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bookmarkEnd w:id="5"/>
    <w:p w14:paraId="1E112623" w14:textId="77777777" w:rsidR="002213A1" w:rsidRDefault="002213A1" w:rsidP="002213A1">
      <w:pPr>
        <w:rPr>
          <w:i/>
          <w:lang w:val="bg-BG"/>
        </w:rPr>
      </w:pPr>
    </w:p>
    <w:sectPr w:rsidR="002213A1" w:rsidSect="00505A7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444FC" w14:textId="77777777" w:rsidR="00A05B79" w:rsidRDefault="00A05B79">
      <w:r>
        <w:separator/>
      </w:r>
    </w:p>
  </w:endnote>
  <w:endnote w:type="continuationSeparator" w:id="0">
    <w:p w14:paraId="3D744EBF" w14:textId="77777777" w:rsidR="00A05B79" w:rsidRDefault="00A0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0A0D55" w:rsidRDefault="000A0D55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0A0D55" w:rsidRDefault="000A0D55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42C1A92E" w:rsidR="000A0D55" w:rsidRDefault="000A0D5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772">
          <w:rPr>
            <w:noProof/>
          </w:rPr>
          <w:t>8</w:t>
        </w:r>
        <w:r>
          <w:rPr>
            <w:noProof/>
          </w:rPr>
          <w:fldChar w:fldCharType="end"/>
        </w:r>
        <w:r w:rsidR="008F411F">
          <w:rPr>
            <w:noProof/>
            <w:lang w:val="bg-BG"/>
          </w:rPr>
          <w:t>/8</w:t>
        </w:r>
      </w:p>
    </w:sdtContent>
  </w:sdt>
  <w:p w14:paraId="0DF700C8" w14:textId="77777777" w:rsidR="000A0D55" w:rsidRPr="00835BBA" w:rsidRDefault="000A0D5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99F30" w14:textId="1A0027D1" w:rsidR="000A0D55" w:rsidRPr="00004F45" w:rsidRDefault="000A0D55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E64D6" w14:textId="77777777" w:rsidR="00A05B79" w:rsidRDefault="00A05B79">
      <w:r>
        <w:separator/>
      </w:r>
    </w:p>
  </w:footnote>
  <w:footnote w:type="continuationSeparator" w:id="0">
    <w:p w14:paraId="1F276426" w14:textId="77777777" w:rsidR="00A05B79" w:rsidRDefault="00A05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0A0D55" w:rsidRPr="005B69F7" w:rsidRDefault="000A0D55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0A0D55" w:rsidRPr="005B69F7" w:rsidRDefault="000A0D55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0A0D55" w:rsidRPr="0023186B" w:rsidRDefault="000A0D5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0A0D55" w:rsidRPr="00983B22" w:rsidRDefault="000A0D5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0A0D55" w:rsidRPr="00983B22" w:rsidRDefault="000A0D5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1E7772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377B8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411F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05B79"/>
    <w:rsid w:val="00A21340"/>
    <w:rsid w:val="00A23BFD"/>
    <w:rsid w:val="00A2419F"/>
    <w:rsid w:val="00A364D3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211C"/>
    <w:rsid w:val="00F1309C"/>
    <w:rsid w:val="00F37E58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72E5B-9DFE-4FA5-993C-15A5EC3A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20</TotalTime>
  <Pages>8</Pages>
  <Words>2371</Words>
  <Characters>13518</Characters>
  <Application>Microsoft Office Word</Application>
  <DocSecurity>0</DocSecurity>
  <Lines>112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11</cp:revision>
  <cp:lastPrinted>2022-09-28T07:34:00Z</cp:lastPrinted>
  <dcterms:created xsi:type="dcterms:W3CDTF">2022-09-26T08:20:00Z</dcterms:created>
  <dcterms:modified xsi:type="dcterms:W3CDTF">2022-09-28T07:35:00Z</dcterms:modified>
</cp:coreProperties>
</file>