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F367" w14:textId="026B4F42" w:rsidR="00454CDE" w:rsidRPr="00713EC9" w:rsidRDefault="00594D12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C212FE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04FFE810" w:rsidR="00454CDE" w:rsidRPr="00594D12" w:rsidRDefault="005A2287" w:rsidP="005A2287">
      <w:pPr>
        <w:ind w:left="3600"/>
        <w:rPr>
          <w:b/>
          <w:lang w:val="bg-BG"/>
        </w:rPr>
      </w:pPr>
      <w:r w:rsidRPr="00594D12">
        <w:rPr>
          <w:b/>
          <w:lang w:val="bg-BG"/>
        </w:rPr>
        <w:t xml:space="preserve">   </w:t>
      </w:r>
      <w:r w:rsidR="00454CDE" w:rsidRPr="00594D12">
        <w:rPr>
          <w:b/>
          <w:lang w:val="bg-BG"/>
        </w:rPr>
        <w:t>№</w:t>
      </w:r>
      <w:r w:rsidR="00594D12" w:rsidRPr="00594D12">
        <w:rPr>
          <w:b/>
          <w:lang w:val="bg-BG"/>
        </w:rPr>
        <w:t>ПО-09-3178-3</w:t>
      </w:r>
    </w:p>
    <w:p w14:paraId="3795E67F" w14:textId="3CEEAEBB" w:rsidR="00454CDE" w:rsidRPr="00594D12" w:rsidRDefault="00454CDE" w:rsidP="00BE4052">
      <w:pPr>
        <w:ind w:left="2880" w:firstLine="720"/>
        <w:rPr>
          <w:b/>
          <w:lang w:val="bg-BG"/>
        </w:rPr>
      </w:pPr>
      <w:r w:rsidRPr="00594D12">
        <w:rPr>
          <w:b/>
          <w:lang w:val="bg-BG"/>
        </w:rPr>
        <w:t>София,</w:t>
      </w:r>
      <w:r w:rsidR="00594D12">
        <w:rPr>
          <w:b/>
          <w:lang w:val="bg-BG"/>
        </w:rPr>
        <w:t xml:space="preserve"> </w:t>
      </w:r>
      <w:r w:rsidR="00594D12" w:rsidRPr="00594D12">
        <w:rPr>
          <w:b/>
          <w:lang w:val="bg-BG"/>
        </w:rPr>
        <w:t>28.09.</w:t>
      </w:r>
      <w:r w:rsidR="0023186B" w:rsidRPr="00594D12">
        <w:rPr>
          <w:b/>
          <w:lang w:val="bg-BG"/>
        </w:rPr>
        <w:t>20</w:t>
      </w:r>
      <w:r w:rsidR="005A5B96" w:rsidRPr="00594D12">
        <w:rPr>
          <w:b/>
          <w:lang w:val="bg-BG"/>
        </w:rPr>
        <w:t>2</w:t>
      </w:r>
      <w:r w:rsidR="00CC444F" w:rsidRPr="00594D12">
        <w:rPr>
          <w:b/>
          <w:lang w:val="bg-BG"/>
        </w:rPr>
        <w:t>2</w:t>
      </w:r>
      <w:r w:rsidR="0023186B" w:rsidRPr="00594D12">
        <w:rPr>
          <w:b/>
          <w:lang w:val="bg-BG"/>
        </w:rPr>
        <w:t>г.</w:t>
      </w:r>
      <w:r w:rsidR="006727E9" w:rsidRPr="00594D12">
        <w:rPr>
          <w:b/>
          <w:lang w:val="bg-BG"/>
        </w:rPr>
        <w:t xml:space="preserve">  </w:t>
      </w:r>
    </w:p>
    <w:p w14:paraId="1E88083D" w14:textId="77777777" w:rsidR="00C212FE" w:rsidRPr="00CE78CA" w:rsidRDefault="00C212FE" w:rsidP="00BE4052">
      <w:pPr>
        <w:ind w:left="2880" w:firstLine="720"/>
        <w:rPr>
          <w:lang w:val="bg-BG"/>
        </w:rPr>
      </w:pPr>
    </w:p>
    <w:p w14:paraId="31639020" w14:textId="4DAB1797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6A1F00">
        <w:rPr>
          <w:b/>
          <w:sz w:val="26"/>
          <w:szCs w:val="26"/>
          <w:lang w:val="bg-BG"/>
        </w:rPr>
        <w:t>3178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5C636222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CD092B">
        <w:rPr>
          <w:b/>
          <w:lang w:val="bg-BG"/>
        </w:rPr>
        <w:t>Върбница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CD092B">
        <w:rPr>
          <w:b/>
          <w:lang w:val="bg-BG"/>
        </w:rPr>
        <w:t>12770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4508E0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2606E9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72374D6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4121CE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162FC19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EA133B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194A08D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8.674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4840ED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329.61</w:t>
            </w:r>
          </w:p>
        </w:tc>
      </w:tr>
      <w:tr w:rsidR="004508E0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7DEEB97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4A4D0F3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094CE7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664855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1A722D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38F497D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729428F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395D83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539148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EBC42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062619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7967F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339AFD0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BE8E6A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205.16</w:t>
            </w:r>
          </w:p>
        </w:tc>
      </w:tr>
      <w:tr w:rsidR="004508E0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10E585F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5050FA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4DA3C2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1E72039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6FE10E3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30EC2F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64D7412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1701275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224E89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54D679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53934BF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39ED634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306C90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1659EAE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</w:tr>
      <w:tr w:rsidR="004508E0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12957A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0B9AD71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4E39FE7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21E32F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23A739F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6168541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A6F8EA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24C0D7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4042CD2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375E85E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1508643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7DF8C00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4AEAF18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323FC78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2B4B49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1A257D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451A39B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53D6E5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76342B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4A86062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12A6E51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52226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40F369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65D53F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27AFF5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246E090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2C5C796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72AB33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5165D6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4AC67C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2CE0947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3EAD93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23F0DA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69EB33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7F2BD6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4FCC64D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6F44591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2C1B169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0C8F97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16D88C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7203CC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263F22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5F14F18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4236DE3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3D8C160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418333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614BF22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399521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151.96</w:t>
            </w:r>
          </w:p>
        </w:tc>
      </w:tr>
      <w:tr w:rsidR="004508E0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29301DF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35FACF5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1D2C08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0449C58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71F04B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2A9D22A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694747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144.36</w:t>
            </w:r>
          </w:p>
        </w:tc>
      </w:tr>
      <w:tr w:rsidR="004508E0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6EA1C79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4F73EB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188CD80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5AFC351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2D1554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265FAF1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3FCE0C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132.96</w:t>
            </w:r>
          </w:p>
        </w:tc>
      </w:tr>
      <w:tr w:rsidR="004508E0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5EBECA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587C859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3C1E16B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69599BE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73C4582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78A883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2DBDF23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6B00E1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2678AE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10406B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1BC659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35FDE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2FD9E7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94.96</w:t>
            </w:r>
          </w:p>
        </w:tc>
      </w:tr>
      <w:tr w:rsidR="004508E0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5588F90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02C69B0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183502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44ACD3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363D025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4416B5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495104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354DA7A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7F26104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24B66B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51B1065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0F4D6C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83EF7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2A3BCD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171.91</w:t>
            </w:r>
          </w:p>
        </w:tc>
      </w:tr>
      <w:tr w:rsidR="004508E0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2E9158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19000D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11DCC93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2BC724D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3225962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66FE179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3CDB788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76.00</w:t>
            </w:r>
          </w:p>
        </w:tc>
      </w:tr>
      <w:tr w:rsidR="004508E0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4AACE0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651D99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3B980C0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5312AB5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55DD8E4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7731A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72A1778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0E44A6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7AA486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14CE039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3E6C92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1F3C8C8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4B1C7EE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61EC8E5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6646698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364B26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528724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518410D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7C0186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1A1A62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1171379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75.65</w:t>
            </w:r>
          </w:p>
        </w:tc>
      </w:tr>
      <w:tr w:rsidR="004508E0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3F6D44A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5DEFED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4BA3F22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07E086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588376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466F2E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325C23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74.06</w:t>
            </w:r>
          </w:p>
        </w:tc>
      </w:tr>
      <w:tr w:rsidR="004508E0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13D7AA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53BB71D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590AE10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1168A66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5FDEC2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9AFBD4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263CC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76C4D93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78CD1E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71369D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9D811F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702509A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57EF322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E63620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4508E0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15B45C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435E5E7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165A0D8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17C61D9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601D049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2072686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6FD02D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266A9F2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636928F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4A2DB4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0D8D9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545628C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086672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D4F9BA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49.40</w:t>
            </w:r>
          </w:p>
        </w:tc>
      </w:tr>
      <w:tr w:rsidR="004508E0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521467A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73D985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25EFB4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1089C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AD5087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59B1E5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18CF110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</w:tr>
      <w:tr w:rsidR="004508E0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5ACC7E5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7218098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21B0C12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595EB77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1F31664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452E09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12243E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</w:tr>
      <w:tr w:rsidR="004508E0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138909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0B4A99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47F37A6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62AB392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64433AA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258B18C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6300821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5DBD4DE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4263BAD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0702BA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0EB85F9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549059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16DA6CE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2C2EB4C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52370C9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24EA478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4AC613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2BE6139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44405AA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60B96AB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57EAAB4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3489C99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250781D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2C0DFD9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2FC638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0DF1E0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76509F0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1CB2115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6270DF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1F4C92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57A5791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0222E5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201C80A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048291B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1976FAD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0FBC2BC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40E84B8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2AA59F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2EE02E5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695DD0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83.36</w:t>
            </w:r>
          </w:p>
        </w:tc>
      </w:tr>
      <w:tr w:rsidR="004508E0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4F1CB68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1B94104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1A41FB9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705EA5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79F5913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5CCFC6A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2A0534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24C3F28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53880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5FC1F8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8B1544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0C3ADDD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95C28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6F92B82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AAF17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01241E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1E60C2F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32B32A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5A2EA5C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4A9A56E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1E058C3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55E0730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6BCB57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13B6ED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2A1C1D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1EA94F4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6052FCB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6AB582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504EAF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75BCA2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</w:tr>
      <w:tr w:rsidR="004508E0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60A92E3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55FD4F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5879FCC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5AE2E0C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4CD598D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39546D0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76E897D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5415E0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61AC79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716C455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4CAF055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664727A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72B1CC5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F58AF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52C8CF5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83.745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7B6527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7CC713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49.822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7C4D69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1893.23</w:t>
            </w:r>
          </w:p>
        </w:tc>
      </w:tr>
      <w:tr w:rsidR="004508E0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40DE72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30DA34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7682DC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6A3461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E16EA2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102116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13.997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605DD2C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531.89</w:t>
            </w:r>
          </w:p>
        </w:tc>
      </w:tr>
      <w:tr w:rsidR="004508E0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0A6B3E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4F5184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0559533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4EDAA9E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5029479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3BB2A9C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01BFF1F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35B4772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674BFF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6996377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42DA487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680198E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4EB099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09D515C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4B19CE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381C67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5E2721A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0FD3D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34BA65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6DDE339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006E14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406.49</w:t>
            </w:r>
          </w:p>
        </w:tc>
      </w:tr>
      <w:tr w:rsidR="004508E0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1A183A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2E9567F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34C1BC9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076BDC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62DB4B6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2DE3D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07938E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4FF170C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7C81539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08705AE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595B95B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37B461C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2F5A56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57A494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298AC8B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4C4238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23748BB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492112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63BD84A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7CE1210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14397F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14E0A6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095F8AF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3163B84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59A0F6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0F2D9C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63EC8D4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04F477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3198038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2746D0B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1B8A64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39B623D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2FCCDA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60DD41D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233362E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565AED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1ACAC8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08720F8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271FC26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28F1BBD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5CC0B88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687398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35B75D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3EFAA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1999FF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5F9CB35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5677E1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5003984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34F6DD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DA8BA4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7C4D08B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452D77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09C77DB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4CFFDCD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0EC8C97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47E51F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3BF008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7.538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55F14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0DCB25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6450E0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029328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6273ED7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14699B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32902F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49014F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3E2C6A9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75AB0D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6076C3B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473EA8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49E48D4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600DBC0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09F4534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7D2CB89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66678F5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69831FC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37B2703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5387D57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1D14BD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227.96</w:t>
            </w:r>
          </w:p>
        </w:tc>
      </w:tr>
      <w:tr w:rsidR="004508E0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3FB3C2D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6E4737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3D2D0C4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043DBB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136B158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251AE25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D5E48C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4F4DA7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7128B98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42624E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5079CC4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6B9DDF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229D0E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7E3D8C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1A40649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0A286E6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38A0C16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24BB185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335F195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625D0D4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26D4413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37D72A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634D7A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20E22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36CB58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5481C30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11248E3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24D54B9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3BBB8B2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427061D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6C6666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5.505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2F67A3A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209.19</w:t>
            </w:r>
          </w:p>
        </w:tc>
      </w:tr>
      <w:tr w:rsidR="004508E0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35FD032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466F84D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6A5A1B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6E8473C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3F487F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5B43D5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545C24F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197.56</w:t>
            </w:r>
          </w:p>
        </w:tc>
      </w:tr>
      <w:tr w:rsidR="004508E0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6E03516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1056BA4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6A360C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369396A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575F9C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E3521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5D3610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5707AFB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5CED66B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60CF50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CF25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1A8A1C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3F713F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76AEB8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189.96</w:t>
            </w:r>
          </w:p>
        </w:tc>
      </w:tr>
      <w:tr w:rsidR="004508E0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27F539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05BC8A8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2D1B047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0086C4D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537DC3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04628B1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60F3CF3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4D391D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233D058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770AE75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7859A4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3DA821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4665778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56889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220525C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3A8781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B8145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295CCC0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BE220C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7E0A4A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4FFED3A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680D2D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5C85F7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1A7F860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29449F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7A97A55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13713F5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8B10B8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4B13E2C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022D36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3005F8B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54F0CB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34BB14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081EFA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151.96</w:t>
            </w:r>
          </w:p>
        </w:tc>
      </w:tr>
      <w:tr w:rsidR="004508E0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27716D8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458325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5342F4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4A9D1C5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05702FF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759F904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08F68D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0853FFF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19900E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468E3D8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59DA8A3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531F416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7832E24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146816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2FF4CE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5DB2178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143CBAC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78D65B5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527B7D9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668DC0E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10B083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12F997C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672F315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1884D05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A3A5F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151.96</w:t>
            </w:r>
          </w:p>
        </w:tc>
      </w:tr>
      <w:tr w:rsidR="004508E0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6C8175C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3D9134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068C9D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5B741C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5713F53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58DAC3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084C636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107378F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38F436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0BD800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78A0F4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3A4D6C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495E1B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619FC5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51D77C8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52D0D4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AE4630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0AC2B6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308492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6904CB2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77F3C2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139.06</w:t>
            </w:r>
          </w:p>
        </w:tc>
      </w:tr>
      <w:tr w:rsidR="004508E0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5D7605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13AC5B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5632A19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6F6D17C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30C1E0C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E4C50B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6CB1065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47373BC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2CFC80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6DD9C3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563F363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1BAC120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3439778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21DCF1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5210B0D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655C99B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2C8206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133F5FF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3A3A0B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778394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079418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01518B4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305908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62BAEF2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3876CD8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40B7A85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60C19B1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7E68D0B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161C289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4E1320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15C8A94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779E7A5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514E0B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3A1D69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1554E3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74B1510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27C351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14A20C6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1829BF7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517D658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52AE02D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78AF5D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7AAB72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02BB50A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00EC42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270188D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1E60E2C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05E94D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623BEF3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3055C2C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651D97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3B400EA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237ECA1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521B179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83A21D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266ABF5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B938B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7464C9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599DD3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16D6FB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506B87B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57914EE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2DDB77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4741440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4842093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lastRenderedPageBreak/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286944E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6984057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08D17F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55F33D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632D250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0511F5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68075FA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7DEE09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2FFF84A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789157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1D94CA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2A55185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0D023FC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7ACA6F5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431EC26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0E1513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599D020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9F057A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0DA910A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82F67A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7763007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2C16754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749D212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4B0D5CC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0368DE6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00F2F3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7D60ADA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5AAE5F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6E8F6D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0F5A5BF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1887BA0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29F84C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358C45B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615AF66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79ACFD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180F5B7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6AC4B98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28C6B97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7C8CD1A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4152EA0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24E8CE9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124AF5C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44E086C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68D816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7ECF115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60C3116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36808FC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7D180DC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1ED527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47326FA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462652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2669DB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726924D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46B6DD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A087CC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63449B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7061A38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6CCB992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59BE899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113.96</w:t>
            </w:r>
          </w:p>
        </w:tc>
      </w:tr>
      <w:tr w:rsidR="004508E0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7DB1306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119AFB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01B798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B52607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6AEC58C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6B9915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1C8669E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224B218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37520B4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6187E82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35E20A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2115C8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427F1A0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4A0F280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3BCA932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657CCDB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7FED7B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54A659B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0CCCF1C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2D64953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06BD60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2A1BDE3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48516A5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5F18751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5ACBFF9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0A27F2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398D91F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0725058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3250BA6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3B0D86E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67A4DF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5C6346E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5E0B85B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7B1498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B58B1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60250E8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08AC4C6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54FBFE0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</w:tr>
      <w:tr w:rsidR="004508E0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624E5B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7326318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1B45F9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666E7EC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3DE6654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055F8E6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38030D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6816E8B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51EA3F9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229599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CEE37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F5221F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090C7E3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602A1A2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4A3ACE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4D014CD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45ED404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2DF631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55C97E1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08162D0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39C6AB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15BE39F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3DC208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57CC0B0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2026501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0A37F7B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49D1170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756CC2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687838D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6729319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084D207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66ACA54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1D5DC2E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32609B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3F4758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2F0BC4D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718B85C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6301592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55BA314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310B7F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1098386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3AB88CE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550155D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2F46616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548CA0B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62DD081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2116BD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3A14BA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484CAF3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40EAA08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041E3DA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17310A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4F75B5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1D1009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A10833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671793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3935FC2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0066B5F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668781A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7786541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0A3408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20DE46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7755B1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2D98BA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572B36C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76.00</w:t>
            </w:r>
          </w:p>
        </w:tc>
      </w:tr>
      <w:tr w:rsidR="004508E0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2FE12F6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6CE39A3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729F30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601865E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23092BC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31E220C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4B0F585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26BBEAD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122D755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74FBD4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C1299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70A0F6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47DAE72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63B8E94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3B05AC8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6A3080E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61CE304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4C9873D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16EE3CA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E1DFD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1F982FC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2C6CDB4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75.99</w:t>
            </w:r>
          </w:p>
        </w:tc>
      </w:tr>
      <w:tr w:rsidR="004508E0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6724F64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1009DB1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739BC4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6821CB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6525CEA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7675AE5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1BAE18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75.96</w:t>
            </w:r>
          </w:p>
        </w:tc>
      </w:tr>
      <w:tr w:rsidR="004508E0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0101BC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3ABA15E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0FE7538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387B42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6BA84DA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75.96</w:t>
            </w:r>
          </w:p>
        </w:tc>
      </w:tr>
      <w:tr w:rsidR="004508E0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32B92F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056513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11A8D69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153CF2D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5E3DCED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0435F88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258C6A1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16CF221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3DAA4E1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4ABC87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5402AA3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235C94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31CCA1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40B73B4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3B9AE7B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126335A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030F00C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719E488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72.47</w:t>
            </w:r>
          </w:p>
        </w:tc>
      </w:tr>
      <w:tr w:rsidR="004508E0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6050781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0A1D266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1B5677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5F3C43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02B6FB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53BFDE1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336657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2608E87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3ECB403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166AC0F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187A894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24126E5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204221A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782DC3E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2FF1E4D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6DE55A8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12CEFD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29DA5FE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0C967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10F3B73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0EC27C9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399E049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7E22453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03C5D8E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581DBB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458BFD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3AD983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7A5C1D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07C04A6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76F3CF5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0266796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304D1A3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18F4BFF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0074AEB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175E4E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17F6B06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1C6D7EE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750A04F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5631B14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6DD99F2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50BC04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580997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030910D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0DD7B63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27751E1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531124B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53BB37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28EB54E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7A1F96D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4B6B9CA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5041D0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07DD66E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53C2A4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6D3F257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2A8C431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61F741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1E2966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2A94811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65A1F5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1147D9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0C7A68A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</w:tr>
      <w:tr w:rsidR="004508E0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4F0CD15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39C6C85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19FFDEF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08194FC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4B8E05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5ABACE6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7A65B00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4E1703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63DDD20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4FD0615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083322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6017A68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02CF26F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2A1EAB9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2CCF62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2B0ED6C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7352448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361B6C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11B0921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56C654D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75A9E91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552F567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141498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752A4F3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732DFB7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21FE839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2C71BA2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12610A4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4614380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10B648E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3C16752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4499CA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49E736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D6C96E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2FD317E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5AFADF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656C725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0C6C44A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3091D57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35E526E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504822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65B61A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162A5BC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49D6AC9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720ECD1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3CDE93E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41DC76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4508E0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41A7FEF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64EC6A0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42C812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1ED3EA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5CAD29E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7A2E1B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55D7476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4508E0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3EDB114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7531FE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1A09A31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7EC1A8D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66779FB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163623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0BBE6D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2AFB74D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3605EC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1C57074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51BE8CE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4508E0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1631360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78F304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1E03B80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0FB692D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6A2B4C5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1A1BAA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17FCFF2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371ABE2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3279F8D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0C4CB5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75DA49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</w:tr>
      <w:tr w:rsidR="004508E0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524D564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7BF476F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6C8444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29398FE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1CC4E30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7F207F6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4B370E5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2051708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6F55961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416C0E6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69707C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0754AE7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18797A4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1A2EBBE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1B5A808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7A00C0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39074F9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42830F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09F861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18C189A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3CB765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</w:tr>
      <w:tr w:rsidR="004508E0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3F87757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4AB2473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34632C4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5BA5653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73290A9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0888C0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014A6FC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65.33</w:t>
            </w:r>
          </w:p>
        </w:tc>
      </w:tr>
      <w:tr w:rsidR="004508E0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1FAE49B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7C4F661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0D0D9AC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5DF7888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7C3E754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0325AF1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57B9A7F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57.38</w:t>
            </w:r>
          </w:p>
        </w:tc>
      </w:tr>
      <w:tr w:rsidR="004508E0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086CAC1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lastRenderedPageBreak/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4C118E5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588DB59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4F7BEE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606BD33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2391B8C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286B343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33BEEE1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665744C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5A68176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237B290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3EC170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1E0A9CC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182CE19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0CD76E9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5830FEF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191F133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46E0F5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3FBB7A8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1658E37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6B1C06B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2D3A0E7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274ACF3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19.00</w:t>
            </w:r>
          </w:p>
        </w:tc>
      </w:tr>
      <w:tr w:rsidR="004508E0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7BFC49D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18A9CDA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7198021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55B73C7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4542F54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34C78EF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66C35C3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18.85</w:t>
            </w:r>
          </w:p>
        </w:tc>
      </w:tr>
      <w:tr w:rsidR="004508E0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6FB65BD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1EE0C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6453999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7638F72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026E41D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5AE101F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05153C4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33.53</w:t>
            </w:r>
          </w:p>
        </w:tc>
      </w:tr>
      <w:tr w:rsidR="004508E0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1AB6F8B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78714F4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6BB82D5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384FE2A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2DFBA18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297165C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7E5A6F0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14.00</w:t>
            </w:r>
          </w:p>
        </w:tc>
      </w:tr>
      <w:tr w:rsidR="004508E0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6E62B41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5BA4A2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55FB5DA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2745606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6C1A5F4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75C39AE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16D53F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2B90563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5B484D0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761BD0C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1D4EA68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7FC0DA1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247B938D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33D850F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</w:tr>
      <w:tr w:rsidR="004508E0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0CA76EF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0E590C5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093C37B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6630FDA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7889DE2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5ABBFA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407B717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007EE72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1F767898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1EFD264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70B1521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5DA6D63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6475EC40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1AF54A6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4F338A7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203F78C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389AA883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325D11D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0753AA2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2FB4945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4998671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3D6E3FF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3DAB50C1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7045C7B7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400B9BE2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319.10</w:t>
            </w:r>
          </w:p>
        </w:tc>
      </w:tr>
      <w:tr w:rsidR="004508E0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1868163B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6C2982D6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4D044D35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4C9AA52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0F8D4ECC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3B148FBF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7.943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1EDB6F9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301.85</w:t>
            </w:r>
          </w:p>
        </w:tc>
      </w:tr>
      <w:tr w:rsidR="004508E0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635518EC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52A9F57E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7A09693A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21695891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5D3BC1DB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5888DBA7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155F817E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200.18</w:t>
            </w:r>
          </w:p>
        </w:tc>
      </w:tr>
      <w:tr w:rsidR="004508E0" w:rsidRPr="005446F8" w14:paraId="759297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04A9" w14:textId="13D5DF1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A953" w14:textId="0EDC9D4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BE81" w14:textId="408A3C14" w:rsidR="004508E0" w:rsidRPr="005446F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1D2E" w14:textId="122FA735" w:rsidR="004508E0" w:rsidRPr="008E690C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17A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F08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837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B92A7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84BE" w14:textId="64270D8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582C" w14:textId="493FC91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6016" w14:textId="2F1357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E622" w14:textId="1402F8B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FA4C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6A5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3B2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A984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7D84" w14:textId="4E508C6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EA46" w14:textId="032841D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578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60B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1191" w14:textId="3A727B7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AD49" w14:textId="54F7846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998B" w14:textId="36A07F0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76.00</w:t>
            </w:r>
          </w:p>
        </w:tc>
      </w:tr>
      <w:tr w:rsidR="004508E0" w:rsidRPr="005446F8" w14:paraId="43E466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FD53" w14:textId="2C44520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5589" w14:textId="540C3D3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3055" w14:textId="74967E2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CBE5" w14:textId="4C72064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180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0E2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A65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244C4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4343" w14:textId="4326BB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43DE" w14:textId="3FF31BF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966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F57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6AC3" w14:textId="6C8410F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8BFE" w14:textId="218ADB5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37E2" w14:textId="670CB6A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</w:tr>
      <w:tr w:rsidR="004508E0" w:rsidRPr="005446F8" w14:paraId="3291A8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DEE2" w14:textId="1900D1E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8F9F" w14:textId="4F81A20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82A1" w14:textId="3B328E5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3958" w14:textId="1D8C3DC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E387" w14:textId="282A094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5D93" w14:textId="6FB1CA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BEB3" w14:textId="12C27E1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</w:tr>
      <w:tr w:rsidR="004508E0" w:rsidRPr="005446F8" w14:paraId="4F1698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2146" w14:textId="30E8F70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478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02B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56A4" w14:textId="7459B26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324.154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867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D94D" w14:textId="301D80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109.642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36DD" w14:textId="76E7821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4166.39</w:t>
            </w:r>
          </w:p>
        </w:tc>
      </w:tr>
      <w:tr w:rsidR="004508E0" w:rsidRPr="005446F8" w14:paraId="2FB855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5439" w14:textId="4DB6CE4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F403" w14:textId="79143B4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E0BE" w14:textId="1833098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C812" w14:textId="790262A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155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D347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0B4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51413C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2878" w14:textId="4EAA7B9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6EE4" w14:textId="7D54562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FEDD" w14:textId="2778F6A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D3C8E" w14:textId="669AFCD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C60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444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DDF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04E4D9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2760" w14:textId="5A70BB5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8144" w14:textId="31D014C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DD0E" w14:textId="16BA329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2346" w14:textId="0033C75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0F5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7CE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7C8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43A124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FB9D" w14:textId="180E4EA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8097" w14:textId="77ED1A2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F06F" w14:textId="5E10A20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C820F" w14:textId="3F23F2C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219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45C4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72C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623DC1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2CC3" w14:textId="76239FF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05C3" w14:textId="4FBD49F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EA46" w14:textId="2BCC0E4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5082" w14:textId="4E4DA44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2CD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2FD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45B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1801DA2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D79C" w14:textId="1A1A423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30CC" w14:textId="7C6BE99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D3A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B94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BBCD" w14:textId="52EE028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98FE" w14:textId="0FE2DA0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02DE" w14:textId="0CD2AC6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147.01</w:t>
            </w:r>
          </w:p>
        </w:tc>
      </w:tr>
      <w:tr w:rsidR="004508E0" w:rsidRPr="005446F8" w14:paraId="4FB357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4763" w14:textId="2E37B96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739D" w14:textId="2AD1772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0EEC" w14:textId="40D58E0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591C" w14:textId="5BB681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7E2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AF7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D6B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711B4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3982F" w14:textId="6D4CBDA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FABF" w14:textId="34150F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49A8" w14:textId="270B2A3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6476" w14:textId="725F99E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BFB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6F7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644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B04C2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BED0" w14:textId="20B8B1A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02A3" w14:textId="6883724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EF38" w14:textId="15C3491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268A" w14:textId="7FD7952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44E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A09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937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7C718E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14E5" w14:textId="1C12814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6E6E" w14:textId="0CF5445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589C" w14:textId="384BEAD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5307" w14:textId="537D12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253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513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D1E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EEF4CE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7B51" w14:textId="6D67262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C48A" w14:textId="292F31A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D479" w14:textId="128FE5C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06D7" w14:textId="356DBEA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3AA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E1C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0DA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C8499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288F3" w14:textId="65F682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9D95" w14:textId="3D042E8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25A9" w14:textId="64793B1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97A4" w14:textId="19DCE9F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40D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AF9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0E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4C57A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20EA" w14:textId="56F66E5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AC1D" w14:textId="46F4E86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BF29" w14:textId="3C83E87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4D94" w14:textId="2B79260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FDC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8D0E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BDB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A578D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E33C" w14:textId="7BDD17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6051" w14:textId="6BE646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F671" w14:textId="7C1DE84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1FEB" w14:textId="22641EB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768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F21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FB3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8EBBD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5CA1" w14:textId="76CCBBE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5A30" w14:textId="2751775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CB23" w14:textId="7B5B359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E68A" w14:textId="7522DF0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1A7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3B5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73F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2420B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9A34" w14:textId="6AAF8F7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8593" w14:textId="6C20F2F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1339" w14:textId="471518C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3BBD" w14:textId="0F63CB9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953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DA0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658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60D1E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B81D" w14:textId="6061684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1C5B" w14:textId="13EAD61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B79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B7F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E9E6" w14:textId="3324302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09E1" w14:textId="0E59504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B0BE" w14:textId="13692EB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104.08</w:t>
            </w:r>
          </w:p>
        </w:tc>
      </w:tr>
      <w:tr w:rsidR="004508E0" w:rsidRPr="005446F8" w14:paraId="205FF9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F532" w14:textId="1CEE73A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8237" w14:textId="02D8763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45FA" w14:textId="453CB31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8B66" w14:textId="44AF444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7A0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64A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C3E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3D732B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8047F" w14:textId="21C19AB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457E" w14:textId="1B59C25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C5F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A03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84CDF" w14:textId="5D81453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009F" w14:textId="434A39D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B47F" w14:textId="119A7AB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81.27</w:t>
            </w:r>
          </w:p>
        </w:tc>
      </w:tr>
      <w:tr w:rsidR="004508E0" w:rsidRPr="005446F8" w14:paraId="78DC9F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0010" w14:textId="42E34C7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0D85" w14:textId="24F8EDD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B1DC" w14:textId="7CC9E41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1937" w14:textId="6840380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3A1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A0F1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FE6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04AE7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3E48" w14:textId="14956B9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51DB" w14:textId="434C8F2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2896" w14:textId="6B1D10E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B6CA" w14:textId="551E552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5B5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116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3FBA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03127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7476" w14:textId="18C6364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9600" w14:textId="071DA35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49C" w14:textId="170F9D5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731D" w14:textId="4D12F10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15D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F86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67B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6E4CF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E3EC" w14:textId="030A964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BBFC" w14:textId="483455C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9813" w14:textId="1ACB4BF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EF75" w14:textId="042D6A8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648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313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DDF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7B401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1C9A" w14:textId="3FB02D9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2E76" w14:textId="64D3115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C621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3A7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863F" w14:textId="104C212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26BB" w14:textId="539F942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B9EA" w14:textId="2C03799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68.98</w:t>
            </w:r>
          </w:p>
        </w:tc>
      </w:tr>
      <w:tr w:rsidR="004508E0" w:rsidRPr="005446F8" w14:paraId="01C94D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A1D9" w14:textId="22C0A19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2E45C" w14:textId="53042C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9828" w14:textId="621E75C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FE3D" w14:textId="459A756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3D7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70E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F46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46D92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6F19" w14:textId="3AA00F7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CD0E" w14:textId="297D6F2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43B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9A3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23AB" w14:textId="4C1D930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4258" w14:textId="259ED41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010A" w14:textId="593BD1B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27.28</w:t>
            </w:r>
          </w:p>
        </w:tc>
      </w:tr>
      <w:tr w:rsidR="004508E0" w:rsidRPr="005446F8" w14:paraId="5CC5CA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6C52" w14:textId="2B04FE7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2F13" w14:textId="79A213A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C8F6" w14:textId="59DA0A3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7622" w14:textId="1CC70B0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DE5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010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5DA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AF3DF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B220" w14:textId="08E4E2A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426D" w14:textId="4FD6D55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306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D35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3DA4" w14:textId="7FC238F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ADA5" w14:textId="590FA8C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7073" w14:textId="48CAC6B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</w:tr>
      <w:tr w:rsidR="004508E0" w:rsidRPr="005446F8" w14:paraId="5B20951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5BAC" w14:textId="0C04643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8F2E" w14:textId="1F84F85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AC4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08F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193C" w14:textId="4B38904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ED2A" w14:textId="5402D53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19FC" w14:textId="0BBB9E3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</w:tr>
      <w:tr w:rsidR="004508E0" w:rsidRPr="005446F8" w14:paraId="1B2F79C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20CB" w14:textId="076024B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D8EC" w14:textId="0E6D03E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3B30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A62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F543" w14:textId="073C829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EACC" w14:textId="376A155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7DB0" w14:textId="7BC0D56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</w:tr>
      <w:tr w:rsidR="004508E0" w:rsidRPr="005446F8" w14:paraId="5C5480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D8B4" w14:textId="30DC763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33A0" w14:textId="14AFA00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70D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E1A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1C08" w14:textId="309AFF0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355F" w14:textId="4536FBF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6EE1" w14:textId="696C608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169.81</w:t>
            </w:r>
          </w:p>
        </w:tc>
      </w:tr>
      <w:tr w:rsidR="004508E0" w:rsidRPr="005446F8" w14:paraId="3DBF23B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1F57" w14:textId="68C9F14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0494" w14:textId="2639394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56F8B" w14:textId="7C5763D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EFCE" w14:textId="3F9ECD8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702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4CF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22D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40C36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6ECA" w14:textId="03A39A4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FC0D" w14:textId="3663805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28D5" w14:textId="224094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505E" w14:textId="22986F1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E99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E54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A63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67B09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8D8" w14:textId="791D861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EDFE" w14:textId="7CAE8EB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F39A" w14:textId="4FA5619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3BFB" w14:textId="169D9B6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C84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193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5EF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9AFC5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2BCB" w14:textId="6748873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CAE3" w14:textId="6478F1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2C86" w14:textId="0EE5BE8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E427" w14:textId="1ECA378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6CF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B79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16F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7D4D5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0CE1" w14:textId="1B12798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D17A" w14:textId="2ECD76C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28F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3D2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E354" w14:textId="1B5198D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D60C" w14:textId="24622C7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5D9A" w14:textId="655033A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</w:tr>
      <w:tr w:rsidR="004508E0" w:rsidRPr="005446F8" w14:paraId="2468A1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90F4" w14:textId="5CFD0A5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A86C" w14:textId="7282FCF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1186" w14:textId="262F09D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16CD" w14:textId="75983D1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772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4A3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078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FA0A3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83B6" w14:textId="60A8BBC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8ECB" w14:textId="443948B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EBFF" w14:textId="64A86D6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5ED8" w14:textId="2C78D93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49B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51E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2BF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96309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CF4F" w14:textId="6761197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E052" w14:textId="131BB1B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5C5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4CE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100A" w14:textId="287E9DF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37B6" w14:textId="1C7FD63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000F" w14:textId="6F48E32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</w:tr>
      <w:tr w:rsidR="004508E0" w:rsidRPr="005446F8" w14:paraId="2448DF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B27C" w14:textId="1AB8CE7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lastRenderedPageBreak/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0149" w14:textId="3ED5083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16E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628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6029" w14:textId="0DA9ECA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F3DC" w14:textId="4AE9342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3F80" w14:textId="6F82F32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65.80</w:t>
            </w:r>
          </w:p>
        </w:tc>
      </w:tr>
      <w:tr w:rsidR="004508E0" w:rsidRPr="005446F8" w14:paraId="647BDB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698A" w14:textId="7E92F39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BBCE" w14:textId="669860F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C486" w14:textId="7ECDC87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17BB" w14:textId="37904F0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82C9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480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B30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62031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6AA60" w14:textId="0C18908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28AD" w14:textId="256CB93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3BC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283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6089D" w14:textId="570A8C0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51F1" w14:textId="4AABF8C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5B67" w14:textId="427503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</w:tr>
      <w:tr w:rsidR="004508E0" w:rsidRPr="005446F8" w14:paraId="42F7A4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9427" w14:textId="317CAC4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7B79" w14:textId="16E9A1D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D2F5" w14:textId="1BF1A51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E089" w14:textId="20575F3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DD84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484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D0F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C21C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F915" w14:textId="679D063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85EE" w14:textId="0E03D4D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B323" w14:textId="44089DF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F79E" w14:textId="19A1A5A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413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B1A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5CD4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63F83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F6B5" w14:textId="2DB279D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ВЕНИСЛАВ РУМЕНОВ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5E56" w14:textId="32F9350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E840" w14:textId="1D74140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C562" w14:textId="09320DA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E3D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B10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326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A64BB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6C9C" w14:textId="15737ED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986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96E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2742" w14:textId="0AD5416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99.806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C9A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A166" w14:textId="323B546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26.049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9376" w14:textId="2921C58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989.86</w:t>
            </w:r>
          </w:p>
        </w:tc>
      </w:tr>
      <w:tr w:rsidR="004508E0" w:rsidRPr="005446F8" w14:paraId="7E987B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15C1" w14:textId="3AB908F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78EF" w14:textId="6799D35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5147" w14:textId="134E2B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CC35" w14:textId="38F7926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0F0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707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2E7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0157B6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D0D8" w14:textId="1D13DBD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8A3E4" w14:textId="1DE53EA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4F3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1F0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9AAD" w14:textId="7EA0EAC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A2D0" w14:textId="7E5B20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AF5F" w14:textId="08F9E4A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50.95</w:t>
            </w:r>
          </w:p>
        </w:tc>
      </w:tr>
      <w:tr w:rsidR="004508E0" w:rsidRPr="005446F8" w14:paraId="045E43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F62A" w14:textId="2F57D8D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ADE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7E0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DFD0" w14:textId="5827378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2.895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0AA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6536" w14:textId="738B0EE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1.341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9978" w14:textId="38C8EA8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50.95</w:t>
            </w:r>
          </w:p>
        </w:tc>
      </w:tr>
      <w:tr w:rsidR="004508E0" w:rsidRPr="005446F8" w14:paraId="0E9BF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598A" w14:textId="10D8858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ГЕОРГИ БОЙКОВ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E3F2" w14:textId="5D868FC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6219" w14:textId="0E47F24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5936" w14:textId="7925A3B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42D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CE6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64F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0BE4BB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0824" w14:textId="60E934B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ГЕОРГИ БОЙКОВ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1C93" w14:textId="6D9863D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28E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857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5A36" w14:textId="0A3BFA2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9FA1" w14:textId="39F7FD7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9BCC" w14:textId="79C27AA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113.86</w:t>
            </w:r>
          </w:p>
        </w:tc>
      </w:tr>
      <w:tr w:rsidR="004508E0" w:rsidRPr="005446F8" w14:paraId="48FB51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13D8" w14:textId="6C6CA60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ГЕОРГИ БОЙКОВ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FD72" w14:textId="1F29A36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A5D3" w14:textId="1B6E3F8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7E52" w14:textId="6F87A56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F49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444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3D5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E41FC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6443" w14:textId="548501A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ГЕОРГИ БОЙКОВ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6523" w14:textId="0D9C5B3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C0D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AD4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A80D" w14:textId="42647C7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C3DB" w14:textId="2407A4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7DD4" w14:textId="5430DAC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37.94</w:t>
            </w:r>
          </w:p>
        </w:tc>
      </w:tr>
      <w:tr w:rsidR="004508E0" w:rsidRPr="005446F8" w14:paraId="507FC5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F78CD" w14:textId="50CA924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37A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B9B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7639" w14:textId="065AA8C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5.299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534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C9B1" w14:textId="5F08AA5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3.995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6669" w14:textId="6A7C78B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151.80</w:t>
            </w:r>
          </w:p>
        </w:tc>
      </w:tr>
      <w:tr w:rsidR="004508E0" w:rsidRPr="005446F8" w14:paraId="4949E7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5EFF" w14:textId="334839D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3A00" w14:textId="74E0074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D210" w14:textId="5185347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9544" w14:textId="7E3BBB0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35.995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2972" w14:textId="54832C5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C8CA" w14:textId="474A2C2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C712" w14:textId="038BABE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151.85</w:t>
            </w:r>
          </w:p>
        </w:tc>
      </w:tr>
      <w:tr w:rsidR="004508E0" w:rsidRPr="005446F8" w14:paraId="3185EF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DE50" w14:textId="7A3F325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7363" w14:textId="657A21B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6C0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A12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5A5C" w14:textId="196C770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606D" w14:textId="711ED93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20D1" w14:textId="47805AD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</w:tr>
      <w:tr w:rsidR="004508E0" w:rsidRPr="005446F8" w14:paraId="7D692F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1060" w14:textId="4763065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EAB3" w14:textId="3CF6A37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94DE" w14:textId="5CE951E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D932" w14:textId="7DF931E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371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5F9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76E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690FA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4393" w14:textId="72E60F9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6114" w14:textId="7EF0AB3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0DB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2E9F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8353" w14:textId="71E5EA0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AB6A" w14:textId="1C50B2B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FE6A" w14:textId="5EE3EC2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</w:tr>
      <w:tr w:rsidR="004508E0" w:rsidRPr="005446F8" w14:paraId="33817F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75EF" w14:textId="0A174BE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2A16" w14:textId="3AC6A7B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08D2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A7B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3188" w14:textId="721DF5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19A1" w14:textId="027026A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0C8F" w14:textId="23882FF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4508E0" w:rsidRPr="005446F8" w14:paraId="73008A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7167" w14:textId="76D610A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325E" w14:textId="0D49BAD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1199" w14:textId="6091EB2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DF12" w14:textId="58F611B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69C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4ED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17E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863C2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634B" w14:textId="462A7FB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0B3C" w14:textId="67739FE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F894" w14:textId="59CA086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224E" w14:textId="36B14D0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CA5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B0A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38E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4090A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4D4C" w14:textId="19DC6BC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2931" w14:textId="381ED83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F958" w14:textId="12591DD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75D0" w14:textId="7FDB21A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AC6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4D8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D56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457CF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0DDB" w14:textId="47B1FE3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5172" w14:textId="1272DDB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2F73" w14:textId="5BB0D63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08A0" w14:textId="2A16541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9E4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779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B01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79C61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9974" w14:textId="75507AC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D148" w14:textId="2B82715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7E5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988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AA951" w14:textId="4643030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4618" w14:textId="13D7F70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CD00" w14:textId="5F2C154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4508E0" w:rsidRPr="005446F8" w14:paraId="489E35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38FC" w14:textId="7871F87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81A66" w14:textId="4756CD1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8D3" w14:textId="6806EAF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848A" w14:textId="6C709FA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6C7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CBE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191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A3055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7DBA" w14:textId="4B4D0E2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F441" w14:textId="6623E0C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377C" w14:textId="0973158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49AA" w14:textId="1F0C95D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7F2B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6A1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EDD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264CB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48B4" w14:textId="2FF1F3C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008D" w14:textId="7022482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EEED" w14:textId="6E37BE3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BB70" w14:textId="6B8A068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7A2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E21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6CF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CBDFD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8AD4" w14:textId="5FB4129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DAED" w14:textId="1A38F51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B64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79B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6833" w14:textId="161EE72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5CFF" w14:textId="3A9638F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6ED6" w14:textId="3014B40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97.36</w:t>
            </w:r>
          </w:p>
        </w:tc>
      </w:tr>
      <w:tr w:rsidR="004508E0" w:rsidRPr="005446F8" w14:paraId="128F66F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DFFB" w14:textId="226D1BF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6F76" w14:textId="4ED5D81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9BC1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770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2120" w14:textId="7CCF1D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B8A5" w14:textId="30AAC39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5A9F" w14:textId="221E2B7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4508E0" w:rsidRPr="005446F8" w14:paraId="452C77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CB63" w14:textId="55EAADA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4E49" w14:textId="2715AFB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1EA3" w14:textId="060318F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1E12" w14:textId="3FE062A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5DA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88B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645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1036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586A" w14:textId="39B74CA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C9DA" w14:textId="4803E86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86E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926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3389" w14:textId="58F6789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CD42" w14:textId="027C871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498C" w14:textId="7E57D94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26.54</w:t>
            </w:r>
          </w:p>
        </w:tc>
      </w:tr>
      <w:tr w:rsidR="004508E0" w:rsidRPr="005446F8" w14:paraId="1642A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4B79" w14:textId="15898F0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3DB7" w14:textId="5941A0F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90BD" w14:textId="45C9FDC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74DB" w14:textId="7118818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D95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9C8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B56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2A77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B265" w14:textId="4CAB4CB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99B8" w14:textId="62AAC08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F732" w14:textId="4BA8CFC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FA5A" w14:textId="26383C9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299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1FA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4FE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77CEF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26B2" w14:textId="7EF19B3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7D1E" w14:textId="15DD954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9A484" w14:textId="70B5ADD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33C5" w14:textId="04DC2A5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E1E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7D3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6B3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8952B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7C59" w14:textId="3DA2BD7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5B0A" w14:textId="274C3DB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8073" w14:textId="32E8CFD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923F" w14:textId="2879C7E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45E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0ED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7E9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D8CD1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6DCD" w14:textId="4E474EF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5379" w14:textId="20AD56A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287D" w14:textId="34E17D3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33F5" w14:textId="498C695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8EAE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D8B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A62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245F06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BE98" w14:textId="6C8B0DB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A603" w14:textId="2D99FA1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7DEE" w14:textId="071B879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002E" w14:textId="462D79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D40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F3C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F93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4C530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4F83" w14:textId="2BCF870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4D00" w14:textId="537D051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CEDF" w14:textId="7E3A325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FAA1" w14:textId="19AA9A7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E67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B70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5AA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0CB2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4CEC" w14:textId="3D5DA2B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F4C4" w14:textId="4C37DE3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E6F0" w14:textId="16556D8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2F99" w14:textId="6657A3B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D31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7F9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3E6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9E17F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0B55" w14:textId="2AF7AB1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82A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F665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E21D" w14:textId="7A6C0C5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71.075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54B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E232" w14:textId="1E2338A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9.459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04E1C" w14:textId="48415C0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359.44</w:t>
            </w:r>
          </w:p>
        </w:tc>
      </w:tr>
      <w:tr w:rsidR="004508E0" w:rsidRPr="005446F8" w14:paraId="3F7DE1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CA8E" w14:textId="5B361E8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8CDD" w14:textId="463ECEB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EDFA" w14:textId="728CB42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54AE" w14:textId="1AE8BB3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6E4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762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9B3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14FE26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5DDA" w14:textId="75116A0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7675" w14:textId="381DCF5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4B49" w14:textId="6AA7D7A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EED6" w14:textId="4409117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4DE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64C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629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508E0" w:rsidRPr="005446F8" w14:paraId="56A77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A3F2" w14:textId="7227DDE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5A73" w14:textId="7E79251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B7F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0519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7ADA" w14:textId="0890972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F72E" w14:textId="2E02BA9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6E75" w14:textId="39BDC28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</w:tr>
      <w:tr w:rsidR="004508E0" w:rsidRPr="005446F8" w14:paraId="3049C8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87B3" w14:textId="19932AD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BD69" w14:textId="3DDE744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47B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6C1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71F0" w14:textId="1A1FDEA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FE3F" w14:textId="53AC6C4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8CAE" w14:textId="18C1C21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50.04</w:t>
            </w:r>
          </w:p>
        </w:tc>
      </w:tr>
      <w:tr w:rsidR="004508E0" w:rsidRPr="005446F8" w14:paraId="47B09E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AF7D" w14:textId="5DAFDAA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FD63" w14:textId="3E63A05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BAE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CDA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D0DE" w14:textId="0F0A1BF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B3E1" w14:textId="11E0AD9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B9C6" w14:textId="736FB31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100.94</w:t>
            </w:r>
          </w:p>
        </w:tc>
      </w:tr>
      <w:tr w:rsidR="004508E0" w:rsidRPr="005446F8" w14:paraId="48D514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2714" w14:textId="3183A8A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DD25" w14:textId="22EA6A5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94B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B4E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F6FC" w14:textId="15FF14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0A4C" w14:textId="75CCE97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DD0D" w14:textId="5125458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89.03</w:t>
            </w:r>
          </w:p>
        </w:tc>
      </w:tr>
      <w:tr w:rsidR="004508E0" w:rsidRPr="005446F8" w14:paraId="560AA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5BF7" w14:textId="72CE541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E2E8" w14:textId="707C90B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9F6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B99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804B" w14:textId="75C92D5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A94B" w14:textId="41DE94D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7964" w14:textId="12FFE0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</w:tr>
      <w:tr w:rsidR="004508E0" w:rsidRPr="005446F8" w14:paraId="56DDBB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C109" w14:textId="136ACA6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40C0" w14:textId="02E40B3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CE5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534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7295" w14:textId="01900EF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82E9" w14:textId="0E9B9BA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1B1A" w14:textId="02AE8EA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</w:tr>
      <w:tr w:rsidR="004508E0" w:rsidRPr="005446F8" w14:paraId="4C9DC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DF00" w14:textId="5B99B99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BD85" w14:textId="3372378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82D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3EA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8B7A" w14:textId="3FC986D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A13C" w14:textId="3147D56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5370" w14:textId="2BD2B9B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68.94</w:t>
            </w:r>
          </w:p>
        </w:tc>
      </w:tr>
      <w:tr w:rsidR="004508E0" w:rsidRPr="005446F8" w14:paraId="704E9D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724A" w14:textId="130F1D9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30D6" w14:textId="45EE21D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652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243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67DD" w14:textId="5B95DB1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8777" w14:textId="1F042B2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B592" w14:textId="7DF91AE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</w:tr>
      <w:tr w:rsidR="004508E0" w:rsidRPr="005446F8" w14:paraId="054C67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4FFD" w14:textId="5F21764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54CF" w14:textId="21C2BFC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5003" w14:textId="4744348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2928" w14:textId="1E9FBC7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A17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674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8B9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C47F0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BC6A" w14:textId="4ED8DD6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040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578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D219" w14:textId="70B2B8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4.754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C1A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02D3" w14:textId="136CFC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12.644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4CB8" w14:textId="572F8C6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480.48</w:t>
            </w:r>
          </w:p>
        </w:tc>
      </w:tr>
      <w:tr w:rsidR="004508E0" w:rsidRPr="005446F8" w14:paraId="40BE8A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DAC4" w14:textId="68C14DA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651F" w14:textId="5ACD2B8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40E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0A2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2ACC" w14:textId="0C0CB44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A99B" w14:textId="5E6D3C3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5C73" w14:textId="1FAC192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75.09</w:t>
            </w:r>
          </w:p>
        </w:tc>
      </w:tr>
      <w:tr w:rsidR="004508E0" w:rsidRPr="005446F8" w14:paraId="2ED214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3B7F" w14:textId="4C65701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3E78" w14:textId="6A8AC0F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586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882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BE67" w14:textId="6819483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34BC" w14:textId="2CF4AF0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D66E" w14:textId="41EAED0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47.82</w:t>
            </w:r>
          </w:p>
        </w:tc>
      </w:tr>
      <w:tr w:rsidR="004508E0" w:rsidRPr="005446F8" w14:paraId="0B9A2A4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7FB9" w14:textId="3455590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C315" w14:textId="494492C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E58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514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AD1D" w14:textId="66C0534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724B3" w14:textId="7B46D8D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C7D5" w14:textId="67F90C4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38.72</w:t>
            </w:r>
          </w:p>
        </w:tc>
      </w:tr>
      <w:tr w:rsidR="004508E0" w:rsidRPr="005446F8" w14:paraId="4F0C45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8BE1" w14:textId="24CE91A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F513" w14:textId="23B761D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BDEE7" w14:textId="4D31D76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0748" w14:textId="0C20E01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13F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0D0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638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01D7D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50E90" w14:textId="51272A8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8248" w14:textId="6697580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C11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1C33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734B" w14:textId="571822D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DB51" w14:textId="53FD4AF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6872" w14:textId="37322D7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157.56</w:t>
            </w:r>
          </w:p>
        </w:tc>
      </w:tr>
      <w:tr w:rsidR="004508E0" w:rsidRPr="005446F8" w14:paraId="0A083B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E912" w14:textId="78CDDCC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FB22" w14:textId="0C9B989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058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763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27B1" w14:textId="4839615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8EBC" w14:textId="5C5774C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AF8A" w14:textId="22280F6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59.79</w:t>
            </w:r>
          </w:p>
        </w:tc>
      </w:tr>
      <w:tr w:rsidR="004508E0" w:rsidRPr="005446F8" w14:paraId="644972A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F9D3" w14:textId="70BF521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DA9C" w14:textId="76BE3B9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6D0A" w14:textId="7B01D37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CE5B" w14:textId="101A8FE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5BF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E39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7E3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4A7259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BE98" w14:textId="1FEA2A0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9048" w14:textId="755A9A5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E37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0BE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F941" w14:textId="2FDEFE7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FAC5" w14:textId="18D55B4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2E55" w14:textId="4C1B54C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36.44</w:t>
            </w:r>
          </w:p>
        </w:tc>
      </w:tr>
      <w:tr w:rsidR="004508E0" w:rsidRPr="005446F8" w14:paraId="5185B9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2700" w14:textId="1219232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lastRenderedPageBreak/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018A" w14:textId="6965890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037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E1A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429E" w14:textId="774765F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92C6" w14:textId="091F1E4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74A5" w14:textId="09D86A9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4508E0" w:rsidRPr="005446F8" w14:paraId="37EF4C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03544" w14:textId="7252CAE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7845" w14:textId="6D3E142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F7F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6CD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363D" w14:textId="0198AE5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915D" w14:textId="5964BE5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5008" w14:textId="08E6995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</w:tr>
      <w:tr w:rsidR="004508E0" w:rsidRPr="005446F8" w14:paraId="477A2A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6858" w14:textId="34B9DFA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EA15" w14:textId="59C4E30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F1A0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FFD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F83B" w14:textId="71465E9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C573" w14:textId="33A7483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FBAB3" w14:textId="3389D73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</w:tr>
      <w:tr w:rsidR="004508E0" w:rsidRPr="005446F8" w14:paraId="39A881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081D" w14:textId="10837C3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0DC9" w14:textId="1F408CC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CBC4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A49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1D69" w14:textId="0A6505A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2115" w14:textId="6097D32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F799" w14:textId="3B8D65E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3.89</w:t>
            </w:r>
          </w:p>
        </w:tc>
      </w:tr>
      <w:tr w:rsidR="004508E0" w:rsidRPr="005446F8" w14:paraId="64A0C7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80FA" w14:textId="07042A2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F11A" w14:textId="45D0DA5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5D11" w14:textId="7855888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4139" w14:textId="0463C17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FEB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EE7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67F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60068F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F7B4" w14:textId="76C5A0D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5DE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328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FCCB" w14:textId="16B7A3F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6.088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E7D7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F2C2" w14:textId="1E19B7A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12.784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B32C" w14:textId="5BA7971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485.80</w:t>
            </w:r>
          </w:p>
        </w:tc>
      </w:tr>
      <w:tr w:rsidR="004508E0" w:rsidRPr="005446F8" w14:paraId="531908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A287" w14:textId="02645C4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10FA" w14:textId="5F34786A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0B1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EA5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D60F" w14:textId="7AFC60E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2AC81" w14:textId="3F1FAD4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AD67" w14:textId="3D4771C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45.77</w:t>
            </w:r>
          </w:p>
        </w:tc>
      </w:tr>
      <w:tr w:rsidR="004508E0" w:rsidRPr="005446F8" w14:paraId="604429F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C66F" w14:textId="320ABC3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64C4" w14:textId="60E2D7B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A83E" w14:textId="7979F2C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21DF" w14:textId="5664773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4F9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223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E50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59E7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1568" w14:textId="1AE3FC7E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1D34" w14:textId="375A314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5FB4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7A7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2883" w14:textId="1A218A4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036D" w14:textId="13C16CB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64A1" w14:textId="7E74ED3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76.08</w:t>
            </w:r>
          </w:p>
        </w:tc>
      </w:tr>
      <w:tr w:rsidR="004508E0" w:rsidRPr="005446F8" w14:paraId="6BEA8C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AB98" w14:textId="201EF84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C933" w14:textId="5F26B95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815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E25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ECA2" w14:textId="6BA135B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C6F7" w14:textId="22978C86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8A97B" w14:textId="2AF6A3B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56.62</w:t>
            </w:r>
          </w:p>
        </w:tc>
      </w:tr>
      <w:tr w:rsidR="004508E0" w:rsidRPr="005446F8" w14:paraId="7DC062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AEFF" w14:textId="58927F8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48B9" w14:textId="0732A3D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C41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5D61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5211" w14:textId="3CC3AA5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2B85" w14:textId="3969EF5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62E2" w14:textId="3010D25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55.34</w:t>
            </w:r>
          </w:p>
        </w:tc>
      </w:tr>
      <w:tr w:rsidR="004508E0" w:rsidRPr="005446F8" w14:paraId="1F1381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8E40" w14:textId="4A4F622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12B5" w14:textId="627564F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5AF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35FC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E67A" w14:textId="4CAEEF5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BFAB" w14:textId="6E20720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EBF3" w14:textId="6DC39B2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4508E0" w:rsidRPr="005446F8" w14:paraId="4713E7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704C" w14:textId="61A066E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008D" w14:textId="61979C2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257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5D5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7A6C" w14:textId="104D886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5F91" w14:textId="0976151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2.421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31D0" w14:textId="1214902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91.99</w:t>
            </w:r>
          </w:p>
        </w:tc>
      </w:tr>
      <w:tr w:rsidR="004508E0" w:rsidRPr="005446F8" w14:paraId="6006DC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8326" w14:textId="0241E4D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141C" w14:textId="34F5A16B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3EB4" w14:textId="4E3E430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52A3" w14:textId="459DC353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097D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C4D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B7FE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7EF079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767A" w14:textId="6A6F950D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0E3F" w14:textId="55B60C2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5E41" w14:textId="43FC4A38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B583" w14:textId="40B8265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5.834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2A85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188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595F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58ADF0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884F" w14:textId="23F34FC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32C4" w14:textId="48497D3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4A9E" w14:textId="46553F4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58D3" w14:textId="4F689B1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972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A0C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3542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BFD97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4A23" w14:textId="0AB3FCE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0A36" w14:textId="35F983A1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B03A" w14:textId="403B984C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8F97" w14:textId="494E6929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6AA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3CA3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221E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12B480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268F" w14:textId="31ADBD0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ЦВЕТАН БОЯНОВ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0228" w14:textId="713909A2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99F0" w14:textId="34337B1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11.83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6B20" w14:textId="36072410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636B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F3F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FF9A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08E0" w:rsidRPr="005446F8" w14:paraId="34C140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BA11" w14:textId="74D767E5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1708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8D96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7AC0" w14:textId="06B9BF3F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16.948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AE7A0" w14:textId="7777777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B0BB" w14:textId="1EEA7B87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10.021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B3FA" w14:textId="2491A0E4" w:rsidR="004508E0" w:rsidRPr="00287128" w:rsidRDefault="004508E0" w:rsidP="004508E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87128">
              <w:rPr>
                <w:rFonts w:ascii="Arial" w:hAnsi="Arial" w:cs="Arial"/>
                <w:b/>
                <w:bCs/>
                <w:sz w:val="18"/>
                <w:szCs w:val="18"/>
              </w:rPr>
              <w:t>380.80</w:t>
            </w:r>
          </w:p>
        </w:tc>
      </w:tr>
      <w:tr w:rsidR="00A417DA" w:rsidRPr="005446F8" w14:paraId="533C8E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B780" w14:textId="64918E43" w:rsidR="00A417DA" w:rsidRPr="004508E0" w:rsidRDefault="00A417DA" w:rsidP="00A417DA">
            <w:pPr>
              <w:tabs>
                <w:tab w:val="left" w:pos="930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A25D" w14:textId="77777777" w:rsidR="00A417DA" w:rsidRPr="00287128" w:rsidRDefault="00A417DA" w:rsidP="00A417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7CCF" w14:textId="77777777" w:rsidR="00A417DA" w:rsidRPr="00287128" w:rsidRDefault="00A417DA" w:rsidP="00A417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05CB" w14:textId="70CB30A9" w:rsidR="00A417DA" w:rsidRPr="00A417DA" w:rsidRDefault="00A417DA" w:rsidP="00A417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17DA">
              <w:rPr>
                <w:b/>
              </w:rPr>
              <w:t>614.764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E223" w14:textId="77777777" w:rsidR="00A417DA" w:rsidRPr="00A417DA" w:rsidRDefault="00A417DA" w:rsidP="00A417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24B1" w14:textId="3E16A57A" w:rsidR="00A417DA" w:rsidRPr="00A417DA" w:rsidRDefault="00A417DA" w:rsidP="00A417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17DA">
              <w:rPr>
                <w:b/>
              </w:rPr>
              <w:t>235.757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7B2F" w14:textId="05D70A52" w:rsidR="00A417DA" w:rsidRPr="00A417DA" w:rsidRDefault="00A417DA" w:rsidP="00A417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17DA">
              <w:rPr>
                <w:b/>
              </w:rPr>
              <w:t>8958.75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8E690C">
        <w:rPr>
          <w:b/>
          <w:lang w:val="ru-RU"/>
        </w:rPr>
        <w:t>обяви</w:t>
      </w:r>
      <w:proofErr w:type="spellEnd"/>
      <w:r w:rsidRPr="008E690C">
        <w:rPr>
          <w:b/>
          <w:lang w:val="ru-RU"/>
        </w:rPr>
        <w:t xml:space="preserve"> в </w:t>
      </w:r>
      <w:proofErr w:type="spellStart"/>
      <w:r w:rsidRPr="008E690C">
        <w:rPr>
          <w:b/>
          <w:lang w:val="ru-RU"/>
        </w:rPr>
        <w:t>кметството</w:t>
      </w:r>
      <w:proofErr w:type="spellEnd"/>
      <w:r w:rsidRPr="008E690C">
        <w:rPr>
          <w:b/>
          <w:lang w:val="ru-RU"/>
        </w:rPr>
        <w:t xml:space="preserve"> и в </w:t>
      </w:r>
      <w:proofErr w:type="spellStart"/>
      <w:r w:rsidRPr="008E690C">
        <w:rPr>
          <w:b/>
          <w:lang w:val="ru-RU"/>
        </w:rPr>
        <w:t>сградата</w:t>
      </w:r>
      <w:proofErr w:type="spellEnd"/>
      <w:r w:rsidRPr="008E690C">
        <w:rPr>
          <w:b/>
          <w:lang w:val="ru-RU"/>
        </w:rPr>
        <w:t xml:space="preserve"> на </w:t>
      </w:r>
      <w:proofErr w:type="spellStart"/>
      <w:r w:rsidRPr="008E690C">
        <w:rPr>
          <w:b/>
          <w:lang w:val="ru-RU"/>
        </w:rPr>
        <w:t>общинската</w:t>
      </w:r>
      <w:proofErr w:type="spellEnd"/>
      <w:r w:rsidRPr="008E690C">
        <w:rPr>
          <w:b/>
          <w:lang w:val="ru-RU"/>
        </w:rPr>
        <w:t xml:space="preserve"> служба по </w:t>
      </w:r>
      <w:proofErr w:type="spellStart"/>
      <w:r w:rsidRPr="008E690C">
        <w:rPr>
          <w:b/>
          <w:lang w:val="ru-RU"/>
        </w:rPr>
        <w:t>земеделие</w:t>
      </w:r>
      <w:proofErr w:type="spellEnd"/>
      <w:r w:rsidRPr="008E690C">
        <w:rPr>
          <w:b/>
          <w:lang w:val="ru-RU"/>
        </w:rPr>
        <w:t xml:space="preserve"> и се </w:t>
      </w:r>
      <w:proofErr w:type="spellStart"/>
      <w:r w:rsidRPr="008E690C">
        <w:rPr>
          <w:b/>
          <w:lang w:val="ru-RU"/>
        </w:rPr>
        <w:t>публикува</w:t>
      </w:r>
      <w:proofErr w:type="spellEnd"/>
      <w:r w:rsidRPr="008E690C">
        <w:rPr>
          <w:b/>
          <w:lang w:val="ru-RU"/>
        </w:rPr>
        <w:t xml:space="preserve"> на</w:t>
      </w:r>
      <w:r w:rsidRPr="00CE78CA">
        <w:rPr>
          <w:lang w:val="ru-RU"/>
        </w:rPr>
        <w:t xml:space="preserve">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3FF4A653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CD092B">
        <w:rPr>
          <w:lang w:val="bg-BG"/>
        </w:rPr>
        <w:t>Върбница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76581406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990285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13CD675A" w14:textId="77777777" w:rsidR="00436970" w:rsidRDefault="00436970" w:rsidP="002213A1">
      <w:pPr>
        <w:rPr>
          <w:b/>
          <w:lang w:val="bg-BG"/>
        </w:rPr>
      </w:pPr>
    </w:p>
    <w:p w14:paraId="1F24E107" w14:textId="70BD4FFD" w:rsidR="00436970" w:rsidRDefault="00AE2605" w:rsidP="002213A1">
      <w:pPr>
        <w:rPr>
          <w:b/>
          <w:lang w:val="bg-BG"/>
        </w:rPr>
      </w:pPr>
      <w:r>
        <w:rPr>
          <w:b/>
          <w:lang w:val="bg-BG"/>
        </w:rPr>
        <w:t xml:space="preserve">      </w:t>
      </w:r>
      <w:bookmarkStart w:id="6" w:name="_GoBack"/>
      <w:bookmarkEnd w:id="6"/>
      <w:r>
        <w:rPr>
          <w:b/>
          <w:lang w:val="bg-BG"/>
        </w:rPr>
        <w:t xml:space="preserve">          /П/</w:t>
      </w:r>
    </w:p>
    <w:p w14:paraId="574D60F0" w14:textId="77777777" w:rsidR="00436970" w:rsidRDefault="00436970" w:rsidP="002213A1">
      <w:pPr>
        <w:rPr>
          <w:b/>
          <w:lang w:val="bg-BG"/>
        </w:rPr>
      </w:pPr>
    </w:p>
    <w:p w14:paraId="1C8E8DA3" w14:textId="6D0AEDB0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B28C0" w14:textId="77777777" w:rsidR="004F7B9A" w:rsidRDefault="004F7B9A">
      <w:r>
        <w:separator/>
      </w:r>
    </w:p>
  </w:endnote>
  <w:endnote w:type="continuationSeparator" w:id="0">
    <w:p w14:paraId="02A6C737" w14:textId="77777777" w:rsidR="004F7B9A" w:rsidRDefault="004F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E64112" w:rsidRDefault="00E6411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E64112" w:rsidRDefault="00E6411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10286EB1" w:rsidR="00E64112" w:rsidRDefault="00E6411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605">
          <w:rPr>
            <w:noProof/>
          </w:rPr>
          <w:t>5</w:t>
        </w:r>
        <w:r>
          <w:rPr>
            <w:noProof/>
          </w:rPr>
          <w:fldChar w:fldCharType="end"/>
        </w:r>
        <w:r w:rsidR="00A417DA">
          <w:rPr>
            <w:noProof/>
            <w:lang w:val="bg-BG"/>
          </w:rPr>
          <w:t>/6</w:t>
        </w:r>
      </w:p>
    </w:sdtContent>
  </w:sdt>
  <w:p w14:paraId="0DF700C8" w14:textId="77777777" w:rsidR="00E64112" w:rsidRPr="00835BBA" w:rsidRDefault="00E6411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4E042" w14:textId="77777777" w:rsidR="004F7B9A" w:rsidRDefault="004F7B9A">
      <w:r>
        <w:separator/>
      </w:r>
    </w:p>
  </w:footnote>
  <w:footnote w:type="continuationSeparator" w:id="0">
    <w:p w14:paraId="2F4DF3FD" w14:textId="77777777" w:rsidR="004F7B9A" w:rsidRDefault="004F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E64112" w:rsidRPr="005B69F7" w:rsidRDefault="00E6411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E64112" w:rsidRPr="005B69F7" w:rsidRDefault="00E6411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E64112" w:rsidRPr="0023186B" w:rsidRDefault="00E6411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E64112" w:rsidRPr="00983B22" w:rsidRDefault="00E6411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E64112" w:rsidRPr="00983B22" w:rsidRDefault="00E6411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36E31"/>
    <w:rsid w:val="0024276E"/>
    <w:rsid w:val="002465D9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6970"/>
    <w:rsid w:val="0043766A"/>
    <w:rsid w:val="00443D11"/>
    <w:rsid w:val="00446795"/>
    <w:rsid w:val="004508E0"/>
    <w:rsid w:val="004517AC"/>
    <w:rsid w:val="00454CDE"/>
    <w:rsid w:val="0045733A"/>
    <w:rsid w:val="00457F33"/>
    <w:rsid w:val="00463733"/>
    <w:rsid w:val="00464DCD"/>
    <w:rsid w:val="00470179"/>
    <w:rsid w:val="00471AF4"/>
    <w:rsid w:val="00480F98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4F7B9A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4D12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1F00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08A6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E690C"/>
    <w:rsid w:val="008F3A6E"/>
    <w:rsid w:val="008F411F"/>
    <w:rsid w:val="0090637C"/>
    <w:rsid w:val="00910CBD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0285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417D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2605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12FE"/>
    <w:rsid w:val="00C256B4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4336"/>
    <w:rsid w:val="00CA7A14"/>
    <w:rsid w:val="00CC444F"/>
    <w:rsid w:val="00CC671B"/>
    <w:rsid w:val="00CD092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AD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64112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F7DD-25CD-42B7-8235-A0CF4CFD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207</TotalTime>
  <Pages>6</Pages>
  <Words>2330</Words>
  <Characters>13281</Characters>
  <Application>Microsoft Office Word</Application>
  <DocSecurity>0</DocSecurity>
  <Lines>110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30</cp:revision>
  <cp:lastPrinted>2022-09-29T07:04:00Z</cp:lastPrinted>
  <dcterms:created xsi:type="dcterms:W3CDTF">2022-09-26T08:20:00Z</dcterms:created>
  <dcterms:modified xsi:type="dcterms:W3CDTF">2022-09-29T07:04:00Z</dcterms:modified>
</cp:coreProperties>
</file>