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36642FDA" w:rsidR="008C54F3" w:rsidRDefault="00B65A97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</w:t>
      </w:r>
      <w:r w:rsidR="00713EC9">
        <w:rPr>
          <w:b/>
          <w:sz w:val="32"/>
          <w:lang w:val="bg-BG"/>
        </w:rPr>
        <w:t xml:space="preserve">            </w:t>
      </w:r>
    </w:p>
    <w:p w14:paraId="40DFF367" w14:textId="37C2165B" w:rsidR="00454CDE" w:rsidRPr="00713EC9" w:rsidRDefault="0052149B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78FBC4A2" w:rsidR="00454CDE" w:rsidRPr="0052149B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52149B">
        <w:rPr>
          <w:b/>
          <w:lang w:val="bg-BG"/>
        </w:rPr>
        <w:t>№</w:t>
      </w:r>
      <w:r w:rsidR="0052149B" w:rsidRPr="0052149B">
        <w:rPr>
          <w:b/>
          <w:sz w:val="26"/>
          <w:szCs w:val="26"/>
          <w:lang w:val="bg-BG"/>
        </w:rPr>
        <w:t xml:space="preserve"> </w:t>
      </w:r>
      <w:r w:rsidR="0052149B" w:rsidRPr="0052149B">
        <w:rPr>
          <w:b/>
          <w:sz w:val="26"/>
          <w:szCs w:val="26"/>
          <w:lang w:val="bg-BG"/>
        </w:rPr>
        <w:t>ПО-09-3179</w:t>
      </w:r>
      <w:r w:rsidR="0052149B" w:rsidRPr="0052149B">
        <w:rPr>
          <w:b/>
          <w:sz w:val="26"/>
          <w:szCs w:val="26"/>
          <w:lang w:val="bg-BG"/>
        </w:rPr>
        <w:t>-3</w:t>
      </w:r>
    </w:p>
    <w:p w14:paraId="3795E67F" w14:textId="4CE4724E" w:rsidR="00454CDE" w:rsidRPr="0052149B" w:rsidRDefault="0052149B" w:rsidP="00BE4052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</w:t>
      </w:r>
      <w:r w:rsidR="00454CDE" w:rsidRPr="0052149B">
        <w:rPr>
          <w:b/>
          <w:lang w:val="bg-BG"/>
        </w:rPr>
        <w:t>София,</w:t>
      </w:r>
      <w:r w:rsidRPr="0052149B">
        <w:rPr>
          <w:b/>
          <w:lang w:val="bg-BG"/>
        </w:rPr>
        <w:t>28.09.</w:t>
      </w:r>
      <w:r w:rsidR="0023186B" w:rsidRPr="0052149B">
        <w:rPr>
          <w:b/>
          <w:lang w:val="bg-BG"/>
        </w:rPr>
        <w:t>20</w:t>
      </w:r>
      <w:r w:rsidR="005A5B96" w:rsidRPr="0052149B">
        <w:rPr>
          <w:b/>
          <w:lang w:val="bg-BG"/>
        </w:rPr>
        <w:t>2</w:t>
      </w:r>
      <w:r w:rsidR="00CC444F" w:rsidRPr="0052149B">
        <w:rPr>
          <w:b/>
          <w:lang w:val="bg-BG"/>
        </w:rPr>
        <w:t>2</w:t>
      </w:r>
      <w:r w:rsidR="0023186B" w:rsidRPr="0052149B">
        <w:rPr>
          <w:b/>
          <w:lang w:val="bg-BG"/>
        </w:rPr>
        <w:t>г.</w:t>
      </w:r>
      <w:r w:rsidR="006727E9" w:rsidRPr="0052149B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15B80E0F" w14:textId="77777777" w:rsidR="00CF6799" w:rsidRDefault="00CF6799" w:rsidP="00576362">
      <w:pPr>
        <w:spacing w:line="360" w:lineRule="auto"/>
        <w:rPr>
          <w:lang w:val="bg-BG"/>
        </w:rPr>
      </w:pPr>
    </w:p>
    <w:p w14:paraId="31639020" w14:textId="128A77FB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0842EE">
        <w:rPr>
          <w:b/>
          <w:sz w:val="26"/>
          <w:szCs w:val="26"/>
          <w:lang w:val="bg-BG"/>
        </w:rPr>
        <w:t>3179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77AF0AC7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0842EE">
        <w:rPr>
          <w:b/>
          <w:lang w:val="bg-BG"/>
        </w:rPr>
        <w:t>Бърля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0842EE">
        <w:rPr>
          <w:b/>
          <w:lang w:val="bg-BG"/>
        </w:rPr>
        <w:t>07555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0842EE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2FD6CDC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5EA2300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32E7EB4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AAE11A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0F194E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58E02D1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21.763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2B2F77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848.75</w:t>
            </w:r>
          </w:p>
        </w:tc>
      </w:tr>
      <w:tr w:rsidR="000842EE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5708F5D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0DCB3E3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491EEE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42B9C7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46C1726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04B59FD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FDE78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6C1F3AA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051ABB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365559F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13B588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6D9F3BA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10C08B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16.955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45AFB8B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661.24</w:t>
            </w:r>
          </w:p>
        </w:tc>
      </w:tr>
      <w:tr w:rsidR="000842EE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014E32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2FED7EE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452B56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2A9194D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250290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5F3590D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2A8F86D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2E07E9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008FF51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2054073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6A88E2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2DBA53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60249DD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8.006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77C847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312.23</w:t>
            </w:r>
          </w:p>
        </w:tc>
      </w:tr>
      <w:tr w:rsidR="000842EE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5965AAE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2C5B032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3A953D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0A65FA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5C5E103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197C9B4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2D044FF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05400D6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054FE3F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64E86A1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433BEB5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2B4B49D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363463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4C4961A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6CC1799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5563A7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09682B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229BDD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6B30B6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46D191C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4.759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70D2B13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185.61</w:t>
            </w:r>
          </w:p>
        </w:tc>
      </w:tr>
      <w:tr w:rsidR="000842EE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5DE6A6E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749F122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7304CD2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11E0AAC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1587B77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1295EF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1D0B2B9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144.88</w:t>
            </w:r>
          </w:p>
        </w:tc>
      </w:tr>
      <w:tr w:rsidR="000842EE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509494B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6F1A7EF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6686541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4A55391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427C2AC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308205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0708F87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7E30321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6961236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772534A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112297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19FF505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72B8D58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4236DE3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3D8C160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37E41B9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45036CC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2F7046D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97.50</w:t>
            </w:r>
          </w:p>
        </w:tc>
      </w:tr>
      <w:tr w:rsidR="000842EE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015968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5E095AF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097C8F9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27C346B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27F3CFB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4F74427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3A26EF2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92.24</w:t>
            </w:r>
          </w:p>
        </w:tc>
      </w:tr>
      <w:tr w:rsidR="000842EE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02B0904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4A9C55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3F1448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1A014DD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6A9386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389D456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047C887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89.70</w:t>
            </w:r>
          </w:p>
        </w:tc>
      </w:tr>
      <w:tr w:rsidR="000842EE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388CF7D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130D5B3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271DC0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65119F4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95A97E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73C4582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78A8835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70173D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469AAEF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3AC42B7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2189B3D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373830B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01B2ED8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84E005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81.86</w:t>
            </w:r>
          </w:p>
        </w:tc>
      </w:tr>
      <w:tr w:rsidR="000842EE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737111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53AD0C4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35E5340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F81E96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30BD79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6FE659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730FE5F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81.86</w:t>
            </w:r>
          </w:p>
        </w:tc>
      </w:tr>
      <w:tr w:rsidR="000842EE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43F5FC2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4ED6A8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049C99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19376FA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1C0EE64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02A4EC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0C104D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78.00</w:t>
            </w:r>
          </w:p>
        </w:tc>
      </w:tr>
      <w:tr w:rsidR="000842EE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687336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2700C86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6F5DF41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02CC36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64151EB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194914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2396C7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64.43</w:t>
            </w:r>
          </w:p>
        </w:tc>
      </w:tr>
      <w:tr w:rsidR="000842EE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6A69AC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731D7C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4D434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1832EDA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D406B5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B61D58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33493A0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62.52</w:t>
            </w:r>
          </w:p>
        </w:tc>
      </w:tr>
      <w:tr w:rsidR="000842EE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1B4378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066376A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700967D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4CFBB9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30CCC70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3AFB4A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55613CF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50.81</w:t>
            </w:r>
          </w:p>
        </w:tc>
      </w:tr>
      <w:tr w:rsidR="000842EE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0E6D6FE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176AE1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5A30855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3D49FB0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7A555F1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382DE4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53975E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</w:tr>
      <w:tr w:rsidR="000842EE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7118D6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60E57A3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561912F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20F4457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5E8F741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406663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32FDBC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30.42</w:t>
            </w:r>
          </w:p>
        </w:tc>
      </w:tr>
      <w:tr w:rsidR="000842EE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4B28CD5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775A1E8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5752FDE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25E3A2B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05FDEC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9AFBD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1263CCA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28E552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0094BEF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6C4C2EC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7E0208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656F61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D08AFC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514D09B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0842EE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137B6F6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016D90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3DEBBC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6DF3D2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6358956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5869AD6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7.985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692EF5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311.42</w:t>
            </w:r>
          </w:p>
        </w:tc>
      </w:tr>
      <w:tr w:rsidR="000842EE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498683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486962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35B29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653312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0DFC021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17E8BB0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65C5F8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240.08</w:t>
            </w:r>
          </w:p>
        </w:tc>
      </w:tr>
      <w:tr w:rsidR="000842EE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30CA73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61C92F3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28FA43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4EBC4D9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7E24AC6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5FF7462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3.051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2C4A684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118.98</w:t>
            </w:r>
          </w:p>
        </w:tc>
      </w:tr>
      <w:tr w:rsidR="000842EE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3D8F7B8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4481EC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6B6B26D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09DC81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475C3A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383B69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5A4D384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72.71</w:t>
            </w:r>
          </w:p>
        </w:tc>
      </w:tr>
      <w:tr w:rsidR="000842EE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5F744DB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0BD624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31348D6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4821A7F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0EBEFA7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11C6B29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2BFFDC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4E34CE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5AE69BB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1D427C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3C8A35E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5BEFECE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1E5F5F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4BD37A0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35.06</w:t>
            </w:r>
          </w:p>
        </w:tc>
      </w:tr>
      <w:tr w:rsidR="000842EE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0AFDEE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4AAEFF2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26FD1FA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0673E3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367EE43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3D06E20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4C1A3F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34.01</w:t>
            </w:r>
          </w:p>
        </w:tc>
      </w:tr>
      <w:tr w:rsidR="000842EE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2615F3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332A60F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57C006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27BB4E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BD7C9A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20604CF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29762B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</w:tr>
      <w:tr w:rsidR="000842EE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3567F4F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702CEF2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54B6A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5A73533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06DFCC6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52B1D4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0B24A74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</w:tr>
      <w:tr w:rsidR="000842EE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1830F5E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295571F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4E02A1B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5601F8A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4AE999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5A92C0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3A5B45D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24AC70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065C900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5728D0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0BCD1EF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280DA7B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2EE8158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11.527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188E0A0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449.55</w:t>
            </w:r>
          </w:p>
        </w:tc>
      </w:tr>
      <w:tr w:rsidR="000842EE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1C22597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6CCE542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630F610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58983AA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427EA7D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0FFAD1E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10.458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245283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407.85</w:t>
            </w:r>
          </w:p>
        </w:tc>
      </w:tr>
      <w:tr w:rsidR="000842EE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0C8F5C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72E6E9C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5137E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6CC5A33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1FA2521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31338F5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220E36A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249.17</w:t>
            </w:r>
          </w:p>
        </w:tc>
      </w:tr>
      <w:tr w:rsidR="000842EE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165258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702ACD9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3BB4917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16E71F9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351E3B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63D6C9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5.779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42079CF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225.39</w:t>
            </w:r>
          </w:p>
        </w:tc>
      </w:tr>
      <w:tr w:rsidR="000842EE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391DF9D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4E0575F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428BFAB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0F1E4B3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28DEF63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355C16A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3396A59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18379BA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285B0B0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1488E1E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2D4393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47C27EE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B8A633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570C266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217.88</w:t>
            </w:r>
          </w:p>
        </w:tc>
      </w:tr>
      <w:tr w:rsidR="000842EE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0829B12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427D20E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2D66E2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39F9560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5564C0B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15423B8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28F22DA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152.06</w:t>
            </w:r>
          </w:p>
        </w:tc>
      </w:tr>
      <w:tr w:rsidR="000842EE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6DCDBBA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08A3DB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3ECCBBA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35DB72B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111BC5C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717F563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D1C07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145.62</w:t>
            </w:r>
          </w:p>
        </w:tc>
      </w:tr>
      <w:tr w:rsidR="000842EE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776038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4151D1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0C80487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17860B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7ACE23F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5146635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145DEBD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31.70</w:t>
            </w:r>
          </w:p>
        </w:tc>
      </w:tr>
      <w:tr w:rsidR="000842EE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722CFB1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42A9310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41793A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3FAF41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6FCA3E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3CDD913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1B19F4B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</w:tr>
      <w:tr w:rsidR="000842EE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4DCE716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03E1D4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0999DA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6E51BCC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68441A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4324725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31FFF34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50C46F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1B07536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0316A07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16176C4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45ED7A0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41827C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693F6E9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1BA167E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1A1B51A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6B72C2A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4E88A6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251718A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02199AF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2B5B60A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106.84</w:t>
            </w:r>
          </w:p>
        </w:tc>
      </w:tr>
      <w:tr w:rsidR="000842EE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6B96EB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17CF33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4B479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7C4A97F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03045A4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590939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51F780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95.13</w:t>
            </w:r>
          </w:p>
        </w:tc>
      </w:tr>
      <w:tr w:rsidR="000842EE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1F0175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1611B21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252651E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2E5244C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3FE9C3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0605450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1334F9D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</w:tr>
      <w:tr w:rsidR="000842EE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7260F1E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32D13E0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1DDD5E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0C2D64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63.511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4DB84F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4481726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152.788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350FAAE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5958.72</w:t>
            </w:r>
          </w:p>
        </w:tc>
      </w:tr>
      <w:tr w:rsidR="000842EE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351BF13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0C02165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471FBA0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2730A81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2E0CED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F0C388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2929436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10AE26E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0416E8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684FA53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017B0A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7DD5B6A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0ACDEAC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18B3DB2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202.79</w:t>
            </w:r>
          </w:p>
        </w:tc>
      </w:tr>
      <w:tr w:rsidR="000842EE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46EA8C3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2F1193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1FB55A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567D4B0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5052F74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19E517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4.921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04BE29F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191.92</w:t>
            </w:r>
          </w:p>
        </w:tc>
      </w:tr>
      <w:tr w:rsidR="000842EE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0E5BF6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7910CCB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148B31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3AE850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7D68CB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384E50B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2F7BD4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</w:tr>
      <w:tr w:rsidR="000842EE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3C8E3FE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383799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6432A8E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34E585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802F0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33C7D04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138EAF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116.96</w:t>
            </w:r>
          </w:p>
        </w:tc>
      </w:tr>
      <w:tr w:rsidR="000842EE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63F19A0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46AFB8C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70A52C6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76247B9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5E5115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67C3A2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573854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116.96</w:t>
            </w:r>
          </w:p>
        </w:tc>
      </w:tr>
      <w:tr w:rsidR="000842EE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271A0AD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2D1F008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1963D86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26723C2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0779FE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6E2760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77A95E6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379858B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0230F3A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2581DE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6039D3D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6A90F5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563064D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199A999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5B03739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19727F0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4D1E2B5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0191B01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2E75A4F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7245A9E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593385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2BE62B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383177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5CB0084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683A899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28BD8B7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1137940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07C44FD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6951F2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0A9B7E9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0A54291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59B9471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33E8771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634D7A3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320E22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36CB58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782CDF3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6C7BBCC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62063E4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248F890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5A149B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6654B0E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19DDA0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3189831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03774BF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15ACFC8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5236A6E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12A9520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04BD1C4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65F2B70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62.33</w:t>
            </w:r>
          </w:p>
        </w:tc>
      </w:tr>
      <w:tr w:rsidR="000842EE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2B65066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5DB2617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1F5330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5567910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19A4399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278AF9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2DDD8D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0132C03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130594B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5826FEE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6B0EDC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4B56965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58BC500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52F694E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34328DF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127DEEA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0439BBB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35E3FC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424EF7A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1B3E5BA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65F8F7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064E453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03C2BE1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6102D0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43FF99F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5839A52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38DED90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34799F3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3FC22B9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170FF72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5A8A950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1184D86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7B64783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2BBFE29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7AEB30E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306FE3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4F75BD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7A52759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54C3E5C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72FE063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1641F33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7B1BEF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45.57</w:t>
            </w:r>
          </w:p>
        </w:tc>
      </w:tr>
      <w:tr w:rsidR="000842EE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79CA6F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662907C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4F1CD94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20C84D2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6853C31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6A6964F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37D110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3F450B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56E8D60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3D6889F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6E81890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7A7258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0FC5EED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376983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65DD2ED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55681C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3F0F9F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2F99EC6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715A492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2FB5BB6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69E355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5141DBF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66A148B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546F32C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48FAD84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5A47DE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025750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2F44ED7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361A6FE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1223620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72738B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55B3884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6380B3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072CFD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1BBEF0E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1CDB14F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5B74662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1B7F1E9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76C634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2CEACFF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6549F9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57AB64E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0FA8BE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4738B6F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65CF9D6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6AE4630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2F6B2E5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68D5A44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670BEB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4F67669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28.73</w:t>
            </w:r>
          </w:p>
        </w:tc>
      </w:tr>
      <w:tr w:rsidR="000842EE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4CD6F0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6CC48D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4B7FB7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7DA9CA0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0DADAB5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78A9304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3E8B14C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75B8D35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4E91D98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4C52C6D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1EA211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2BBC4E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17BF94C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667B001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4A7E747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7047BE1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0B5575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688A231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2935D8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5C7C578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6138D6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167116E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0B8864D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0A90C2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6E7DC0E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695E4A9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615F5E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1D0127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42A3B26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22C6207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25D959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1E3AAC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0842EE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4BE953D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514306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1367AA5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0AFE2E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1AAA10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30B13E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7DC604C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544C055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03752CE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4148550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0EF320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51F288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22EBFA6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698B5FE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2026130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6FB49B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7EB4F0C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7E86700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068516D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3AC8E1A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469A92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655D47D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4786D24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1A3E20F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19.141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5C82C9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746.50</w:t>
            </w:r>
          </w:p>
        </w:tc>
      </w:tr>
      <w:tr w:rsidR="000842EE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2073F2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1B3423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3A4147C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756C46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ED4BE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360E54B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19D907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55D7DF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5599B81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1AA6BFE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6E03963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0538E03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71FD7F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250BB1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259.10</w:t>
            </w:r>
          </w:p>
        </w:tc>
      </w:tr>
      <w:tr w:rsidR="000842EE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4CB10D7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3F5E821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27B0BF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42A915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6627A84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0531E4E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15414CF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6B9A0A4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0F8A707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591332C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7A2E30C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4D08365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4F1A075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4987CF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226.12</w:t>
            </w:r>
          </w:p>
        </w:tc>
      </w:tr>
      <w:tr w:rsidR="000842EE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58FF83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5D77AD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533B3B2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22598D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33BCA04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37E0522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47B64E2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6090A06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27660F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5CF0C73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7017D26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116775D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49208EE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0116E69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116.96</w:t>
            </w:r>
          </w:p>
        </w:tc>
      </w:tr>
      <w:tr w:rsidR="000842EE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669840C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79FA3F6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0D25268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105E41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0B0F667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68DA828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101.36</w:t>
            </w:r>
          </w:p>
        </w:tc>
      </w:tr>
      <w:tr w:rsidR="000842EE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21CF323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24C63D6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74F0BEE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2C37D4F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642E4E9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5F89DD3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46F818B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83.67</w:t>
            </w:r>
          </w:p>
        </w:tc>
      </w:tr>
      <w:tr w:rsidR="000842EE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36D9E66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6067B0F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04FBCCA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4AE687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23FF470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15F6469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612650C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08DC636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09DF08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4C491C9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2BDB4EF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665D1B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347422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26F5882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1771E9D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0825DF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6A716FD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8BFA03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2FEB347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6D498AC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395DFFA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</w:tr>
      <w:tr w:rsidR="000842EE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6625CA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52D7E94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7AFC9BB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7A07094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401DE84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56655D5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09BB83A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62.44</w:t>
            </w:r>
          </w:p>
        </w:tc>
      </w:tr>
      <w:tr w:rsidR="000842EE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79B5EFA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53B812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57A5703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00D0016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46D257B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0E7C8B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294418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197143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5AF45E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6BE3829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121637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0842EE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794E61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79D32F2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6A632D7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4EF2FA4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69.212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4F060AA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5A78443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64.449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52DEDF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2513.52</w:t>
            </w:r>
          </w:p>
        </w:tc>
      </w:tr>
      <w:tr w:rsidR="000842EE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4B24CDB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5DF3BA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B58B1F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6A579FD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3E9CEC3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19.869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251E579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774.88</w:t>
            </w:r>
          </w:p>
        </w:tc>
      </w:tr>
      <w:tr w:rsidR="000842EE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181307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2D0F180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3719FE8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7B45E1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75D9E19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2A58285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0E8BF5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42E2F3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17A5D7A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504F69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1180DE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4CEE37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F5221F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090C7E3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17EC25F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597A0DC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319E4C1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7EAC434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3A6FBEA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6BF2A0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4.366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560359E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170.25</w:t>
            </w:r>
          </w:p>
        </w:tc>
      </w:tr>
      <w:tr w:rsidR="000842EE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599D27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7D03E36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00C5675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6D58BFD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1937DEA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0F66813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6A780A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86.97</w:t>
            </w:r>
          </w:p>
        </w:tc>
      </w:tr>
      <w:tr w:rsidR="000842EE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1A2B29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04D4B2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5DD891A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1ABCF39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6ED45D7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6413704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58C84FC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77.96</w:t>
            </w:r>
          </w:p>
        </w:tc>
      </w:tr>
      <w:tr w:rsidR="000842EE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17A87C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35C793B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09B41FA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00C7BD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447AC0E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344632B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041421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</w:tr>
      <w:tr w:rsidR="000842EE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135E73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29735FF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02F50BF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45D1213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4A34D88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68627D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257800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</w:tr>
      <w:tr w:rsidR="000842EE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07A73E3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360B1D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58C2D3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136D076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6382F61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3226FE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1CEB7B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29.96</w:t>
            </w:r>
          </w:p>
        </w:tc>
      </w:tr>
      <w:tr w:rsidR="000842EE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10DB8F6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5218AC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1589BA0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6836B34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17A319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6718A6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8.923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37B064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348.00</w:t>
            </w:r>
          </w:p>
        </w:tc>
      </w:tr>
      <w:tr w:rsidR="000842EE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0500503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781232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6D26A29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7E38973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0A4A5D6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4BAEC1B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5AE985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5C0E8F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35A6A57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552770E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6522DB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055652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5B9F910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138CE4C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1F31C1E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52E9387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58286D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22005E4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032E3E7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47DAE7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63B8E94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3B05AC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201E045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3A99332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224D57A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0C29A49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49584BD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2D8E5B7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2B4C6A1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349C5B1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6D60906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46676F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3238C19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2C91691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617A23F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25C2E84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0842EE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415546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2B3925D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F75056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26.261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558A06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475C24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41.154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35020F2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1605.00</w:t>
            </w:r>
          </w:p>
        </w:tc>
      </w:tr>
      <w:tr w:rsidR="000842EE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2B0B86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743500E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30713E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037EE7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3694C1A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03D5C0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3A475F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5F1ADE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02790B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0088282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52396FF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24E7BA1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68DAC5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2BD6608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5A416C3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4673B50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435C494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709FF3E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1AE13FA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4E5433C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0F5222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5CF5A82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2EF4B6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57D55A4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5ECC1F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5740ECE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70CC789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6F3AEE3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42D1275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3B1C75E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4E7D61C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60DE62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6CDE33F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237BF63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65A0E5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688BC4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312CB6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17AD6B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026C816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54F69B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13BA91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7776FDB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2AF05CC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34D315E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18F9739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0C46F3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6225001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408211A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58EB37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52AC38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8DBD21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4F8693A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23AA18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33EE4ED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58546A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3992E1C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52EBF01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4B63E86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3292F8E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40E8806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4067BFE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67392D2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1785E1C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063424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2C1F16B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DCF132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7145CC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196A2B9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1916B31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16E264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0631DF5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00A57CB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66AFC85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12E7EE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4250E67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34A72ED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01C8154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6B9658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0CBDABE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637797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DEF7B4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140.46</w:t>
            </w:r>
          </w:p>
        </w:tc>
      </w:tr>
      <w:tr w:rsidR="000842EE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67593C2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656519E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729F91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6E91588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20D5F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7BC68C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58FDB2D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17C1E7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64C348E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4FEA26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04D333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356FE2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2044D7E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116.08</w:t>
            </w:r>
          </w:p>
        </w:tc>
      </w:tr>
      <w:tr w:rsidR="000842EE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0C1A8C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717BF39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145FAC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71924B4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3B3BCC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002242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3D6081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107.38</w:t>
            </w:r>
          </w:p>
        </w:tc>
      </w:tr>
      <w:tr w:rsidR="000842EE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3A4B66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79A8BE4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599797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279A473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0420DB3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4F33751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73884E5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64AB99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262F48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7EFE891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05DDD8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6165F8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0974D04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29AA686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2ABDDF3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51287A1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18E0F15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089866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B15A16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399097A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03C8632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5998CEC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564123A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1C0167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7CDD3B7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175BAB7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22EDC9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4E3E469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46265E3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48F9B55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2EAE44B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41A8BAC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6D1B0C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4F6B940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6E8DE05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53E5341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1B0D1E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616224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0F0BE83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43BB99E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73B00BA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0D0E520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796CC22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5C626C6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46E571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2935D24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3D9C1DF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24ADE0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6B3F28C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710CB4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0F77B07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7DB86E1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12C0EA5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36E1E2A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07C54B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276515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6BF93D0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53A64D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2DFF62B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220EE39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3E35692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406A04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397B7B3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5132102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08A2334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5195405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2179111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6BB1DD0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7987D98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65D15F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2C4410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021C37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39A4CB6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4A3B0F8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56CF1A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622C78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50.70</w:t>
            </w:r>
          </w:p>
        </w:tc>
      </w:tr>
      <w:tr w:rsidR="000842EE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5F08876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653ECA2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34DE87F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58141A3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78C1B83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53AEECD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4EACBBD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163E0B3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654029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6985C1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4B5E86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3AF03ED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41642BC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593AD75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04488B8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6E1E14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52F25AF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1FB3E2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130698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7F1DB9A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32687B0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</w:tr>
      <w:tr w:rsidR="000842EE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6D44DEC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0624A38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46A28DD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65277C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4BB0491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72F212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287A328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36F1FB1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7C3AF97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7D8084E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46782AF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0B15793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51D6DB0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3A9DD5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541D9BF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66D0DC7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51CDFF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54E0DEB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0EF5003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6815FB4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32B5224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288FE0F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2E55763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1FA5B26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32BA657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0842EE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33D2B78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35D8A71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1F956A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150FF0C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538E00E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09C593E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7BC8EE8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0842EE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6673551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7193EEB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533954B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5972FA5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74F20A2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7EB807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7DF36D6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2AF9E47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4FBEB0C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45D6CF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2C514BD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61908C5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0164115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6F8F6A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34.09</w:t>
            </w:r>
          </w:p>
        </w:tc>
      </w:tr>
      <w:tr w:rsidR="000842EE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481ABD7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44E3FD3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7975DF2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39FFA40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14F7BD9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7EF4EB6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325EEE9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1F4482E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225F848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1D8CBE7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2CD25ED4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456C255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60E1E6A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55598EC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</w:tr>
      <w:tr w:rsidR="000842EE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67C7051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591A2D6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5C4D76A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22CEC10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037E3CB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65A1992D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70CF54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5CF225B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509E5FC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66CC73B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7889DE2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5ABBFA9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407B717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4C80E07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0730280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5D7C2C2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7FB66998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13FDEA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0F19005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4D2F086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20617E5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083C28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0685A7D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1DC76BF7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5738377A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22B530C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1C1D9DAF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3737166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5763EA86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2F2906D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20ADE79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337EC08E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53F8897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00BDD9B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0E5632A0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0842EE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1BE0E23F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1D5439C2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43387F69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697CBC9E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65B92CB4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7FA12FF1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48F87B5B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842EE" w:rsidRPr="005446F8" w14:paraId="2412CB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9852" w14:textId="715CD6E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7853" w14:textId="11AD768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EFC8" w14:textId="46A7B57C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8727" w14:textId="2AEA3D99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9F2F" w14:textId="6ED88E4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BADF" w14:textId="5D21A58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CCF5" w14:textId="7822764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0752F3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DFC4" w14:textId="7749F17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488F" w14:textId="6AC16F1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4E12" w14:textId="19CFD825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E440" w14:textId="55A3B08C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51AE" w14:textId="3EE3A9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3F4C" w14:textId="625701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4491" w14:textId="28D3D9C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B67E1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62FA" w14:textId="03B8D20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08B6" w14:textId="645E81A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D334" w14:textId="120E6F33" w:rsidR="000842EE" w:rsidRPr="005446F8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6EB9" w14:textId="7D0A5FE9" w:rsidR="000842EE" w:rsidRPr="008E690C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7A5D" w14:textId="18A1C4F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FC60" w14:textId="110DAF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F0B9" w14:textId="5506A9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</w:tr>
      <w:tr w:rsidR="000842EE" w:rsidRPr="005446F8" w14:paraId="72BF3A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C0879" w14:textId="7BA2081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D5B6" w14:textId="121C493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7318" w14:textId="6231C97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409A" w14:textId="2B0B28E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288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12B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F05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E3A9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9E57" w14:textId="662C3E9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440C" w14:textId="4A6A148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7566" w14:textId="62A33C1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9942" w14:textId="2B441FA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2C3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903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DA5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94CF7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B740" w14:textId="6F7F54C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DDED" w14:textId="02E56EC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B878" w14:textId="36D8940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B89A" w14:textId="2DB2A2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99B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4DB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107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420F4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F253" w14:textId="391341A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0E61" w14:textId="32C9BD1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69DF" w14:textId="70755A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5732" w14:textId="5EA163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E213" w14:textId="0068020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9C43" w14:textId="3121DAB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9A5E" w14:textId="7AD0B66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5.71</w:t>
            </w:r>
          </w:p>
        </w:tc>
      </w:tr>
      <w:tr w:rsidR="000842EE" w:rsidRPr="005446F8" w14:paraId="52AED4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E1CB" w14:textId="33F3B6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E91C" w14:textId="27B25DD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B223" w14:textId="2E5243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AFD3" w14:textId="17BC4FE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F396" w14:textId="00C7A82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BBB4" w14:textId="068B855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A5C2" w14:textId="3188116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0842EE" w:rsidRPr="005446F8" w14:paraId="0A2F50F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4961" w14:textId="4C10B93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F6FE" w14:textId="389DC21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01F33" w14:textId="172BC56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8D1" w14:textId="053F9F4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BC5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3D7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81E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C0B16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72C3" w14:textId="74CD875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7D6E" w14:textId="0BCDB85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AF97" w14:textId="6E25FA8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0A66" w14:textId="420929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BD0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847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C72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6BF69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AA03" w14:textId="747E2B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F65A" w14:textId="2750BF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BC8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4FC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738E" w14:textId="5FD1919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03A1" w14:textId="05CC04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E079" w14:textId="7ED5CC3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136.76</w:t>
            </w:r>
          </w:p>
        </w:tc>
      </w:tr>
      <w:tr w:rsidR="000842EE" w:rsidRPr="005446F8" w14:paraId="0884D9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74D8" w14:textId="6B081D6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5F14" w14:textId="315D57A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D6F96" w14:textId="3D29FD5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A7EE" w14:textId="14BD4C6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3885" w14:textId="64F7998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FEBE" w14:textId="09C981F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69E3" w14:textId="128AF9B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130.19</w:t>
            </w:r>
          </w:p>
        </w:tc>
      </w:tr>
      <w:tr w:rsidR="000842EE" w:rsidRPr="005446F8" w14:paraId="3416D2F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6BB48" w14:textId="789A519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7087" w14:textId="533920F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CDC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02C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1C7B" w14:textId="51B1869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5727" w14:textId="2285C5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3D0D" w14:textId="010896E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66.30</w:t>
            </w:r>
          </w:p>
        </w:tc>
      </w:tr>
      <w:tr w:rsidR="000842EE" w:rsidRPr="005446F8" w14:paraId="219FEE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0506" w14:textId="419123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87CE" w14:textId="77FDB0A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AE66" w14:textId="67F31EF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3A40" w14:textId="54980B3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6FC3" w14:textId="5A700D0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3C64" w14:textId="17AFBAB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BD25" w14:textId="4B9A4EF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</w:tr>
      <w:tr w:rsidR="000842EE" w:rsidRPr="005446F8" w14:paraId="585DE5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FBB3" w14:textId="79D4A0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6DDF8" w14:textId="6D1EBDA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21B3" w14:textId="4F5F418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A91F" w14:textId="1461D45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BC9D" w14:textId="22FDAC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AF46" w14:textId="11B9E11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DAE8" w14:textId="5654E3F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1DE6B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DE0E" w14:textId="081C414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8B71" w14:textId="3F01570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250D" w14:textId="534720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23A3" w14:textId="2FC5D34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FBBB" w14:textId="3174624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14C3" w14:textId="58EB73F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8941" w14:textId="5BCBD4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</w:tr>
      <w:tr w:rsidR="000842EE" w:rsidRPr="005446F8" w14:paraId="5FF966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3133" w14:textId="35984E5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47B2" w14:textId="2F033B9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4D29" w14:textId="3E13138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DB09" w14:textId="0B86666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CA80" w14:textId="2A113E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6F70" w14:textId="7299CAB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D47C" w14:textId="1102B5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58.46</w:t>
            </w:r>
          </w:p>
        </w:tc>
      </w:tr>
      <w:tr w:rsidR="000842EE" w:rsidRPr="005446F8" w14:paraId="56A850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B446" w14:textId="2FF44D0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B294" w14:textId="4A3C181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A6BE" w14:textId="7E75825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8BBC" w14:textId="7D176A0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746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5E3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AEB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163D4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03BF" w14:textId="064C522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7BEB" w14:textId="38F8B5D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D5CB" w14:textId="386546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840B" w14:textId="2050B80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75C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670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3F0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20A59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0581" w14:textId="53B1142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27CA" w14:textId="4B5FD3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4907" w14:textId="0276227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4073" w14:textId="5423F4E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4A61" w14:textId="3635FEA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3379" w14:textId="50763BA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6054" w14:textId="62DC70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33.38</w:t>
            </w:r>
          </w:p>
        </w:tc>
      </w:tr>
      <w:tr w:rsidR="000842EE" w:rsidRPr="005446F8" w14:paraId="0D7C83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BB0A" w14:textId="3DC96D9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349D" w14:textId="737EB0A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55DE6" w14:textId="78202DC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2BDA" w14:textId="0C501AC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F283C" w14:textId="5E4C766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37B2" w14:textId="3666FEA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A6D1" w14:textId="2843E6B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</w:tr>
      <w:tr w:rsidR="000842EE" w:rsidRPr="005446F8" w14:paraId="0E5BE4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2079" w14:textId="4FF7E8F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7296" w14:textId="74B0C1F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B9E8" w14:textId="3C0EEF9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FC2D" w14:textId="240A1DE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572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BF3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8C1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D8B8CF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EAC5" w14:textId="332989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6228" w14:textId="5B9A116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6329" w14:textId="4099EEB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F26F" w14:textId="6C679D9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84A9" w14:textId="0734E43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164B" w14:textId="3BC4C7E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1F5A" w14:textId="6FBCDF0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0D50D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E1DB" w14:textId="5E15DC7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6254" w14:textId="07B85C1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0D3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51D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952A" w14:textId="46B1861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6F15" w14:textId="23711E5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9.897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5829" w14:textId="45A65D4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385.98</w:t>
            </w:r>
          </w:p>
        </w:tc>
      </w:tr>
      <w:tr w:rsidR="000842EE" w:rsidRPr="005446F8" w14:paraId="06AE33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6525" w14:textId="1A554CE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1AA1" w14:textId="5574FBA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525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311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24A1" w14:textId="03E75AE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0AF4" w14:textId="5D967DC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2402" w14:textId="7164D1F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304.08</w:t>
            </w:r>
          </w:p>
        </w:tc>
      </w:tr>
      <w:tr w:rsidR="000842EE" w:rsidRPr="005446F8" w14:paraId="2DE23D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7839" w14:textId="43D7451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0204" w14:textId="34839B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2F17" w14:textId="37E573F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64D0" w14:textId="789F1B1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692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3AE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6C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5DCC6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28CD" w14:textId="0ADFBA1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F1B4" w14:textId="43F3EC8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46D4" w14:textId="7FC6233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14F3" w14:textId="6F4251A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714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000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69C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B2811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0432" w14:textId="5E42FE3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ECE7" w14:textId="4B200EC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1258" w14:textId="27E4A17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64D3" w14:textId="0914428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EEF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140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477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9626F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4026" w14:textId="69481FA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BE02" w14:textId="0EF282B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2226" w14:textId="088D596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FA53" w14:textId="31ACBE9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18FE" w14:textId="5A34522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B61E" w14:textId="18824F9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81D4" w14:textId="13755D2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783ECB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A675" w14:textId="4B182A0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C59F" w14:textId="791033F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4CEA" w14:textId="7DA66F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72EB" w14:textId="7502547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66E8" w14:textId="2CBE423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9B56" w14:textId="1E89EFB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0FE7" w14:textId="24C7C2D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24602E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CC73" w14:textId="756FA02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13A5" w14:textId="56604EF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7FCD" w14:textId="47C310C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B3AA" w14:textId="2166BBF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529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DF1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61B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CC6934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7277" w14:textId="7D44E1B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1552" w14:textId="5695240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DFA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D77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1ED0" w14:textId="3293A02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F3F1" w14:textId="64746EF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515A" w14:textId="61D2797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97.42</w:t>
            </w:r>
          </w:p>
        </w:tc>
      </w:tr>
      <w:tr w:rsidR="000842EE" w:rsidRPr="005446F8" w14:paraId="565856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D85B" w14:textId="628A7B6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E28B" w14:textId="75AC3E6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ACE9" w14:textId="6BE40E6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4C3F" w14:textId="2708620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F26A" w14:textId="5E7C495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AB25" w14:textId="3B52470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6DBA" w14:textId="620029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D65A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9E58" w14:textId="07A46D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4C4B" w14:textId="4A16DB2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A72D" w14:textId="69E1246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193A" w14:textId="7D3F669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A288" w14:textId="28D92AF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1AC9" w14:textId="1718AE0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99FE" w14:textId="3D7D9DB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85A4E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363D" w14:textId="044F14B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A152" w14:textId="68DA2E9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947D" w14:textId="153ADBC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671C" w14:textId="0E0D671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85F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65E5" w14:textId="4DC3F5A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EF82" w14:textId="407E710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AE12C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6E88" w14:textId="3338870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423FC" w14:textId="1AA07DF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4673" w14:textId="1A0E557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83B1" w14:textId="32F06D3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F5F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F3D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8DE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42EE" w:rsidRPr="005446F8" w14:paraId="205AB1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E576" w14:textId="4C9A0A4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F8E65" w14:textId="4C88397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B12C" w14:textId="2110E8D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E82F" w14:textId="20C04CF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2F04" w14:textId="0C18763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5B10" w14:textId="58ECB63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278A" w14:textId="771AC46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42EE" w:rsidRPr="005446F8" w14:paraId="3E2ACA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B054" w14:textId="0C54FAD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74AA" w14:textId="3328E26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51AF" w14:textId="4282556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7BB2" w14:textId="1D12E49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1C5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92F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D0E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778BE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0983" w14:textId="78D7AFE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D869" w14:textId="0584C66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E454" w14:textId="51BB42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1620" w14:textId="17EED74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A40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6CE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DA7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6DD59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47BA" w14:textId="40C5E70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6E75" w14:textId="033C094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47B5" w14:textId="0BFF10A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D659" w14:textId="3C6F117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0E3E" w14:textId="313BA7B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284E" w14:textId="589D7AD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129F" w14:textId="2C7F2BE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27.92</w:t>
            </w:r>
          </w:p>
        </w:tc>
      </w:tr>
      <w:tr w:rsidR="000842EE" w:rsidRPr="005446F8" w14:paraId="0C0B77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5CA3" w14:textId="25C5136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7E01" w14:textId="1486AE1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CD52" w14:textId="0DD06C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9E46" w14:textId="0FDFA91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DB52" w14:textId="28322A6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7DE1" w14:textId="68A8A0E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F734" w14:textId="2E78BAF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2C02E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CAC1" w14:textId="1267C15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46E6" w14:textId="3170C72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B7E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E44C" w14:textId="5C51638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071C" w14:textId="4E93EA0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8C4C" w14:textId="1B85A20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1241" w14:textId="70A5A2B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</w:tr>
      <w:tr w:rsidR="000842EE" w:rsidRPr="005446F8" w14:paraId="1AAB6F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C8D6" w14:textId="1D5FF47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8A98" w14:textId="0533274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9C5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CAF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2F" w14:textId="16763CF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CA10" w14:textId="510D7A5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A52D" w14:textId="0D1C29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0842EE" w:rsidRPr="005446F8" w14:paraId="7C01A9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2879" w14:textId="0C64E3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9448" w14:textId="15743BB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5E55" w14:textId="1543ABA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A3FE" w14:textId="3CE0C07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81B31" w14:textId="27237A6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116D" w14:textId="171C821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485A" w14:textId="3BB856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0842EE" w:rsidRPr="005446F8" w14:paraId="784B48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A215" w14:textId="29CF96D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FA5D" w14:textId="1BDA149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897E" w14:textId="1A91280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7A19" w14:textId="01AE662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C3F6" w14:textId="18559D7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74A9" w14:textId="278663D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2507" w14:textId="69B16D9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0842EE" w:rsidRPr="005446F8" w14:paraId="54028B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1AEB" w14:textId="56C56FE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6AA2" w14:textId="6F62C00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AAB5" w14:textId="6319BA7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DB23" w14:textId="7594A8B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B171" w14:textId="3A6E38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3330" w14:textId="317FD2E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8B15" w14:textId="0FCAD44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263.43</w:t>
            </w:r>
          </w:p>
        </w:tc>
      </w:tr>
      <w:tr w:rsidR="000842EE" w:rsidRPr="005446F8" w14:paraId="3C7A4B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51D2" w14:textId="733E01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CCEA" w14:textId="50FACE6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0EF0" w14:textId="2E2EB5A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F689" w14:textId="2CC113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132.041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CE7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BBD0" w14:textId="0609F67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60.417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F094" w14:textId="4741583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2356.26</w:t>
            </w:r>
          </w:p>
        </w:tc>
      </w:tr>
      <w:tr w:rsidR="000842EE" w:rsidRPr="005446F8" w14:paraId="554651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E79F" w14:textId="30E25B8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AC14" w14:textId="76DCFA5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7C12" w14:textId="167CC85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7B4E" w14:textId="4C1E079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451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507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6ED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BD20A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42D4" w14:textId="371549B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605D" w14:textId="46B933D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93BE" w14:textId="4A059FF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AA88D" w14:textId="54D65B5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22D5" w14:textId="011EFB1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7B9" w14:textId="1D7A8A7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05F2" w14:textId="28D8BA9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4FE41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2625" w14:textId="3E7ACA3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9CD" w14:textId="07AC368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3793" w14:textId="74B4F31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F4E4" w14:textId="5CDECAF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BDA6" w14:textId="7BFE27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55A8" w14:textId="540C6EA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EB64" w14:textId="532F2E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1A38A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683D" w14:textId="6A1C56B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BCA3" w14:textId="5C36A7A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6FD7" w14:textId="0E0F37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4E8B" w14:textId="56EE466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F042" w14:textId="37CAAC5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DCB93" w14:textId="7541D34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97B4" w14:textId="79523C0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</w:tr>
      <w:tr w:rsidR="000842EE" w:rsidRPr="005446F8" w14:paraId="0D288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266F" w14:textId="62D6BE0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540D" w14:textId="6344DD6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6DDB" w14:textId="63EE572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6392" w14:textId="4991C5B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990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815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FFD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436C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4820" w14:textId="7859C0F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CB71" w14:textId="264C76E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8365" w14:textId="5E7A7E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8F42" w14:textId="1C547EC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C17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36F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61A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08C1F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873C" w14:textId="709120B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C63D" w14:textId="0AA0E6B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9E9E6" w14:textId="59BF08D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114B" w14:textId="10C1FEB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43F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11E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6C5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32395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69CF" w14:textId="7D555C3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25C2" w14:textId="4EBF8A7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4B2F" w14:textId="2530B57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1D65" w14:textId="58ADE70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C84E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851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7D8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ECB6E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02CC" w14:textId="2284C0C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22E0" w14:textId="17DA370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D240" w14:textId="53AFBC5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CA3B" w14:textId="59E34AF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8.659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D8F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DAB8" w14:textId="7FC0791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9B8D" w14:textId="15F2558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66.26</w:t>
            </w:r>
          </w:p>
        </w:tc>
      </w:tr>
      <w:tr w:rsidR="000842EE" w:rsidRPr="005446F8" w14:paraId="10EA8AD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B1D5" w14:textId="0CC6E9F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F0CD" w14:textId="46097F3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B9B2" w14:textId="75634C4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B79C" w14:textId="7D7343E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14.396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9C43" w14:textId="684A8D0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7FD8" w14:textId="4028622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6293" w14:textId="731322B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913EA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847C" w14:textId="4A018AA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67C2" w14:textId="3831F5E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47B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AAF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DF37" w14:textId="6FB262D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0E03" w14:textId="2986FBD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3214" w14:textId="3A776AC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218.61</w:t>
            </w:r>
          </w:p>
        </w:tc>
      </w:tr>
      <w:tr w:rsidR="000842EE" w:rsidRPr="005446F8" w14:paraId="52B09D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CEBB" w14:textId="124907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A4E9" w14:textId="16A6095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7BB3" w14:textId="7AC22CD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6202" w14:textId="063E4DA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DAB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7F3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279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AD1C0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492B" w14:textId="1F36DA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CECF" w14:textId="1669A65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D362" w14:textId="6E1E12E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3DEE" w14:textId="12C8A2A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997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76E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6DA4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C5C46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BD2C" w14:textId="3613CB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14D5" w14:textId="7E414C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03AC" w14:textId="2D750B5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C497" w14:textId="3077FB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16.840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85E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FAB1" w14:textId="05EC4B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5.605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1C1C" w14:textId="5519A9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218.61</w:t>
            </w:r>
          </w:p>
        </w:tc>
      </w:tr>
      <w:tr w:rsidR="000842EE" w:rsidRPr="005446F8" w14:paraId="3C520C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7876" w14:textId="5490DC7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02BD" w14:textId="5466E59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C529" w14:textId="0A83F28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67B8" w14:textId="02FC293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F60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51D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9DF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A3EA2C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DBB4" w14:textId="1EC60CB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6BD1" w14:textId="2EE23A8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328D" w14:textId="37ECDF9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2E5B" w14:textId="154A1EF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188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A0B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B7F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4ABAF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0BA6" w14:textId="57938AC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E414" w14:textId="5240D1D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A803" w14:textId="1BBEBFC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3F46" w14:textId="7FD0289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4582" w14:textId="60A70B6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676B" w14:textId="50978A7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2986" w14:textId="3380004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EBCD3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54E00" w14:textId="6FB2B10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2799" w14:textId="353F2B8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EB01" w14:textId="1C48ECF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57B7" w14:textId="023DEA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EAC7F" w14:textId="53765C0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53A4" w14:textId="7EB514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6357" w14:textId="03E2D5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116.92</w:t>
            </w:r>
          </w:p>
        </w:tc>
      </w:tr>
      <w:tr w:rsidR="000842EE" w:rsidRPr="005446F8" w14:paraId="243754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50E6" w14:textId="3037561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4ECF" w14:textId="55EED01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5170" w14:textId="45B2592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014A" w14:textId="6613E41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584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D1A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7AC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0E2DF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4E7B" w14:textId="24234BC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9CE0" w14:textId="791E2AC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0F3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D87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1FC2" w14:textId="155C750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21FA" w14:textId="170177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5F1E" w14:textId="2E4B0A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0842EE" w:rsidRPr="005446F8" w14:paraId="73E479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96C7" w14:textId="0FE3C92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04F8" w14:textId="486FFBC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6C2B" w14:textId="0F97AA6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91CE" w14:textId="30A806D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39B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1B6E" w14:textId="391BA97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3.997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4CE3" w14:textId="7540427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155.88</w:t>
            </w:r>
          </w:p>
        </w:tc>
      </w:tr>
      <w:tr w:rsidR="000842EE" w:rsidRPr="005446F8" w14:paraId="29CC27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7100" w14:textId="3D43D1F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F84D" w14:textId="6DD9A8E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59A6" w14:textId="4390F54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E734" w14:textId="359F83D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B50C" w14:textId="523148A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4A34" w14:textId="47BE46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2733F" w14:textId="6998108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589.60</w:t>
            </w:r>
          </w:p>
        </w:tc>
      </w:tr>
      <w:tr w:rsidR="000842EE" w:rsidRPr="005446F8" w14:paraId="13EAF3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5B61" w14:textId="09C005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930B" w14:textId="269A51D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021C" w14:textId="09439B6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C257" w14:textId="01AC70A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591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F79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17B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92739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3B51" w14:textId="4F6B0BD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7AE0" w14:textId="58B2080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C529" w14:textId="40EAEBF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6AF2" w14:textId="0F6BC4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907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1B2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16B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ABE25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FD64" w14:textId="345254A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DDBD" w14:textId="5585939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719A" w14:textId="007C89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07E5" w14:textId="44B239C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CC0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43C8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FD0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AAE84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076A" w14:textId="045F4CD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54195" w14:textId="5713358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9CF6" w14:textId="16F99E6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D2C" w14:textId="013F139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08BA" w14:textId="6C2DC91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95F3" w14:textId="776EAE9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3E9B" w14:textId="12F5B6B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28C20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1F99" w14:textId="6BDF3B7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2937" w14:textId="6DF9BD4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0DC2" w14:textId="20DFC2E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78CF" w14:textId="434618D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72E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8A6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1E0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B9FE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89E5" w14:textId="733333D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C792" w14:textId="0E597DA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FA6B" w14:textId="1A3542F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A534" w14:textId="085697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769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2E6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192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7BED27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C191" w14:textId="7CEDDD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D554" w14:textId="4C4674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E8E1" w14:textId="45F5C2D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F932" w14:textId="0041B2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DDE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13D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BAF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B6572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F06B" w14:textId="735DB8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18A1" w14:textId="6D8470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B792" w14:textId="0CDD61F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4922" w14:textId="24048E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892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458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74F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3D9C0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2868" w14:textId="5DDDDC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FA78" w14:textId="2361824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9B85" w14:textId="6ECECA5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138E" w14:textId="0E350D1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316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68A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A56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0D006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52BE" w14:textId="2444596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240E" w14:textId="6D270F7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0F8B" w14:textId="0E89783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4150B" w14:textId="4AD689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4721" w14:textId="21C24E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617B" w14:textId="69E2181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70C5" w14:textId="491FF40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18504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D390" w14:textId="2368252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0B43" w14:textId="6D65A90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DBE9" w14:textId="701227F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59EE" w14:textId="03931D9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C2A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17B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185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1F51E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EEDC" w14:textId="3DE3305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771E" w14:textId="4FC2C84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83DB" w14:textId="7E8964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26C0" w14:textId="77E016E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6472" w14:textId="2F9E40E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5B4D" w14:textId="3D02CDC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9CC6" w14:textId="303359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6E2C4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A5AE" w14:textId="6ADC58F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B536" w14:textId="224CDD1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D0E0" w14:textId="79CB40A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0FBE" w14:textId="057B48F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DB4B" w14:textId="38F80C2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9C0B" w14:textId="2C223FD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A3CFE" w14:textId="062DF52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1291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AEE6" w14:textId="65AA011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A691" w14:textId="45F9C53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C99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7EB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1CEC" w14:textId="1A10EA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4A9" w14:textId="160366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3297" w14:textId="1B854A4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128.70</w:t>
            </w:r>
          </w:p>
        </w:tc>
      </w:tr>
      <w:tr w:rsidR="000842EE" w:rsidRPr="005446F8" w14:paraId="2B1E56A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0C77" w14:textId="637EDE6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1782" w14:textId="15261A9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ADBF" w14:textId="71D7B7A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31DB" w14:textId="7BAE3BF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849C" w14:textId="7DB63FF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3DA6" w14:textId="42B03A3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CF24" w14:textId="6F4845F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01269B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5927" w14:textId="664058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0488" w14:textId="4D9080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CDAB" w14:textId="3B977E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E121" w14:textId="3DD8896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77D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7C0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9A2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CFAAE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43B3" w14:textId="371D4FA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F748" w14:textId="7A8480F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430C" w14:textId="48548DC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FE8C" w14:textId="6ECEC8B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1CE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72F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A93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44762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F2BD" w14:textId="0DF685F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29AE" w14:textId="457D65C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DD11" w14:textId="76B5C34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9B62" w14:textId="36125C8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E00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8BA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B18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250E0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4C36" w14:textId="7974951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A07C" w14:textId="08894CD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B253" w14:textId="165646C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0EF8" w14:textId="06E6E6C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FA77" w14:textId="7891DC4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6DD1" w14:textId="7F83A65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A274" w14:textId="73F7AB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D745B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14D0" w14:textId="632F9AD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5AEF" w14:textId="3453CE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67D4" w14:textId="0B13665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40428" w14:textId="068DDAE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720F" w14:textId="0E37E80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8948" w14:textId="11CCDF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7535" w14:textId="7B9ADFF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101.36</w:t>
            </w:r>
          </w:p>
        </w:tc>
      </w:tr>
      <w:tr w:rsidR="000842EE" w:rsidRPr="005446F8" w14:paraId="6B83350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3E8A" w14:textId="7F8F1B6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1D09" w14:textId="301A8D3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A122" w14:textId="05A75DC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7E67" w14:textId="00C47D8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025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BEE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1C8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826F3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5931" w14:textId="0D0F367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8931" w14:textId="1BA88DE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CEDB" w14:textId="2C59B2A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67EC" w14:textId="0826671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A3B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D12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EDA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F6C2A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201A" w14:textId="444D15E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6CFE" w14:textId="5C4E713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4D86" w14:textId="4859F37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F442" w14:textId="3DDD13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551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B69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559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132D3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B3A0" w14:textId="6535E9C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D771" w14:textId="60578E1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ED7B" w14:textId="19F273F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62F2" w14:textId="0558081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C0E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E90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C71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9FCF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76C8" w14:textId="1D3A9AF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BD9C" w14:textId="6C57DC4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D32D" w14:textId="2BCCA4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4675" w14:textId="4E5EF43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B991" w14:textId="01AB8FB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B8F4" w14:textId="2DB5A1E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5B35" w14:textId="2C119BE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89.70</w:t>
            </w:r>
          </w:p>
        </w:tc>
      </w:tr>
      <w:tr w:rsidR="000842EE" w:rsidRPr="005446F8" w14:paraId="0FCC3BF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1440" w14:textId="3A979EA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94A5" w14:textId="65AD3D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5D06" w14:textId="421F84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9C5A" w14:textId="4E1F45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F520" w14:textId="0BF3DD7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8A97" w14:textId="737288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A503" w14:textId="13104D4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C1F1E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C4C3" w14:textId="20BC5F2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4C87" w14:textId="759B64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88D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A4D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C66B4" w14:textId="655A8E2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F3BE" w14:textId="5E0D68E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6629" w14:textId="437F53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86.45</w:t>
            </w:r>
          </w:p>
        </w:tc>
      </w:tr>
      <w:tr w:rsidR="000842EE" w:rsidRPr="005446F8" w14:paraId="6461D1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04B25" w14:textId="06BB8AD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B5A9" w14:textId="63CA418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11E7" w14:textId="613FE52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87FC" w14:textId="6B47DE1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A9C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4D2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B58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F7EB9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CEF3" w14:textId="3F20040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FD0C" w14:textId="4A475B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74BF" w14:textId="2E7FF1F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B6DB" w14:textId="7D7300B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9F8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480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C31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27C06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06FA" w14:textId="3FEFB18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98BB" w14:textId="697AF08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3E22" w14:textId="47AB60C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9676" w14:textId="535D91B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0D3A" w14:textId="2C6AF68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342D" w14:textId="1E80D12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6E7B" w14:textId="4EE4371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77.96</w:t>
            </w:r>
          </w:p>
        </w:tc>
      </w:tr>
      <w:tr w:rsidR="000842EE" w:rsidRPr="005446F8" w14:paraId="31A10B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F4BA" w14:textId="2421F4C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5085" w14:textId="45B8291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ED10" w14:textId="450D5D6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E4446" w14:textId="2CC5108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F38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F0B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37B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F903E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D219" w14:textId="1F1822A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D62F" w14:textId="7BF5193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B666" w14:textId="04D4F23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1B20" w14:textId="785D6B2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A40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18E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419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84F1F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8204" w14:textId="32E5312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E8D5F" w14:textId="1D9A970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5F04" w14:textId="4EA0D1C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C657" w14:textId="0A9D21F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BFB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A9B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999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11C98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DBC4" w14:textId="492C52E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A474" w14:textId="44742EE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BD18" w14:textId="3838DB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4273" w14:textId="784A313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EBA8" w14:textId="7C3D16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3026" w14:textId="2288FC2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EA69" w14:textId="49998B7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9336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8E6A" w14:textId="514FECA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3CB2" w14:textId="0236369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3762" w14:textId="6248F64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F5A" w14:textId="4B17920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D4BC" w14:textId="74D9A8C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36B8" w14:textId="5D2CDD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0598" w14:textId="1D3FDD6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</w:tr>
      <w:tr w:rsidR="000842EE" w:rsidRPr="005446F8" w14:paraId="29570E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B357" w14:textId="361CB54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09D7" w14:textId="0663DD0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52E5" w14:textId="40234D2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1A92" w14:textId="2552C0E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24C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136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3A5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5CFCA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EE28" w14:textId="72C0516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6094" w14:textId="5700190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E4E9" w14:textId="7364F7A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7BA3" w14:textId="6A63028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F082" w14:textId="39CC694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9254" w14:textId="71EF6C7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77F5" w14:textId="0920B00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64.81</w:t>
            </w:r>
          </w:p>
        </w:tc>
      </w:tr>
      <w:tr w:rsidR="000842EE" w:rsidRPr="005446F8" w14:paraId="010F91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6A19" w14:textId="460DC9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F1B5" w14:textId="19EC560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A88A" w14:textId="1AAD6D1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8363" w14:textId="0A3DD7D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2AD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EEB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F17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911C7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4DC0" w14:textId="018DB1C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AC12" w14:textId="33E9663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08E6" w14:textId="25B161D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6202" w14:textId="1707EA3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A345" w14:textId="1C027C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5EEA" w14:textId="26742A7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107A" w14:textId="518E87C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50.74</w:t>
            </w:r>
          </w:p>
        </w:tc>
      </w:tr>
      <w:tr w:rsidR="000842EE" w:rsidRPr="005446F8" w14:paraId="249194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BD73" w14:textId="63FC1D1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C5F5" w14:textId="59F4250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3866" w14:textId="5C565AC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6637" w14:textId="705DDF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188F" w14:textId="063DC0E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F1DA" w14:textId="0A1D66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121C" w14:textId="24E5E8E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50.70</w:t>
            </w:r>
          </w:p>
        </w:tc>
      </w:tr>
      <w:tr w:rsidR="000842EE" w:rsidRPr="005446F8" w14:paraId="694D49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9D2F" w14:textId="23239E0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E106" w14:textId="28719B4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91EC" w14:textId="295DCF0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F667" w14:textId="0EDB0A4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CE4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FD4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1AB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025A6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E994" w14:textId="0426AA2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B5AC" w14:textId="5A5B4C6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5856" w14:textId="7B8ECCE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8E58" w14:textId="3057B0A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9B2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61E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342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E4447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19A1" w14:textId="2F21D94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086E" w14:textId="409A53D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6715" w14:textId="2FC3B0D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8C09" w14:textId="7622CA9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1553" w14:textId="7B90068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0C1C" w14:textId="5F580AB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46ADC" w14:textId="4F9FF10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</w:tr>
      <w:tr w:rsidR="000842EE" w:rsidRPr="005446F8" w14:paraId="7943AE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4CB3" w14:textId="45EDD47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7512E" w14:textId="4FFC7A9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4FF7" w14:textId="23F72CB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931E" w14:textId="5C7B8E7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BE50" w14:textId="13A85CE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E9CA" w14:textId="77BC738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C558" w14:textId="15945CE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B1179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4ED2" w14:textId="0B14921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A343" w14:textId="2F346A2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F412" w14:textId="08D9E53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08E4" w14:textId="2A3B308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EF1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29A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DAA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57F1D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D57F" w14:textId="3BC21BD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1964" w14:textId="20B3BF2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EA45" w14:textId="2ABA360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23D9" w14:textId="44B6AC9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EF9F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A90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816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CFC71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3060" w14:textId="2F07E9B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9B08" w14:textId="5D9E92B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58AD" w14:textId="276F198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A55C" w14:textId="6C33E9F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A35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660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908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F8F1D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6B0B" w14:textId="1EA4C92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2631" w14:textId="32C6D92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EB31" w14:textId="1184A4A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659F1" w14:textId="28AD501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53A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3D7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7AD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0179B1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4C3E" w14:textId="1BE66FC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C037" w14:textId="7259FA1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C1B6" w14:textId="00DBCF9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6B1C" w14:textId="0BB7DDA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051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F6D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1B0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91DD7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9460" w14:textId="27BF049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E810" w14:textId="661F1D2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88B3" w14:textId="52AE6DF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2188" w14:textId="08BEA5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247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BCB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063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1A07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AED0" w14:textId="14DA661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5BB2" w14:textId="198BEFA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985A" w14:textId="28769FD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829F" w14:textId="69DE7C0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E40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D6D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3C0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58F72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EE88" w14:textId="1748131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C327" w14:textId="43116CA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90CC" w14:textId="0E8293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D5F3" w14:textId="4266EB4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9E1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0DB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75B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C79A3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C7D9" w14:textId="015C971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F80B0" w14:textId="581D7C8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A3E6" w14:textId="7E3F878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95B9" w14:textId="663F6A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A96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D46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09D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26DB97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F9A9" w14:textId="29D4B2D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9A37" w14:textId="5FDCCEF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174E" w14:textId="34FBFD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F7AE" w14:textId="423E73B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1C11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E14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1F6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4C4CA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433D" w14:textId="70EA05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444A" w14:textId="5CF421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AF84" w14:textId="1CA802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0C55" w14:textId="7486DA5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E741" w14:textId="7550DB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824E" w14:textId="3BA99F4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AE13" w14:textId="756EEDE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F1279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1557" w14:textId="7472BA7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56D1" w14:textId="7068E52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49D9" w14:textId="032C461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CCF8" w14:textId="5488AA8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165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F60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208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E1F43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1A4A" w14:textId="1A01F6C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75AE" w14:textId="5864E79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6428" w14:textId="3EA10D6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4B77" w14:textId="18BA502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F4A9" w14:textId="321567A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EED5" w14:textId="7A35EBF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2989" w14:textId="01AA90C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0842EE" w:rsidRPr="005446F8" w14:paraId="02F7E4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741B" w14:textId="07816D6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2659" w14:textId="0B4FB27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E598" w14:textId="0B7F1F4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DA13" w14:textId="26DE872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ED6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8FC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473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FA84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AD1D" w14:textId="41F4099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1B8F" w14:textId="4A20274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179D" w14:textId="4E8EB87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B3A2" w14:textId="54485F0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204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AEFC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70A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070DD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5FE6" w14:textId="7771DA7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6D837" w14:textId="65D7FCE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91C5" w14:textId="2A0DD76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F999" w14:textId="700D47B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43E9" w14:textId="0D085ED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3FF8" w14:textId="55B1474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16E4" w14:textId="6C4CB4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0B1D1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E417" w14:textId="4884DAE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0359" w14:textId="2BCF666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341A1" w14:textId="4E99438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7E3A" w14:textId="68BF98E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4E8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CD07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DC5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86744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1D59" w14:textId="1958FAF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8DC9" w14:textId="05A04F3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498A" w14:textId="720BAC0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EDBA" w14:textId="44D3411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D40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14F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5FE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C037D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BA10" w14:textId="7775D4C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F05F" w14:textId="7E705E3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5065" w14:textId="37DC078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EB09" w14:textId="0F1996E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A8E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E69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F8F9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2C6F07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FB09" w14:textId="63BE824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6B8D" w14:textId="1E994C7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CD8D" w14:textId="409C597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5F15" w14:textId="2F2885A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7FB3" w14:textId="7A1652A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AC0D" w14:textId="456ECFE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4723" w14:textId="472B948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0842EE" w:rsidRPr="005446F8" w14:paraId="5F7F69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3EF9" w14:textId="6DEE12A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8F06" w14:textId="614E641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DEB3" w14:textId="17619A1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6D3E" w14:textId="1661743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B2C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F1CB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915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3F890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555AB" w14:textId="33B4589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5603" w14:textId="28B7874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A992" w14:textId="23CE64C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493D" w14:textId="3FFCC4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851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E50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FCC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D3724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56BF" w14:textId="5F0DB0D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B772" w14:textId="2B45EA7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9D5C" w14:textId="3441BB1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792A" w14:textId="58B2461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F03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2B0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469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0D56E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DF0D" w14:textId="4A3845D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C080" w14:textId="6BDCF0C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D2FB" w14:textId="160DAC5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B0EB" w14:textId="2598E89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D0A8" w14:textId="2D14226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9A17" w14:textId="623BD98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551F" w14:textId="4F21E4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52E3B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C607" w14:textId="762077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BFB4" w14:textId="5689A0C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28F8" w14:textId="78EA475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7DFE" w14:textId="4EBEB16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798D" w14:textId="6601242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EEDC" w14:textId="49448DC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698E" w14:textId="200A615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34CDC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3860" w14:textId="04A8F1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B2C4" w14:textId="6057955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AE4A" w14:textId="1B098AD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49B7" w14:textId="5821331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BCA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73C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A7B0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048A9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6C8C" w14:textId="0CB1443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095A" w14:textId="07936D9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C160" w14:textId="3DE011B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4721" w14:textId="5815A8B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B33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83A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41E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0D3B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9462" w14:textId="51F5AC7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231B" w14:textId="58E688C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A2CB" w14:textId="1F1B216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135E" w14:textId="6EDE1D3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043E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AB8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D85A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D66E2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7B48" w14:textId="5A14109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359F" w14:textId="4ECE291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0502" w14:textId="560AE07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D4F4" w14:textId="7A53481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8431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E13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A73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B7265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463A" w14:textId="68029AE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D924" w14:textId="46FCD7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0B27" w14:textId="6CD8861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9F2C" w14:textId="499DBE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4A2E" w14:textId="29ED931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8F78" w14:textId="33C8659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B061" w14:textId="5302F6F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1760E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6C60" w14:textId="43910FD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7364" w14:textId="2F1A063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BF56" w14:textId="70C8E65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1166" w14:textId="5772F90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30A6" w14:textId="146C8A8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2BCA" w14:textId="230A1E4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DC44" w14:textId="5638521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105.94</w:t>
            </w:r>
          </w:p>
        </w:tc>
      </w:tr>
      <w:tr w:rsidR="000842EE" w:rsidRPr="005446F8" w14:paraId="6B9E4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1D7E" w14:textId="49B26DC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5D0B" w14:textId="5D2A96A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3229F" w14:textId="45E26E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0D5F" w14:textId="1AAEF79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C6A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105F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D13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15439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F595" w14:textId="455E01E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0D7A" w14:textId="427ABEE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CB92" w14:textId="1072D03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A077" w14:textId="008F31B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DBF5" w14:textId="79FB47A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20F9" w14:textId="37FA109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9133" w14:textId="0F5C439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78.00</w:t>
            </w:r>
          </w:p>
        </w:tc>
      </w:tr>
      <w:tr w:rsidR="000842EE" w:rsidRPr="005446F8" w14:paraId="27E216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B293" w14:textId="619A72B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791C" w14:textId="7D2FB56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FA7D" w14:textId="0A93C63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8D03" w14:textId="4ABB32A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92D2" w14:textId="2A4F82A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36F7" w14:textId="4754A7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6FCF" w14:textId="15BCCAB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</w:tr>
      <w:tr w:rsidR="000842EE" w:rsidRPr="005446F8" w14:paraId="7DA4B41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B8AE" w14:textId="06BA488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9552" w14:textId="337CCEF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47C6" w14:textId="561C997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60BB" w14:textId="223966B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ABB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834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72A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9637E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0DA0" w14:textId="0F26628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ACCF" w14:textId="4E9FC6E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5A71" w14:textId="629DE27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6157" w14:textId="5E0677B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1A9A" w14:textId="4F01790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512C" w14:textId="6F98ABB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ECEA" w14:textId="27A13C7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C94DE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4FE7" w14:textId="392BFBC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0093" w14:textId="6765E52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CEF5" w14:textId="4B14819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78C1" w14:textId="6CBCBD8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3F6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601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B21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81D62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3E01" w14:textId="1FBF899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A201" w14:textId="120DF31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BAB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84E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89A0" w14:textId="3C34A58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8974" w14:textId="4ABE3D6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082D" w14:textId="7F455A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</w:tr>
      <w:tr w:rsidR="000842EE" w:rsidRPr="005446F8" w14:paraId="4C6EB4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8235" w14:textId="22BB21E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F3DC" w14:textId="00108A7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1922" w14:textId="159DA2A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21DD" w14:textId="5B75677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068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804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99A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E38ED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96D4" w14:textId="420FFB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F00C" w14:textId="7A3D887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DC91" w14:textId="25AA7A1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8935" w14:textId="181A3A8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8AA0" w14:textId="3A48753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E3D4" w14:textId="418F875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35B3" w14:textId="3CEF40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20B07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E5BC" w14:textId="4144A1D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4CF0" w14:textId="0101898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85C0" w14:textId="3306B4E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0C8A" w14:textId="2356AAC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D249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37A6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C255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E7CF4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485F" w14:textId="4EE1933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1A16" w14:textId="3EDA09D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92F6" w14:textId="4DB8B00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C074" w14:textId="414619D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2138" w14:textId="3E66F79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3D95" w14:textId="1D36124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479C" w14:textId="4A96FB5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E91B7F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F7B4" w14:textId="39594AE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9BCB" w14:textId="319A7F6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87B3" w14:textId="0F16F20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A669" w14:textId="7E4EEAC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CF75" w14:textId="78F304B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6FA8" w14:textId="6046032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43B0" w14:textId="6F4C61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DF8AA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B635" w14:textId="34929D8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2F801" w14:textId="77B222F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15A7" w14:textId="4CEBE05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98F6" w14:textId="2BA0A52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E16C" w14:textId="07F4AFF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ADB8" w14:textId="510FFE0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629A" w14:textId="6D916E8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</w:tr>
      <w:tr w:rsidR="000842EE" w:rsidRPr="005446F8" w14:paraId="684857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6D4E" w14:textId="7F4AAB1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2C65" w14:textId="6E91FD5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E294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10F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E5B1" w14:textId="71B12C8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8AD9" w14:textId="35051D5E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6E9E" w14:textId="2044642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235.61</w:t>
            </w:r>
          </w:p>
        </w:tc>
      </w:tr>
      <w:tr w:rsidR="000842EE" w:rsidRPr="005446F8" w14:paraId="05F205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2476" w14:textId="7AC3378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AC24" w14:textId="2E3656E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C2C9" w14:textId="101791A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6D76" w14:textId="0D2644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3CE9" w14:textId="75B1283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5F7B" w14:textId="2861DF8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CB4D" w14:textId="4DC9854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216.72</w:t>
            </w:r>
          </w:p>
        </w:tc>
      </w:tr>
      <w:tr w:rsidR="000842EE" w:rsidRPr="005446F8" w14:paraId="085D1E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B34" w14:textId="470ACDF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506F" w14:textId="048C0FB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844C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2682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2D54" w14:textId="0C42AB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E320" w14:textId="74A902F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4D3E" w14:textId="12E29CA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179.65</w:t>
            </w:r>
          </w:p>
        </w:tc>
      </w:tr>
      <w:tr w:rsidR="000842EE" w:rsidRPr="005446F8" w14:paraId="12B2E0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84F3" w14:textId="1A9FDEF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0FF5" w14:textId="0239D46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EDE3" w14:textId="2E9DF26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0D09" w14:textId="066A146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D793" w14:textId="7F96DE2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2347" w14:textId="59D5F489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2.894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44D1" w14:textId="0012FF5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112.86</w:t>
            </w:r>
          </w:p>
        </w:tc>
      </w:tr>
      <w:tr w:rsidR="000842EE" w:rsidRPr="005446F8" w14:paraId="200244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3751" w14:textId="73D98E3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0D5B" w14:textId="7C31618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460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8E6D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9B07" w14:textId="0D77F45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348F" w14:textId="4DE5047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23B2" w14:textId="65E9542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108.77</w:t>
            </w:r>
          </w:p>
        </w:tc>
      </w:tr>
      <w:tr w:rsidR="000842EE" w:rsidRPr="005446F8" w14:paraId="01082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B6F0" w14:textId="434E068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FBEA" w14:textId="235C4E6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1AF8" w14:textId="43A435C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8990" w14:textId="13551F7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419D" w14:textId="27382FC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F7E1" w14:textId="318D391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5664" w14:textId="11D3D46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104.49</w:t>
            </w:r>
          </w:p>
        </w:tc>
      </w:tr>
      <w:tr w:rsidR="000842EE" w:rsidRPr="005446F8" w14:paraId="74A119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4B83" w14:textId="0687BA2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C7FF" w14:textId="1FFE0C8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2839" w14:textId="21C1071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0173" w14:textId="023AB86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849A" w14:textId="7032F85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CA09" w14:textId="6E6D4FD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76AF" w14:textId="729D7E5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82.90</w:t>
            </w:r>
          </w:p>
        </w:tc>
      </w:tr>
      <w:tr w:rsidR="000842EE" w:rsidRPr="005446F8" w14:paraId="6DECB1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4EB8" w14:textId="1F03C9B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BDBE" w14:textId="6F5E0E5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CDC9" w14:textId="11CD643D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4E7F" w14:textId="66BD936B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13A2" w14:textId="065883B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2236" w14:textId="0CC28743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7532" w14:textId="1DCBBF2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77.92</w:t>
            </w:r>
          </w:p>
        </w:tc>
      </w:tr>
      <w:tr w:rsidR="000842EE" w:rsidRPr="005446F8" w14:paraId="51764B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5764" w14:textId="2C70FC4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7EBB" w14:textId="058B2A1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98E3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04D8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E25" w14:textId="46DA058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45AA" w14:textId="3512D1B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7BBF" w14:textId="2E04A39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</w:tr>
      <w:tr w:rsidR="000842EE" w:rsidRPr="005446F8" w14:paraId="09247AF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D45F" w14:textId="0303A0B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395F" w14:textId="3D3A027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CAD3" w14:textId="526222EA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EE46" w14:textId="311374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C34E" w14:textId="757D9BF2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52F1" w14:textId="6ED48866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A597" w14:textId="6A81AA1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52.70</w:t>
            </w:r>
          </w:p>
        </w:tc>
      </w:tr>
      <w:tr w:rsidR="000842EE" w:rsidRPr="005446F8" w14:paraId="2C92D9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F4F4" w14:textId="0B660F2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40A70" w14:textId="655F9E0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1D57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645B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B10E" w14:textId="203F9851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3030" w14:textId="42C320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93EE" w14:textId="52BD477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52.68</w:t>
            </w:r>
          </w:p>
        </w:tc>
      </w:tr>
      <w:tr w:rsidR="000842EE" w:rsidRPr="005446F8" w14:paraId="6477413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0583" w14:textId="426B2BC5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36D9" w14:textId="247AFD5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0EE1" w14:textId="77777777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A4E1" w14:textId="3DECCECF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2F17" w14:textId="1D566F44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8003" w14:textId="17F74A10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DA44" w14:textId="04E110C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</w:tr>
      <w:tr w:rsidR="000842EE" w:rsidRPr="005446F8" w14:paraId="0E6E43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7FF5" w14:textId="494E1270" w:rsidR="000842EE" w:rsidRPr="00B65A97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CA52" w14:textId="53263298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9BCF" w14:textId="7B6FDE3C" w:rsidR="000842EE" w:rsidRPr="00911624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1CE1" w14:textId="0DADAF04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3C4EB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5BC4" w14:textId="6ACB68A6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335D" w14:textId="230AA793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42EE" w:rsidRPr="005446F8" w14:paraId="56B45A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0E12" w14:textId="5FFB8F4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A0CF" w14:textId="50B398E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D7A0" w14:textId="14FE1CD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F854" w14:textId="73A5BAD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9B3D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3C37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E7A3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42EE" w:rsidRPr="005446F8" w14:paraId="255623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0AC2" w14:textId="74AD462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6D47" w14:textId="366997E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E421" w14:textId="0BF4EF8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ADAF" w14:textId="4E96D96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21C3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142C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D020" w14:textId="77777777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42EE" w:rsidRPr="005446F8" w14:paraId="01092F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3F55" w14:textId="585DC50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512E" w14:textId="205BB0A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3F7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2F9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BE5E" w14:textId="78959EB5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FD2E" w14:textId="1EF678FF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B02A" w14:textId="708C9032" w:rsidR="000842EE" w:rsidRPr="00C20542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89.66</w:t>
            </w:r>
          </w:p>
        </w:tc>
      </w:tr>
      <w:tr w:rsidR="000842EE" w:rsidRPr="005446F8" w14:paraId="6B4D69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531D" w14:textId="13CC431A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57CE" w14:textId="1E36F76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2C43" w14:textId="3DBE757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E98B" w14:textId="4EAD863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663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3B6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95B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D56F4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5E90" w14:textId="4BE0477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7715" w14:textId="76218F6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2004" w14:textId="0086EB4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2CEB" w14:textId="52FC2D9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09B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885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596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43BD0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2637" w14:textId="55C801E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C275" w14:textId="74FECCE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B801" w14:textId="6E083BD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CC5C" w14:textId="4CEBC93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E8F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56F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949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AAC6A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7101" w14:textId="73801A0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36B6" w14:textId="14728B7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CDFE" w14:textId="095CBAF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5600" w14:textId="457E00D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17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64C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FF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8D442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B3AE" w14:textId="520C952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FB78" w14:textId="47C3706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FBBD" w14:textId="2FBD15B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76FF" w14:textId="03F5BFB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1FFB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B2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FF8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6B79D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D70B" w14:textId="5D31907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86D4" w14:textId="518108F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57F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AC1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CBA4" w14:textId="5E42BC3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31E3" w14:textId="413C19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AD1A" w14:textId="39BD269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58.50</w:t>
            </w:r>
          </w:p>
        </w:tc>
      </w:tr>
      <w:tr w:rsidR="000842EE" w:rsidRPr="005446F8" w14:paraId="0B11F56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28AD" w14:textId="4B0129D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4DB7" w14:textId="06AF15B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294B" w14:textId="05E1DE7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E47C" w14:textId="451F1BF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326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6C9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A82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498C4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2F9F" w14:textId="03A43DA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A7BA" w14:textId="4EDDB04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508D" w14:textId="29C00BE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2417" w14:textId="47965A2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4B4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33E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96A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B724A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80D8" w14:textId="6AA329A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A846" w14:textId="10813C6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5C0D" w14:textId="48F68A9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114C" w14:textId="352EA60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81C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876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6BF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FB17DD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71EB" w14:textId="673588C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1A8A" w14:textId="0BCE2FA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F5A1" w14:textId="000744A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DEA1" w14:textId="31E1A7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A8B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79C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A67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7D3D0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EE02" w14:textId="63E8693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74B5" w14:textId="6619072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FD26" w14:textId="6934F28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79E5" w14:textId="2F4A2E0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E69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E7C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590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F2EE2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A292" w14:textId="04C3AE8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A48A" w14:textId="620B5F7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D1261" w14:textId="695B0E3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01AF" w14:textId="653CF24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668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F54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A788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6CAC1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6172" w14:textId="2B7DABD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0D9C" w14:textId="0F36005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E02E" w14:textId="25B6F98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32A2" w14:textId="778F31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364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5D2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5C9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D3A62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2F44" w14:textId="73EB4BB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0258" w14:textId="24C4C84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BE1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37B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ADB6" w14:textId="2C4538E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F73C" w14:textId="76A56E6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F83A7" w14:textId="4388655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0842EE" w:rsidRPr="005446F8" w14:paraId="723BD4E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F7A9" w14:textId="7C62DEC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E769" w14:textId="7809821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F78E3" w14:textId="1FD0615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A330" w14:textId="1832BD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32B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8A5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F85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202850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79A3" w14:textId="55B712B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A1CBB" w14:textId="6B5521B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2CD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239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631E" w14:textId="3BFC18C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94FE4" w14:textId="514FE20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A9713" w14:textId="009E64C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0842EE" w:rsidRPr="005446F8" w14:paraId="4D7729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44A8" w14:textId="6F7254C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94BC" w14:textId="102AEBB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B083" w14:textId="59A1F03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5E9D" w14:textId="348A8B2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A2B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60F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B23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0BD54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7920" w14:textId="4A59F0F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9D9C" w14:textId="777D04C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5379" w14:textId="122CF4C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0EB8" w14:textId="61B634E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607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A05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533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BF16D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BE04" w14:textId="47FAE94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873A" w14:textId="7FD34AF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ABDE" w14:textId="67F0A6B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176D" w14:textId="1638E6B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77C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FC9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F00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5EA7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A59B" w14:textId="1ED2C4C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0BBF" w14:textId="16D30F8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4918" w14:textId="3A07B21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0C17" w14:textId="544711F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8973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D53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A0F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3755E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28DAE" w14:textId="08BFBFA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4B11" w14:textId="3F27C7A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9295" w14:textId="742319A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3BF1" w14:textId="019CCAA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4FE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82C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AE3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D434C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94E5" w14:textId="79D51DF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048A" w14:textId="7FEC786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D275" w14:textId="2DD5082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D8C7" w14:textId="60A775B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10F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1F2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B219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7BF1A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0AB2" w14:textId="2971025A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39F7" w14:textId="6F73F3A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7068" w14:textId="4E587B3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F7AE" w14:textId="337C6D9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CD5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4C1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F58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2FE2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E738" w14:textId="7A1859F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2462" w14:textId="1341603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CA0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1CE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7448" w14:textId="4E15941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D33C" w14:textId="2CE0373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7FE9" w14:textId="30B202A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27.38</w:t>
            </w:r>
          </w:p>
        </w:tc>
      </w:tr>
      <w:tr w:rsidR="000842EE" w:rsidRPr="005446F8" w14:paraId="5CF04C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88C7" w14:textId="09BA8CF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3686" w14:textId="54BE02A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92CF" w14:textId="1879436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1120" w14:textId="7F1B5B6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D14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F2F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090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0ECB6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0DE1" w14:textId="343183A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68EB" w14:textId="6A93647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0D0F" w14:textId="338142A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4E4DF" w14:textId="00E6E75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128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BFB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433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F61B5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1C96" w14:textId="428744B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7B75" w14:textId="5A6528B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36F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2DC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A7F5" w14:textId="75D8638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1900" w14:textId="096E0FF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FB48" w14:textId="5E67A1A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0842EE" w:rsidRPr="005446F8" w14:paraId="5470C9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C15E" w14:textId="05F8D45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0041" w14:textId="35F614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6D9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371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ED92" w14:textId="3C6FBEC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4EBAC" w14:textId="25F6FBB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D764" w14:textId="0F23550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0842EE" w:rsidRPr="005446F8" w14:paraId="62B097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FDA22" w14:textId="2BA402D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0CD1" w14:textId="4E0EEB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65D4" w14:textId="2D7F637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1675" w14:textId="0B175B9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794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2DA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3FB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2CE6B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DCCC" w14:textId="33EE0E8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528E" w14:textId="4EB0BA2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E042" w14:textId="6CE1FA8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398B" w14:textId="3453F14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3CD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2E6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6D9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352D4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9D832" w14:textId="1BBC2E6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E86D" w14:textId="1D4BCC6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9DF3" w14:textId="7FEE613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52F6" w14:textId="771553B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7F7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82E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9D1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39C31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185C8" w14:textId="2A1EC69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4B48" w14:textId="79B4F70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EC4A" w14:textId="2E75AA8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9245" w14:textId="731BAE9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548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BBC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6B8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5C954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A954" w14:textId="67B074B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МЕЛИНДА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B942" w14:textId="777A1C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E63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235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0257" w14:textId="22A303D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9F9E" w14:textId="62D6CCE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4C56" w14:textId="6580BC6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0842EE" w:rsidRPr="005446F8" w14:paraId="715BDA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B0A" w14:textId="6BD1252A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D88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82B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C374" w14:textId="518B9A9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216.765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279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754A" w14:textId="73B6871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85.115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82E0" w14:textId="3C688CD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3319.47</w:t>
            </w:r>
          </w:p>
        </w:tc>
      </w:tr>
      <w:tr w:rsidR="000842EE" w:rsidRPr="005446F8" w14:paraId="2B3030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98C8" w14:textId="72C4D5A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039A" w14:textId="0444C4A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07B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7FA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D56E" w14:textId="5D3A016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36E" w14:textId="1555B7F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E52F" w14:textId="147F8B3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122.67</w:t>
            </w:r>
          </w:p>
        </w:tc>
      </w:tr>
      <w:tr w:rsidR="000842EE" w:rsidRPr="005446F8" w14:paraId="1BE156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BA7B" w14:textId="2ECC0A9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F57F" w14:textId="64BFBA1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E9C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F6B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F936" w14:textId="2A53FAA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7CF0" w14:textId="72C28AE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C174" w14:textId="2C58151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46.80</w:t>
            </w:r>
          </w:p>
        </w:tc>
      </w:tr>
      <w:tr w:rsidR="000842EE" w:rsidRPr="005446F8" w14:paraId="18B2B8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C57A" w14:textId="1B4AA11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4EE" w14:textId="191299D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6D5C" w14:textId="79A4A69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4687" w14:textId="3C97043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764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FF7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9ACB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26793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33D1" w14:textId="7A8B283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D11C" w14:textId="4793DDF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067F" w14:textId="0EB727E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228F" w14:textId="23833E6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9B6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3F0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8DC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A85BE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C056" w14:textId="27FA514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47524" w14:textId="490D001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AE02" w14:textId="12C8358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6AF4" w14:textId="25BAACC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DF8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B2B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795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3276C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CCFD" w14:textId="7A83777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A6A8" w14:textId="208BAE4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3CF9" w14:textId="29AAD3A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E0EF" w14:textId="1986AE6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FC2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B66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F49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57AFF2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8E55" w14:textId="0A9ABAF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19C3" w14:textId="6D03095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213C" w14:textId="288B361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DB02" w14:textId="7FA7BDC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297E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009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5C0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6A5D8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B243" w14:textId="335D209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94A0" w14:textId="16B731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8143" w14:textId="0D04C20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B796" w14:textId="0A942C3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E3F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3DF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D78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4CC40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91AD" w14:textId="4AC1D0F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69CC" w14:textId="087B88C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89A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B87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A347" w14:textId="063BE2D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84AD" w14:textId="427AE93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BCF4B" w14:textId="0051ADE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</w:tr>
      <w:tr w:rsidR="000842EE" w:rsidRPr="005446F8" w14:paraId="2F7B7B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40C4" w14:textId="2F33919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E6243" w14:textId="68649A0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93FC" w14:textId="7674FDE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F6C1" w14:textId="013CF26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F32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CD8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0A4B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8D65D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7BF2A" w14:textId="42CD70E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6688" w14:textId="5E714EB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32B1" w14:textId="3BE5CBE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8E7D" w14:textId="79CC155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11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94C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3A1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D776D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6A78" w14:textId="49ADB4E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6F4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25F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8F35" w14:textId="2801041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6.180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930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9AC0" w14:textId="4A07A75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4.765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AEAA" w14:textId="22ABE0D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185.85</w:t>
            </w:r>
          </w:p>
        </w:tc>
      </w:tr>
      <w:tr w:rsidR="000842EE" w:rsidRPr="005446F8" w14:paraId="775608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43F0" w14:textId="3A8B177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04A8" w14:textId="051142F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A343" w14:textId="02430A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FFFA" w14:textId="60E9166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145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B3C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D9C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42EE" w:rsidRPr="005446F8" w14:paraId="724232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DB4A" w14:textId="70A486D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5A41" w14:textId="72D5DD5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6E8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98F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D5C92" w14:textId="119845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3304" w14:textId="19C0F0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0276" w14:textId="19E9249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350.92</w:t>
            </w:r>
          </w:p>
        </w:tc>
      </w:tr>
      <w:tr w:rsidR="000842EE" w:rsidRPr="005446F8" w14:paraId="70C13F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9E88D" w14:textId="40ADE39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1DD3" w14:textId="6A02279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EEC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7C3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225B" w14:textId="6FB5F47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A9A4" w14:textId="326F876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D557" w14:textId="7BAACAC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261.26</w:t>
            </w:r>
          </w:p>
        </w:tc>
      </w:tr>
      <w:tr w:rsidR="000842EE" w:rsidRPr="005446F8" w14:paraId="561E69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8619" w14:textId="67B275D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04100" w14:textId="445F94D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87A0" w14:textId="21DCFC5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CACF" w14:textId="35C9EE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3E3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B33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47E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7942F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F740" w14:textId="1AEE7BD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1743" w14:textId="4A10DD9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23F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9285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F7AE" w14:textId="04129DF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AE0A" w14:textId="5942BC9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C20D" w14:textId="704A892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205.09</w:t>
            </w:r>
          </w:p>
        </w:tc>
      </w:tr>
      <w:tr w:rsidR="000842EE" w:rsidRPr="005446F8" w14:paraId="722316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7BCB1" w14:textId="471608C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7C8F" w14:textId="335C55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64DF" w14:textId="783B60E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3A092" w14:textId="19007BE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C7B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DC8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A08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BD0D1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3FEE" w14:textId="34FCB88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7816" w14:textId="5E3EC69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A9AE" w14:textId="295467C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28D7" w14:textId="261DA1C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958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123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AE5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72EF2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4968" w14:textId="7F24F4F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FFC9" w14:textId="47D7844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962A" w14:textId="31FB31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A26C" w14:textId="0C995A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E8E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577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214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2D5B0F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8FFF" w14:textId="4AF1C5F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37DA" w14:textId="3844B2A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76BE" w14:textId="3E87932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3AFA" w14:textId="7225261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6E7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EAA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234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9EF8AE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20B4" w14:textId="75B0174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6B4B" w14:textId="7F7AFA7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BDD1" w14:textId="2BE71C5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1BCCA" w14:textId="5C380F1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69C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2DD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50D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6D0FC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73F6" w14:textId="5A7A084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6960" w14:textId="169C9C0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6CE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C7E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0245" w14:textId="111AABA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CA63" w14:textId="47373FB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A1B95" w14:textId="2D933AF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128.62</w:t>
            </w:r>
          </w:p>
        </w:tc>
      </w:tr>
      <w:tr w:rsidR="000842EE" w:rsidRPr="005446F8" w14:paraId="010031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862E" w14:textId="7F7BEB0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4D4E" w14:textId="4FF4AF6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84D3" w14:textId="78FA06D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642C" w14:textId="2AE4583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DDC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D7F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038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0E39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82AD" w14:textId="25C09B3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DF32" w14:textId="690F737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4B6B" w14:textId="10CE221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21EF" w14:textId="4EFF394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B46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A07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04C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7128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2079" w14:textId="6C477FE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7ECD" w14:textId="0E027BF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44D5" w14:textId="105A6B4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685D" w14:textId="77D3482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681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007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DC1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482FB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71D5" w14:textId="1FE8836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E746" w14:textId="360576D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3BA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2E1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1FAC" w14:textId="0AACAB9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DD1B" w14:textId="1D405E8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A2390" w14:textId="49775F9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109.08</w:t>
            </w:r>
          </w:p>
        </w:tc>
      </w:tr>
      <w:tr w:rsidR="000842EE" w:rsidRPr="005446F8" w14:paraId="5F0A93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E41A" w14:textId="33C4817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95AE" w14:textId="14A7D04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3085" w14:textId="04ED2A8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B1EFA" w14:textId="1985398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53A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310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50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3052B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EB76" w14:textId="48503F2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E0F7" w14:textId="49946B7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2811" w14:textId="5DEB0D4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E0D5" w14:textId="1D68D88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F7E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954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DDF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B4532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5E3C" w14:textId="68AB2D9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FCA9" w14:textId="0A0034E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C992" w14:textId="44FB176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A859" w14:textId="6FBCAF5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5550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6FD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636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174A6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F8EE" w14:textId="63243E4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A179" w14:textId="007662C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5EB8" w14:textId="58B8CB4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A8CA" w14:textId="445B523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0F1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F10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3C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4BDB5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FB20" w14:textId="3CE43E2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0039" w14:textId="1B3137E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5F73" w14:textId="4A3B968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A954" w14:textId="6B0A968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BA6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044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57B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EEECA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4AE6" w14:textId="09CB752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34D1" w14:textId="5D5B084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18E7" w14:textId="0858755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5418" w14:textId="449A484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186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E33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8C9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B667B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48EE" w14:textId="35995C2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CDF2" w14:textId="5770814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7D93" w14:textId="121B92F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673C" w14:textId="46E1432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6C4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710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10E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058DD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26F6" w14:textId="6C2B1BA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6BA8" w14:textId="4CD1015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E007" w14:textId="092CE12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433C" w14:textId="19C5CB9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34B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CA6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02F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9CF5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56FC" w14:textId="51FACC9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F2B0" w14:textId="1D8870D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2E6B" w14:textId="165CA3D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2889A" w14:textId="7B07605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4B9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E34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0B8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A98D4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FFE2" w14:textId="4415A82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40DD" w14:textId="0DE199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4E3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EF2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43D3" w14:textId="22BCEF4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9FE9" w14:textId="4533E0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9892" w14:textId="7245697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38.88</w:t>
            </w:r>
          </w:p>
        </w:tc>
      </w:tr>
      <w:tr w:rsidR="000842EE" w:rsidRPr="005446F8" w14:paraId="679B72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3187" w14:textId="51847D6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EA32" w14:textId="62CCB22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7E6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AB2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FB86" w14:textId="61DAC60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083C" w14:textId="20EACD5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EDB7" w14:textId="6AD32B5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</w:tr>
      <w:tr w:rsidR="000842EE" w:rsidRPr="005446F8" w14:paraId="49CB6E1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3F8B" w14:textId="1C4B272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7C35" w14:textId="0A29988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C662" w14:textId="78CD1D9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823B" w14:textId="6FF57D6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E91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51D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F60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25099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0ABB" w14:textId="392409D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7915" w14:textId="369B4DD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E99B" w14:textId="7F05C97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A405" w14:textId="1C0E689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1CF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548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302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C01152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CB24" w14:textId="209490F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1F09" w14:textId="7E89545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78F4" w14:textId="7575E2A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91CED" w14:textId="4683FD8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ACB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51E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D78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BDF71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37B6" w14:textId="4618D7B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16D5" w14:textId="421911B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E1CA" w14:textId="56C8E80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D840" w14:textId="747A32E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EF3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9E6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75F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E730E8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FC3C" w14:textId="3F00362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70E6" w14:textId="062AD82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FF00" w14:textId="34B3236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5581" w14:textId="57626BC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F9A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241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295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15503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750E" w14:textId="656AA64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7FEA" w14:textId="477A180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0814" w14:textId="31F9D39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B977" w14:textId="5837F1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C7A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E93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247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4D72F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1BDB" w14:textId="0E56FC3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9645" w14:textId="3A17287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BCB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9B43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24C9" w14:textId="25775C0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F554" w14:textId="6F13593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8E34" w14:textId="5453059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74.06</w:t>
            </w:r>
          </w:p>
        </w:tc>
      </w:tr>
      <w:tr w:rsidR="000842EE" w:rsidRPr="005446F8" w14:paraId="70E611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ED83" w14:textId="4536FEE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7A81" w14:textId="69DEA7D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7E6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2F1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1AB97" w14:textId="1DD9792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0A8D4" w14:textId="3B08F6A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B94A" w14:textId="61EA39D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58.50</w:t>
            </w:r>
          </w:p>
        </w:tc>
      </w:tr>
      <w:tr w:rsidR="000842EE" w:rsidRPr="005446F8" w14:paraId="213BFA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36B7" w14:textId="14F9098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036B" w14:textId="30EF6BF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D9F1" w14:textId="6C0CC59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C3A0" w14:textId="4105A8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992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762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B1D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608D1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3FA6F" w14:textId="3B47DCD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2A7F" w14:textId="4EEF57F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307C" w14:textId="4F0EFD0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09E5" w14:textId="0D0E661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71F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4713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2C5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4BD95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0C7E" w14:textId="6828B9FA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0794" w14:textId="7D73AA3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8F61" w14:textId="595636F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7B8B" w14:textId="5B871E5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4E5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A97C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D994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8A20D6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FEC0" w14:textId="4BE989C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BB8F" w14:textId="595865B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0C14" w14:textId="2F4250E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3EC6" w14:textId="1E2695B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EDC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89F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C74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31D88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CBFA" w14:textId="3F00C30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1E92" w14:textId="1B47FF0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9E54" w14:textId="34105F1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EDCE" w14:textId="731C556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EA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812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72C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072E7B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558E" w14:textId="632FF8B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5EC79" w14:textId="4266AA1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A729" w14:textId="779884C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BB7E" w14:textId="312BB91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A45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A59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AC5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2FB81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A4FE" w14:textId="1599303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8899" w14:textId="30DC676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5E1A" w14:textId="1277D30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E37C" w14:textId="19E8848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F64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8AF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F8E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16D37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D04B" w14:textId="16083E1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6C56F" w14:textId="5541F56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0F449" w14:textId="5E6F76F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80DE" w14:textId="7533845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912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4A1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A57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777F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78FE" w14:textId="503D1CA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5C0C" w14:textId="5382473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25E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FE5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06E7" w14:textId="47F289B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B32B" w14:textId="3E9A9DB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5DFF" w14:textId="4CA1DDC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</w:tr>
      <w:tr w:rsidR="000842EE" w:rsidRPr="005446F8" w14:paraId="4642016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CA7B" w14:textId="6D3DB95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A3C7" w14:textId="73FB48E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F3FE" w14:textId="0A28456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23EE" w14:textId="45FB033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0DF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B8E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B57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C6F5F8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D598" w14:textId="17B1CA5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FC4A" w14:textId="1AAC39D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7514" w14:textId="5C336C2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B6412" w14:textId="3BC8205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ADE4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3E8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1C13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51A23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18A4" w14:textId="16C10A6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36A6" w14:textId="06B865E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6DCD" w14:textId="6B297AD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0FBE" w14:textId="315AB85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9D5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66E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49A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81E66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5C3BF" w14:textId="315855B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44FD" w14:textId="24DC833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6625" w14:textId="3AA321A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50D1" w14:textId="1F5019B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1E5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1F2B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9EB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64826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D606" w14:textId="48EEF88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5362" w14:textId="12C21AB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C113" w14:textId="3B87514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D417" w14:textId="5146854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363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ECB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E61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E01AA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C307" w14:textId="6104C67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AB07" w14:textId="0F3F79F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E9F5" w14:textId="11368FF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D419A" w14:textId="753D8FA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BC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3C6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188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99292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7211" w14:textId="17117B9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AE12" w14:textId="14BE548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D5B6" w14:textId="64BD734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738B" w14:textId="52FBE8B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9.463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7FD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EA3C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141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C122D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345F" w14:textId="0065D34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C74" w14:textId="5D67A12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A8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60A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B340" w14:textId="6B9E959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8DA1" w14:textId="3DDD6EB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46E2" w14:textId="72EE1B0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72.35</w:t>
            </w:r>
          </w:p>
        </w:tc>
      </w:tr>
      <w:tr w:rsidR="000842EE" w:rsidRPr="005446F8" w14:paraId="17FD8A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3374" w14:textId="74A99A1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A77C" w14:textId="2989265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F851" w14:textId="0D91BF0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2513" w14:textId="2B5AA2C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281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BA3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E0B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77CEE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3F9C" w14:textId="1ECB5D3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109F" w14:textId="7AC2F6E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9282" w14:textId="24867DB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4AB0" w14:textId="5691BD1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040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3BF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27C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B3AC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3594" w14:textId="25E6A19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379A" w14:textId="1BD171C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B157" w14:textId="4D07807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1865" w14:textId="33D7470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A09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F97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CB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FDB87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2B46" w14:textId="43EF3E6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02DB" w14:textId="4C3A96A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7102" w14:textId="7EB1F08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57D4" w14:textId="0B64B0C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8.230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54D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29B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716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E3B7F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39E9" w14:textId="0B9110F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8E76" w14:textId="574382F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3783" w14:textId="5404AF1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4CC4" w14:textId="52BD483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F38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C40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4B0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6704E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4790" w14:textId="2D83349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1ACE" w14:textId="1D867BB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E3338" w14:textId="4B45386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B1C7" w14:textId="3990C8B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EF3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DF01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A90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DCA0CB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EDEC" w14:textId="6B55D39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567E" w14:textId="56A33A4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FEDC" w14:textId="4EFF50F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304A7" w14:textId="33D2F7A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667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B1E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069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E2F60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B58C" w14:textId="1A94403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9A6B" w14:textId="44717F4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DD8E" w14:textId="512C070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4C87" w14:textId="211681A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BCE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8B1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76D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615A1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1313" w14:textId="66EB83F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94DF" w14:textId="74336C0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081A" w14:textId="73C54B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A629" w14:textId="72F01A7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4F2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95D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D4F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236991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A160" w14:textId="539C8E2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E8ED" w14:textId="3805625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78AD" w14:textId="419AF2C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87F9" w14:textId="7060C58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308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7E9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088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CEF8F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2631" w14:textId="6D5106D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EF082" w14:textId="5880941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625F" w14:textId="57BE078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CABB" w14:textId="3032AE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1C4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BDB4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8E0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C9FBE6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45F2" w14:textId="575951A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10A1" w14:textId="189F8A9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E7C7" w14:textId="3B95229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775D" w14:textId="635CE33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FBD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05E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F619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12AD2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C08A" w14:textId="12D9DB3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2295" w14:textId="4ABB32F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8DAA" w14:textId="0A9F9FE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7CF0" w14:textId="28C616C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D64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72D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083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8FFBD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897A" w14:textId="062193F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D134" w14:textId="5135C4E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A77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1F1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FBFD" w14:textId="16CF431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070D" w14:textId="284D57D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7E87" w14:textId="3A2EC8F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</w:tr>
      <w:tr w:rsidR="000842EE" w:rsidRPr="005446F8" w14:paraId="32C21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2DD4" w14:textId="5A9AB77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EC2B" w14:textId="7C7C449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F268" w14:textId="465F325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4FE1" w14:textId="4D1AE7F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4B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87E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795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FA1CF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E669" w14:textId="0D9C486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0F00" w14:textId="3F932ED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706E" w14:textId="0C783B7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087F" w14:textId="7B8DB31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D67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857E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C7E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84715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50BC" w14:textId="5A1CEE1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F38C0" w14:textId="22E7735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12B7" w14:textId="2440181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BEB5" w14:textId="49E9C5A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29D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730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9D6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37B7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51DD" w14:textId="128D22D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64AD" w14:textId="4B7F3DA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0F12" w14:textId="6B6DAA9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17A7" w14:textId="6936BBD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541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917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2EC1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41503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9581" w14:textId="254185A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4969" w14:textId="5DB05D9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08ED" w14:textId="520407A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4663" w14:textId="7FA5A32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191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21A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FA8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D567A2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C1CA" w14:textId="1998251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33E7" w14:textId="7CD3F32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16BB" w14:textId="6A239BB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00D6" w14:textId="7319D48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0A2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501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291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D4A68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FAD3" w14:textId="1A91015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288D" w14:textId="47EE02A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7007" w14:textId="10E8D7E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AF55" w14:textId="4FAE74F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343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B76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0F3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94E3C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6CB7" w14:textId="798607D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8F48" w14:textId="25E7350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9F16" w14:textId="31E9D4F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F858" w14:textId="729BBA8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0A4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3C7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09B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A94E9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C49B" w14:textId="6DC87B1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1C17" w14:textId="3F27A61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7784" w14:textId="6F1C37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0901" w14:textId="289731B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1D3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B29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A651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089CD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3134" w14:textId="51A4E58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4FDD" w14:textId="3E05566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9F10" w14:textId="6DD0DE1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F11D" w14:textId="00E54AC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F09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229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716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CF93F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376B" w14:textId="61143E8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EA12" w14:textId="60B0A0A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AB7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3EC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517C" w14:textId="73111DE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C40F" w14:textId="72B5404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4E44" w14:textId="2E70768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</w:tr>
      <w:tr w:rsidR="000842EE" w:rsidRPr="005446F8" w14:paraId="790BB3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8917" w14:textId="50E887D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FB8A" w14:textId="03AF80F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C23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6CB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16FA" w14:textId="7EF28E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54F4" w14:textId="3A5EC08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F047" w14:textId="600C963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</w:tr>
      <w:tr w:rsidR="000842EE" w:rsidRPr="005446F8" w14:paraId="3EF2F9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E792" w14:textId="0A605EF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B996" w14:textId="2E275D9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788C" w14:textId="373EC82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7085" w14:textId="7E91F0A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7A1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24D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32D7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F76EF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FB46" w14:textId="60CA055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64A1" w14:textId="413D030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30CF" w14:textId="5CA8E9A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3125" w14:textId="5718463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17E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F35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960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F8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0F97" w14:textId="66755EA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E1B6" w14:textId="3FBE14A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AC07" w14:textId="7A2A08A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6920" w14:textId="399BCAC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CFB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3FD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53A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59E9F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1595" w14:textId="414CF7DA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A0BD" w14:textId="40CD35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418F" w14:textId="1B8BFD0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EF0D" w14:textId="6477903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B95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CFC8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6F5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46E6FE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6CAB" w14:textId="5BC7804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B73D" w14:textId="0F9106B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4DD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4112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4CDA" w14:textId="49BAD1E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23CF" w14:textId="1F1257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8328" w14:textId="1DC0A84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45.45</w:t>
            </w:r>
          </w:p>
        </w:tc>
      </w:tr>
      <w:tr w:rsidR="000842EE" w:rsidRPr="005446F8" w14:paraId="4A3F2B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2ECE" w14:textId="746187A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708D" w14:textId="5C9EC82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9149" w14:textId="52720F0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82FA" w14:textId="7CB797F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620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D2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FFD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AFF4B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F465" w14:textId="0F0063F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C76B" w14:textId="1D07B4E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301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6CA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0B46" w14:textId="4BB2CD6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56A5" w14:textId="257F45C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C618" w14:textId="1EA3ECA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</w:tr>
      <w:tr w:rsidR="000842EE" w:rsidRPr="005446F8" w14:paraId="466C9A9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253F" w14:textId="4F7349B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CBB0" w14:textId="14DF56B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FBB2" w14:textId="570F23B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D6EC" w14:textId="7AD91C6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EDD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C76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498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FBF87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12FF" w14:textId="41CBE27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A8F77" w14:textId="45BB6CA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7F0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1AB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8254" w14:textId="424548A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96CC" w14:textId="7701B2D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F87B" w14:textId="1735EEF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</w:tr>
      <w:tr w:rsidR="000842EE" w:rsidRPr="005446F8" w14:paraId="108EDD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E2772" w14:textId="53DF1B1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1502" w14:textId="3120497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CA57" w14:textId="3EAED52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3291" w14:textId="54336C1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98A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00E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B3B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9A126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731F" w14:textId="3655CB8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3971" w14:textId="146E170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5AF9" w14:textId="5E75E2E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9E1C5" w14:textId="6B8E615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F7D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D29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C7E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F3BAB1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3E0A" w14:textId="7F2005E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B54A" w14:textId="0A9003C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9F71" w14:textId="51EDC96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7770" w14:textId="2A55362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BEC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CAB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8FB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A9093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849D" w14:textId="3786C5E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7D09" w14:textId="4862351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A1CD" w14:textId="7A9B597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2605" w14:textId="34C5221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3A8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F79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012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2FFD2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95CC" w14:textId="3B3C591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97E4" w14:textId="15337FB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8C511" w14:textId="73B80CB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02B5" w14:textId="76CD866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91F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F9F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0E4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6D2EF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E7AA" w14:textId="5541793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3095" w14:textId="4BD51E9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BD70" w14:textId="4A040D6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4E87" w14:textId="1883143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468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107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DB55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96A124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9251" w14:textId="154BEBD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1129" w14:textId="1CA3338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FC4E" w14:textId="3BFBAFA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0ED6" w14:textId="418DB68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DAB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A5E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31E9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7B8DB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7DF8" w14:textId="59D521D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4453" w14:textId="607FEAD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E49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56C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465E" w14:textId="2660A9E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96CF8" w14:textId="6563939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66AB7" w14:textId="3821949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0842EE" w:rsidRPr="005446F8" w14:paraId="24C327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333D7" w14:textId="6DDC542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81A5" w14:textId="3895F97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55CF" w14:textId="6C914AF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A8E2" w14:textId="1CF69B3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D94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E68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FD2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A4002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346B" w14:textId="04AFE00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DC030" w14:textId="6A32348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F10A" w14:textId="2316CE0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F349" w14:textId="3CEBB7D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0B8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922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D6A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3A0A5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6C01" w14:textId="64F299A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3A42" w14:textId="49FE2A6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ABEC" w14:textId="36ACD5B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748B" w14:textId="1F8F4E0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E35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5818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159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ACED2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2FFC" w14:textId="1B64B94B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A106" w14:textId="0225363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522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560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CBF7" w14:textId="689D5F6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ADE1" w14:textId="7862C01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60D6" w14:textId="7F6F83D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</w:tr>
      <w:tr w:rsidR="000842EE" w:rsidRPr="005446F8" w14:paraId="751C92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797CE" w14:textId="64332C5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9AB8" w14:textId="1A39FD6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595D" w14:textId="3DB9FC9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C1A6D" w14:textId="231B962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B90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D8E9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495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439E9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C957" w14:textId="1CBA755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066B" w14:textId="3835762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FB5A" w14:textId="7602C2A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ACA6" w14:textId="62F296F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270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553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D30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2A67CB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20F4" w14:textId="580B3E1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F546" w14:textId="4259D3D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66F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D876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DEC4" w14:textId="0B20D6F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0482" w14:textId="05E499B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BA16" w14:textId="2DEA4B0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</w:tr>
      <w:tr w:rsidR="000842EE" w:rsidRPr="005446F8" w14:paraId="765160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478F" w14:textId="2AF4B69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048C" w14:textId="090D780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79A0" w14:textId="64C26EB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D83F" w14:textId="121E824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E30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138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09C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B75B1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4B2B" w14:textId="7D3704E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7CBF" w14:textId="42C3A97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9A34" w14:textId="674855C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AF87" w14:textId="5D0E90B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CAF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9E4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CC2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BFA75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09ED" w14:textId="2270587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80C4" w14:textId="4AFF772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DDD6" w14:textId="458AA81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0D53" w14:textId="735EAE6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CD9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2F2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9C8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6928C3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296E" w14:textId="4F1A5B3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35EE" w14:textId="412A5E7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4C48E" w14:textId="1177D7E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2DF1" w14:textId="3DA1668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2C6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1C1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F3D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591E4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4DA9" w14:textId="18EFAE2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916CD" w14:textId="3DF985C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781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A88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5100" w14:textId="288F160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15BAC" w14:textId="144D4E2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93D3" w14:textId="74BD1EA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116.96</w:t>
            </w:r>
          </w:p>
        </w:tc>
      </w:tr>
      <w:tr w:rsidR="000842EE" w:rsidRPr="005446F8" w14:paraId="3E5601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F6BBE" w14:textId="0489C02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371B" w14:textId="339D6E4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F3E8" w14:textId="399BCED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D0BE" w14:textId="295BDBE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CB1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D2F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B60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F706F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6521" w14:textId="276958D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922F" w14:textId="0F81575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DDD4" w14:textId="6FFF8EE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6F62A" w14:textId="3A19EA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95A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07C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654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C10C9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F1BE" w14:textId="1B15EE2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E9FA" w14:textId="335E351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0180" w14:textId="4028AFC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51A2" w14:textId="73EBD34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8E4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8FF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C8F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767C25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31E3" w14:textId="13B1057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BC16" w14:textId="092BB37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4840A" w14:textId="6C90EB7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A4AA0" w14:textId="0EA7260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B18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FE0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E5F5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72749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175B" w14:textId="693B7702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D965" w14:textId="29517AD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E1A3" w14:textId="35E17DC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246C" w14:textId="26A299E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26F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2A29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E14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B9B83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1D61" w14:textId="381FF16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EC3A" w14:textId="3C7D9CC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4CA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805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187A" w14:textId="39F46D0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A5A4" w14:textId="7107DDF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3199" w14:textId="55DA411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</w:tr>
      <w:tr w:rsidR="000842EE" w:rsidRPr="005446F8" w14:paraId="427070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B77E" w14:textId="6EA1DB73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55C8" w14:textId="526CADF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C0FB" w14:textId="2E5B62E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4987" w14:textId="02EE274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B2E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599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60C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9DF24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A624" w14:textId="40859C2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A0EC" w14:textId="60C4583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628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213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3A54" w14:textId="6779EE5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8714" w14:textId="4BB9FCD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0C695" w14:textId="3926820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</w:tr>
      <w:tr w:rsidR="000842EE" w:rsidRPr="005446F8" w14:paraId="179CF4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BA37" w14:textId="7B5FFF9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7AFD" w14:textId="2CDD7A0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1FCA" w14:textId="479E681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672B" w14:textId="230BC0C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EADD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0D6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5C1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BEA42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92E3" w14:textId="14F55F9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E3F5" w14:textId="24600BF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1183" w14:textId="13B848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8A75" w14:textId="1FC3C45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895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988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D0B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4A7AC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B108" w14:textId="7F911BF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5AA4" w14:textId="7CEAA36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94482" w14:textId="508C7E9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FDAE" w14:textId="38E03EC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B68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58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4121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58259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F03E" w14:textId="34A022F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5F3B" w14:textId="7E6946B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12B5" w14:textId="27CC0D5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6D0B" w14:textId="5A298BE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052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C55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C90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1E023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39FB" w14:textId="5EB5D01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27C0" w14:textId="7FFC6A1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DB3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F7E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CC07" w14:textId="117E60C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1F74" w14:textId="385462B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892C" w14:textId="185C53A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</w:tr>
      <w:tr w:rsidR="000842EE" w:rsidRPr="005446F8" w14:paraId="52317B7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82DB" w14:textId="4F5B4659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CC5F" w14:textId="7BA6994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36ED" w14:textId="4153F81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D07B" w14:textId="4D60569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C2DD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A3B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F1C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9275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37B6" w14:textId="35F50378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48D0" w14:textId="1392E39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2B9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9D3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2505F" w14:textId="0531FF4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11BE" w14:textId="6A1A53E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9FEF" w14:textId="0F1299D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50.66</w:t>
            </w:r>
          </w:p>
        </w:tc>
      </w:tr>
      <w:tr w:rsidR="000842EE" w:rsidRPr="005446F8" w14:paraId="2C5887E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50F4" w14:textId="5B6239A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9680" w14:textId="62499C5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1A1FD" w14:textId="3D00BBE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398F" w14:textId="6035937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E3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6E1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6BF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EE83D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4004" w14:textId="3E83EF17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C57F" w14:textId="667809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96A4" w14:textId="260FF85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F502" w14:textId="4DB700D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28F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54E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86A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80867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7018" w14:textId="65835D5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2A20" w14:textId="7BA1D1E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EC8F" w14:textId="09FFC88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091C" w14:textId="34BC522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44E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806B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5CF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F7F30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D23B" w14:textId="3D6FF5F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FA73" w14:textId="0B3CFBA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DF8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F80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61BD" w14:textId="3D8FCCA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5BCA" w14:textId="50A9F97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01CD8" w14:textId="23D4B7F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42.86</w:t>
            </w:r>
          </w:p>
        </w:tc>
      </w:tr>
      <w:tr w:rsidR="000842EE" w:rsidRPr="005446F8" w14:paraId="205EC1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98A9" w14:textId="6E38CA95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5400" w14:textId="13C0B3F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5E36" w14:textId="62C3B0C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3221" w14:textId="086119F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073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79C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EAD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69C039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6EFB" w14:textId="0E79D74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5B7D" w14:textId="734413B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AF1C" w14:textId="15B4F5F3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CA2B" w14:textId="5A4C340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BD5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BE2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8D5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88259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E264" w14:textId="0BB34A1A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C7EF" w14:textId="782E77E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D8BD" w14:textId="29BB869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6BE5A" w14:textId="1A26C0B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478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E9A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880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0AD094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5713" w14:textId="7EEF156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674B" w14:textId="351401A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7798" w14:textId="5B9149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E9C5" w14:textId="6FB027F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1059A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D96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68C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11F82A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2BB0" w14:textId="787A58A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CB49" w14:textId="08A8ED3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B33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37F3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4ABA" w14:textId="53A1474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BFAD" w14:textId="6D39132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1E4C" w14:textId="41A102F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</w:tr>
      <w:tr w:rsidR="000842EE" w:rsidRPr="005446F8" w14:paraId="031B4FB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201E3" w14:textId="49CD742C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0B33" w14:textId="69EE964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D840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255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31F3" w14:textId="0107E78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007C" w14:textId="274AEA2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5A48" w14:textId="0006DE60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0842EE" w:rsidRPr="005446F8" w14:paraId="48CA8D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EE1E" w14:textId="1D9EC8D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lastRenderedPageBreak/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EECF" w14:textId="6F8A8FB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4E97" w14:textId="31B8CD4E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FD6E" w14:textId="19A8F13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212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C35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682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4202ED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BF31" w14:textId="054B2E90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1A487" w14:textId="3045ECB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8DD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B067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ADCA" w14:textId="05969D8B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FED1" w14:textId="7E26A36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68FF" w14:textId="2B57925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0842EE" w:rsidRPr="005446F8" w14:paraId="1EA8EF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7336" w14:textId="51F68496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A379" w14:textId="794953B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5662" w14:textId="0D1DA2E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F081" w14:textId="44FEF82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44EE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1D8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81D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2D82AE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11571" w14:textId="096711CE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7115" w14:textId="5222C94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1516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BA6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8085" w14:textId="1B908089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4143" w14:textId="119FD62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28419" w14:textId="3BE72322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0842EE" w:rsidRPr="005446F8" w14:paraId="4BA8A1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E58C" w14:textId="1F44AE6F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E421" w14:textId="28E48CC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AFA3" w14:textId="62F96776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DE67" w14:textId="15030A6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D54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1587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99B5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7E4F3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BE00" w14:textId="656A0944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D01B" w14:textId="2FF250F8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C67F0" w14:textId="7E18F6B5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2AA6" w14:textId="1EBD7BEF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C838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E2BC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30B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5538FD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086E" w14:textId="065E0681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26F3" w14:textId="602C2B2C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FA96" w14:textId="19812C8D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E4EAF" w14:textId="0B96D07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46F2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94AB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4D6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2EE" w:rsidRPr="005446F8" w14:paraId="3164BA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5BAD" w14:textId="005DD4DD" w:rsidR="000842EE" w:rsidRPr="00744A0A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FE99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0C00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1C5D" w14:textId="2ABBC5BA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238.945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F6BF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EADB" w14:textId="009D4731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58.166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BBDC" w14:textId="2CC0E3C4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4A0A">
              <w:rPr>
                <w:rFonts w:ascii="Arial" w:hAnsi="Arial" w:cs="Arial"/>
                <w:b/>
                <w:bCs/>
                <w:sz w:val="18"/>
                <w:szCs w:val="18"/>
              </w:rPr>
              <w:t>2268.49</w:t>
            </w:r>
          </w:p>
        </w:tc>
      </w:tr>
      <w:tr w:rsidR="000842EE" w:rsidRPr="005446F8" w14:paraId="369C03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054A" w14:textId="0E454572" w:rsidR="000842EE" w:rsidRPr="000842EE" w:rsidRDefault="000842EE" w:rsidP="000842EE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BA14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7511" w14:textId="77777777" w:rsidR="000842EE" w:rsidRPr="00744A0A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60B48" w14:textId="59FE7848" w:rsidR="000842EE" w:rsidRPr="000842EE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42EE">
              <w:rPr>
                <w:b/>
              </w:rPr>
              <w:t>799.272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979B" w14:textId="77777777" w:rsidR="000842EE" w:rsidRPr="000842EE" w:rsidRDefault="000842EE" w:rsidP="000842E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F5F7" w14:textId="12594F2E" w:rsidR="000842EE" w:rsidRPr="000842EE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42EE">
              <w:rPr>
                <w:b/>
              </w:rPr>
              <w:t>478.155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FEAB6" w14:textId="073F5634" w:rsidR="000842EE" w:rsidRPr="000842EE" w:rsidRDefault="000842EE" w:rsidP="000842E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42EE">
              <w:rPr>
                <w:b/>
              </w:rPr>
              <w:t>18648.06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8E690C">
        <w:rPr>
          <w:b/>
          <w:lang w:val="ru-RU"/>
        </w:rPr>
        <w:t>обяви</w:t>
      </w:r>
      <w:proofErr w:type="spellEnd"/>
      <w:r w:rsidRPr="008E690C">
        <w:rPr>
          <w:b/>
          <w:lang w:val="ru-RU"/>
        </w:rPr>
        <w:t xml:space="preserve"> в </w:t>
      </w:r>
      <w:proofErr w:type="spellStart"/>
      <w:r w:rsidRPr="008E690C">
        <w:rPr>
          <w:b/>
          <w:lang w:val="ru-RU"/>
        </w:rPr>
        <w:t>кметството</w:t>
      </w:r>
      <w:proofErr w:type="spellEnd"/>
      <w:r w:rsidRPr="008E690C">
        <w:rPr>
          <w:b/>
          <w:lang w:val="ru-RU"/>
        </w:rPr>
        <w:t xml:space="preserve"> и в </w:t>
      </w:r>
      <w:proofErr w:type="spellStart"/>
      <w:r w:rsidRPr="008E690C">
        <w:rPr>
          <w:b/>
          <w:lang w:val="ru-RU"/>
        </w:rPr>
        <w:t>сградата</w:t>
      </w:r>
      <w:proofErr w:type="spellEnd"/>
      <w:r w:rsidRPr="008E690C">
        <w:rPr>
          <w:b/>
          <w:lang w:val="ru-RU"/>
        </w:rPr>
        <w:t xml:space="preserve"> на </w:t>
      </w:r>
      <w:proofErr w:type="spellStart"/>
      <w:r w:rsidRPr="008E690C">
        <w:rPr>
          <w:b/>
          <w:lang w:val="ru-RU"/>
        </w:rPr>
        <w:t>общинската</w:t>
      </w:r>
      <w:proofErr w:type="spellEnd"/>
      <w:r w:rsidRPr="008E690C">
        <w:rPr>
          <w:b/>
          <w:lang w:val="ru-RU"/>
        </w:rPr>
        <w:t xml:space="preserve"> служба по </w:t>
      </w:r>
      <w:proofErr w:type="spellStart"/>
      <w:r w:rsidRPr="008E690C">
        <w:rPr>
          <w:b/>
          <w:lang w:val="ru-RU"/>
        </w:rPr>
        <w:t>земеделие</w:t>
      </w:r>
      <w:proofErr w:type="spellEnd"/>
      <w:r w:rsidRPr="008E690C">
        <w:rPr>
          <w:b/>
          <w:lang w:val="ru-RU"/>
        </w:rPr>
        <w:t xml:space="preserve"> и се </w:t>
      </w:r>
      <w:proofErr w:type="spellStart"/>
      <w:r w:rsidRPr="008E690C">
        <w:rPr>
          <w:b/>
          <w:lang w:val="ru-RU"/>
        </w:rPr>
        <w:t>публикува</w:t>
      </w:r>
      <w:proofErr w:type="spellEnd"/>
      <w:r w:rsidRPr="008E690C">
        <w:rPr>
          <w:b/>
          <w:lang w:val="ru-RU"/>
        </w:rPr>
        <w:t xml:space="preserve"> на</w:t>
      </w:r>
      <w:r w:rsidRPr="00CE78CA">
        <w:rPr>
          <w:lang w:val="ru-RU"/>
        </w:rPr>
        <w:t xml:space="preserve">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3B4E8E3E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0842EE">
        <w:rPr>
          <w:lang w:val="bg-BG"/>
        </w:rPr>
        <w:t>Бърля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104045B6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52149B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3F7A8210" w14:textId="77777777" w:rsidR="0052149B" w:rsidRDefault="0052149B" w:rsidP="002213A1">
      <w:pPr>
        <w:rPr>
          <w:b/>
          <w:lang w:val="bg-BG"/>
        </w:rPr>
      </w:pPr>
    </w:p>
    <w:p w14:paraId="61097597" w14:textId="77777777" w:rsidR="0052149B" w:rsidRDefault="0052149B" w:rsidP="002213A1">
      <w:pPr>
        <w:rPr>
          <w:b/>
          <w:lang w:val="bg-BG"/>
        </w:rPr>
      </w:pPr>
      <w:bookmarkStart w:id="6" w:name="_GoBack"/>
      <w:bookmarkEnd w:id="6"/>
    </w:p>
    <w:p w14:paraId="3DB89C66" w14:textId="545E19EE" w:rsidR="0052149B" w:rsidRDefault="0052149B" w:rsidP="002213A1">
      <w:pPr>
        <w:rPr>
          <w:b/>
          <w:lang w:val="bg-BG"/>
        </w:rPr>
      </w:pPr>
      <w:r>
        <w:rPr>
          <w:b/>
          <w:lang w:val="bg-BG"/>
        </w:rPr>
        <w:t xml:space="preserve">              /П/</w:t>
      </w:r>
    </w:p>
    <w:p w14:paraId="1C8E8DA3" w14:textId="38B61E63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40350" w14:textId="77777777" w:rsidR="008B1050" w:rsidRDefault="008B1050">
      <w:r>
        <w:separator/>
      </w:r>
    </w:p>
  </w:endnote>
  <w:endnote w:type="continuationSeparator" w:id="0">
    <w:p w14:paraId="677C7E3E" w14:textId="77777777" w:rsidR="008B1050" w:rsidRDefault="008B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DD53B3" w:rsidRDefault="00DD53B3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DD53B3" w:rsidRDefault="00DD53B3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133C5F3F" w:rsidR="00DD53B3" w:rsidRDefault="00DD53B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49B">
          <w:rPr>
            <w:noProof/>
          </w:rPr>
          <w:t>10</w:t>
        </w:r>
        <w:r>
          <w:rPr>
            <w:noProof/>
          </w:rPr>
          <w:fldChar w:fldCharType="end"/>
        </w:r>
        <w:r w:rsidR="00BD501A">
          <w:rPr>
            <w:noProof/>
            <w:lang w:val="bg-BG"/>
          </w:rPr>
          <w:t>/11</w:t>
        </w:r>
      </w:p>
    </w:sdtContent>
  </w:sdt>
  <w:p w14:paraId="0DF700C8" w14:textId="77777777" w:rsidR="00DD53B3" w:rsidRPr="00835BBA" w:rsidRDefault="00DD53B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C5856" w14:textId="77777777" w:rsidR="008B1050" w:rsidRDefault="008B1050">
      <w:r>
        <w:separator/>
      </w:r>
    </w:p>
  </w:footnote>
  <w:footnote w:type="continuationSeparator" w:id="0">
    <w:p w14:paraId="44D9FB8D" w14:textId="77777777" w:rsidR="008B1050" w:rsidRDefault="008B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DD53B3" w:rsidRPr="005B69F7" w:rsidRDefault="00DD53B3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DD53B3" w:rsidRPr="005B69F7" w:rsidRDefault="00DD53B3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DD53B3" w:rsidRPr="0023186B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DD53B3" w:rsidRPr="00983B22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DD53B3" w:rsidRPr="00983B22" w:rsidRDefault="00DD53B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42EE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77408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149B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08A6"/>
    <w:rsid w:val="00871654"/>
    <w:rsid w:val="008833AA"/>
    <w:rsid w:val="00883AE2"/>
    <w:rsid w:val="00884578"/>
    <w:rsid w:val="00893776"/>
    <w:rsid w:val="008A1BBB"/>
    <w:rsid w:val="008A408D"/>
    <w:rsid w:val="008B0206"/>
    <w:rsid w:val="008B1050"/>
    <w:rsid w:val="008B1300"/>
    <w:rsid w:val="008C54F3"/>
    <w:rsid w:val="008D1749"/>
    <w:rsid w:val="008D2703"/>
    <w:rsid w:val="008D7029"/>
    <w:rsid w:val="008E0E45"/>
    <w:rsid w:val="008E690C"/>
    <w:rsid w:val="008F3A6E"/>
    <w:rsid w:val="008F411F"/>
    <w:rsid w:val="00910CBD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8380F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31FA9"/>
    <w:rsid w:val="00B54180"/>
    <w:rsid w:val="00B61E85"/>
    <w:rsid w:val="00B65A97"/>
    <w:rsid w:val="00B65B7A"/>
    <w:rsid w:val="00B80B62"/>
    <w:rsid w:val="00B97B20"/>
    <w:rsid w:val="00BA5128"/>
    <w:rsid w:val="00BC0B35"/>
    <w:rsid w:val="00BC45FC"/>
    <w:rsid w:val="00BD0CEF"/>
    <w:rsid w:val="00BD1BCF"/>
    <w:rsid w:val="00BD501A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0542"/>
    <w:rsid w:val="00C256B4"/>
    <w:rsid w:val="00C2594B"/>
    <w:rsid w:val="00C34BD9"/>
    <w:rsid w:val="00C34FAA"/>
    <w:rsid w:val="00C37346"/>
    <w:rsid w:val="00C41B72"/>
    <w:rsid w:val="00C473A4"/>
    <w:rsid w:val="00C821E6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AD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8"/>
    <w:uiPriority w:val="99"/>
    <w:semiHidden/>
    <w:unhideWhenUsed/>
    <w:rsid w:val="005A2287"/>
  </w:style>
  <w:style w:type="numbering" w:customStyle="1" w:styleId="NoList2">
    <w:name w:val="No List2"/>
    <w:next w:val="ListNo8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4B2A8-BE91-4E1A-8094-C20E4BB7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101</TotalTime>
  <Pages>11</Pages>
  <Words>3932</Words>
  <Characters>22413</Characters>
  <Application>Microsoft Office Word</Application>
  <DocSecurity>0</DocSecurity>
  <Lines>186</Lines>
  <Paragraphs>52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26</cp:revision>
  <cp:lastPrinted>2022-09-29T09:38:00Z</cp:lastPrinted>
  <dcterms:created xsi:type="dcterms:W3CDTF">2022-09-26T08:20:00Z</dcterms:created>
  <dcterms:modified xsi:type="dcterms:W3CDTF">2022-09-29T09:39:00Z</dcterms:modified>
</cp:coreProperties>
</file>