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4DF9CE03" w:rsidR="00454CDE" w:rsidRPr="00713EC9" w:rsidRDefault="00F45242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20AB0550" w:rsidR="00454CDE" w:rsidRPr="00F45242" w:rsidRDefault="005A2287" w:rsidP="005A2287">
      <w:pPr>
        <w:ind w:left="3600"/>
        <w:rPr>
          <w:b/>
          <w:lang w:val="bg-BG"/>
        </w:rPr>
      </w:pPr>
      <w:r w:rsidRPr="00F45242">
        <w:rPr>
          <w:b/>
          <w:lang w:val="bg-BG"/>
        </w:rPr>
        <w:t xml:space="preserve">   </w:t>
      </w:r>
      <w:r w:rsidR="00454CDE" w:rsidRPr="00F45242">
        <w:rPr>
          <w:b/>
          <w:lang w:val="bg-BG"/>
        </w:rPr>
        <w:t>№</w:t>
      </w:r>
      <w:r w:rsidR="00F45242" w:rsidRPr="00F45242">
        <w:rPr>
          <w:b/>
          <w:sz w:val="26"/>
          <w:szCs w:val="26"/>
          <w:lang w:val="bg-BG"/>
        </w:rPr>
        <w:t xml:space="preserve"> </w:t>
      </w:r>
      <w:r w:rsidR="00F45242" w:rsidRPr="00F45242">
        <w:rPr>
          <w:b/>
          <w:sz w:val="26"/>
          <w:szCs w:val="26"/>
          <w:lang w:val="bg-BG"/>
        </w:rPr>
        <w:t>ПО-09-3180</w:t>
      </w:r>
      <w:r w:rsidR="00F45242" w:rsidRPr="00F45242">
        <w:rPr>
          <w:b/>
          <w:lang w:val="bg-BG"/>
        </w:rPr>
        <w:t>-3</w:t>
      </w:r>
    </w:p>
    <w:p w14:paraId="3795E67F" w14:textId="731B82EA" w:rsidR="00454CDE" w:rsidRPr="00F45242" w:rsidRDefault="00454CDE" w:rsidP="00BE4052">
      <w:pPr>
        <w:ind w:left="2880" w:firstLine="720"/>
        <w:rPr>
          <w:b/>
          <w:lang w:val="bg-BG"/>
        </w:rPr>
      </w:pPr>
      <w:r w:rsidRPr="00F45242">
        <w:rPr>
          <w:b/>
          <w:lang w:val="bg-BG"/>
        </w:rPr>
        <w:t>София,</w:t>
      </w:r>
      <w:r w:rsidR="00F45242" w:rsidRPr="00F45242">
        <w:rPr>
          <w:b/>
          <w:lang w:val="bg-BG"/>
        </w:rPr>
        <w:t>27.09.</w:t>
      </w:r>
      <w:r w:rsidR="0023186B" w:rsidRPr="00F45242">
        <w:rPr>
          <w:b/>
          <w:lang w:val="bg-BG"/>
        </w:rPr>
        <w:t>20</w:t>
      </w:r>
      <w:r w:rsidR="005A5B96" w:rsidRPr="00F45242">
        <w:rPr>
          <w:b/>
          <w:lang w:val="bg-BG"/>
        </w:rPr>
        <w:t>2</w:t>
      </w:r>
      <w:r w:rsidR="00CC444F" w:rsidRPr="00F45242">
        <w:rPr>
          <w:b/>
          <w:lang w:val="bg-BG"/>
        </w:rPr>
        <w:t>2</w:t>
      </w:r>
      <w:r w:rsidR="0023186B" w:rsidRPr="00F45242">
        <w:rPr>
          <w:b/>
          <w:lang w:val="bg-BG"/>
        </w:rPr>
        <w:t>г.</w:t>
      </w:r>
      <w:r w:rsidR="006727E9" w:rsidRPr="00F45242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5D125054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8E690C">
        <w:rPr>
          <w:b/>
          <w:sz w:val="26"/>
          <w:szCs w:val="26"/>
          <w:lang w:val="bg-BG"/>
        </w:rPr>
        <w:t>3180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201B3EFB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8E690C">
        <w:rPr>
          <w:b/>
          <w:lang w:val="bg-BG"/>
        </w:rPr>
        <w:t>Букоровци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8E690C">
        <w:rPr>
          <w:b/>
          <w:lang w:val="bg-BG"/>
        </w:rPr>
        <w:t>07020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8E690C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1656F3A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20CF139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39C5B1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2626CE5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433000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238BE9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4986C0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48.23</w:t>
            </w:r>
          </w:p>
        </w:tc>
      </w:tr>
      <w:tr w:rsidR="008E690C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182C18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2047868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4121CE8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162FC19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7301AAA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21FBF9C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5AA9CA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56.84</w:t>
            </w:r>
          </w:p>
        </w:tc>
      </w:tr>
      <w:tr w:rsidR="008E690C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3EBF7D0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532CD96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32E7EB4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AAE11A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A9D060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74FE256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54EE6E1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41.99</w:t>
            </w:r>
          </w:p>
        </w:tc>
      </w:tr>
      <w:tr w:rsidR="008E690C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5A02115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C601E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2E71BF6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5CC9525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24B46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5DAB48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E4486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3269F2E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25998E4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365559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13B588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0EF4BA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5DA09FA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761951A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</w:tr>
      <w:tr w:rsidR="008E690C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445F911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214F377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109F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53C23E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60A6372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16B609E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612655C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5DEB070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ВАНЯ БЛАГОЕВА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1C7885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56B504B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7983DE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52FA55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1130CF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5D0483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68A4250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7C2D55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5.226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723BFF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177.67</w:t>
            </w:r>
          </w:p>
        </w:tc>
      </w:tr>
      <w:tr w:rsidR="008E690C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02BBFF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01422BC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629703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5680A0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2B4B49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1A257D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451A39B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1FAC53A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3112671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2A0AB2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777D38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19EAB3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220.90</w:t>
            </w:r>
          </w:p>
        </w:tc>
      </w:tr>
      <w:tr w:rsidR="008E690C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5C0338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02A1DC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6A729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25DDD2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5165D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4AC67C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49F2AA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7D78D6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1FB965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2674EE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6EE3E29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377790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6AD3D71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49CD7A2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00F6C32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15AA45E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40487D5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135.86</w:t>
            </w:r>
          </w:p>
        </w:tc>
      </w:tr>
      <w:tr w:rsidR="008E690C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37FE6B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366783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4236DE3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3D8C16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3C3CE6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771052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15E049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117.45</w:t>
            </w:r>
          </w:p>
        </w:tc>
      </w:tr>
      <w:tr w:rsidR="008E690C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587E9E2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0C86AD4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1D2C08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0449C58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25B1D4C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323CD6A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630357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100.44</w:t>
            </w:r>
          </w:p>
        </w:tc>
      </w:tr>
      <w:tr w:rsidR="008E690C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12428D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1E36447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188CD80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5AFC35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22EE341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275252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1C2FAAF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93.45</w:t>
            </w:r>
          </w:p>
        </w:tc>
      </w:tr>
      <w:tr w:rsidR="008E690C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BBE50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7F299D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7A9B11B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2A0363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73C4582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78A8835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5F1BBD2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46354CA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2678A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10406B7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05CA6C5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41AA74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350F09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68.45</w:t>
            </w:r>
          </w:p>
        </w:tc>
      </w:tr>
      <w:tr w:rsidR="008E690C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13298E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3C468B2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35E5340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F81E96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79543D9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2FCAAF9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0DBE9A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55.01</w:t>
            </w:r>
          </w:p>
        </w:tc>
      </w:tr>
      <w:tr w:rsidR="008E690C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6443BD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15D2335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049C994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60930E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3C08F90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3F4692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181705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53.09</w:t>
            </w:r>
          </w:p>
        </w:tc>
      </w:tr>
      <w:tr w:rsidR="008E690C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2DBE91B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02E80A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11DCC93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2BC724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1AF9938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739C73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54009E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8E690C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36CA97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152FB7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099324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208E2E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6294CE5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01BBAD4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17F34A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</w:tr>
      <w:tr w:rsidR="008E690C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6B8EEAB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64CEBC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700967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4CFBB98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6A1415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1F86F5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179189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</w:tr>
      <w:tr w:rsidR="008E690C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45614C4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40B722F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4CC5574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49B197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06B7050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16F525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52249B8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3CFAF0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lastRenderedPageBreak/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01DFE7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4BA3F22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07E086E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05B647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3CF42C9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7E5FAD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</w:tr>
      <w:tr w:rsidR="008E690C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379CA12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0EDEB7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1124005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2D2D1E6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14.426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5FDEC2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9AFBD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263CC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36F372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34716EF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71369D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9D811F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7EB9C7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382948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22C7E1A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82.84</w:t>
            </w:r>
          </w:p>
        </w:tc>
      </w:tr>
      <w:tr w:rsidR="008E690C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6929A80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7E1FE9E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47F753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0162D7A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295C7F0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5C8240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0BF2671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57.80</w:t>
            </w:r>
          </w:p>
        </w:tc>
      </w:tr>
      <w:tr w:rsidR="008E690C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6D69B4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0B388FC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4A2DB45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0D8D9F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13EF95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693EF7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2FB8047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8E690C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419157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7FE4064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25EFB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1089C3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69D0F7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10B10EB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738DDDC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22.96</w:t>
            </w:r>
          </w:p>
        </w:tc>
      </w:tr>
      <w:tr w:rsidR="008E690C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248181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1760F2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D30D29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550C27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5D01E46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36A46D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5085C35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4E4C88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69129E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1D261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C0047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A5BD7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0072F3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55008E0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139.30</w:t>
            </w:r>
          </w:p>
        </w:tc>
      </w:tr>
      <w:tr w:rsidR="008E690C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1155EBC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2843F8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27C598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1214171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529E6F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232660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124935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8E690C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1D936D1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3BCBF0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236784F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668F52C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19C9E7B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71CBD4A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33AA4E8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8E690C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27938A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6223FB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4DFA018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5E89226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198664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53D7365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024D78B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54.37</w:t>
            </w:r>
          </w:p>
        </w:tc>
      </w:tr>
      <w:tr w:rsidR="008E690C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711C99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7132589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05747B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40011AF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337CC6F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54E990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1F65D71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51.03</w:t>
            </w:r>
          </w:p>
        </w:tc>
      </w:tr>
      <w:tr w:rsidR="008E690C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20F9E23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2D68A6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22C7AD9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615BBC8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175C106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8E690C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41EE5A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701939B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12C936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4C32CB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53A4AC7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F78CC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083F06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74F9FE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53880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5FC1F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8B154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35A2824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366BA5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5AB4ECD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9EF6D3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01241E7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1E60C2F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32B32A0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213EBBA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7EB14D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72F460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242361E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7C6FB8F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101.90</w:t>
            </w:r>
          </w:p>
        </w:tc>
      </w:tr>
      <w:tr w:rsidR="008E690C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651740E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4821DD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56309E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223CDF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145807C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97.53</w:t>
            </w:r>
          </w:p>
        </w:tc>
      </w:tr>
      <w:tr w:rsidR="008E690C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102F069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771C38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10BCE76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3A06DB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3430B8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4C1805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3A8054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45A3DDC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50AAF6A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49C652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5853B6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</w:tr>
      <w:tr w:rsidR="008E690C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1E959C5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6C9C8EB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F58AFF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6A5E511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4D1C41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500898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74E05B8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67.90</w:t>
            </w:r>
          </w:p>
        </w:tc>
      </w:tr>
      <w:tr w:rsidR="008E690C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E23F4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2474381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1997AFD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6B42299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0847C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701D56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4E8C1C0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644184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408BDB5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0582C0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2AF98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506B0B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359A696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7FC9F97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</w:tr>
      <w:tr w:rsidR="008E690C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0273554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D9AFD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27581F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3D84B6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5DF166A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0FBD1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2795D5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51.03</w:t>
            </w:r>
          </w:p>
        </w:tc>
      </w:tr>
      <w:tr w:rsidR="008E690C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3A2B0F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2105F4D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C8F638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23EB0A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45ED7A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41827C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693F6E9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0B0F76A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6B469F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0F4EE3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606BFC8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62DB4B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2DE3D1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07938EE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29C449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6A578BE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3B9E4B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42C509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37B461C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2F5A567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57A494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1C105D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3ACDBE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30B9D1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4E2D08D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02017AE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0DD5AD6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5969A0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8E690C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4435E7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62ECFCB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38A6E38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7573619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6674F7B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304FF1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5B54DC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5739B15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5E2946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6063C7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6EF7A66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8.02</w:t>
            </w:r>
          </w:p>
        </w:tc>
      </w:tr>
      <w:tr w:rsidR="008E690C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2DB7A8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79D8F2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684FA5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17B0A8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12D087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64F519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29EAF49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</w:tr>
      <w:tr w:rsidR="008E690C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35B6CE2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4110757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250C49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72403A5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2F76CC9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B929F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430F46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8E690C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3C052EC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2DDF713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700803C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7E86DD1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16DC7A8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8E690C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23551E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139139E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4C04B64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620DF1D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568174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45520B5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778A98F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8E690C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1B1B460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005B203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31BF9FC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07325A5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42EEA58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58503E6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1977A7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119.03</w:t>
            </w:r>
          </w:p>
        </w:tc>
      </w:tr>
      <w:tr w:rsidR="008E690C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1E5ED3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36E658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3DD4B0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23922D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39DA4E3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06F663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354C4E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4B7E83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4F8E0F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17F401A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772147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1C5B56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06EF363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21FF7C5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61524E2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91.73</w:t>
            </w:r>
          </w:p>
        </w:tc>
      </w:tr>
      <w:tr w:rsidR="008E690C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2D8D169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18A98D2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3B99F9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1CF70B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4C74B34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340ECD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780198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211685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36F2CE9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1BEB2B9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27F388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</w:tr>
      <w:tr w:rsidR="008E690C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44BF2E5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756245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561EB28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2B2F7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634D7A3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20E227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36CB587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56DC0D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52F5A8D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24D54B9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3BBB8B2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355C2B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2BF272F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0F301D2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54.37</w:t>
            </w:r>
          </w:p>
        </w:tc>
      </w:tr>
      <w:tr w:rsidR="008E690C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43DA60D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2BC105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6A5A1B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6E8473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270FD9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2624A42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66BB76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8E690C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40C9FE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202DA9A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31DB3D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42C59B1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12D2A27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35B09D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53936C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8E690C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59ACF2C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5AEA64C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60CF50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CF251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6D281D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36F6F19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3AA044C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50.93</w:t>
            </w:r>
          </w:p>
        </w:tc>
      </w:tr>
      <w:tr w:rsidR="008E690C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317BE6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793482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2711029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56FF9C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6E8F4C2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0A6A86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33BAD8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</w:tr>
      <w:tr w:rsidR="008E690C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2220D62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60C4C97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1523D1A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599A726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871F3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46A9D9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D190D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20.78</w:t>
            </w:r>
          </w:p>
        </w:tc>
      </w:tr>
      <w:tr w:rsidR="008E690C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4533EC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ВАСИЛ ГЕОРГИЕВ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740F972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BEEC56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36587E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1527E0C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5E82D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271553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</w:tr>
      <w:tr w:rsidR="008E690C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782B27F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68E854E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4C04A2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2AA9162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70.084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33C2E3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76.714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5696EF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2608.29</w:t>
            </w:r>
          </w:p>
        </w:tc>
      </w:tr>
      <w:tr w:rsidR="008E690C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77772B2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31BF51A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022D36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3005F8B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13AD6A3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7ED15A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408832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</w:tr>
      <w:tr w:rsidR="008E690C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4404D1B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07EEA5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695EBC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727AD51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6D4D523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4A5885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41162B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0A9BA12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0F833AA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</w:tr>
      <w:tr w:rsidR="008E690C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386DE37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6ABB70E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33E6CAE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38038F6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7BA07FA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5EC2730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10B083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574E67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18EAED8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75D877F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1.408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0C7F4A6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47.88</w:t>
            </w:r>
          </w:p>
        </w:tc>
      </w:tr>
      <w:tr w:rsidR="008E690C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0A55F4B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1E99B2C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07D5C9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55ED334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096D1D4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3A09904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1BF0B8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109.59</w:t>
            </w:r>
          </w:p>
        </w:tc>
      </w:tr>
      <w:tr w:rsidR="008E690C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7CF435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3FAA71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5A7D2A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DE237A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08C757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62830B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586F93B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</w:tr>
      <w:tr w:rsidR="008E690C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4B81E2A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50E0724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AE4630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0AC2B6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4D8D4A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405D39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537C1F8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</w:tr>
      <w:tr w:rsidR="008E690C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5BD1AB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15C033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5ABFE21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3783EA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0982862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6F60D1D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706013B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316.17</w:t>
            </w:r>
          </w:p>
        </w:tc>
      </w:tr>
      <w:tr w:rsidR="008E690C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30E1BDE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5F403AE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3DD722D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6FDAF4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3E21DD1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342C3F6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208A4B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203.90</w:t>
            </w:r>
          </w:p>
        </w:tc>
      </w:tr>
      <w:tr w:rsidR="008E690C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746C62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7D1402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219C975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5BC4A28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03A7A0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0D397C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607378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</w:tr>
      <w:tr w:rsidR="008E690C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48F2F3B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2B7B8DB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3DF96D9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24EE23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5EC96A9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lastRenderedPageBreak/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700A0C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598E4DB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7F1EBE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4CA1880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6BED26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03E9E2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322.93</w:t>
            </w:r>
          </w:p>
        </w:tc>
      </w:tr>
      <w:tr w:rsidR="008E690C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3E9B5EA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698A9C0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495F64F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419342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0590D2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1FEEDC5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8.593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2986BC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292.17</w:t>
            </w:r>
          </w:p>
        </w:tc>
      </w:tr>
      <w:tr w:rsidR="008E690C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30E7757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3A9311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46BF40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2258E1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370BAF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5656F85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6181FD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282.10</w:t>
            </w:r>
          </w:p>
        </w:tc>
      </w:tr>
      <w:tr w:rsidR="008E690C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52E5B29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51014E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3A2AAA4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11D42BB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139E840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433B7A8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5BD938A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376053A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83A21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266ABF5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B938BE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05765C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28BB05C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29D8D4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7E58F6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35EC64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48E3B4B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AA6BF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6E0396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6298725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D679E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5B27D4E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68.03</w:t>
            </w:r>
          </w:p>
        </w:tc>
      </w:tr>
      <w:tr w:rsidR="008E690C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222097B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5769E9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0A96F72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75DBC16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151C9FC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062B96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5147DE9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67.97</w:t>
            </w:r>
          </w:p>
        </w:tc>
      </w:tr>
      <w:tr w:rsidR="008E690C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4D32870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2672879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5CCFDF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4D2699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12C844E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28075F3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DDC24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67.94</w:t>
            </w:r>
          </w:p>
        </w:tc>
      </w:tr>
      <w:tr w:rsidR="008E690C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4165E8A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7D9C5C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4B14110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15CF419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72A260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5A65711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00B0A8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</w:tr>
      <w:tr w:rsidR="008E690C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143BDC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57741F7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1CE78B9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79E38F0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29F2D19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635F63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0D25268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5D84700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3CCBDF5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7443078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</w:tr>
      <w:tr w:rsidR="008E690C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4A84D5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650C15B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4992964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10F95DD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1BAAA07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7BDAE6E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7D8CE1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</w:tr>
      <w:tr w:rsidR="008E690C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7366F53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4FDAF7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2176A2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3BC8CD3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1E5321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7647BC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391D65E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20.54</w:t>
            </w:r>
          </w:p>
        </w:tc>
      </w:tr>
      <w:tr w:rsidR="008E690C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37DB25E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6D4A310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A087CC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63449B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52490F5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57DEAF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15098AE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</w:tr>
      <w:tr w:rsidR="008E690C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2A23A4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34596D8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65CB8F9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4D513D0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409ED17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</w:tr>
      <w:tr w:rsidR="008E690C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27D79F1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15FF512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2E662A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6ECC4B0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ED8510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4BA964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3C914A1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</w:tr>
      <w:tr w:rsidR="008E690C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2CD4091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5D6E25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65AEFC4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05101E3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5663B3D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49F8129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4CA8865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4824F3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4CEE9E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794A089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2837AB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</w:tr>
      <w:tr w:rsidR="008E690C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7ACC33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06EA994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3D12CF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1B9BA4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71081A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5EF45AC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5F4B6E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</w:tr>
      <w:tr w:rsidR="008E690C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6BEAF30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2F7B371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B58B1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24FCCFC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11BB28F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542007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20.87</w:t>
            </w:r>
          </w:p>
        </w:tc>
      </w:tr>
      <w:tr w:rsidR="008E690C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6BC94C5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591F97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4189A8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24838A5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41.538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655EFD8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63.575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083005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2161.55</w:t>
            </w:r>
          </w:p>
        </w:tc>
      </w:tr>
      <w:tr w:rsidR="008E690C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355B24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04A6315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76BF71A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297803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CEE37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F5221F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090C7E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7C29A0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63EC33E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6D4451F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145DCB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77903A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7328C2A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7DC1B5D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8E690C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0B6B276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61E503D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27E39C0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28D4140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2.509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6B1045E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0.119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6A576D9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4.03</w:t>
            </w:r>
          </w:p>
        </w:tc>
      </w:tr>
      <w:tr w:rsidR="008E690C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371401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1581452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57CFC5D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021E19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1B46AC8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01559C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4C560C3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81.51</w:t>
            </w:r>
          </w:p>
        </w:tc>
      </w:tr>
      <w:tr w:rsidR="008E690C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1C209D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2A52FA1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2CEBA6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765EC65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4C515A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67FBCE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422914A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</w:tr>
      <w:tr w:rsidR="008E690C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3D0A84C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57951A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0E2EB6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311A16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6.546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50E577F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222.58</w:t>
            </w:r>
          </w:p>
        </w:tc>
      </w:tr>
      <w:tr w:rsidR="008E690C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0E39102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3E2CBF6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55B848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19B8E4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651EB70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66616F0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42EE0C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416F095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3.751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5BC53C4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127.55</w:t>
            </w:r>
          </w:p>
        </w:tc>
      </w:tr>
      <w:tr w:rsidR="008E690C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38A606B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545CB1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0A3408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20DE461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02FF96B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224576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5DE7557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94.57</w:t>
            </w:r>
          </w:p>
        </w:tc>
      </w:tr>
      <w:tr w:rsidR="008E690C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0EC5CB8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551E076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7C0FFDC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0C88581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65A87A9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0B73E5F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78494EC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2F5F13C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6D86DF8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6A3B4D1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000A153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1DDBF9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47DAE72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63B8E94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3B05AC8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1B0C0B9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3826661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4C9873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16EE3CA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4277B5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69B288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01321BC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289.85</w:t>
            </w:r>
          </w:p>
        </w:tc>
      </w:tr>
      <w:tr w:rsidR="008E690C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7A6188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0AB2E89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739BC40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6821CBF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0C92BD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747EC75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3EB2AE9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278.77</w:t>
            </w:r>
          </w:p>
        </w:tc>
      </w:tr>
      <w:tr w:rsidR="008E690C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67E000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176D5F4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59ED587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016700F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7.271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679C6DE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247.22</w:t>
            </w:r>
          </w:p>
        </w:tc>
      </w:tr>
      <w:tr w:rsidR="008E690C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7731FC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53AD08E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303A9D8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53BAB65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3CF2D19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4A5F9CD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510FEDA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6B1CA61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451D71D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126.00</w:t>
            </w:r>
          </w:p>
        </w:tc>
      </w:tr>
      <w:tr w:rsidR="008E690C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15A50D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780BD95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40B73B4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3B9AE7B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799D600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2579D7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4E5751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</w:tr>
      <w:tr w:rsidR="008E690C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06D8805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3ABFC4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0E81C8D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2FEF685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69E0308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58B20F6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42056E8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107.85</w:t>
            </w:r>
          </w:p>
        </w:tc>
      </w:tr>
      <w:tr w:rsidR="008E690C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656F27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745526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174D18E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662E3FA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01A296A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5579250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238D900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95.17</w:t>
            </w:r>
          </w:p>
        </w:tc>
      </w:tr>
      <w:tr w:rsidR="008E690C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08DA1F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33059F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6E284A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2F65C4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9D71E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4CAF59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2.093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7E1614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</w:tr>
      <w:tr w:rsidR="008E690C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3012B25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585163B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456C2E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6235C4A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458BFD0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3AD9833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A5C1D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43C712B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4726BA1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33BE17F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1EAA322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0251D5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18852E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1E2BF06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3E45FDF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4865750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7746F9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78D18A8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</w:tr>
      <w:tr w:rsidR="008E690C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19BB9DB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4D9ED63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618BE5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4EF6E9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7166C5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0EA75ED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76A7EA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597B9FA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45EE0B9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583F5D2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11E5449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</w:tr>
      <w:tr w:rsidR="008E690C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2385EB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63A04ED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17FCBF6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5648C37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407E8F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525EBB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17447C6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39651F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7774B38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53173A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64C348E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4FEA261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3D20846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23834C8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7F1B1E2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</w:tr>
      <w:tr w:rsidR="008E690C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4E615CF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0839626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1C80D30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152B68B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3D5CF36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24.67</w:t>
            </w:r>
          </w:p>
        </w:tc>
      </w:tr>
      <w:tr w:rsidR="008E690C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1F33FE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5BE6D68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0D4D81E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25ECED0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41C01A6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01C1F8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095A9B8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</w:tr>
      <w:tr w:rsidR="008E690C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740C96C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22023FB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227F6F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53FFAA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4B53D10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69861F0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59613F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</w:tr>
      <w:tr w:rsidR="008E690C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02D03FF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0A33D4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2892D7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6B9E078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016A568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6786A1E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32FEB55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49.85</w:t>
            </w:r>
          </w:p>
        </w:tc>
      </w:tr>
      <w:tr w:rsidR="008E690C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70801B3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2F86ECC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0AB07BB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7DA08E1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63.090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137871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62.846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0E99F32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2136.77</w:t>
            </w:r>
          </w:p>
        </w:tc>
      </w:tr>
      <w:tr w:rsidR="008E690C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4312276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2A7DE35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49D6AC9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3A8793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E3C962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755928B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253.08</w:t>
            </w:r>
          </w:p>
        </w:tc>
      </w:tr>
      <w:tr w:rsidR="008E690C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787CBB1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642258D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14B80BB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73A59DB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0F0BE8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43BB99E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73B00BA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339FEDC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197136E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2754B0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77035A1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56A404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6D4A2B4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0BBE6D1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2AFB74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516A20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6F79175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138127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142.70</w:t>
            </w:r>
          </w:p>
        </w:tc>
      </w:tr>
      <w:tr w:rsidR="008E690C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5CCD35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477EADE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61E288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4AACD32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632D693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lastRenderedPageBreak/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6029577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2D0D41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70A3346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2179111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6BB1DD0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7987D98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401F7F0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135947B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110CDAD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0A2D907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63215AA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11A069D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5209A33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123.30</w:t>
            </w:r>
          </w:p>
        </w:tc>
      </w:tr>
      <w:tr w:rsidR="008E690C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56C758B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38A30EE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6AC347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67D829A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627F135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4015307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07F132D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102.07</w:t>
            </w:r>
          </w:p>
        </w:tc>
      </w:tr>
      <w:tr w:rsidR="008E690C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4B38A51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57216F2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38B19C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10CD03D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3AF03ED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41642BC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93AD75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2417EF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455DD9C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52F25AF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1FB3E2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3C789B9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79F5795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593E0DF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41.06</w:t>
            </w:r>
          </w:p>
        </w:tc>
      </w:tr>
      <w:tr w:rsidR="008E690C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3CAAE8F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03B9227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5FDD7DF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43CB0DC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706B8F3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6962DB7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108B63C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</w:tr>
      <w:tr w:rsidR="008E690C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4E800F4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21D6066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2AC09C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3A4C0FD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130924E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60DA157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2976B57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4A1BC53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266A5B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</w:tr>
      <w:tr w:rsidR="008E690C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5934BE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57752DA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3F9C822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6CC0E84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4564EA1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4B750AF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643339D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8E690C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1C3ED43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315FCCB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433CA1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080DA2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0E15009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</w:tr>
      <w:tr w:rsidR="008E690C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56C41D7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3CABF1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2B51BCA6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79BEF4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74F20A2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7EB8070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7DF36D6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2DC388F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16B244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465AC35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2305498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1CE3C2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6899258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5642531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497B3E8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49B0D76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51E7EE6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5EF0AB4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181B77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70D1846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6BBA11E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0326348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30D0D1E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5610B81F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5A74621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67.97</w:t>
            </w:r>
          </w:p>
        </w:tc>
      </w:tr>
      <w:tr w:rsidR="008E690C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3DE4DF1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24251F70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761BD0C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104FF03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38.897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65BF4CE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23.409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76F68C2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795.90</w:t>
            </w:r>
          </w:p>
        </w:tc>
      </w:tr>
      <w:tr w:rsidR="008E690C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6B6C1B5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2D61009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D5F842D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545EB9D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7889DE2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5ABBFA9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407B717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510B705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3EE1F5F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7DA6440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6E8C699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1BBC277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1C42D71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006B464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5D1EC4A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4B41BB6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33BE836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2EC305D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135.97</w:t>
            </w:r>
          </w:p>
        </w:tc>
      </w:tr>
      <w:tr w:rsidR="008E690C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0AC3EEA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19A69B6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27A4EDD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7D4499F4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sz w:val="18"/>
                <w:szCs w:val="18"/>
              </w:rPr>
              <w:t>4.855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690C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4BD331D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3912D34E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4D044D35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002B8C87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14.352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03043ACC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21BAC9D9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15DE4328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7B4B">
              <w:rPr>
                <w:rFonts w:ascii="Arial" w:hAnsi="Arial" w:cs="Arial"/>
                <w:b/>
                <w:bCs/>
                <w:sz w:val="18"/>
                <w:szCs w:val="18"/>
              </w:rPr>
              <w:t>135.97</w:t>
            </w:r>
          </w:p>
        </w:tc>
      </w:tr>
      <w:tr w:rsidR="008E690C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4C2C6107" w:rsidR="008E690C" w:rsidRPr="008E690C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E690C">
              <w:rPr>
                <w:rFonts w:ascii="Arial" w:hAnsi="Arial" w:cs="Arial"/>
                <w:b/>
                <w:sz w:val="22"/>
                <w:szCs w:val="22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5616D632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7A09693A" w:rsidR="008E690C" w:rsidRPr="005446F8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104C2A16" w:rsidR="008E690C" w:rsidRPr="008E690C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E690C">
              <w:rPr>
                <w:b/>
              </w:rPr>
              <w:t>239.868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72AB29D7" w:rsidR="008E690C" w:rsidRPr="008E690C" w:rsidRDefault="008E690C" w:rsidP="008E690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54F74D75" w:rsidR="008E690C" w:rsidRPr="008E690C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E690C">
              <w:rPr>
                <w:b/>
              </w:rPr>
              <w:t>237.296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2E635593" w:rsidR="008E690C" w:rsidRPr="008E690C" w:rsidRDefault="008E690C" w:rsidP="008E690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E690C">
              <w:rPr>
                <w:b/>
              </w:rPr>
              <w:t>8068.06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8E690C">
        <w:rPr>
          <w:b/>
          <w:lang w:val="ru-RU"/>
        </w:rPr>
        <w:t>обяви</w:t>
      </w:r>
      <w:proofErr w:type="spellEnd"/>
      <w:r w:rsidRPr="008E690C">
        <w:rPr>
          <w:b/>
          <w:lang w:val="ru-RU"/>
        </w:rPr>
        <w:t xml:space="preserve"> в </w:t>
      </w:r>
      <w:proofErr w:type="spellStart"/>
      <w:r w:rsidRPr="008E690C">
        <w:rPr>
          <w:b/>
          <w:lang w:val="ru-RU"/>
        </w:rPr>
        <w:t>кметството</w:t>
      </w:r>
      <w:proofErr w:type="spellEnd"/>
      <w:r w:rsidRPr="008E690C">
        <w:rPr>
          <w:b/>
          <w:lang w:val="ru-RU"/>
        </w:rPr>
        <w:t xml:space="preserve"> и в </w:t>
      </w:r>
      <w:proofErr w:type="spellStart"/>
      <w:r w:rsidRPr="008E690C">
        <w:rPr>
          <w:b/>
          <w:lang w:val="ru-RU"/>
        </w:rPr>
        <w:t>сградата</w:t>
      </w:r>
      <w:proofErr w:type="spellEnd"/>
      <w:r w:rsidRPr="008E690C">
        <w:rPr>
          <w:b/>
          <w:lang w:val="ru-RU"/>
        </w:rPr>
        <w:t xml:space="preserve"> на </w:t>
      </w:r>
      <w:proofErr w:type="spellStart"/>
      <w:r w:rsidRPr="008E690C">
        <w:rPr>
          <w:b/>
          <w:lang w:val="ru-RU"/>
        </w:rPr>
        <w:t>общинската</w:t>
      </w:r>
      <w:proofErr w:type="spellEnd"/>
      <w:r w:rsidRPr="008E690C">
        <w:rPr>
          <w:b/>
          <w:lang w:val="ru-RU"/>
        </w:rPr>
        <w:t xml:space="preserve"> служба по </w:t>
      </w:r>
      <w:proofErr w:type="spellStart"/>
      <w:r w:rsidRPr="008E690C">
        <w:rPr>
          <w:b/>
          <w:lang w:val="ru-RU"/>
        </w:rPr>
        <w:t>земеделие</w:t>
      </w:r>
      <w:proofErr w:type="spellEnd"/>
      <w:r w:rsidRPr="008E690C">
        <w:rPr>
          <w:b/>
          <w:lang w:val="ru-RU"/>
        </w:rPr>
        <w:t xml:space="preserve"> и се </w:t>
      </w:r>
      <w:proofErr w:type="spellStart"/>
      <w:r w:rsidRPr="008E690C">
        <w:rPr>
          <w:b/>
          <w:lang w:val="ru-RU"/>
        </w:rPr>
        <w:t>публикува</w:t>
      </w:r>
      <w:proofErr w:type="spellEnd"/>
      <w:r w:rsidRPr="008E690C">
        <w:rPr>
          <w:b/>
          <w:lang w:val="ru-RU"/>
        </w:rPr>
        <w:t xml:space="preserve"> на</w:t>
      </w:r>
      <w:r w:rsidRPr="00CE78CA">
        <w:rPr>
          <w:lang w:val="ru-RU"/>
        </w:rPr>
        <w:t xml:space="preserve">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5DDF049F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8E690C">
        <w:rPr>
          <w:lang w:val="bg-BG"/>
        </w:rPr>
        <w:t>Букоровци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3E574E27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834AB3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11DAB3F0" w:rsidR="002213A1" w:rsidRDefault="002213A1" w:rsidP="002213A1">
      <w:pPr>
        <w:jc w:val="both"/>
        <w:rPr>
          <w:lang w:val="bg-BG"/>
        </w:rPr>
      </w:pPr>
    </w:p>
    <w:p w14:paraId="0E35C7D9" w14:textId="45E7FBC8" w:rsidR="0053417C" w:rsidRDefault="0053417C" w:rsidP="002213A1">
      <w:pPr>
        <w:jc w:val="both"/>
        <w:rPr>
          <w:lang w:val="bg-BG"/>
        </w:rPr>
      </w:pPr>
    </w:p>
    <w:p w14:paraId="6FB2F5CE" w14:textId="0B095B32" w:rsidR="0053417C" w:rsidRDefault="0053417C" w:rsidP="002213A1">
      <w:pPr>
        <w:jc w:val="both"/>
        <w:rPr>
          <w:lang w:val="bg-BG"/>
        </w:rPr>
      </w:pPr>
    </w:p>
    <w:p w14:paraId="00FC369B" w14:textId="08804AA0" w:rsidR="0053417C" w:rsidRDefault="0053417C" w:rsidP="002213A1">
      <w:pPr>
        <w:jc w:val="both"/>
        <w:rPr>
          <w:lang w:val="bg-BG"/>
        </w:rPr>
      </w:pPr>
    </w:p>
    <w:p w14:paraId="3CBB7F58" w14:textId="4FED323B" w:rsidR="0053417C" w:rsidRPr="0053417C" w:rsidRDefault="0053417C" w:rsidP="002213A1">
      <w:pPr>
        <w:jc w:val="both"/>
        <w:rPr>
          <w:b/>
          <w:lang w:val="bg-BG"/>
        </w:rPr>
      </w:pPr>
      <w:r w:rsidRPr="0053417C">
        <w:rPr>
          <w:b/>
          <w:lang w:val="bg-BG"/>
        </w:rPr>
        <w:t xml:space="preserve"> </w:t>
      </w:r>
      <w:r>
        <w:rPr>
          <w:b/>
          <w:lang w:val="bg-BG"/>
        </w:rPr>
        <w:t xml:space="preserve">                  </w:t>
      </w:r>
      <w:bookmarkStart w:id="6" w:name="_GoBack"/>
      <w:bookmarkEnd w:id="6"/>
      <w:r w:rsidRPr="0053417C">
        <w:rPr>
          <w:b/>
          <w:lang w:val="bg-BG"/>
        </w:rPr>
        <w:t xml:space="preserve"> /П/</w:t>
      </w: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25EB7" w14:textId="77777777" w:rsidR="006E1058" w:rsidRDefault="006E1058">
      <w:r>
        <w:separator/>
      </w:r>
    </w:p>
  </w:endnote>
  <w:endnote w:type="continuationSeparator" w:id="0">
    <w:p w14:paraId="303907A1" w14:textId="77777777" w:rsidR="006E1058" w:rsidRDefault="006E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DD53B3" w:rsidRDefault="00DD53B3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DD53B3" w:rsidRDefault="00DD53B3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469E8D26" w:rsidR="00DD53B3" w:rsidRDefault="00DD53B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17C">
          <w:rPr>
            <w:noProof/>
          </w:rPr>
          <w:t>4</w:t>
        </w:r>
        <w:r>
          <w:rPr>
            <w:noProof/>
          </w:rPr>
          <w:fldChar w:fldCharType="end"/>
        </w:r>
        <w:r w:rsidR="008708A6">
          <w:rPr>
            <w:noProof/>
            <w:lang w:val="bg-BG"/>
          </w:rPr>
          <w:t>/4</w:t>
        </w:r>
      </w:p>
    </w:sdtContent>
  </w:sdt>
  <w:p w14:paraId="0DF700C8" w14:textId="77777777" w:rsidR="00DD53B3" w:rsidRPr="00835BBA" w:rsidRDefault="00DD53B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25666DC0" w:rsidR="00DD53B3" w:rsidRPr="00004F45" w:rsidRDefault="00DD53B3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B848" w14:textId="77777777" w:rsidR="006E1058" w:rsidRDefault="006E1058">
      <w:r>
        <w:separator/>
      </w:r>
    </w:p>
  </w:footnote>
  <w:footnote w:type="continuationSeparator" w:id="0">
    <w:p w14:paraId="30DAF67A" w14:textId="77777777" w:rsidR="006E1058" w:rsidRDefault="006E1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DD53B3" w:rsidRPr="005B69F7" w:rsidRDefault="00DD53B3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DD53B3" w:rsidRPr="005B69F7" w:rsidRDefault="00DD53B3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DD53B3" w:rsidRPr="0023186B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DD53B3" w:rsidRPr="00983B22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DD53B3" w:rsidRPr="00983B22" w:rsidRDefault="00DD53B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417C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058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4AB3"/>
    <w:rsid w:val="00835BBA"/>
    <w:rsid w:val="0083710E"/>
    <w:rsid w:val="00850BCE"/>
    <w:rsid w:val="00853035"/>
    <w:rsid w:val="0085348A"/>
    <w:rsid w:val="0085463F"/>
    <w:rsid w:val="0086367E"/>
    <w:rsid w:val="008708A6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E690C"/>
    <w:rsid w:val="008F3A6E"/>
    <w:rsid w:val="008F411F"/>
    <w:rsid w:val="00910CBD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082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4336"/>
    <w:rsid w:val="00CA7A14"/>
    <w:rsid w:val="00CC444F"/>
    <w:rsid w:val="00CC671B"/>
    <w:rsid w:val="00CD4947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AD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45242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540B-C4EA-44EC-A401-43CF45E3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63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22</cp:revision>
  <cp:lastPrinted>2022-09-28T07:32:00Z</cp:lastPrinted>
  <dcterms:created xsi:type="dcterms:W3CDTF">2022-09-26T08:20:00Z</dcterms:created>
  <dcterms:modified xsi:type="dcterms:W3CDTF">2022-09-28T07:35:00Z</dcterms:modified>
</cp:coreProperties>
</file>