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A759D" w14:textId="77777777" w:rsidR="00812A88" w:rsidRDefault="005F2352" w:rsidP="003E4807">
      <w:pPr>
        <w:ind w:left="2160" w:firstLine="720"/>
        <w:rPr>
          <w:b/>
          <w:sz w:val="32"/>
        </w:rPr>
      </w:pPr>
      <w:r>
        <w:rPr>
          <w:b/>
          <w:sz w:val="32"/>
        </w:rPr>
        <w:t xml:space="preserve">  </w:t>
      </w:r>
    </w:p>
    <w:p w14:paraId="67E8C83A" w14:textId="77777777" w:rsidR="00D063E4" w:rsidRDefault="00D063E4" w:rsidP="001860A7">
      <w:pPr>
        <w:jc w:val="both"/>
        <w:rPr>
          <w:lang w:val="bg-BG"/>
        </w:rPr>
      </w:pPr>
    </w:p>
    <w:p w14:paraId="5ED6F60F" w14:textId="77777777" w:rsidR="00D063E4" w:rsidRPr="00713EC9" w:rsidRDefault="00D063E4" w:rsidP="00D063E4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</w:t>
      </w:r>
      <w:r w:rsidRPr="00713EC9">
        <w:rPr>
          <w:b/>
          <w:sz w:val="32"/>
          <w:lang w:val="bg-BG"/>
        </w:rPr>
        <w:t>З А П О В Е Д</w:t>
      </w:r>
    </w:p>
    <w:p w14:paraId="77AA8286" w14:textId="45F44C19" w:rsidR="00D063E4" w:rsidRPr="00E468E3" w:rsidRDefault="00305EE6" w:rsidP="00305EE6">
      <w:pPr>
        <w:ind w:left="3600"/>
        <w:rPr>
          <w:b/>
        </w:rPr>
      </w:pPr>
      <w:r>
        <w:rPr>
          <w:b/>
          <w:lang w:val="bg-BG"/>
        </w:rPr>
        <w:t xml:space="preserve">       № ПО-09-620</w:t>
      </w:r>
      <w:r w:rsidR="0072713B">
        <w:rPr>
          <w:b/>
          <w:lang w:val="bg-BG"/>
        </w:rPr>
        <w:t>6</w:t>
      </w:r>
      <w:r>
        <w:rPr>
          <w:b/>
          <w:lang w:val="bg-BG"/>
        </w:rPr>
        <w:t>-</w:t>
      </w:r>
      <w:r w:rsidR="00870524">
        <w:rPr>
          <w:b/>
        </w:rPr>
        <w:t>5</w:t>
      </w:r>
    </w:p>
    <w:p w14:paraId="635E5027" w14:textId="1BCE6B4B" w:rsidR="00D063E4" w:rsidRPr="00305EE6" w:rsidRDefault="00DF535A" w:rsidP="00D063E4">
      <w:pPr>
        <w:ind w:left="2880" w:firstLine="720"/>
        <w:rPr>
          <w:b/>
          <w:lang w:val="bg-BG"/>
        </w:rPr>
      </w:pPr>
      <w:r>
        <w:rPr>
          <w:b/>
          <w:lang w:val="bg-BG"/>
        </w:rPr>
        <w:t xml:space="preserve">    </w:t>
      </w:r>
      <w:r w:rsidR="00D063E4" w:rsidRPr="00305EE6">
        <w:rPr>
          <w:b/>
          <w:lang w:val="bg-BG"/>
        </w:rPr>
        <w:t>София,</w:t>
      </w:r>
      <w:r>
        <w:rPr>
          <w:b/>
          <w:lang w:val="bg-BG"/>
        </w:rPr>
        <w:t xml:space="preserve"> </w:t>
      </w:r>
      <w:r w:rsidR="00EB75A2">
        <w:rPr>
          <w:b/>
          <w:lang w:val="bg-BG"/>
        </w:rPr>
        <w:t>23</w:t>
      </w:r>
      <w:r>
        <w:rPr>
          <w:b/>
          <w:lang w:val="bg-BG"/>
        </w:rPr>
        <w:t>.12.</w:t>
      </w:r>
      <w:r w:rsidR="00D063E4" w:rsidRPr="00305EE6">
        <w:rPr>
          <w:b/>
          <w:lang w:val="bg-BG"/>
        </w:rPr>
        <w:t xml:space="preserve">2022г.  </w:t>
      </w:r>
    </w:p>
    <w:p w14:paraId="7FD08474" w14:textId="77777777" w:rsidR="00D063E4" w:rsidRDefault="00D063E4" w:rsidP="001860A7">
      <w:pPr>
        <w:jc w:val="both"/>
        <w:rPr>
          <w:lang w:val="bg-BG"/>
        </w:rPr>
      </w:pPr>
    </w:p>
    <w:p w14:paraId="63D285FB" w14:textId="77777777" w:rsidR="00D063E4" w:rsidRDefault="00D063E4" w:rsidP="001860A7">
      <w:pPr>
        <w:jc w:val="both"/>
        <w:rPr>
          <w:lang w:val="bg-BG"/>
        </w:rPr>
      </w:pPr>
    </w:p>
    <w:p w14:paraId="08D67982" w14:textId="77777777" w:rsidR="00D063E4" w:rsidRDefault="00D063E4" w:rsidP="001860A7">
      <w:pPr>
        <w:jc w:val="both"/>
        <w:rPr>
          <w:lang w:val="bg-BG"/>
        </w:rPr>
      </w:pPr>
    </w:p>
    <w:p w14:paraId="1B5008D8" w14:textId="7292E7E0" w:rsidR="001860A7" w:rsidRPr="00B16FBD" w:rsidRDefault="001860A7" w:rsidP="00D063E4">
      <w:pPr>
        <w:ind w:firstLine="720"/>
        <w:jc w:val="both"/>
        <w:rPr>
          <w:lang w:val="bg-BG"/>
        </w:rPr>
      </w:pP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14:paraId="686FFB84" w14:textId="77777777" w:rsidR="001860A7" w:rsidRPr="00B16FBD" w:rsidRDefault="001860A7" w:rsidP="001860A7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14:paraId="2B10E7DF" w14:textId="47C52C14" w:rsidR="001860A7" w:rsidRDefault="001860A7" w:rsidP="001860A7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</w:t>
      </w:r>
      <w:r>
        <w:rPr>
          <w:lang w:val="bg-BG"/>
        </w:rPr>
        <w:t xml:space="preserve"> в землището на с. </w:t>
      </w:r>
      <w:r w:rsidR="00E468E3">
        <w:rPr>
          <w:lang w:val="bg-BG"/>
        </w:rPr>
        <w:t>Врачеш</w:t>
      </w:r>
      <w:r>
        <w:rPr>
          <w:lang w:val="bg-BG"/>
        </w:rPr>
        <w:t xml:space="preserve">, ЕКАТТЕ </w:t>
      </w:r>
      <w:r w:rsidR="00E468E3">
        <w:rPr>
          <w:lang w:val="bg-BG"/>
        </w:rPr>
        <w:t>12283</w:t>
      </w:r>
      <w:r>
        <w:rPr>
          <w:lang w:val="bg-BG"/>
        </w:rPr>
        <w:t xml:space="preserve">,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</w:t>
      </w:r>
      <w:r w:rsidR="00D063E4">
        <w:rPr>
          <w:lang w:val="bg-BG"/>
        </w:rPr>
        <w:t>Ботевград,</w:t>
      </w:r>
      <w:r>
        <w:rPr>
          <w:lang w:val="bg-BG"/>
        </w:rPr>
        <w:t xml:space="preserve"> </w:t>
      </w:r>
      <w:r w:rsidRPr="00B16FBD">
        <w:rPr>
          <w:lang w:val="bg-BG"/>
        </w:rPr>
        <w:t>област</w:t>
      </w:r>
      <w:r>
        <w:rPr>
          <w:lang w:val="bg-BG"/>
        </w:rPr>
        <w:t xml:space="preserve"> София</w:t>
      </w:r>
      <w:r w:rsidRPr="00B16FBD">
        <w:rPr>
          <w:lang w:val="bg-BG"/>
        </w:rPr>
        <w:t>, сключено между ли</w:t>
      </w:r>
      <w:r>
        <w:rPr>
          <w:lang w:val="bg-BG"/>
        </w:rPr>
        <w:t>цата по чл. 37ж, ал. 1 от ЗСПЗЗ за календарната 2023 година.</w:t>
      </w:r>
    </w:p>
    <w:p w14:paraId="429C2596" w14:textId="09834218" w:rsidR="001860A7" w:rsidRDefault="001860A7" w:rsidP="001860A7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8124DD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14:paraId="0B8B41A1" w14:textId="77777777" w:rsidR="00C30B64" w:rsidRDefault="00C30B64" w:rsidP="001860A7">
      <w:pPr>
        <w:jc w:val="both"/>
        <w:rPr>
          <w:lang w:val="bg-BG"/>
        </w:rPr>
      </w:pPr>
    </w:p>
    <w:tbl>
      <w:tblPr>
        <w:tblW w:w="949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76"/>
        <w:gridCol w:w="1134"/>
        <w:gridCol w:w="1418"/>
        <w:gridCol w:w="1134"/>
        <w:gridCol w:w="1276"/>
      </w:tblGrid>
      <w:tr w:rsidR="00C30B64" w:rsidRPr="00C30B64" w14:paraId="1963CB0C" w14:textId="77777777" w:rsidTr="00C30B64">
        <w:trPr>
          <w:trHeight w:val="31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3BC0B" w14:textId="77777777" w:rsidR="00C30B64" w:rsidRPr="00C30B64" w:rsidRDefault="00C30B64" w:rsidP="00C30B64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C30B64">
              <w:rPr>
                <w:b/>
                <w:bCs/>
                <w:color w:val="000000"/>
                <w:lang w:val="bg-BG" w:eastAsia="bg-BG"/>
              </w:rPr>
              <w:t>№</w:t>
            </w:r>
            <w:r w:rsidRPr="00C30B64">
              <w:rPr>
                <w:b/>
                <w:color w:val="000000"/>
                <w:lang w:val="bg-BG" w:eastAsia="bg-BG"/>
              </w:rPr>
              <w:t xml:space="preserve"> по ред</w:t>
            </w: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1F13A" w14:textId="77777777" w:rsidR="00C30B64" w:rsidRPr="00C30B64" w:rsidRDefault="00C30B64" w:rsidP="00C30B64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00207" w14:textId="77777777" w:rsidR="00C30B64" w:rsidRPr="00C30B64" w:rsidRDefault="00C30B64" w:rsidP="00C30B64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C30B64">
              <w:rPr>
                <w:b/>
                <w:bCs/>
                <w:color w:val="000000"/>
                <w:lang w:val="bg-BG" w:eastAsia="bg-BG"/>
              </w:rPr>
              <w:t>Масив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ABD14" w14:textId="77777777" w:rsidR="00C30B64" w:rsidRPr="00C30B64" w:rsidRDefault="00C30B64" w:rsidP="00C30B64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48FBD" w14:textId="77777777" w:rsidR="00C30B64" w:rsidRPr="00C30B64" w:rsidRDefault="00C30B64" w:rsidP="00C30B64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Ползвана площ, дка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B4005" w14:textId="77777777" w:rsidR="00C30B64" w:rsidRPr="00C30B64" w:rsidRDefault="00C30B64" w:rsidP="00C30B64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Дължимо рентно плащане (лева)</w:t>
            </w:r>
          </w:p>
        </w:tc>
      </w:tr>
      <w:tr w:rsidR="00C30B64" w:rsidRPr="00E7609E" w14:paraId="4E5B282E" w14:textId="77777777" w:rsidTr="00C30B64">
        <w:trPr>
          <w:trHeight w:val="6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714CEC" w14:textId="77777777" w:rsidR="00C30B64" w:rsidRPr="00C30B64" w:rsidRDefault="00C30B64" w:rsidP="00C30B64">
            <w:pPr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0D11A" w14:textId="77777777" w:rsidR="00C30B64" w:rsidRPr="00C30B64" w:rsidRDefault="00C30B64" w:rsidP="00C30B64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(име, презиме, фамилия-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2A458" w14:textId="77777777" w:rsidR="00C30B64" w:rsidRPr="00C30B64" w:rsidRDefault="00C30B64" w:rsidP="00C30B64">
            <w:pPr>
              <w:jc w:val="center"/>
              <w:rPr>
                <w:b/>
                <w:color w:val="000000"/>
                <w:lang w:val="bg-BG" w:eastAsia="bg-BG"/>
              </w:rPr>
            </w:pPr>
            <w:r w:rsidRPr="00C30B64">
              <w:rPr>
                <w:b/>
                <w:color w:val="000000"/>
                <w:lang w:val="bg-BG" w:eastAsia="bg-BG"/>
              </w:rPr>
              <w:t>за ползване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78BE6" w14:textId="77777777" w:rsidR="00C30B64" w:rsidRPr="00C30B64" w:rsidRDefault="00C30B64" w:rsidP="00C30B64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по чл. 37ж, ал. 5 от ЗСПЗЗ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EEDEC8" w14:textId="77777777" w:rsidR="00C30B64" w:rsidRPr="00C30B64" w:rsidRDefault="00C30B64" w:rsidP="00C30B64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E56B88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C30B64" w:rsidRPr="00C30B64" w14:paraId="7C07FD34" w14:textId="77777777" w:rsidTr="00C30B64">
        <w:trPr>
          <w:trHeight w:val="36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215C95" w14:textId="77777777" w:rsidR="00C30B64" w:rsidRPr="00C30B64" w:rsidRDefault="00C30B64" w:rsidP="00C30B64">
            <w:pPr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97AE0" w14:textId="77777777" w:rsidR="00C30B64" w:rsidRPr="00C30B64" w:rsidRDefault="00C30B64" w:rsidP="00C30B64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за физически лица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BA66F" w14:textId="77777777" w:rsidR="00C30B64" w:rsidRPr="00C30B64" w:rsidRDefault="00C30B64" w:rsidP="00C30B64">
            <w:pPr>
              <w:jc w:val="center"/>
              <w:rPr>
                <w:b/>
                <w:color w:val="000000"/>
                <w:lang w:val="bg-BG" w:eastAsia="bg-BG"/>
              </w:rPr>
            </w:pPr>
            <w:r w:rsidRPr="00C30B64">
              <w:rPr>
                <w:b/>
                <w:color w:val="000000"/>
                <w:lang w:eastAsia="bg-BG"/>
              </w:rPr>
              <w:t>(№)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CCDFF7" w14:textId="77777777" w:rsidR="00C30B64" w:rsidRPr="00C30B64" w:rsidRDefault="00C30B64" w:rsidP="00C30B64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B8F972" w14:textId="77777777" w:rsidR="00C30B64" w:rsidRPr="00C30B64" w:rsidRDefault="00C30B64" w:rsidP="00C30B64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44667C6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C30B64" w:rsidRPr="00C30B64" w14:paraId="158DD9CE" w14:textId="77777777" w:rsidTr="00C30B64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89B1C5" w14:textId="77777777" w:rsidR="00C30B64" w:rsidRPr="00C30B64" w:rsidRDefault="00C30B64" w:rsidP="00C30B64">
            <w:pPr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5B267" w14:textId="77777777" w:rsidR="00C30B64" w:rsidRPr="00C30B64" w:rsidRDefault="00C30B64" w:rsidP="00C30B64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49D91B" w14:textId="77777777" w:rsidR="00C30B64" w:rsidRPr="00C30B64" w:rsidRDefault="00C30B64" w:rsidP="00C30B64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lang w:val="bg-BG" w:eastAsia="bg-BG"/>
              </w:rPr>
            </w:pPr>
            <w:r w:rsidRPr="00C30B64">
              <w:rPr>
                <w:rFonts w:ascii="Calibri" w:hAnsi="Calibri" w:cs="Calibri"/>
                <w:b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1AC9C8" w14:textId="77777777" w:rsidR="00C30B64" w:rsidRPr="00C30B64" w:rsidRDefault="00C30B64" w:rsidP="00C30B64">
            <w:pPr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BBE9DB" w14:textId="77777777" w:rsidR="00C30B64" w:rsidRPr="00C30B64" w:rsidRDefault="00C30B64" w:rsidP="00C30B64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073520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C30B64" w:rsidRPr="00E7609E" w14:paraId="176C6042" w14:textId="77777777" w:rsidTr="00C30B64">
        <w:trPr>
          <w:trHeight w:val="37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E96AC1" w14:textId="77777777" w:rsidR="00C30B64" w:rsidRPr="00C30B64" w:rsidRDefault="00C30B64" w:rsidP="00C30B64">
            <w:pPr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173C8" w14:textId="77777777" w:rsidR="00C30B64" w:rsidRPr="00C30B64" w:rsidRDefault="00C30B64" w:rsidP="00C30B64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за ЕТ или юридическо лице 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B3C1A7" w14:textId="77777777" w:rsidR="00C30B64" w:rsidRPr="00C30B64" w:rsidRDefault="00C30B64" w:rsidP="00C30B64">
            <w:pPr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192991" w14:textId="77777777" w:rsidR="00C30B64" w:rsidRPr="00C30B64" w:rsidRDefault="00C30B64" w:rsidP="00C30B64">
            <w:pPr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5C69EF" w14:textId="77777777" w:rsidR="00C30B64" w:rsidRPr="00C30B64" w:rsidRDefault="00C30B64" w:rsidP="00C30B64">
            <w:pPr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58A986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C30B64" w:rsidRPr="00C30B64" w14:paraId="1B81E73F" w14:textId="77777777" w:rsidTr="00C30B6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910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A2B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07A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060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9613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DA7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76.22</w:t>
            </w:r>
          </w:p>
        </w:tc>
      </w:tr>
      <w:tr w:rsidR="00C30B64" w:rsidRPr="00C30B64" w14:paraId="17C4879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1CB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DD7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E66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F4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047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BF3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46.48</w:t>
            </w:r>
          </w:p>
        </w:tc>
      </w:tr>
      <w:tr w:rsidR="00C30B64" w:rsidRPr="00C30B64" w14:paraId="0847723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FFC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5CA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BF8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426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8871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316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43.56</w:t>
            </w:r>
          </w:p>
        </w:tc>
      </w:tr>
      <w:tr w:rsidR="00C30B64" w:rsidRPr="00C30B64" w14:paraId="1AD83E7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6EE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0DC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42D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164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12283.204.24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9CA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486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41.61</w:t>
            </w:r>
          </w:p>
        </w:tc>
      </w:tr>
      <w:tr w:rsidR="00C30B64" w:rsidRPr="00C30B64" w14:paraId="4A0E038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DA5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C1D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987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CF5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12283.204.19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5E4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891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40.23</w:t>
            </w:r>
          </w:p>
        </w:tc>
      </w:tr>
      <w:tr w:rsidR="00C30B64" w:rsidRPr="00C30B64" w14:paraId="6D1AF64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2E4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E4AA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17D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AD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FC0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EA3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38.72</w:t>
            </w:r>
          </w:p>
        </w:tc>
      </w:tr>
      <w:tr w:rsidR="00C30B64" w:rsidRPr="00C30B64" w14:paraId="0AC9FDE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227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C71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813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F0E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BAE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47F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38.70</w:t>
            </w:r>
          </w:p>
        </w:tc>
      </w:tr>
      <w:tr w:rsidR="00C30B64" w:rsidRPr="00C30B64" w14:paraId="789C7EC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A15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6E9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E88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505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579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3B1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30.98</w:t>
            </w:r>
          </w:p>
        </w:tc>
      </w:tr>
      <w:tr w:rsidR="00C30B64" w:rsidRPr="00C30B64" w14:paraId="6435867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671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0D4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702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2D1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53B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F3A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29.39</w:t>
            </w:r>
          </w:p>
        </w:tc>
      </w:tr>
      <w:tr w:rsidR="00C30B64" w:rsidRPr="00C30B64" w14:paraId="40FECD3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2DD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BA4E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4D6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F1D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12283.204.9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5A6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781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28.53</w:t>
            </w:r>
          </w:p>
        </w:tc>
      </w:tr>
      <w:tr w:rsidR="00C30B64" w:rsidRPr="00C30B64" w14:paraId="76A0CD6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C28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1E0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8EC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A17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F96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9DD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26.70</w:t>
            </w:r>
          </w:p>
        </w:tc>
      </w:tr>
      <w:tr w:rsidR="00C30B64" w:rsidRPr="00C30B64" w14:paraId="128479F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938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A67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155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9D3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2A4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19A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24.79</w:t>
            </w:r>
          </w:p>
        </w:tc>
      </w:tr>
      <w:tr w:rsidR="00C30B64" w:rsidRPr="00C30B64" w14:paraId="1569867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693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98A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7DB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501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32D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033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24.75</w:t>
            </w:r>
          </w:p>
        </w:tc>
      </w:tr>
      <w:tr w:rsidR="00C30B64" w:rsidRPr="00C30B64" w14:paraId="17EE8C8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28A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4DD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BC2F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53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12283.204.23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4E0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4F5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24.43</w:t>
            </w:r>
          </w:p>
        </w:tc>
      </w:tr>
      <w:tr w:rsidR="00C30B64" w:rsidRPr="00C30B64" w14:paraId="37E048A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F62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3CD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E10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F30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74E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452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23.49</w:t>
            </w:r>
          </w:p>
        </w:tc>
      </w:tr>
      <w:tr w:rsidR="00C30B64" w:rsidRPr="00C30B64" w14:paraId="4F929B0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E89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AABF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FF8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B7FC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2BA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F74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23.22</w:t>
            </w:r>
          </w:p>
        </w:tc>
      </w:tr>
      <w:tr w:rsidR="00C30B64" w:rsidRPr="00C30B64" w14:paraId="3ED1989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A6B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B88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40F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547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832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BAF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23.21</w:t>
            </w:r>
          </w:p>
        </w:tc>
      </w:tr>
      <w:tr w:rsidR="00C30B64" w:rsidRPr="00C30B64" w14:paraId="65F46DF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818C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383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A3B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7D3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12283.214.125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A49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125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23.20</w:t>
            </w:r>
          </w:p>
        </w:tc>
      </w:tr>
      <w:tr w:rsidR="00C30B64" w:rsidRPr="00C30B64" w14:paraId="48F805D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C54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EF0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6252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F61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12283.214.126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491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B97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22.61</w:t>
            </w:r>
          </w:p>
        </w:tc>
      </w:tr>
      <w:tr w:rsidR="00C30B64" w:rsidRPr="00C30B64" w14:paraId="6EBFCE5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97C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114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869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5ED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8F0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F41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21.51</w:t>
            </w:r>
          </w:p>
        </w:tc>
      </w:tr>
      <w:tr w:rsidR="00C30B64" w:rsidRPr="00C30B64" w14:paraId="43CC8E8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3A4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17B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20A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16A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12283.204.4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49C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39B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21.26</w:t>
            </w:r>
          </w:p>
        </w:tc>
      </w:tr>
      <w:tr w:rsidR="00C30B64" w:rsidRPr="00C30B64" w14:paraId="39664CC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4863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D10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4DC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EED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5BC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52F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19.05</w:t>
            </w:r>
          </w:p>
        </w:tc>
      </w:tr>
      <w:tr w:rsidR="00C30B64" w:rsidRPr="00C30B64" w14:paraId="1F0169D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A08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F96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608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E38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97D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1A1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19.02</w:t>
            </w:r>
          </w:p>
        </w:tc>
      </w:tr>
      <w:tr w:rsidR="00C30B64" w:rsidRPr="00C30B64" w14:paraId="62D39E1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A77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0B3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3E4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6A0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12283.204.21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78A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C0D3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18.28</w:t>
            </w:r>
          </w:p>
        </w:tc>
      </w:tr>
      <w:tr w:rsidR="00C30B64" w:rsidRPr="00C30B64" w14:paraId="39D9A37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D18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83C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466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BB5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8FE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A3E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18.21</w:t>
            </w:r>
          </w:p>
        </w:tc>
      </w:tr>
      <w:tr w:rsidR="00C30B64" w:rsidRPr="00C30B64" w14:paraId="6ACE425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33C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EC1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6BB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8C1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351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419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18.17</w:t>
            </w:r>
          </w:p>
        </w:tc>
      </w:tr>
      <w:tr w:rsidR="00C30B64" w:rsidRPr="00C30B64" w14:paraId="2F65A92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6FC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ED7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E55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5FD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A2C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E7E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15.53</w:t>
            </w:r>
          </w:p>
        </w:tc>
      </w:tr>
      <w:tr w:rsidR="00C30B64" w:rsidRPr="00C30B64" w14:paraId="0223FAC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5E7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BE0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B32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201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7B5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0E9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15.47</w:t>
            </w:r>
          </w:p>
        </w:tc>
      </w:tr>
      <w:tr w:rsidR="00C30B64" w:rsidRPr="00C30B64" w14:paraId="6676C55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174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27A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3F1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190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893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F57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15.47</w:t>
            </w:r>
          </w:p>
        </w:tc>
      </w:tr>
      <w:tr w:rsidR="00C30B64" w:rsidRPr="00C30B64" w14:paraId="59CCB89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A96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298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30A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8C5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5BF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F5D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15.45</w:t>
            </w:r>
          </w:p>
        </w:tc>
      </w:tr>
      <w:tr w:rsidR="00C30B64" w:rsidRPr="00C30B64" w14:paraId="1AD7882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FBA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1E9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3FA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DD7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DD3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8A8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15.44</w:t>
            </w:r>
          </w:p>
        </w:tc>
      </w:tr>
      <w:tr w:rsidR="00C30B64" w:rsidRPr="00C30B64" w14:paraId="26D1334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FB5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E54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2452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2AB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7426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9C1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15.44</w:t>
            </w:r>
          </w:p>
        </w:tc>
      </w:tr>
      <w:tr w:rsidR="00C30B64" w:rsidRPr="00C30B64" w14:paraId="42125D2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8A80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AC5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893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A82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70E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2E9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15.03</w:t>
            </w:r>
          </w:p>
        </w:tc>
      </w:tr>
      <w:tr w:rsidR="00C30B64" w:rsidRPr="00C30B64" w14:paraId="2D0267A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A7D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C01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F61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8BE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9FF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97F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</w:tr>
      <w:tr w:rsidR="00C30B64" w:rsidRPr="00C30B64" w14:paraId="7822F8A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3C7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EBF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105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D13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D48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D77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14.05</w:t>
            </w:r>
          </w:p>
        </w:tc>
      </w:tr>
      <w:tr w:rsidR="00C30B64" w:rsidRPr="00C30B64" w14:paraId="42DD4C6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D5C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C6F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1C2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ACC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F395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944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13.62</w:t>
            </w:r>
          </w:p>
        </w:tc>
      </w:tr>
      <w:tr w:rsidR="00C30B64" w:rsidRPr="00C30B64" w14:paraId="1928D2A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A2E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3F5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30F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371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528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274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12.11</w:t>
            </w:r>
          </w:p>
        </w:tc>
      </w:tr>
      <w:tr w:rsidR="00C30B64" w:rsidRPr="00C30B64" w14:paraId="040CB41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FE3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953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0D2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F38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E51C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B03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</w:tr>
      <w:tr w:rsidR="00C30B64" w:rsidRPr="00C30B64" w14:paraId="061C8DD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4BA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AD6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B4D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4C7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445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0ED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10.85</w:t>
            </w:r>
          </w:p>
        </w:tc>
      </w:tr>
      <w:tr w:rsidR="00C30B64" w:rsidRPr="00C30B64" w14:paraId="08D9C9A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90B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1F2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271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6F1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18C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60F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9.19</w:t>
            </w:r>
          </w:p>
        </w:tc>
      </w:tr>
      <w:tr w:rsidR="00C30B64" w:rsidRPr="00C30B64" w14:paraId="5E5E67E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E0A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CC6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3B7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6EE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D89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5EA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8.48</w:t>
            </w:r>
          </w:p>
        </w:tc>
      </w:tr>
      <w:tr w:rsidR="00C30B64" w:rsidRPr="00C30B64" w14:paraId="451CD5D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2CA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F86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AEE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ECA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2A6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43F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8.38</w:t>
            </w:r>
          </w:p>
        </w:tc>
      </w:tr>
      <w:tr w:rsidR="00C30B64" w:rsidRPr="00C30B64" w14:paraId="1CC993F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3A2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C7B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523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755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12283.204.18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E85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577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6.30</w:t>
            </w:r>
          </w:p>
        </w:tc>
      </w:tr>
      <w:tr w:rsidR="00C30B64" w:rsidRPr="00C30B64" w14:paraId="604FAC6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A6B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D73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A5F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671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DB5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4C8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4.07</w:t>
            </w:r>
          </w:p>
        </w:tc>
      </w:tr>
      <w:tr w:rsidR="00C30B64" w:rsidRPr="00C30B64" w14:paraId="21A5C40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E16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5C3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A93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668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E29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B8D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3.32</w:t>
            </w:r>
          </w:p>
        </w:tc>
      </w:tr>
      <w:tr w:rsidR="00C30B64" w:rsidRPr="00C30B64" w14:paraId="25DDD1A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15E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34C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"ЛАНД ЛЕС" ЕООД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D20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0E7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CBD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835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2.28</w:t>
            </w:r>
          </w:p>
        </w:tc>
      </w:tr>
      <w:tr w:rsidR="00C30B64" w:rsidRPr="00C30B64" w14:paraId="142AB4D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228D" w14:textId="77777777" w:rsidR="00C30B64" w:rsidRPr="00C30B64" w:rsidRDefault="00C30B64" w:rsidP="00C30B6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C30B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531E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5BD8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общо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6549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3FA3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64.05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512A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992.80</w:t>
            </w:r>
          </w:p>
        </w:tc>
      </w:tr>
      <w:tr w:rsidR="00C30B64" w:rsidRPr="00C30B64" w14:paraId="3E6D4CC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5EB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A4C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FC2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FF5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D6B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E45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83.84</w:t>
            </w:r>
          </w:p>
        </w:tc>
      </w:tr>
      <w:tr w:rsidR="00C30B64" w:rsidRPr="00C30B64" w14:paraId="5204D1C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405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1F7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44F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B62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6DA6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82A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69.84</w:t>
            </w:r>
          </w:p>
        </w:tc>
      </w:tr>
      <w:tr w:rsidR="00C30B64" w:rsidRPr="00C30B64" w14:paraId="061493E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9C7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B31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1B4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5D8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313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68F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51.51</w:t>
            </w:r>
          </w:p>
        </w:tc>
      </w:tr>
      <w:tr w:rsidR="00C30B64" w:rsidRPr="00C30B64" w14:paraId="314C264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423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B85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979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ADC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C74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AF3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47.35</w:t>
            </w:r>
          </w:p>
        </w:tc>
      </w:tr>
      <w:tr w:rsidR="00C30B64" w:rsidRPr="00C30B64" w14:paraId="5FC8921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10E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BCE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3EC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A6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AAA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0B5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40.59</w:t>
            </w:r>
          </w:p>
        </w:tc>
      </w:tr>
      <w:tr w:rsidR="00C30B64" w:rsidRPr="00C30B64" w14:paraId="57BC915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8BC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F77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485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806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FC3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62B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38.73</w:t>
            </w:r>
          </w:p>
        </w:tc>
      </w:tr>
      <w:tr w:rsidR="00C30B64" w:rsidRPr="00C30B64" w14:paraId="1CBEC48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C3C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33E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779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989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CB6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BDA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36.93</w:t>
            </w:r>
          </w:p>
        </w:tc>
      </w:tr>
      <w:tr w:rsidR="00C30B64" w:rsidRPr="00C30B64" w14:paraId="2140DA7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2BF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F6FC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5AE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CE9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ACA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18FA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35.36</w:t>
            </w:r>
          </w:p>
        </w:tc>
      </w:tr>
      <w:tr w:rsidR="00C30B64" w:rsidRPr="00C30B64" w14:paraId="6D3876E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47D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0FC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E0FF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872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8AA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1E4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32.03</w:t>
            </w:r>
          </w:p>
        </w:tc>
      </w:tr>
      <w:tr w:rsidR="00C30B64" w:rsidRPr="00C30B64" w14:paraId="69320F2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F46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A135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C6B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B5A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603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71A8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31.13</w:t>
            </w:r>
          </w:p>
        </w:tc>
      </w:tr>
      <w:tr w:rsidR="00C30B64" w:rsidRPr="00C30B64" w14:paraId="3F01AF1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128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B57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4ED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A76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330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2D4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31.00</w:t>
            </w:r>
          </w:p>
        </w:tc>
      </w:tr>
      <w:tr w:rsidR="00C30B64" w:rsidRPr="00C30B64" w14:paraId="0903DF0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1AC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45C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91B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841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A26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4CA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31.00</w:t>
            </w:r>
          </w:p>
        </w:tc>
      </w:tr>
      <w:tr w:rsidR="00C30B64" w:rsidRPr="00C30B64" w14:paraId="4F2DA3D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4ED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372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34C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8D0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5F5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DC2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30.98</w:t>
            </w:r>
          </w:p>
        </w:tc>
      </w:tr>
      <w:tr w:rsidR="00C30B64" w:rsidRPr="00C30B64" w14:paraId="0911535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943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F58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CC9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0F4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0C4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D2B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30.96</w:t>
            </w:r>
          </w:p>
        </w:tc>
      </w:tr>
      <w:tr w:rsidR="00C30B64" w:rsidRPr="00C30B64" w14:paraId="79F4F5A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6A03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F06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967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B83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CD0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F58F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29.26</w:t>
            </w:r>
          </w:p>
        </w:tc>
      </w:tr>
      <w:tr w:rsidR="00C30B64" w:rsidRPr="00C30B64" w14:paraId="559DDE8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5C6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EFA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D7F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34E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E8B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DFE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26.55</w:t>
            </w:r>
          </w:p>
        </w:tc>
      </w:tr>
      <w:tr w:rsidR="00C30B64" w:rsidRPr="00C30B64" w14:paraId="6426BCA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E3C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BB2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FA9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80B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26A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A32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25.65</w:t>
            </w:r>
          </w:p>
        </w:tc>
      </w:tr>
      <w:tr w:rsidR="00C30B64" w:rsidRPr="00C30B64" w14:paraId="51C9061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0FF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1A2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E09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4CE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6B3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0E0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25.37</w:t>
            </w:r>
          </w:p>
        </w:tc>
      </w:tr>
      <w:tr w:rsidR="00C30B64" w:rsidRPr="00C30B64" w14:paraId="0693089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B965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713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EF0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97AE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622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8A6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25.26</w:t>
            </w:r>
          </w:p>
        </w:tc>
      </w:tr>
      <w:tr w:rsidR="00C30B64" w:rsidRPr="00C30B64" w14:paraId="6D7F9BF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DEF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BBB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48D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749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855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965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23.16</w:t>
            </w:r>
          </w:p>
        </w:tc>
      </w:tr>
      <w:tr w:rsidR="00C30B64" w:rsidRPr="00C30B64" w14:paraId="66AE299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1F1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461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C10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F2FD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51A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3C6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21.77</w:t>
            </w:r>
          </w:p>
        </w:tc>
      </w:tr>
      <w:tr w:rsidR="00C30B64" w:rsidRPr="00C30B64" w14:paraId="5D4BC68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0D6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159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E83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601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265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160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21.76</w:t>
            </w:r>
          </w:p>
        </w:tc>
      </w:tr>
      <w:tr w:rsidR="00C30B64" w:rsidRPr="00C30B64" w14:paraId="081F31C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22A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32F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0BF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AFF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4BA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689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21.74</w:t>
            </w:r>
          </w:p>
        </w:tc>
      </w:tr>
      <w:tr w:rsidR="00C30B64" w:rsidRPr="00C30B64" w14:paraId="7DC11A7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8F5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5DED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969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6A4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524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4CE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21.56</w:t>
            </w:r>
          </w:p>
        </w:tc>
      </w:tr>
      <w:tr w:rsidR="00C30B64" w:rsidRPr="00C30B64" w14:paraId="5A7F6AF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596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36F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542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65B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CA0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EAC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21.31</w:t>
            </w:r>
          </w:p>
        </w:tc>
      </w:tr>
      <w:tr w:rsidR="00C30B64" w:rsidRPr="00C30B64" w14:paraId="435F2A6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DA1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BC0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B13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305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BEB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B2EC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18.53</w:t>
            </w:r>
          </w:p>
        </w:tc>
      </w:tr>
      <w:tr w:rsidR="00C30B64" w:rsidRPr="00C30B64" w14:paraId="42A347A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B0A5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595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244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DBC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5F6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9A6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18.20</w:t>
            </w:r>
          </w:p>
        </w:tc>
      </w:tr>
      <w:tr w:rsidR="00C30B64" w:rsidRPr="00C30B64" w14:paraId="4824644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956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720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2A3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B95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740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FAD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17.57</w:t>
            </w:r>
          </w:p>
        </w:tc>
      </w:tr>
      <w:tr w:rsidR="00C30B64" w:rsidRPr="00C30B64" w14:paraId="41F7894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68F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5A3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E5D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387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5B7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E3A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16.95</w:t>
            </w:r>
          </w:p>
        </w:tc>
      </w:tr>
      <w:tr w:rsidR="00C30B64" w:rsidRPr="00C30B64" w14:paraId="700A1C6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B81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47B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B0CA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56B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058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6A4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16.49</w:t>
            </w:r>
          </w:p>
        </w:tc>
      </w:tr>
      <w:tr w:rsidR="00C30B64" w:rsidRPr="00C30B64" w14:paraId="128DAC7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89D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B33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D75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119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523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5CE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16.49</w:t>
            </w:r>
          </w:p>
        </w:tc>
      </w:tr>
      <w:tr w:rsidR="00C30B64" w:rsidRPr="00C30B64" w14:paraId="3F44D97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FA9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56E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08B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16FE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266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C7F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16.10</w:t>
            </w:r>
          </w:p>
        </w:tc>
      </w:tr>
      <w:tr w:rsidR="00C30B64" w:rsidRPr="00C30B64" w14:paraId="04EAAF0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E95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C95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C53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722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AA2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351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15.56</w:t>
            </w:r>
          </w:p>
        </w:tc>
      </w:tr>
      <w:tr w:rsidR="00C30B64" w:rsidRPr="00C30B64" w14:paraId="0CD4374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A84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E55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245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497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7AD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A7E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15.52</w:t>
            </w:r>
          </w:p>
        </w:tc>
      </w:tr>
      <w:tr w:rsidR="00C30B64" w:rsidRPr="00C30B64" w14:paraId="27D7FA4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DAB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673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50F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402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36F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B78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15.44</w:t>
            </w:r>
          </w:p>
        </w:tc>
      </w:tr>
      <w:tr w:rsidR="00C30B64" w:rsidRPr="00C30B64" w14:paraId="0CD2C98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450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57A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F61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A85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351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BC0D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15.35</w:t>
            </w:r>
          </w:p>
        </w:tc>
      </w:tr>
      <w:tr w:rsidR="00C30B64" w:rsidRPr="00C30B64" w14:paraId="128927F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574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B4A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834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AE6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48CF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072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15.13</w:t>
            </w:r>
          </w:p>
        </w:tc>
      </w:tr>
      <w:tr w:rsidR="00C30B64" w:rsidRPr="00C30B64" w14:paraId="27D0FD2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8BB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B22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F3A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84A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3772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B20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15.07</w:t>
            </w:r>
          </w:p>
        </w:tc>
      </w:tr>
      <w:tr w:rsidR="00C30B64" w:rsidRPr="00C30B64" w14:paraId="1A830FC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957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DD1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83E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7287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13E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A21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14.83</w:t>
            </w:r>
          </w:p>
        </w:tc>
      </w:tr>
      <w:tr w:rsidR="00C30B64" w:rsidRPr="00C30B64" w14:paraId="6F2CC57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A48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C6D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5DF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103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E44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F4F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14.23</w:t>
            </w:r>
          </w:p>
        </w:tc>
      </w:tr>
      <w:tr w:rsidR="00C30B64" w:rsidRPr="00C30B64" w14:paraId="3AF6677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945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3D8F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76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D34B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220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4BD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14.20</w:t>
            </w:r>
          </w:p>
        </w:tc>
      </w:tr>
      <w:tr w:rsidR="00C30B64" w:rsidRPr="00C30B64" w14:paraId="1A67B2D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389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E19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A8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507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3C9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AE9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14.20</w:t>
            </w:r>
          </w:p>
        </w:tc>
      </w:tr>
      <w:tr w:rsidR="00C30B64" w:rsidRPr="00C30B64" w14:paraId="630B810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CA9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B17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D4F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93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B5F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180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14.20</w:t>
            </w:r>
          </w:p>
        </w:tc>
      </w:tr>
      <w:tr w:rsidR="00C30B64" w:rsidRPr="00C30B64" w14:paraId="38AD2E5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D3B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222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DF6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6D9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520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D3A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14.19</w:t>
            </w:r>
          </w:p>
        </w:tc>
      </w:tr>
      <w:tr w:rsidR="00C30B64" w:rsidRPr="00C30B64" w14:paraId="29FEA0E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B1C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B20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9FD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1CE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9D8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5FC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13.97</w:t>
            </w:r>
          </w:p>
        </w:tc>
      </w:tr>
      <w:tr w:rsidR="00C30B64" w:rsidRPr="00C30B64" w14:paraId="515DAA9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78C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6E7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6B4F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D9C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22D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CEFE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12.77</w:t>
            </w:r>
          </w:p>
        </w:tc>
      </w:tr>
      <w:tr w:rsidR="00C30B64" w:rsidRPr="00C30B64" w14:paraId="5734FC5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66E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C7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E37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621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CA9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0D6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11.28</w:t>
            </w:r>
          </w:p>
        </w:tc>
      </w:tr>
      <w:tr w:rsidR="00C30B64" w:rsidRPr="00C30B64" w14:paraId="7B4B7C2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7FF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C3B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9BB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EA4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E9C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644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10.82</w:t>
            </w:r>
          </w:p>
        </w:tc>
      </w:tr>
      <w:tr w:rsidR="00C30B64" w:rsidRPr="00C30B64" w14:paraId="5B61E75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391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C9E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4C4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23D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1BF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C883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10.60</w:t>
            </w:r>
          </w:p>
        </w:tc>
      </w:tr>
      <w:tr w:rsidR="00C30B64" w:rsidRPr="00C30B64" w14:paraId="1BDADD4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D42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334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3E1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233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A7C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A96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10.43</w:t>
            </w:r>
          </w:p>
        </w:tc>
      </w:tr>
      <w:tr w:rsidR="00C30B64" w:rsidRPr="00C30B64" w14:paraId="39463C0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760B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B66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90C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990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811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603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10.17</w:t>
            </w:r>
          </w:p>
        </w:tc>
      </w:tr>
      <w:tr w:rsidR="00C30B64" w:rsidRPr="00C30B64" w14:paraId="7F41100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CF5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732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A51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013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268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C951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9.84</w:t>
            </w:r>
          </w:p>
        </w:tc>
      </w:tr>
      <w:tr w:rsidR="00C30B64" w:rsidRPr="00C30B64" w14:paraId="168E507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2FC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07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162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F91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6A3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491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9.76</w:t>
            </w:r>
          </w:p>
        </w:tc>
      </w:tr>
      <w:tr w:rsidR="00C30B64" w:rsidRPr="00C30B64" w14:paraId="1E39BBF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DB0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16F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254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C28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A0D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26C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9.61</w:t>
            </w:r>
          </w:p>
        </w:tc>
      </w:tr>
      <w:tr w:rsidR="00C30B64" w:rsidRPr="00C30B64" w14:paraId="1940E0E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309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1BF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C52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044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81A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6CF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8.47</w:t>
            </w:r>
          </w:p>
        </w:tc>
      </w:tr>
      <w:tr w:rsidR="00C30B64" w:rsidRPr="00C30B64" w14:paraId="03E0AA8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A97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B52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F22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E9F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43E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B2B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8.34</w:t>
            </w:r>
          </w:p>
        </w:tc>
      </w:tr>
      <w:tr w:rsidR="00C30B64" w:rsidRPr="00C30B64" w14:paraId="30A1C40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6A1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A98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851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179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1F6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601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7.76</w:t>
            </w:r>
          </w:p>
        </w:tc>
      </w:tr>
      <w:tr w:rsidR="00C30B64" w:rsidRPr="00C30B64" w14:paraId="6D2560C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BFA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15F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189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D6EE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069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4F3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7.75</w:t>
            </w:r>
          </w:p>
        </w:tc>
      </w:tr>
      <w:tr w:rsidR="00C30B64" w:rsidRPr="00C30B64" w14:paraId="333050E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892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850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075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2356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396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4EA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7.65</w:t>
            </w:r>
          </w:p>
        </w:tc>
      </w:tr>
      <w:tr w:rsidR="00C30B64" w:rsidRPr="00C30B64" w14:paraId="3644890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BD6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EC7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238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3EB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E26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4314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7.65</w:t>
            </w:r>
          </w:p>
        </w:tc>
      </w:tr>
      <w:tr w:rsidR="00C30B64" w:rsidRPr="00C30B64" w14:paraId="38EC17B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8B50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497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6E7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C98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C563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E2C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7.26</w:t>
            </w:r>
          </w:p>
        </w:tc>
      </w:tr>
      <w:tr w:rsidR="00C30B64" w:rsidRPr="00C30B64" w14:paraId="416563A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051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461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523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3B7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034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124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6.18</w:t>
            </w:r>
          </w:p>
        </w:tc>
      </w:tr>
      <w:tr w:rsidR="00C30B64" w:rsidRPr="00C30B64" w14:paraId="36C6494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84B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16C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AAC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D11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EF1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824B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2.19</w:t>
            </w:r>
          </w:p>
        </w:tc>
      </w:tr>
      <w:tr w:rsidR="00C30B64" w:rsidRPr="00C30B64" w14:paraId="7E16625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910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169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25F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A51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137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870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1.59</w:t>
            </w:r>
          </w:p>
        </w:tc>
      </w:tr>
      <w:tr w:rsidR="00C30B64" w:rsidRPr="00C30B64" w14:paraId="135D5E4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CB4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301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B40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49E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240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D27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0.69</w:t>
            </w:r>
          </w:p>
        </w:tc>
      </w:tr>
      <w:tr w:rsidR="00C30B64" w:rsidRPr="00C30B64" w14:paraId="2C26BCF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6A7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D384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6AE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77E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D94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0BA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0.42</w:t>
            </w:r>
          </w:p>
        </w:tc>
      </w:tr>
      <w:tr w:rsidR="00C30B64" w:rsidRPr="00C30B64" w14:paraId="046C318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5D1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84F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ВАЛЕРИ ДИМИТРОВ ГЕОРГИЕВ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89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DB9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9F4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413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0.20</w:t>
            </w:r>
          </w:p>
        </w:tc>
      </w:tr>
      <w:tr w:rsidR="00C30B64" w:rsidRPr="00C30B64" w14:paraId="15751F8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909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BF2F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5A59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общо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CDDD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86B5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85.70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850D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1328.29</w:t>
            </w:r>
          </w:p>
        </w:tc>
      </w:tr>
      <w:tr w:rsidR="00C30B64" w:rsidRPr="00C30B64" w14:paraId="38429A3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AB9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D41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74B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40D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DEE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6F5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78.75</w:t>
            </w:r>
          </w:p>
        </w:tc>
      </w:tr>
      <w:tr w:rsidR="00C30B64" w:rsidRPr="00C30B64" w14:paraId="5995721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32B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085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250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8B6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289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8F75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45.22</w:t>
            </w:r>
          </w:p>
        </w:tc>
      </w:tr>
      <w:tr w:rsidR="00C30B64" w:rsidRPr="00C30B64" w14:paraId="40F0389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699B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1EF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55A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CD8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12283.301.7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7B4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08D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43.41</w:t>
            </w:r>
          </w:p>
        </w:tc>
      </w:tr>
      <w:tr w:rsidR="00C30B64" w:rsidRPr="00C30B64" w14:paraId="15F2100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9E7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427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16D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0BC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8FD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920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42.88</w:t>
            </w:r>
          </w:p>
        </w:tc>
      </w:tr>
      <w:tr w:rsidR="00C30B64" w:rsidRPr="00C30B64" w14:paraId="1C883E2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747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372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7E6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450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520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39B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40.89</w:t>
            </w:r>
          </w:p>
        </w:tc>
      </w:tr>
      <w:tr w:rsidR="00C30B64" w:rsidRPr="00C30B64" w14:paraId="6821623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310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FC5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243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3BE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ED2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ED5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38.69</w:t>
            </w:r>
          </w:p>
        </w:tc>
      </w:tr>
      <w:tr w:rsidR="00C30B64" w:rsidRPr="00C30B64" w14:paraId="709CED0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BD3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A96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788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E85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851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918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37.25</w:t>
            </w:r>
          </w:p>
        </w:tc>
      </w:tr>
      <w:tr w:rsidR="00C30B64" w:rsidRPr="00C30B64" w14:paraId="7AA53D9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5C5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3DC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389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A793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F6B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F860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37.18</w:t>
            </w:r>
          </w:p>
        </w:tc>
      </w:tr>
      <w:tr w:rsidR="00C30B64" w:rsidRPr="00C30B64" w14:paraId="5C67627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9B0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6A6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E6B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AB6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A61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F2F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36.59</w:t>
            </w:r>
          </w:p>
        </w:tc>
      </w:tr>
      <w:tr w:rsidR="00C30B64" w:rsidRPr="00C30B64" w14:paraId="166F611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4C2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0A0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8FE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161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5E6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952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34.08</w:t>
            </w:r>
          </w:p>
        </w:tc>
      </w:tr>
      <w:tr w:rsidR="00C30B64" w:rsidRPr="00C30B64" w14:paraId="543C1F9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8A0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D9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6205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F0A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5B6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9B9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31.00</w:t>
            </w:r>
          </w:p>
        </w:tc>
      </w:tr>
      <w:tr w:rsidR="00C30B64" w:rsidRPr="00C30B64" w14:paraId="498C5FE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68F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3FB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79B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2FA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D86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28C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30.94</w:t>
            </w:r>
          </w:p>
        </w:tc>
      </w:tr>
      <w:tr w:rsidR="00C30B64" w:rsidRPr="00C30B64" w14:paraId="7A6F8B8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A89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8A1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4B8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87D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DD2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E98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30.92</w:t>
            </w:r>
          </w:p>
        </w:tc>
      </w:tr>
      <w:tr w:rsidR="00C30B64" w:rsidRPr="00C30B64" w14:paraId="18B629C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8BAE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B36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045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E8A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477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FF7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30.90</w:t>
            </w:r>
          </w:p>
        </w:tc>
      </w:tr>
      <w:tr w:rsidR="00C30B64" w:rsidRPr="00C30B64" w14:paraId="5B96ACC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FA0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E1F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B17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3D2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460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A2E8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30.53</w:t>
            </w:r>
          </w:p>
        </w:tc>
      </w:tr>
      <w:tr w:rsidR="00C30B64" w:rsidRPr="00C30B64" w14:paraId="7D65532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568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E81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984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06B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12283.301.12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00D9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50C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30.48</w:t>
            </w:r>
          </w:p>
        </w:tc>
      </w:tr>
      <w:tr w:rsidR="00C30B64" w:rsidRPr="00C30B64" w14:paraId="0AF403E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0B3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DCD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6C0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5A6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40C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468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29.67</w:t>
            </w:r>
          </w:p>
        </w:tc>
      </w:tr>
      <w:tr w:rsidR="00C30B64" w:rsidRPr="00C30B64" w14:paraId="5E053F6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CB1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720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D72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C8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253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DA2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27.58</w:t>
            </w:r>
          </w:p>
        </w:tc>
      </w:tr>
      <w:tr w:rsidR="00C30B64" w:rsidRPr="00C30B64" w14:paraId="1C6795C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D4A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AF0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770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A0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5CB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A8E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27.14</w:t>
            </w:r>
          </w:p>
        </w:tc>
      </w:tr>
      <w:tr w:rsidR="00C30B64" w:rsidRPr="00C30B64" w14:paraId="45AC460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121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A5D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477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D32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9C7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7F0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26.36</w:t>
            </w:r>
          </w:p>
        </w:tc>
      </w:tr>
      <w:tr w:rsidR="00C30B64" w:rsidRPr="00C30B64" w14:paraId="02A6E4A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F76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EBD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3A0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EA7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176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608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26.33</w:t>
            </w:r>
          </w:p>
        </w:tc>
      </w:tr>
      <w:tr w:rsidR="00C30B64" w:rsidRPr="00C30B64" w14:paraId="253F225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B5E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4E7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33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BE5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D32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18B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25.68</w:t>
            </w:r>
          </w:p>
        </w:tc>
      </w:tr>
      <w:tr w:rsidR="00C30B64" w:rsidRPr="00C30B64" w14:paraId="0ED7B82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034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BAA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F4B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AD2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3CD4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64E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25.20</w:t>
            </w:r>
          </w:p>
        </w:tc>
      </w:tr>
      <w:tr w:rsidR="00C30B64" w:rsidRPr="00C30B64" w14:paraId="475C211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AB4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86F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09E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97B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301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851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24.80</w:t>
            </w:r>
          </w:p>
        </w:tc>
      </w:tr>
      <w:tr w:rsidR="00C30B64" w:rsidRPr="00C30B64" w14:paraId="51B9A80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2F1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C81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F7B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E7A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3E9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454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24.53</w:t>
            </w:r>
          </w:p>
        </w:tc>
      </w:tr>
      <w:tr w:rsidR="00C30B64" w:rsidRPr="00C30B64" w14:paraId="2D38CA0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FC9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041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10D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BE8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55D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5C2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23.27</w:t>
            </w:r>
          </w:p>
        </w:tc>
      </w:tr>
      <w:tr w:rsidR="00C30B64" w:rsidRPr="00C30B64" w14:paraId="56AC19C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B58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A6C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024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E7D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BD4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4F9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23.19</w:t>
            </w:r>
          </w:p>
        </w:tc>
      </w:tr>
      <w:tr w:rsidR="00C30B64" w:rsidRPr="00C30B64" w14:paraId="7B78CDD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539B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D0B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DA2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730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356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495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21.70</w:t>
            </w:r>
          </w:p>
        </w:tc>
      </w:tr>
      <w:tr w:rsidR="00C30B64" w:rsidRPr="00C30B64" w14:paraId="407B153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99E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640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E36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496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82D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13F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19.80</w:t>
            </w:r>
          </w:p>
        </w:tc>
      </w:tr>
      <w:tr w:rsidR="00C30B64" w:rsidRPr="00C30B64" w14:paraId="2F8E2CA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DB8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BFD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3CA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C0F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5F8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80B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18.63</w:t>
            </w:r>
          </w:p>
        </w:tc>
      </w:tr>
      <w:tr w:rsidR="00C30B64" w:rsidRPr="00C30B64" w14:paraId="15866A7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72B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4868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913B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982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55F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1FF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18.52</w:t>
            </w:r>
          </w:p>
        </w:tc>
      </w:tr>
      <w:tr w:rsidR="00C30B64" w:rsidRPr="00C30B64" w14:paraId="7D477C3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4CF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C73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A1B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513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3D8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DF2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16.26</w:t>
            </w:r>
          </w:p>
        </w:tc>
      </w:tr>
      <w:tr w:rsidR="00C30B64" w:rsidRPr="00C30B64" w14:paraId="498FC34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3E8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1D2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3AC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EDC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1DC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020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16.05</w:t>
            </w:r>
          </w:p>
        </w:tc>
      </w:tr>
      <w:tr w:rsidR="00C30B64" w:rsidRPr="00C30B64" w14:paraId="392629B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4251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74B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55E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06E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0E96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C6B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15.48</w:t>
            </w:r>
          </w:p>
        </w:tc>
      </w:tr>
      <w:tr w:rsidR="00C30B64" w:rsidRPr="00C30B64" w14:paraId="11AED92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F7E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D32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594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391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8B8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FE2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15.44</w:t>
            </w:r>
          </w:p>
        </w:tc>
      </w:tr>
      <w:tr w:rsidR="00C30B64" w:rsidRPr="00C30B64" w14:paraId="7400A43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11C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B9E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151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65E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387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10F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15.41</w:t>
            </w:r>
          </w:p>
        </w:tc>
      </w:tr>
      <w:tr w:rsidR="00C30B64" w:rsidRPr="00C30B64" w14:paraId="70882A4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620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2E8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54B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FDB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64B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9B24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14.32</w:t>
            </w:r>
          </w:p>
        </w:tc>
      </w:tr>
      <w:tr w:rsidR="00C30B64" w:rsidRPr="00C30B64" w14:paraId="1DCAE19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98C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C4D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341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9DF4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4B8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943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14.26</w:t>
            </w:r>
          </w:p>
        </w:tc>
      </w:tr>
      <w:tr w:rsidR="00C30B64" w:rsidRPr="00C30B64" w14:paraId="042106D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2F0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085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B65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0A8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CE3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EBA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13.91</w:t>
            </w:r>
          </w:p>
        </w:tc>
      </w:tr>
      <w:tr w:rsidR="00C30B64" w:rsidRPr="00C30B64" w14:paraId="4B91C59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111B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8E7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99B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DA1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F2C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A68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13.21</w:t>
            </w:r>
          </w:p>
        </w:tc>
      </w:tr>
      <w:tr w:rsidR="00C30B64" w:rsidRPr="00C30B64" w14:paraId="73180BA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D03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4A1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1CD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49E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29F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E84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12.62</w:t>
            </w:r>
          </w:p>
        </w:tc>
      </w:tr>
      <w:tr w:rsidR="00C30B64" w:rsidRPr="00C30B64" w14:paraId="6D2E738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42A8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AE7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109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A40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E800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8FA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12.25</w:t>
            </w:r>
          </w:p>
        </w:tc>
      </w:tr>
      <w:tr w:rsidR="00C30B64" w:rsidRPr="00C30B64" w14:paraId="6C40057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6FD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395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74D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BC8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EE5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758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9.80</w:t>
            </w:r>
          </w:p>
        </w:tc>
      </w:tr>
      <w:tr w:rsidR="00C30B64" w:rsidRPr="00C30B64" w14:paraId="1885AA6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A9F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021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E23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BBE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C89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094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8.32</w:t>
            </w:r>
          </w:p>
        </w:tc>
      </w:tr>
      <w:tr w:rsidR="00C30B64" w:rsidRPr="00C30B64" w14:paraId="0B52402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F63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F8F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E26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FAE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A6F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484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8.21</w:t>
            </w:r>
          </w:p>
        </w:tc>
      </w:tr>
      <w:tr w:rsidR="00C30B64" w:rsidRPr="00C30B64" w14:paraId="118CFF2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F8A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3231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D54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17C3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CE8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D42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6.94</w:t>
            </w:r>
          </w:p>
        </w:tc>
      </w:tr>
      <w:tr w:rsidR="00C30B64" w:rsidRPr="00C30B64" w14:paraId="6B528D3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77F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A93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EAE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F7F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392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DF59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6.43</w:t>
            </w:r>
          </w:p>
        </w:tc>
      </w:tr>
      <w:tr w:rsidR="00C30B64" w:rsidRPr="00C30B64" w14:paraId="34BADF9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A8F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7BB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608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836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9DD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7483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4.65</w:t>
            </w:r>
          </w:p>
        </w:tc>
      </w:tr>
      <w:tr w:rsidR="00C30B64" w:rsidRPr="00C30B64" w14:paraId="49B17E9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993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91A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7B0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943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5E1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7981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4.45</w:t>
            </w:r>
          </w:p>
        </w:tc>
      </w:tr>
      <w:tr w:rsidR="00C30B64" w:rsidRPr="00C30B64" w14:paraId="009D591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675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41D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2CB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6C5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ACE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35E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3.15</w:t>
            </w:r>
          </w:p>
        </w:tc>
      </w:tr>
      <w:tr w:rsidR="00C30B64" w:rsidRPr="00C30B64" w14:paraId="68F0060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276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053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E4D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C8E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B28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49C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2.55</w:t>
            </w:r>
          </w:p>
        </w:tc>
      </w:tr>
      <w:tr w:rsidR="00C30B64" w:rsidRPr="00C30B64" w14:paraId="3B4457B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279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5DF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D15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30D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12283.301.2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CAA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353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1.93</w:t>
            </w:r>
          </w:p>
        </w:tc>
      </w:tr>
      <w:tr w:rsidR="00C30B64" w:rsidRPr="00C30B64" w14:paraId="730922C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23E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1F6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54A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0B19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12283.301.5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7BD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127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0.64</w:t>
            </w:r>
          </w:p>
        </w:tc>
      </w:tr>
      <w:tr w:rsidR="00C30B64" w:rsidRPr="00C30B64" w14:paraId="62F8AD7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598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681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ГЕНАДИ МАРИНОВ ТОДОРОВ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D7E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9BF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582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7D5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0.52</w:t>
            </w:r>
          </w:p>
        </w:tc>
      </w:tr>
      <w:tr w:rsidR="00C30B64" w:rsidRPr="00C30B64" w14:paraId="4A7DB07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FB9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64CA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8069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Общо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0CB1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C640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77.35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914B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1198.91</w:t>
            </w:r>
          </w:p>
        </w:tc>
      </w:tr>
      <w:tr w:rsidR="00C30B64" w:rsidRPr="00C30B64" w14:paraId="04B9137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338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60C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2AE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D3F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2BE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65E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84.32</w:t>
            </w:r>
          </w:p>
        </w:tc>
      </w:tr>
      <w:tr w:rsidR="00C30B64" w:rsidRPr="00C30B64" w14:paraId="5866FE7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571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48C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D27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8AC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B79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86F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64.82</w:t>
            </w:r>
          </w:p>
        </w:tc>
      </w:tr>
      <w:tr w:rsidR="00C30B64" w:rsidRPr="00C30B64" w14:paraId="4F1731A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853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0C6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17A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4F21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5EA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71D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62.96</w:t>
            </w:r>
          </w:p>
        </w:tc>
      </w:tr>
      <w:tr w:rsidR="00C30B64" w:rsidRPr="00C30B64" w14:paraId="77F64C1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2B5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B69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A0F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A1E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601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88B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61.89</w:t>
            </w:r>
          </w:p>
        </w:tc>
      </w:tr>
      <w:tr w:rsidR="00C30B64" w:rsidRPr="00C30B64" w14:paraId="4BD7583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011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12F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7E3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5CC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F7E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738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57.95</w:t>
            </w:r>
          </w:p>
        </w:tc>
      </w:tr>
      <w:tr w:rsidR="00C30B64" w:rsidRPr="00C30B64" w14:paraId="682A14D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086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03A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AB3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11C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0C1C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5E76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46.48</w:t>
            </w:r>
          </w:p>
        </w:tc>
      </w:tr>
      <w:tr w:rsidR="00C30B64" w:rsidRPr="00C30B64" w14:paraId="2EB8AFD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09B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9A1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071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5B1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40F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723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45.89</w:t>
            </w:r>
          </w:p>
        </w:tc>
      </w:tr>
      <w:tr w:rsidR="00C30B64" w:rsidRPr="00C30B64" w14:paraId="5FD8808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D15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831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FC9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612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566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BEE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42.77</w:t>
            </w:r>
          </w:p>
        </w:tc>
      </w:tr>
      <w:tr w:rsidR="00C30B64" w:rsidRPr="00C30B64" w14:paraId="66EB78B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CE7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368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5CB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D49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907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85B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38.77</w:t>
            </w:r>
          </w:p>
        </w:tc>
      </w:tr>
      <w:tr w:rsidR="00C30B64" w:rsidRPr="00C30B64" w14:paraId="7061020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052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BE7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E8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EC3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96E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203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38.73</w:t>
            </w:r>
          </w:p>
        </w:tc>
      </w:tr>
      <w:tr w:rsidR="00C30B64" w:rsidRPr="00C30B64" w14:paraId="6703425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3EB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700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D6C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EA1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0F3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58C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38.72</w:t>
            </w:r>
          </w:p>
        </w:tc>
      </w:tr>
      <w:tr w:rsidR="00C30B64" w:rsidRPr="00C30B64" w14:paraId="417ECFC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46C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BA4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27A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32E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47E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226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37.07</w:t>
            </w:r>
          </w:p>
        </w:tc>
      </w:tr>
      <w:tr w:rsidR="00C30B64" w:rsidRPr="00C30B64" w14:paraId="403A4A6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85E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8D2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993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8AA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DAD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453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36.27</w:t>
            </w:r>
          </w:p>
        </w:tc>
      </w:tr>
      <w:tr w:rsidR="00C30B64" w:rsidRPr="00C30B64" w14:paraId="72D1B25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981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D2A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DC6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55A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E4D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2CD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35.73</w:t>
            </w:r>
          </w:p>
        </w:tc>
      </w:tr>
      <w:tr w:rsidR="00C30B64" w:rsidRPr="00C30B64" w14:paraId="19D7DBF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72E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8DF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380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70D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903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423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35.63</w:t>
            </w:r>
          </w:p>
        </w:tc>
      </w:tr>
      <w:tr w:rsidR="00C30B64" w:rsidRPr="00C30B64" w14:paraId="73AFB44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DA1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71A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51A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72F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853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336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35.58</w:t>
            </w:r>
          </w:p>
        </w:tc>
      </w:tr>
      <w:tr w:rsidR="00C30B64" w:rsidRPr="00C30B64" w14:paraId="004C207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5C1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7C0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15C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545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D69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EC3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33.59</w:t>
            </w:r>
          </w:p>
        </w:tc>
      </w:tr>
      <w:tr w:rsidR="00C30B64" w:rsidRPr="00C30B64" w14:paraId="05FF218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8CA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0CE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FC8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BAD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1CC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DBF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31.09</w:t>
            </w:r>
          </w:p>
        </w:tc>
      </w:tr>
      <w:tr w:rsidR="00C30B64" w:rsidRPr="00C30B64" w14:paraId="155CCCD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D68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433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D7E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046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89F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7D6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30.85</w:t>
            </w:r>
          </w:p>
        </w:tc>
      </w:tr>
      <w:tr w:rsidR="00C30B64" w:rsidRPr="00C30B64" w14:paraId="7F49F68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D1B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13E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7E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0C9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3BE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878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29.00</w:t>
            </w:r>
          </w:p>
        </w:tc>
      </w:tr>
      <w:tr w:rsidR="00C30B64" w:rsidRPr="00C30B64" w14:paraId="2C68B8C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33A3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FB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C4D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9AC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144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3DF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28.71</w:t>
            </w:r>
          </w:p>
        </w:tc>
      </w:tr>
      <w:tr w:rsidR="00C30B64" w:rsidRPr="00C30B64" w14:paraId="031C109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6D2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1F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6EA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FD5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C1A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3BC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28.46</w:t>
            </w:r>
          </w:p>
        </w:tc>
      </w:tr>
      <w:tr w:rsidR="00C30B64" w:rsidRPr="00C30B64" w14:paraId="7B040B8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915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066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C28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A89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396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D76D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28.23</w:t>
            </w:r>
          </w:p>
        </w:tc>
      </w:tr>
      <w:tr w:rsidR="00C30B64" w:rsidRPr="00C30B64" w14:paraId="7ED39C5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72C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D94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D10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285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D5B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1CEB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27.24</w:t>
            </w:r>
          </w:p>
        </w:tc>
      </w:tr>
      <w:tr w:rsidR="00C30B64" w:rsidRPr="00C30B64" w14:paraId="6483198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A45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D62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7E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552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ACA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4F5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26.79</w:t>
            </w:r>
          </w:p>
        </w:tc>
      </w:tr>
      <w:tr w:rsidR="00C30B64" w:rsidRPr="00C30B64" w14:paraId="3349DF4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2CB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A9C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9CC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FFD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BA7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763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26.35</w:t>
            </w:r>
          </w:p>
        </w:tc>
      </w:tr>
      <w:tr w:rsidR="00C30B64" w:rsidRPr="00C30B64" w14:paraId="2EDB5BE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37F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7C1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508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EEE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20F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6AE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26.02</w:t>
            </w:r>
          </w:p>
        </w:tc>
      </w:tr>
      <w:tr w:rsidR="00C30B64" w:rsidRPr="00C30B64" w14:paraId="5230699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EFB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BCF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C160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597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050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568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25.98</w:t>
            </w:r>
          </w:p>
        </w:tc>
      </w:tr>
      <w:tr w:rsidR="00C30B64" w:rsidRPr="00C30B64" w14:paraId="7DC188D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729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BCF3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577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D00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D8E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C3A9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25.06</w:t>
            </w:r>
          </w:p>
        </w:tc>
      </w:tr>
      <w:tr w:rsidR="00C30B64" w:rsidRPr="00C30B64" w14:paraId="5E98E72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072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50C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254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09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B22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04B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25.03</w:t>
            </w:r>
          </w:p>
        </w:tc>
      </w:tr>
      <w:tr w:rsidR="00C30B64" w:rsidRPr="00C30B64" w14:paraId="74BDB24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8C63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9204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7CD4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2C2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004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867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24.79</w:t>
            </w:r>
          </w:p>
        </w:tc>
      </w:tr>
      <w:tr w:rsidR="00C30B64" w:rsidRPr="00C30B64" w14:paraId="7136A65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9A2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37C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335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7CD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CF7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05F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24.77</w:t>
            </w:r>
          </w:p>
        </w:tc>
      </w:tr>
      <w:tr w:rsidR="00C30B64" w:rsidRPr="00C30B64" w14:paraId="4B2160B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8DD0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4C0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A2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1D0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65F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CAC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23.28</w:t>
            </w:r>
          </w:p>
        </w:tc>
      </w:tr>
      <w:tr w:rsidR="00C30B64" w:rsidRPr="00C30B64" w14:paraId="6CA353B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D79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F77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D69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4AF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D10B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038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23.27</w:t>
            </w:r>
          </w:p>
        </w:tc>
      </w:tr>
      <w:tr w:rsidR="00C30B64" w:rsidRPr="00C30B64" w14:paraId="1853D72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D03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E3C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474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848C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004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01D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22.86</w:t>
            </w:r>
          </w:p>
        </w:tc>
      </w:tr>
      <w:tr w:rsidR="00C30B64" w:rsidRPr="00C30B64" w14:paraId="2D318D4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77B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B0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406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7A8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EDE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94B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22.42</w:t>
            </w:r>
          </w:p>
        </w:tc>
      </w:tr>
      <w:tr w:rsidR="00C30B64" w:rsidRPr="00C30B64" w14:paraId="032E11B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5B6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3A2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21A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4AA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936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B83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22.16</w:t>
            </w:r>
          </w:p>
        </w:tc>
      </w:tr>
      <w:tr w:rsidR="00C30B64" w:rsidRPr="00C30B64" w14:paraId="646C5D6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889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3DB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323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FE1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5BE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B579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20.16</w:t>
            </w:r>
          </w:p>
        </w:tc>
      </w:tr>
      <w:tr w:rsidR="00C30B64" w:rsidRPr="00C30B64" w14:paraId="6619526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039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D8F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8A2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BF2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E04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1A7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19.84</w:t>
            </w:r>
          </w:p>
        </w:tc>
      </w:tr>
      <w:tr w:rsidR="00C30B64" w:rsidRPr="00C30B64" w14:paraId="110C2F3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A5E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7FF8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E1C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289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649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094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18.78</w:t>
            </w:r>
          </w:p>
        </w:tc>
      </w:tr>
      <w:tr w:rsidR="00C30B64" w:rsidRPr="00C30B64" w14:paraId="02FD388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B72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53A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8E9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68B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B04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B3C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18.56</w:t>
            </w:r>
          </w:p>
        </w:tc>
      </w:tr>
      <w:tr w:rsidR="00C30B64" w:rsidRPr="00C30B64" w14:paraId="28BF6D2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449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977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D68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5C1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12CF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583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18.17</w:t>
            </w:r>
          </w:p>
        </w:tc>
      </w:tr>
      <w:tr w:rsidR="00C30B64" w:rsidRPr="00C30B64" w14:paraId="73A3CF9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35B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022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72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490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B6C8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A46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18.05</w:t>
            </w:r>
          </w:p>
        </w:tc>
      </w:tr>
      <w:tr w:rsidR="00C30B64" w:rsidRPr="00C30B64" w14:paraId="51B60D9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1C7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920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977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D0E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0C0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21B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17.98</w:t>
            </w:r>
          </w:p>
        </w:tc>
      </w:tr>
      <w:tr w:rsidR="00C30B64" w:rsidRPr="00C30B64" w14:paraId="479C910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491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FA4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75F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633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10B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3CB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17.49</w:t>
            </w:r>
          </w:p>
        </w:tc>
      </w:tr>
      <w:tr w:rsidR="00C30B64" w:rsidRPr="00C30B64" w14:paraId="023C894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6AC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EE5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6E1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DEB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7F59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215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17.06</w:t>
            </w:r>
          </w:p>
        </w:tc>
      </w:tr>
      <w:tr w:rsidR="00C30B64" w:rsidRPr="00C30B64" w14:paraId="3FDD758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3D7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E18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690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77E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7EC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CDF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16.74</w:t>
            </w:r>
          </w:p>
        </w:tc>
      </w:tr>
      <w:tr w:rsidR="00C30B64" w:rsidRPr="00C30B64" w14:paraId="3D3F6CD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416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088B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E50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D92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4DD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EC1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15.92</w:t>
            </w:r>
          </w:p>
        </w:tc>
      </w:tr>
      <w:tr w:rsidR="00C30B64" w:rsidRPr="00C30B64" w14:paraId="4855D5B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63E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6EC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003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219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7A6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34A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15.59</w:t>
            </w:r>
          </w:p>
        </w:tc>
      </w:tr>
      <w:tr w:rsidR="00C30B64" w:rsidRPr="00C30B64" w14:paraId="161B144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E96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EE4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E56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5E5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FDF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6B6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15.50</w:t>
            </w:r>
          </w:p>
        </w:tc>
      </w:tr>
      <w:tr w:rsidR="00C30B64" w:rsidRPr="00C30B64" w14:paraId="2B29ECE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79F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776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BA1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469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21B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1DE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15.50</w:t>
            </w:r>
          </w:p>
        </w:tc>
      </w:tr>
      <w:tr w:rsidR="00C30B64" w:rsidRPr="00C30B64" w14:paraId="0511C94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269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81E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9D7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C1B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057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7548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15.49</w:t>
            </w:r>
          </w:p>
        </w:tc>
      </w:tr>
      <w:tr w:rsidR="00C30B64" w:rsidRPr="00C30B64" w14:paraId="29F7B40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AE2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414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A62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AD9B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407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AA5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15.47</w:t>
            </w:r>
          </w:p>
        </w:tc>
      </w:tr>
      <w:tr w:rsidR="00C30B64" w:rsidRPr="00C30B64" w14:paraId="4A19878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38C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E1A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198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D9FD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C2F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5EB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15.46</w:t>
            </w:r>
          </w:p>
        </w:tc>
      </w:tr>
      <w:tr w:rsidR="00C30B64" w:rsidRPr="00C30B64" w14:paraId="1F2FAE1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D40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6EC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98A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6E3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70F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F7D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15.39</w:t>
            </w:r>
          </w:p>
        </w:tc>
      </w:tr>
      <w:tr w:rsidR="00C30B64" w:rsidRPr="00C30B64" w14:paraId="0ED3F53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0CF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1A5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BDA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251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F3F4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186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14.76</w:t>
            </w:r>
          </w:p>
        </w:tc>
      </w:tr>
      <w:tr w:rsidR="00C30B64" w:rsidRPr="00C30B64" w14:paraId="7BDBE53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2477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AB4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613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712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832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EED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14.64</w:t>
            </w:r>
          </w:p>
        </w:tc>
      </w:tr>
      <w:tr w:rsidR="00C30B64" w:rsidRPr="00C30B64" w14:paraId="78A76D6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B97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89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3AA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B37B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3F7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01C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13.16</w:t>
            </w:r>
          </w:p>
        </w:tc>
      </w:tr>
      <w:tr w:rsidR="00C30B64" w:rsidRPr="00C30B64" w14:paraId="1E63366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41F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444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289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152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124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DB3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13.05</w:t>
            </w:r>
          </w:p>
        </w:tc>
      </w:tr>
      <w:tr w:rsidR="00C30B64" w:rsidRPr="00C30B64" w14:paraId="1DD4E34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202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184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D23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E52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B5E2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1AB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12.19</w:t>
            </w:r>
          </w:p>
        </w:tc>
      </w:tr>
      <w:tr w:rsidR="00C30B64" w:rsidRPr="00C30B64" w14:paraId="093B657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DA3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0304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9B1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800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E78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305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12.09</w:t>
            </w:r>
          </w:p>
        </w:tc>
      </w:tr>
      <w:tr w:rsidR="00C30B64" w:rsidRPr="00C30B64" w14:paraId="389ADC6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A8D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86A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E8D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60D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F5B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5C1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12.07</w:t>
            </w:r>
          </w:p>
        </w:tc>
      </w:tr>
      <w:tr w:rsidR="00C30B64" w:rsidRPr="00C30B64" w14:paraId="7A7B615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AF7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43B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BB5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D09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7A7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DF7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11.25</w:t>
            </w:r>
          </w:p>
        </w:tc>
      </w:tr>
      <w:tr w:rsidR="00C30B64" w:rsidRPr="00C30B64" w14:paraId="6DA174C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64F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670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299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92F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28E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06D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10.85</w:t>
            </w:r>
          </w:p>
        </w:tc>
      </w:tr>
      <w:tr w:rsidR="00C30B64" w:rsidRPr="00C30B64" w14:paraId="547793F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97D6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08E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4A2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664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714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EB2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10.56</w:t>
            </w:r>
          </w:p>
        </w:tc>
      </w:tr>
      <w:tr w:rsidR="00C30B64" w:rsidRPr="00C30B64" w14:paraId="4100503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C36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C5A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120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84E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A7B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157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10.23</w:t>
            </w:r>
          </w:p>
        </w:tc>
      </w:tr>
      <w:tr w:rsidR="00C30B64" w:rsidRPr="00C30B64" w14:paraId="48CBA6B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53F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88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7C5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9A2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D37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FA5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10.08</w:t>
            </w:r>
          </w:p>
        </w:tc>
      </w:tr>
      <w:tr w:rsidR="00C30B64" w:rsidRPr="00C30B64" w14:paraId="1D809A7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1B5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B66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EA3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5BE9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629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726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9.27</w:t>
            </w:r>
          </w:p>
        </w:tc>
      </w:tr>
      <w:tr w:rsidR="00C30B64" w:rsidRPr="00C30B64" w14:paraId="25D7FA7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477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1BE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98C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BE8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BEF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207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8.68</w:t>
            </w:r>
          </w:p>
        </w:tc>
      </w:tr>
      <w:tr w:rsidR="00C30B64" w:rsidRPr="00C30B64" w14:paraId="17F6799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0E93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ED7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220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4A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4F4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F2B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8.61</w:t>
            </w:r>
          </w:p>
        </w:tc>
      </w:tr>
      <w:tr w:rsidR="00C30B64" w:rsidRPr="00C30B64" w14:paraId="41C7F2D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A6E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2BE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1EA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DAA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781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A78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8.00</w:t>
            </w:r>
          </w:p>
        </w:tc>
      </w:tr>
      <w:tr w:rsidR="00C30B64" w:rsidRPr="00C30B64" w14:paraId="6832BC6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BAD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54F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94E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F71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499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CE8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7.77</w:t>
            </w:r>
          </w:p>
        </w:tc>
      </w:tr>
      <w:tr w:rsidR="00C30B64" w:rsidRPr="00C30B64" w14:paraId="607C456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5BD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F9B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9F7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BA9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4AE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68C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7.73</w:t>
            </w:r>
          </w:p>
        </w:tc>
      </w:tr>
      <w:tr w:rsidR="00C30B64" w:rsidRPr="00C30B64" w14:paraId="38C6B22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5EB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4B9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91B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D63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5AD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9F3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7.71</w:t>
            </w:r>
          </w:p>
        </w:tc>
      </w:tr>
      <w:tr w:rsidR="00C30B64" w:rsidRPr="00C30B64" w14:paraId="6DBD044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5BF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D0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3EF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CC5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EEB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CD2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7.33</w:t>
            </w:r>
          </w:p>
        </w:tc>
      </w:tr>
      <w:tr w:rsidR="00C30B64" w:rsidRPr="00C30B64" w14:paraId="3F7E1C0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A04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F20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89A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B17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6F6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A31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6.22</w:t>
            </w:r>
          </w:p>
        </w:tc>
      </w:tr>
      <w:tr w:rsidR="00C30B64" w:rsidRPr="00C30B64" w14:paraId="09036A0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DF1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29F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631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118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02A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600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5.74</w:t>
            </w:r>
          </w:p>
        </w:tc>
      </w:tr>
      <w:tr w:rsidR="00C30B64" w:rsidRPr="00C30B64" w14:paraId="2144238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2EB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BA6A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618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D64C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135F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F34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5.55</w:t>
            </w:r>
          </w:p>
        </w:tc>
      </w:tr>
      <w:tr w:rsidR="00C30B64" w:rsidRPr="00C30B64" w14:paraId="3134A46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229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F392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0ED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41C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CDD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E3C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5.48</w:t>
            </w:r>
          </w:p>
        </w:tc>
      </w:tr>
      <w:tr w:rsidR="00C30B64" w:rsidRPr="00C30B64" w14:paraId="7B98503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DBB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C77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B46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0E7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80B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D16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5.45</w:t>
            </w:r>
          </w:p>
        </w:tc>
      </w:tr>
      <w:tr w:rsidR="00C30B64" w:rsidRPr="00C30B64" w14:paraId="15BF47F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A0C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E44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562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23D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74E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B4C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5.04</w:t>
            </w:r>
          </w:p>
        </w:tc>
      </w:tr>
      <w:tr w:rsidR="00C30B64" w:rsidRPr="00C30B64" w14:paraId="0C3539E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39A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7A1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835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EA5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12283.405.1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91C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6EA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4.21</w:t>
            </w:r>
          </w:p>
        </w:tc>
      </w:tr>
      <w:tr w:rsidR="00C30B64" w:rsidRPr="00C30B64" w14:paraId="46804A5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593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737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346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539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12A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923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4.17</w:t>
            </w:r>
          </w:p>
        </w:tc>
      </w:tr>
      <w:tr w:rsidR="00C30B64" w:rsidRPr="00C30B64" w14:paraId="59BC6D2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60F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EB9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726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8BC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E0C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14D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2.91</w:t>
            </w:r>
          </w:p>
        </w:tc>
      </w:tr>
      <w:tr w:rsidR="00C30B64" w:rsidRPr="00C30B64" w14:paraId="2112E53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585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BC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ИВАНОВ СТИЛЯНОВ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4B7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32E8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D311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E16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0.18</w:t>
            </w:r>
          </w:p>
        </w:tc>
      </w:tr>
      <w:tr w:rsidR="00C30B64" w:rsidRPr="00C30B64" w14:paraId="45E7E4D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169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6284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3CB1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Общо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2ADD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54F4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121.40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C100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1881.66</w:t>
            </w:r>
          </w:p>
        </w:tc>
      </w:tr>
      <w:tr w:rsidR="00C30B64" w:rsidRPr="00C30B64" w14:paraId="30DED01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86D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D0E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D53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4C9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EE4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684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54.22</w:t>
            </w:r>
          </w:p>
        </w:tc>
      </w:tr>
      <w:tr w:rsidR="00C30B64" w:rsidRPr="00C30B64" w14:paraId="573AC0F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146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D4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999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5C0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53E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828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42.96</w:t>
            </w:r>
          </w:p>
        </w:tc>
      </w:tr>
      <w:tr w:rsidR="00C30B64" w:rsidRPr="00C30B64" w14:paraId="315225D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E0D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4DC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7AD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CEA3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FEB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878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41.84</w:t>
            </w:r>
          </w:p>
        </w:tc>
      </w:tr>
      <w:tr w:rsidR="00C30B64" w:rsidRPr="00C30B64" w14:paraId="1F80041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2EA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811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AFE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663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222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E14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31.02</w:t>
            </w:r>
          </w:p>
        </w:tc>
      </w:tr>
      <w:tr w:rsidR="00C30B64" w:rsidRPr="00C30B64" w14:paraId="652238D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AEC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F741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620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922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FC6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C17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31.01</w:t>
            </w:r>
          </w:p>
        </w:tc>
      </w:tr>
      <w:tr w:rsidR="00C30B64" w:rsidRPr="00C30B64" w14:paraId="6AC7554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646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C14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A6A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F9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C43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7C4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30.98</w:t>
            </w:r>
          </w:p>
        </w:tc>
      </w:tr>
      <w:tr w:rsidR="00C30B64" w:rsidRPr="00C30B64" w14:paraId="61AEBD6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FBE1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59D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4CB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10D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452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BE5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30.95</w:t>
            </w:r>
          </w:p>
        </w:tc>
      </w:tr>
      <w:tr w:rsidR="00C30B64" w:rsidRPr="00C30B64" w14:paraId="02C4C16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7E3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2E1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287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C1B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D09B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533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30.45</w:t>
            </w:r>
          </w:p>
        </w:tc>
      </w:tr>
      <w:tr w:rsidR="00C30B64" w:rsidRPr="00C30B64" w14:paraId="3108C5E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0E8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E13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AE2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EA9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ADBC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463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23.28</w:t>
            </w:r>
          </w:p>
        </w:tc>
      </w:tr>
      <w:tr w:rsidR="00C30B64" w:rsidRPr="00C30B64" w14:paraId="3D497EE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4C6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514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C61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59A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12283.214.175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856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7DD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23.25</w:t>
            </w:r>
          </w:p>
        </w:tc>
      </w:tr>
      <w:tr w:rsidR="00C30B64" w:rsidRPr="00C30B64" w14:paraId="3E00A00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9AA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46B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C83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F6F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4DC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A24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23.23</w:t>
            </w:r>
          </w:p>
        </w:tc>
      </w:tr>
      <w:tr w:rsidR="00C30B64" w:rsidRPr="00C30B64" w14:paraId="11C17FD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769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877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25A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B68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455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200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23.20</w:t>
            </w:r>
          </w:p>
        </w:tc>
      </w:tr>
      <w:tr w:rsidR="00C30B64" w:rsidRPr="00C30B64" w14:paraId="320DFE5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60B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967D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15E8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161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614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8A1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20.56</w:t>
            </w:r>
          </w:p>
        </w:tc>
      </w:tr>
      <w:tr w:rsidR="00C30B64" w:rsidRPr="00C30B64" w14:paraId="41B5275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A6E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6D5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B3D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599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C7DF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C48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20.13</w:t>
            </w:r>
          </w:p>
        </w:tc>
      </w:tr>
      <w:tr w:rsidR="00C30B64" w:rsidRPr="00C30B64" w14:paraId="76DE486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11B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514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DD2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ED7E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502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811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18.59</w:t>
            </w:r>
          </w:p>
        </w:tc>
      </w:tr>
      <w:tr w:rsidR="00C30B64" w:rsidRPr="00C30B64" w14:paraId="1AE55DA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252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461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D2A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1DC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E4E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958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18.57</w:t>
            </w:r>
          </w:p>
        </w:tc>
      </w:tr>
      <w:tr w:rsidR="00C30B64" w:rsidRPr="00C30B64" w14:paraId="1EE4E4F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4C1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594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34A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F32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968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7D6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17.76</w:t>
            </w:r>
          </w:p>
        </w:tc>
      </w:tr>
      <w:tr w:rsidR="00C30B64" w:rsidRPr="00C30B64" w14:paraId="292C57A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681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44A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602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F16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63C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395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15.53</w:t>
            </w:r>
          </w:p>
        </w:tc>
      </w:tr>
      <w:tr w:rsidR="00C30B64" w:rsidRPr="00C30B64" w14:paraId="5BF8E27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AEF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9CF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466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EBA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F9C5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AFA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15.48</w:t>
            </w:r>
          </w:p>
        </w:tc>
      </w:tr>
      <w:tr w:rsidR="00C30B64" w:rsidRPr="00C30B64" w14:paraId="6EE7D6E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5345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D00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7099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9B0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409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351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12.37</w:t>
            </w:r>
          </w:p>
        </w:tc>
      </w:tr>
      <w:tr w:rsidR="00C30B64" w:rsidRPr="00C30B64" w14:paraId="178E62A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099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57B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14D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596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30A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B8D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10.83</w:t>
            </w:r>
          </w:p>
        </w:tc>
      </w:tr>
      <w:tr w:rsidR="00C30B64" w:rsidRPr="00C30B64" w14:paraId="2094BFB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8A6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037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767C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9B2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FB1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3F8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7.53</w:t>
            </w:r>
          </w:p>
        </w:tc>
      </w:tr>
      <w:tr w:rsidR="00C30B64" w:rsidRPr="00C30B64" w14:paraId="4AD9487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973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998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F43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947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1CD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F19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7.38</w:t>
            </w:r>
          </w:p>
        </w:tc>
      </w:tr>
      <w:tr w:rsidR="00C30B64" w:rsidRPr="00C30B64" w14:paraId="3C2E58C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BFB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C78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A61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BFA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A74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BDF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7.38</w:t>
            </w:r>
          </w:p>
        </w:tc>
      </w:tr>
      <w:tr w:rsidR="00C30B64" w:rsidRPr="00C30B64" w14:paraId="182AE76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E9A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DFE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4FBB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379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12283.214.174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070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755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6.96</w:t>
            </w:r>
          </w:p>
        </w:tc>
      </w:tr>
      <w:tr w:rsidR="00C30B64" w:rsidRPr="00C30B64" w14:paraId="6C72566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D90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9D4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E44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BEC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830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855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4.64</w:t>
            </w:r>
          </w:p>
        </w:tc>
      </w:tr>
      <w:tr w:rsidR="00C30B64" w:rsidRPr="00C30B64" w14:paraId="6A4DECB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169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A93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ГЕОРГИ ХРИСТОВ АЛЕКСАНДРОВ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C29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A3B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F43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573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4.55</w:t>
            </w:r>
          </w:p>
        </w:tc>
      </w:tr>
      <w:tr w:rsidR="00C30B64" w:rsidRPr="00C30B64" w14:paraId="3DD3CC3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EFF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BB3E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F671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Общо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1A61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C019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37.07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5627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574.65</w:t>
            </w:r>
          </w:p>
        </w:tc>
      </w:tr>
      <w:tr w:rsidR="00C30B64" w:rsidRPr="00C30B64" w14:paraId="7083E66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D4C3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C0B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BAB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F77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EDC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3CC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205.25</w:t>
            </w:r>
          </w:p>
        </w:tc>
      </w:tr>
      <w:tr w:rsidR="00C30B64" w:rsidRPr="00C30B64" w14:paraId="767A2B0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9D9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81F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D23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75E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E44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3F7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67.51</w:t>
            </w:r>
          </w:p>
        </w:tc>
      </w:tr>
      <w:tr w:rsidR="00C30B64" w:rsidRPr="00C30B64" w14:paraId="5D8F7A4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200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C76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3F0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72E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12283.18.26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5B9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8EF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54.28</w:t>
            </w:r>
          </w:p>
        </w:tc>
      </w:tr>
      <w:tr w:rsidR="00C30B64" w:rsidRPr="00C30B64" w14:paraId="175D9F7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07F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014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B32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6EA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12283.223.13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6D3B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F5E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51.16</w:t>
            </w:r>
          </w:p>
        </w:tc>
      </w:tr>
      <w:tr w:rsidR="00C30B64" w:rsidRPr="00C30B64" w14:paraId="33C8DB4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994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70A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205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A49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12283.406.1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2B0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C237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50.30</w:t>
            </w:r>
          </w:p>
        </w:tc>
      </w:tr>
      <w:tr w:rsidR="00C30B64" w:rsidRPr="00C30B64" w14:paraId="2593DD0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01B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ED7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126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D20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A4F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821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46.09</w:t>
            </w:r>
          </w:p>
        </w:tc>
      </w:tr>
      <w:tr w:rsidR="00C30B64" w:rsidRPr="00C30B64" w14:paraId="646B7F6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87F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3B6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059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082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D1D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B62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44.98</w:t>
            </w:r>
          </w:p>
        </w:tc>
      </w:tr>
      <w:tr w:rsidR="00C30B64" w:rsidRPr="00C30B64" w14:paraId="6A9BC6E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B9A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25F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2B5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057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B5E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0D7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42.40</w:t>
            </w:r>
          </w:p>
        </w:tc>
      </w:tr>
      <w:tr w:rsidR="00C30B64" w:rsidRPr="00C30B64" w14:paraId="27BA4E3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426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D23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6FF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A8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12283.18.25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0D9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501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40.80</w:t>
            </w:r>
          </w:p>
        </w:tc>
      </w:tr>
      <w:tr w:rsidR="00C30B64" w:rsidRPr="00C30B64" w14:paraId="1B26497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EDC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861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4E0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B8B0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5F6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3CB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38.31</w:t>
            </w:r>
          </w:p>
        </w:tc>
      </w:tr>
      <w:tr w:rsidR="00C30B64" w:rsidRPr="00C30B64" w14:paraId="56A2054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202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846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B79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C55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72C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142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35.15</w:t>
            </w:r>
          </w:p>
        </w:tc>
      </w:tr>
      <w:tr w:rsidR="00C30B64" w:rsidRPr="00C30B64" w14:paraId="0EB6863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E21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700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ECE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E3C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552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10D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30.93</w:t>
            </w:r>
          </w:p>
        </w:tc>
      </w:tr>
      <w:tr w:rsidR="00C30B64" w:rsidRPr="00C30B64" w14:paraId="1BE5ABB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B72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2E1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DBA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8C4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945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4E6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29.65</w:t>
            </w:r>
          </w:p>
        </w:tc>
      </w:tr>
      <w:tr w:rsidR="00C30B64" w:rsidRPr="00C30B64" w14:paraId="77AE539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C94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5FF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6E6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34B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4AE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B61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29.24</w:t>
            </w:r>
          </w:p>
        </w:tc>
      </w:tr>
      <w:tr w:rsidR="00C30B64" w:rsidRPr="00C30B64" w14:paraId="70B38B3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DEF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519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262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03B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D4F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4FD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29.10</w:t>
            </w:r>
          </w:p>
        </w:tc>
      </w:tr>
      <w:tr w:rsidR="00C30B64" w:rsidRPr="00C30B64" w14:paraId="4BCAE78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ED3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390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31F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663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EAA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073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27.85</w:t>
            </w:r>
          </w:p>
        </w:tc>
      </w:tr>
      <w:tr w:rsidR="00C30B64" w:rsidRPr="00C30B64" w14:paraId="44E0472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0D5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AD2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3BE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2BF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12283.223.6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C0F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029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26.84</w:t>
            </w:r>
          </w:p>
        </w:tc>
      </w:tr>
      <w:tr w:rsidR="00C30B64" w:rsidRPr="00C30B64" w14:paraId="4538E66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6A8C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3B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6BDB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F2C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4E9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69A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26.31</w:t>
            </w:r>
          </w:p>
        </w:tc>
      </w:tr>
      <w:tr w:rsidR="00C30B64" w:rsidRPr="00C30B64" w14:paraId="6FC14DB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0D7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CCE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5E2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4DD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04E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E21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26.30</w:t>
            </w:r>
          </w:p>
        </w:tc>
      </w:tr>
      <w:tr w:rsidR="00C30B64" w:rsidRPr="00C30B64" w14:paraId="72398DA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21E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777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837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576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1A6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CC2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24.54</w:t>
            </w:r>
          </w:p>
        </w:tc>
      </w:tr>
      <w:tr w:rsidR="00C30B64" w:rsidRPr="00C30B64" w14:paraId="4D0DB78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C37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767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935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0C4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F46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D92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22.81</w:t>
            </w:r>
          </w:p>
        </w:tc>
      </w:tr>
      <w:tr w:rsidR="00C30B64" w:rsidRPr="00C30B64" w14:paraId="0C66F6C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AFA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6BF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C0F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70F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68A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F19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21.62</w:t>
            </w:r>
          </w:p>
        </w:tc>
      </w:tr>
      <w:tr w:rsidR="00C30B64" w:rsidRPr="00C30B64" w14:paraId="63782CE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7205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975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ABC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2D4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3F9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015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20.55</w:t>
            </w:r>
          </w:p>
        </w:tc>
      </w:tr>
      <w:tr w:rsidR="00C30B64" w:rsidRPr="00C30B64" w14:paraId="08E1B80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E8F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1AA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9CB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D6D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12283.223.8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CEB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90F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20.43</w:t>
            </w:r>
          </w:p>
        </w:tc>
      </w:tr>
      <w:tr w:rsidR="00C30B64" w:rsidRPr="00C30B64" w14:paraId="76A7843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F6C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DFC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751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E75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FBB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EF0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19.57</w:t>
            </w:r>
          </w:p>
        </w:tc>
      </w:tr>
      <w:tr w:rsidR="00C30B64" w:rsidRPr="00C30B64" w14:paraId="6AFA6A3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F83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2AE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5F4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DB7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58A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7C4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19.28</w:t>
            </w:r>
          </w:p>
        </w:tc>
      </w:tr>
      <w:tr w:rsidR="00C30B64" w:rsidRPr="00C30B64" w14:paraId="6BCB233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B9F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E17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34B5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98B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EEC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7F5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18.03</w:t>
            </w:r>
          </w:p>
        </w:tc>
      </w:tr>
      <w:tr w:rsidR="00C30B64" w:rsidRPr="00C30B64" w14:paraId="0285A26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E36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9C8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79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311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0AE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83A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17.65</w:t>
            </w:r>
          </w:p>
        </w:tc>
      </w:tr>
      <w:tr w:rsidR="00C30B64" w:rsidRPr="00C30B64" w14:paraId="31964E0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477B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FAE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377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08B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C2E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CAE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17.44</w:t>
            </w:r>
          </w:p>
        </w:tc>
      </w:tr>
      <w:tr w:rsidR="00C30B64" w:rsidRPr="00C30B64" w14:paraId="33CCAFD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F08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966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B11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E0B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4F8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BF3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17.22</w:t>
            </w:r>
          </w:p>
        </w:tc>
      </w:tr>
      <w:tr w:rsidR="00C30B64" w:rsidRPr="00C30B64" w14:paraId="510EEC3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3C07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C03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EB2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039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C28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571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16.57</w:t>
            </w:r>
          </w:p>
        </w:tc>
      </w:tr>
      <w:tr w:rsidR="00C30B64" w:rsidRPr="00C30B64" w14:paraId="599BD45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D22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B3C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CD2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8A3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390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867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16.55</w:t>
            </w:r>
          </w:p>
        </w:tc>
      </w:tr>
      <w:tr w:rsidR="00C30B64" w:rsidRPr="00C30B64" w14:paraId="59E2BB8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7F5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76BF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DFC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8DBD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69B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B4E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15.51</w:t>
            </w:r>
          </w:p>
        </w:tc>
      </w:tr>
      <w:tr w:rsidR="00C30B64" w:rsidRPr="00C30B64" w14:paraId="1D7B15A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6AC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9753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25F3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056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7DD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72C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15.51</w:t>
            </w:r>
          </w:p>
        </w:tc>
      </w:tr>
      <w:tr w:rsidR="00C30B64" w:rsidRPr="00C30B64" w14:paraId="08180F1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BA8C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8C3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590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026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C98C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246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15.50</w:t>
            </w:r>
          </w:p>
        </w:tc>
      </w:tr>
      <w:tr w:rsidR="00C30B64" w:rsidRPr="00C30B64" w14:paraId="1D05659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ABC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0E3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0F0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5E3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FF8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BE6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15.46</w:t>
            </w:r>
          </w:p>
        </w:tc>
      </w:tr>
      <w:tr w:rsidR="00C30B64" w:rsidRPr="00C30B64" w14:paraId="2677432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283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298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392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F16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C60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1FC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15.44</w:t>
            </w:r>
          </w:p>
        </w:tc>
      </w:tr>
      <w:tr w:rsidR="00C30B64" w:rsidRPr="00C30B64" w14:paraId="1E0B25A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C5D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1D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A75E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779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12283.223.11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813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601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15.39</w:t>
            </w:r>
          </w:p>
        </w:tc>
      </w:tr>
      <w:tr w:rsidR="00C30B64" w:rsidRPr="00C30B64" w14:paraId="5C2A773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371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2DA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E6E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506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DA7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ABB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15.32</w:t>
            </w:r>
          </w:p>
        </w:tc>
      </w:tr>
      <w:tr w:rsidR="00C30B64" w:rsidRPr="00C30B64" w14:paraId="3D0A27F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BA77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1BB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A1C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6A2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12283.223.12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251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D60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15.10</w:t>
            </w:r>
          </w:p>
        </w:tc>
      </w:tr>
      <w:tr w:rsidR="00C30B64" w:rsidRPr="00C30B64" w14:paraId="17FB0C6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B22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4FD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259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3CA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0B7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C50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15.07</w:t>
            </w:r>
          </w:p>
        </w:tc>
      </w:tr>
      <w:tr w:rsidR="00C30B64" w:rsidRPr="00C30B64" w14:paraId="301DBE8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1B0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25B5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43D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84A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A47A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440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14.72</w:t>
            </w:r>
          </w:p>
        </w:tc>
      </w:tr>
      <w:tr w:rsidR="00C30B64" w:rsidRPr="00C30B64" w14:paraId="0D0B1B1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F4F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7D1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D13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54F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B9E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D13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14.13</w:t>
            </w:r>
          </w:p>
        </w:tc>
      </w:tr>
      <w:tr w:rsidR="00C30B64" w:rsidRPr="00C30B64" w14:paraId="7FC5AD8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778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9394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701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587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6166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AF0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13.57</w:t>
            </w:r>
          </w:p>
        </w:tc>
      </w:tr>
      <w:tr w:rsidR="00C30B64" w:rsidRPr="00C30B64" w14:paraId="4C0308D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1C4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18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F76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324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D40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9D0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12.94</w:t>
            </w:r>
          </w:p>
        </w:tc>
      </w:tr>
      <w:tr w:rsidR="00C30B64" w:rsidRPr="00C30B64" w14:paraId="5709E9C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EE9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580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9C0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59D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06B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8FD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12.64</w:t>
            </w:r>
          </w:p>
        </w:tc>
      </w:tr>
      <w:tr w:rsidR="00C30B64" w:rsidRPr="00C30B64" w14:paraId="059C060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4A1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232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78D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EE3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624C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784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12.59</w:t>
            </w:r>
          </w:p>
        </w:tc>
      </w:tr>
      <w:tr w:rsidR="00C30B64" w:rsidRPr="00C30B64" w14:paraId="62B6B14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D46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282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C6AD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A24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3DA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669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11.43</w:t>
            </w:r>
          </w:p>
        </w:tc>
      </w:tr>
      <w:tr w:rsidR="00C30B64" w:rsidRPr="00C30B64" w14:paraId="7822501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BA2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116F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B402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D42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D5C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059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10.84</w:t>
            </w:r>
          </w:p>
        </w:tc>
      </w:tr>
      <w:tr w:rsidR="00C30B64" w:rsidRPr="00C30B64" w14:paraId="5C930D4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2F9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68C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BD3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AFE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20F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85F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10.84</w:t>
            </w:r>
          </w:p>
        </w:tc>
      </w:tr>
      <w:tr w:rsidR="00C30B64" w:rsidRPr="00C30B64" w14:paraId="5932238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222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400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1A6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8A0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3FB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EFE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10.80</w:t>
            </w:r>
          </w:p>
        </w:tc>
      </w:tr>
      <w:tr w:rsidR="00C30B64" w:rsidRPr="00C30B64" w14:paraId="2174069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B00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1EE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9C2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FB5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8EB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147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9.54</w:t>
            </w:r>
          </w:p>
        </w:tc>
      </w:tr>
      <w:tr w:rsidR="00C30B64" w:rsidRPr="00C30B64" w14:paraId="43EBB1F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E35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411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4B1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C5B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C9D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CDB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9.10</w:t>
            </w:r>
          </w:p>
        </w:tc>
      </w:tr>
      <w:tr w:rsidR="00C30B64" w:rsidRPr="00C30B64" w14:paraId="1081622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1BB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A83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78C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937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D8EF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CB6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7.69</w:t>
            </w:r>
          </w:p>
        </w:tc>
      </w:tr>
      <w:tr w:rsidR="00C30B64" w:rsidRPr="00C30B64" w14:paraId="7D66AE4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DC5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BB1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635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798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A68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604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7.56</w:t>
            </w:r>
          </w:p>
        </w:tc>
      </w:tr>
      <w:tr w:rsidR="00C30B64" w:rsidRPr="00C30B64" w14:paraId="74823CB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9903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A2D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CF0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0C9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327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7DE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6.58</w:t>
            </w:r>
          </w:p>
        </w:tc>
      </w:tr>
      <w:tr w:rsidR="00C30B64" w:rsidRPr="00C30B64" w14:paraId="7C7B8ED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457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C71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780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86B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7F0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701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6.00</w:t>
            </w:r>
          </w:p>
        </w:tc>
      </w:tr>
      <w:tr w:rsidR="00C30B64" w:rsidRPr="00C30B64" w14:paraId="6BFF079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4F88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FBB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009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4C0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12283.234.32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270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FF2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5.85</w:t>
            </w:r>
          </w:p>
        </w:tc>
      </w:tr>
      <w:tr w:rsidR="00C30B64" w:rsidRPr="00C30B64" w14:paraId="306CC23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A52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3C3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86D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817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247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F31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4.27</w:t>
            </w:r>
          </w:p>
        </w:tc>
      </w:tr>
      <w:tr w:rsidR="00C30B64" w:rsidRPr="00C30B64" w14:paraId="7C92C3F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BF8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681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661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406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12283.223.19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083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995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3.23</w:t>
            </w:r>
          </w:p>
        </w:tc>
      </w:tr>
      <w:tr w:rsidR="00C30B64" w:rsidRPr="00C30B64" w14:paraId="5EA4A50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FCB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3A5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31F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59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40A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B5C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2.87</w:t>
            </w:r>
          </w:p>
        </w:tc>
      </w:tr>
      <w:tr w:rsidR="00C30B64" w:rsidRPr="00C30B64" w14:paraId="3259D51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08C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0D2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FFD4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BAB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7B8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39C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2.04</w:t>
            </w:r>
          </w:p>
        </w:tc>
      </w:tr>
      <w:tr w:rsidR="00C30B64" w:rsidRPr="00C30B64" w14:paraId="7608482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DED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395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AB2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98A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6CA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13A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0.67</w:t>
            </w:r>
          </w:p>
        </w:tc>
      </w:tr>
      <w:tr w:rsidR="00C30B64" w:rsidRPr="00C30B64" w14:paraId="3AADB8F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19D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624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ГЕЧО ПЕТКОВ ЗАХАРИЕВ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7D2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644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2EE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C48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0.20</w:t>
            </w:r>
          </w:p>
        </w:tc>
      </w:tr>
      <w:tr w:rsidR="00C30B64" w:rsidRPr="00C30B64" w14:paraId="55194CA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F03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085B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6281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Общо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A15E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56F5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95.69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DD9A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1483.11</w:t>
            </w:r>
          </w:p>
        </w:tc>
      </w:tr>
      <w:tr w:rsidR="00C30B64" w:rsidRPr="00C30B64" w14:paraId="504AF07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E8E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BDC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D0B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8F8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12283.18.17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99C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4DEF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121.47</w:t>
            </w:r>
          </w:p>
        </w:tc>
      </w:tr>
      <w:tr w:rsidR="00C30B64" w:rsidRPr="00C30B64" w14:paraId="219F7FA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EDC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DA7A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141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DA0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BA3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21E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117.68</w:t>
            </w:r>
          </w:p>
        </w:tc>
      </w:tr>
      <w:tr w:rsidR="00C30B64" w:rsidRPr="00C30B64" w14:paraId="68B8A33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FB7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D1B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05B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376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BF1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7AE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115.38</w:t>
            </w:r>
          </w:p>
        </w:tc>
      </w:tr>
      <w:tr w:rsidR="00C30B64" w:rsidRPr="00C30B64" w14:paraId="7A0DA5B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B1E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6EC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52B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CD1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7F7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DF5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111.88</w:t>
            </w:r>
          </w:p>
        </w:tc>
      </w:tr>
      <w:tr w:rsidR="00C30B64" w:rsidRPr="00C30B64" w14:paraId="64B7026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E4D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944F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DC7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249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12283.18.79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3FA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A2D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107.05</w:t>
            </w:r>
          </w:p>
        </w:tc>
      </w:tr>
      <w:tr w:rsidR="00C30B64" w:rsidRPr="00C30B64" w14:paraId="0B364C9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140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899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18C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847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4C6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F0D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91.21</w:t>
            </w:r>
          </w:p>
        </w:tc>
      </w:tr>
      <w:tr w:rsidR="00C30B64" w:rsidRPr="00C30B64" w14:paraId="4FB5993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E03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BA5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121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F9A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12283.18.19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D6D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8EA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88.38</w:t>
            </w:r>
          </w:p>
        </w:tc>
      </w:tr>
      <w:tr w:rsidR="00C30B64" w:rsidRPr="00C30B64" w14:paraId="4CE4E1B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351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7AB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AEE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8C8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305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923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77.18</w:t>
            </w:r>
          </w:p>
        </w:tc>
      </w:tr>
      <w:tr w:rsidR="00C30B64" w:rsidRPr="00C30B64" w14:paraId="01E7A9B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DBC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76B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4BF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F12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4CFD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415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73.56</w:t>
            </w:r>
          </w:p>
        </w:tc>
      </w:tr>
      <w:tr w:rsidR="00C30B64" w:rsidRPr="00C30B64" w14:paraId="5D56991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19B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15B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FFB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629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68F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90D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66.62</w:t>
            </w:r>
          </w:p>
        </w:tc>
      </w:tr>
      <w:tr w:rsidR="00C30B64" w:rsidRPr="00C30B64" w14:paraId="32510BA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BF36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8D6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CA9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D2D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B52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AA9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61.74</w:t>
            </w:r>
          </w:p>
        </w:tc>
      </w:tr>
      <w:tr w:rsidR="00C30B64" w:rsidRPr="00C30B64" w14:paraId="1023343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38D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B5B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119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9AD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E5A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E0D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60.67</w:t>
            </w:r>
          </w:p>
        </w:tc>
      </w:tr>
      <w:tr w:rsidR="00C30B64" w:rsidRPr="00C30B64" w14:paraId="56CB4BC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8D2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E37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9A6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F97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564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819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58.83</w:t>
            </w:r>
          </w:p>
        </w:tc>
      </w:tr>
      <w:tr w:rsidR="00C30B64" w:rsidRPr="00C30B64" w14:paraId="5FCBC7F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E7C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A8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ACF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157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435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104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58.23</w:t>
            </w:r>
          </w:p>
        </w:tc>
      </w:tr>
      <w:tr w:rsidR="00C30B64" w:rsidRPr="00C30B64" w14:paraId="0490992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1E5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928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EAE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AF8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963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F94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55.78</w:t>
            </w:r>
          </w:p>
        </w:tc>
      </w:tr>
      <w:tr w:rsidR="00C30B64" w:rsidRPr="00C30B64" w14:paraId="6AADFDD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232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C12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AB5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E8D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471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314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54.28</w:t>
            </w:r>
          </w:p>
        </w:tc>
      </w:tr>
      <w:tr w:rsidR="00C30B64" w:rsidRPr="00C30B64" w14:paraId="790DC04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9F1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C62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20E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19B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220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537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54.04</w:t>
            </w:r>
          </w:p>
        </w:tc>
      </w:tr>
      <w:tr w:rsidR="00C30B64" w:rsidRPr="00C30B64" w14:paraId="410F78F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EDF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F13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D3C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2D0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18F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C69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53.10</w:t>
            </w:r>
          </w:p>
        </w:tc>
      </w:tr>
      <w:tr w:rsidR="00C30B64" w:rsidRPr="00C30B64" w14:paraId="01F2649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305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514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D7E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A0F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5BC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592E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50.79</w:t>
            </w:r>
          </w:p>
        </w:tc>
      </w:tr>
      <w:tr w:rsidR="00C30B64" w:rsidRPr="00C30B64" w14:paraId="7A06A4D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D9A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BB3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C12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565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A7D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95F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50.66</w:t>
            </w:r>
          </w:p>
        </w:tc>
      </w:tr>
      <w:tr w:rsidR="00C30B64" w:rsidRPr="00C30B64" w14:paraId="50E41C0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79B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12F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565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FB7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85A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42D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48.93</w:t>
            </w:r>
          </w:p>
        </w:tc>
      </w:tr>
      <w:tr w:rsidR="00C30B64" w:rsidRPr="00C30B64" w14:paraId="076DB2A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F2C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01D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C7F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F1F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B8F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A73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48.57</w:t>
            </w:r>
          </w:p>
        </w:tc>
      </w:tr>
      <w:tr w:rsidR="00C30B64" w:rsidRPr="00C30B64" w14:paraId="0AD60F5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DFE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356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6DE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227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15A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8D6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48.01</w:t>
            </w:r>
          </w:p>
        </w:tc>
      </w:tr>
      <w:tr w:rsidR="00C30B64" w:rsidRPr="00C30B64" w14:paraId="5ACD0AC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6760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086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BFD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AC8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19A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F3C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46.47</w:t>
            </w:r>
          </w:p>
        </w:tc>
      </w:tr>
      <w:tr w:rsidR="00C30B64" w:rsidRPr="00C30B64" w14:paraId="244D029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621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DD9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067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A84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6E7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31A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46.47</w:t>
            </w:r>
          </w:p>
        </w:tc>
      </w:tr>
      <w:tr w:rsidR="00C30B64" w:rsidRPr="00C30B64" w14:paraId="6DBB954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6CE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415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90A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4B2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E8E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395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46.22</w:t>
            </w:r>
          </w:p>
        </w:tc>
      </w:tr>
      <w:tr w:rsidR="00C30B64" w:rsidRPr="00C30B64" w14:paraId="32E2EF4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9AAB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037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51F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20C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9CE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148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45.26</w:t>
            </w:r>
          </w:p>
        </w:tc>
      </w:tr>
      <w:tr w:rsidR="00C30B64" w:rsidRPr="00C30B64" w14:paraId="3409C57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7DF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605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1A5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6E5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D6E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269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44.66</w:t>
            </w:r>
          </w:p>
        </w:tc>
      </w:tr>
      <w:tr w:rsidR="00C30B64" w:rsidRPr="00C30B64" w14:paraId="4B40FC6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68C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C41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242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EEA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2C6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139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44.13</w:t>
            </w:r>
          </w:p>
        </w:tc>
      </w:tr>
      <w:tr w:rsidR="00C30B64" w:rsidRPr="00C30B64" w14:paraId="23A9DEF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6A3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6F7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A1E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2442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C54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61C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43.55</w:t>
            </w:r>
          </w:p>
        </w:tc>
      </w:tr>
      <w:tr w:rsidR="00C30B64" w:rsidRPr="00C30B64" w14:paraId="7462786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C6B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D5D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428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933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216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A83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42.99</w:t>
            </w:r>
          </w:p>
        </w:tc>
      </w:tr>
      <w:tr w:rsidR="00C30B64" w:rsidRPr="00C30B64" w14:paraId="6E55BBE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342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5D7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842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F2E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F1A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E29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42.45</w:t>
            </w:r>
          </w:p>
        </w:tc>
      </w:tr>
      <w:tr w:rsidR="00C30B64" w:rsidRPr="00C30B64" w14:paraId="29D138D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C4C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700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51B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CFA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B19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3CE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39.67</w:t>
            </w:r>
          </w:p>
        </w:tc>
      </w:tr>
      <w:tr w:rsidR="00C30B64" w:rsidRPr="00C30B64" w14:paraId="71C5ED9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EB41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FA8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E5A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861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0AB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3F2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39.37</w:t>
            </w:r>
          </w:p>
        </w:tc>
      </w:tr>
      <w:tr w:rsidR="00C30B64" w:rsidRPr="00C30B64" w14:paraId="0D816FA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E68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F03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045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297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12283.155.14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4B4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6C0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39.12</w:t>
            </w:r>
          </w:p>
        </w:tc>
      </w:tr>
      <w:tr w:rsidR="00C30B64" w:rsidRPr="00C30B64" w14:paraId="10BEEB8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62FB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609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43E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57A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6E0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934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38.69</w:t>
            </w:r>
          </w:p>
        </w:tc>
      </w:tr>
      <w:tr w:rsidR="00C30B64" w:rsidRPr="00C30B64" w14:paraId="1C452FB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3A8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6A9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08D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DB7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C55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80C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37.63</w:t>
            </w:r>
          </w:p>
        </w:tc>
      </w:tr>
      <w:tr w:rsidR="00C30B64" w:rsidRPr="00C30B64" w14:paraId="154076A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DFE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083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1BE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B66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2B5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41E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35.44</w:t>
            </w:r>
          </w:p>
        </w:tc>
      </w:tr>
      <w:tr w:rsidR="00C30B64" w:rsidRPr="00C30B64" w14:paraId="7C141C0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F90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24DE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278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32A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EFC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BD1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34.66</w:t>
            </w:r>
          </w:p>
        </w:tc>
      </w:tr>
      <w:tr w:rsidR="00C30B64" w:rsidRPr="00C30B64" w14:paraId="62DF2D5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07A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43F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29F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8F2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456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5A8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34.13</w:t>
            </w:r>
          </w:p>
        </w:tc>
      </w:tr>
      <w:tr w:rsidR="00C30B64" w:rsidRPr="00C30B64" w14:paraId="5F342C8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C6C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045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BE8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D02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88E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17D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34.12</w:t>
            </w:r>
          </w:p>
        </w:tc>
      </w:tr>
      <w:tr w:rsidR="00C30B64" w:rsidRPr="00C30B64" w14:paraId="718C302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40E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E6C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67F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2C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70A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AA6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34.09</w:t>
            </w:r>
          </w:p>
        </w:tc>
      </w:tr>
      <w:tr w:rsidR="00C30B64" w:rsidRPr="00C30B64" w14:paraId="34932F2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1B1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045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8C5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0CE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CA9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B4D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33.29</w:t>
            </w:r>
          </w:p>
        </w:tc>
      </w:tr>
      <w:tr w:rsidR="00C30B64" w:rsidRPr="00C30B64" w14:paraId="2E1E07B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30C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EF3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89B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F39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CE39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9AA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32.34</w:t>
            </w:r>
          </w:p>
        </w:tc>
      </w:tr>
      <w:tr w:rsidR="00C30B64" w:rsidRPr="00C30B64" w14:paraId="1D6AC7E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7B1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7D5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581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C8F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9EA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F86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32.31</w:t>
            </w:r>
          </w:p>
        </w:tc>
      </w:tr>
      <w:tr w:rsidR="00C30B64" w:rsidRPr="00C30B64" w14:paraId="676AD03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DB6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ED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62D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273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799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AB8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32.17</w:t>
            </w:r>
          </w:p>
        </w:tc>
      </w:tr>
      <w:tr w:rsidR="00C30B64" w:rsidRPr="00C30B64" w14:paraId="164DC93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22C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00B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215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AF7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5BA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E6BE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32.02</w:t>
            </w:r>
          </w:p>
        </w:tc>
      </w:tr>
      <w:tr w:rsidR="00C30B64" w:rsidRPr="00C30B64" w14:paraId="68EDFE1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369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497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822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A18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12283.155.12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9AF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2D1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31.93</w:t>
            </w:r>
          </w:p>
        </w:tc>
      </w:tr>
      <w:tr w:rsidR="00C30B64" w:rsidRPr="00C30B64" w14:paraId="21EA9FF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8DB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E19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46EB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5A7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2D5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A0A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31.00</w:t>
            </w:r>
          </w:p>
        </w:tc>
      </w:tr>
      <w:tr w:rsidR="00C30B64" w:rsidRPr="00C30B64" w14:paraId="5D97C26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39B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244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7DA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480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60E4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FDA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30.99</w:t>
            </w:r>
          </w:p>
        </w:tc>
      </w:tr>
      <w:tr w:rsidR="00C30B64" w:rsidRPr="00C30B64" w14:paraId="4CAB360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F7F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77D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C33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5F4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5DD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F7A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30.98</w:t>
            </w:r>
          </w:p>
        </w:tc>
      </w:tr>
      <w:tr w:rsidR="00C30B64" w:rsidRPr="00C30B64" w14:paraId="2B18733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8B0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8FF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AA29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783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850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86C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30.98</w:t>
            </w:r>
          </w:p>
        </w:tc>
      </w:tr>
      <w:tr w:rsidR="00C30B64" w:rsidRPr="00C30B64" w14:paraId="63834B1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D71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B73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8A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DBF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634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7EB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30.97</w:t>
            </w:r>
          </w:p>
        </w:tc>
      </w:tr>
      <w:tr w:rsidR="00C30B64" w:rsidRPr="00C30B64" w14:paraId="3EE3FD0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914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A5E2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47C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2F5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60E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ED5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30.96</w:t>
            </w:r>
          </w:p>
        </w:tc>
      </w:tr>
      <w:tr w:rsidR="00C30B64" w:rsidRPr="00C30B64" w14:paraId="786F2DA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E4BF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D71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D369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54D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6EA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409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30.96</w:t>
            </w:r>
          </w:p>
        </w:tc>
      </w:tr>
      <w:tr w:rsidR="00C30B64" w:rsidRPr="00C30B64" w14:paraId="3459350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43B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166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537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0BB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65B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F49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30.94</w:t>
            </w:r>
          </w:p>
        </w:tc>
      </w:tr>
      <w:tr w:rsidR="00C30B64" w:rsidRPr="00C30B64" w14:paraId="55D6F56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FDC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540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41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B02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B9B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095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30.93</w:t>
            </w:r>
          </w:p>
        </w:tc>
      </w:tr>
      <w:tr w:rsidR="00C30B64" w:rsidRPr="00C30B64" w14:paraId="09D12E4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C11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647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36E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9BC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D7B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763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30.86</w:t>
            </w:r>
          </w:p>
        </w:tc>
      </w:tr>
      <w:tr w:rsidR="00C30B64" w:rsidRPr="00C30B64" w14:paraId="3141A7B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835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15E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CCB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259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A46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385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30.65</w:t>
            </w:r>
          </w:p>
        </w:tc>
      </w:tr>
      <w:tr w:rsidR="00C30B64" w:rsidRPr="00C30B64" w14:paraId="093D994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D51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B2F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A4F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B11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521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25A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30.61</w:t>
            </w:r>
          </w:p>
        </w:tc>
      </w:tr>
      <w:tr w:rsidR="00C30B64" w:rsidRPr="00C30B64" w14:paraId="7FC8176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7E0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C93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856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1B5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42B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B1E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30.34</w:t>
            </w:r>
          </w:p>
        </w:tc>
      </w:tr>
      <w:tr w:rsidR="00C30B64" w:rsidRPr="00C30B64" w14:paraId="152500B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A9A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406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EE6B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F96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D95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26B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30.04</w:t>
            </w:r>
          </w:p>
        </w:tc>
      </w:tr>
      <w:tr w:rsidR="00C30B64" w:rsidRPr="00C30B64" w14:paraId="155E2A6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677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104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20E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24D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12283.18.18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8EB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CBA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29.96</w:t>
            </w:r>
          </w:p>
        </w:tc>
      </w:tr>
      <w:tr w:rsidR="00C30B64" w:rsidRPr="00C30B64" w14:paraId="18379A4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3A0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40D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3C3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E81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999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0A8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29.76</w:t>
            </w:r>
          </w:p>
        </w:tc>
      </w:tr>
      <w:tr w:rsidR="00C30B64" w:rsidRPr="00C30B64" w14:paraId="298DE35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BF2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FC1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B08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2C3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65F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C95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29.56</w:t>
            </w:r>
          </w:p>
        </w:tc>
      </w:tr>
      <w:tr w:rsidR="00C30B64" w:rsidRPr="00C30B64" w14:paraId="064BAFF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91C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B36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032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10E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EED7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EAF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29.42</w:t>
            </w:r>
          </w:p>
        </w:tc>
      </w:tr>
      <w:tr w:rsidR="00C30B64" w:rsidRPr="00C30B64" w14:paraId="0D5C158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AE0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327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ED5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301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CF9F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EB0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29.27</w:t>
            </w:r>
          </w:p>
        </w:tc>
      </w:tr>
      <w:tr w:rsidR="00C30B64" w:rsidRPr="00C30B64" w14:paraId="763702B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EB0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751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79C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78C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32E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7BC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29.23</w:t>
            </w:r>
          </w:p>
        </w:tc>
      </w:tr>
      <w:tr w:rsidR="00C30B64" w:rsidRPr="00C30B64" w14:paraId="392599B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11A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1DB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A3B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C7FD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864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870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29.14</w:t>
            </w:r>
          </w:p>
        </w:tc>
      </w:tr>
      <w:tr w:rsidR="00C30B64" w:rsidRPr="00C30B64" w14:paraId="2A0C06A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0BA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DD2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7A2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2BD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A78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D5E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28.39</w:t>
            </w:r>
          </w:p>
        </w:tc>
      </w:tr>
      <w:tr w:rsidR="00C30B64" w:rsidRPr="00C30B64" w14:paraId="0F2FC6F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46C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21C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8ED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5C6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42F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221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28.32</w:t>
            </w:r>
          </w:p>
        </w:tc>
      </w:tr>
      <w:tr w:rsidR="00C30B64" w:rsidRPr="00C30B64" w14:paraId="09E46CE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FC55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B65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732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BFC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1BF6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E6A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28.18</w:t>
            </w:r>
          </w:p>
        </w:tc>
      </w:tr>
      <w:tr w:rsidR="00C30B64" w:rsidRPr="00C30B64" w14:paraId="7D580E7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BF8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36D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DB0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7E3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330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DFE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27.69</w:t>
            </w:r>
          </w:p>
        </w:tc>
      </w:tr>
      <w:tr w:rsidR="00C30B64" w:rsidRPr="00C30B64" w14:paraId="4615BFA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D74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6FC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90E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2B4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836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ED0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27.51</w:t>
            </w:r>
          </w:p>
        </w:tc>
      </w:tr>
      <w:tr w:rsidR="00C30B64" w:rsidRPr="00C30B64" w14:paraId="49FD53D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AC1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865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6F9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74A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573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0C0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26.75</w:t>
            </w:r>
          </w:p>
        </w:tc>
      </w:tr>
      <w:tr w:rsidR="00C30B64" w:rsidRPr="00C30B64" w14:paraId="4777408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3D2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665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16C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F3A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46E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07C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26.64</w:t>
            </w:r>
          </w:p>
        </w:tc>
      </w:tr>
      <w:tr w:rsidR="00C30B64" w:rsidRPr="00C30B64" w14:paraId="3F88BED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5AF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094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8D7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D47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AE1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ADA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25.75</w:t>
            </w:r>
          </w:p>
        </w:tc>
      </w:tr>
      <w:tr w:rsidR="00C30B64" w:rsidRPr="00C30B64" w14:paraId="25C2587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98B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8C2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A98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CB0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B8B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10F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25.26</w:t>
            </w:r>
          </w:p>
        </w:tc>
      </w:tr>
      <w:tr w:rsidR="00C30B64" w:rsidRPr="00C30B64" w14:paraId="310F3DF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44B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1F1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4DF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B99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02C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BBD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</w:tr>
      <w:tr w:rsidR="00C30B64" w:rsidRPr="00C30B64" w14:paraId="1E37555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A61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AD6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920B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6C2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827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ADF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24.78</w:t>
            </w:r>
          </w:p>
        </w:tc>
      </w:tr>
      <w:tr w:rsidR="00C30B64" w:rsidRPr="00C30B64" w14:paraId="30876D6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DEA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2DD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BA1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C8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00E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E03E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24.73</w:t>
            </w:r>
          </w:p>
        </w:tc>
      </w:tr>
      <w:tr w:rsidR="00C30B64" w:rsidRPr="00C30B64" w14:paraId="0296169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2D9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677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A64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DE2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FDC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785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24.64</w:t>
            </w:r>
          </w:p>
        </w:tc>
      </w:tr>
      <w:tr w:rsidR="00C30B64" w:rsidRPr="00C30B64" w14:paraId="4923DFB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842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E28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1AE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0E7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09C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FE9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24.30</w:t>
            </w:r>
          </w:p>
        </w:tc>
      </w:tr>
      <w:tr w:rsidR="00C30B64" w:rsidRPr="00C30B64" w14:paraId="0B9EA92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6EE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E5C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47E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2430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37B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341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23.29</w:t>
            </w:r>
          </w:p>
        </w:tc>
      </w:tr>
      <w:tr w:rsidR="00C30B64" w:rsidRPr="00C30B64" w14:paraId="00A8E21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2F1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E9A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E3D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9B3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DE0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C13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23.25</w:t>
            </w:r>
          </w:p>
        </w:tc>
      </w:tr>
      <w:tr w:rsidR="00C30B64" w:rsidRPr="00C30B64" w14:paraId="6CA54CF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BCB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687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7F5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FF0F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D3F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154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23.24</w:t>
            </w:r>
          </w:p>
        </w:tc>
      </w:tr>
      <w:tr w:rsidR="00C30B64" w:rsidRPr="00C30B64" w14:paraId="64B0AFD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286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D9F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CD6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94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04C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75E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23.23</w:t>
            </w:r>
          </w:p>
        </w:tc>
      </w:tr>
      <w:tr w:rsidR="00C30B64" w:rsidRPr="00C30B64" w14:paraId="61A440A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19F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C9F9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D21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E10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06CA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9CE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23.07</w:t>
            </w:r>
          </w:p>
        </w:tc>
      </w:tr>
      <w:tr w:rsidR="00C30B64" w:rsidRPr="00C30B64" w14:paraId="02B617A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B95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BEF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799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E6C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1D9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F36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22.94</w:t>
            </w:r>
          </w:p>
        </w:tc>
      </w:tr>
      <w:tr w:rsidR="00C30B64" w:rsidRPr="00C30B64" w14:paraId="7EBE00C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15D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96B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4D7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A2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2F2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745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22.35</w:t>
            </w:r>
          </w:p>
        </w:tc>
      </w:tr>
      <w:tr w:rsidR="00C30B64" w:rsidRPr="00C30B64" w14:paraId="0EC61C8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9D9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BF3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6EA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CAD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9F1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6C0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22.30</w:t>
            </w:r>
          </w:p>
        </w:tc>
      </w:tr>
      <w:tr w:rsidR="00C30B64" w:rsidRPr="00C30B64" w14:paraId="62572B5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7F4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3DF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82D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841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6AB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207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22.19</w:t>
            </w:r>
          </w:p>
        </w:tc>
      </w:tr>
      <w:tr w:rsidR="00C30B64" w:rsidRPr="00C30B64" w14:paraId="2134923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CEA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A3A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3319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FAE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EDE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47B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22.14</w:t>
            </w:r>
          </w:p>
        </w:tc>
      </w:tr>
      <w:tr w:rsidR="00C30B64" w:rsidRPr="00C30B64" w14:paraId="7D6A211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23C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29B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4A6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7EB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5E7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A37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21.92</w:t>
            </w:r>
          </w:p>
        </w:tc>
      </w:tr>
      <w:tr w:rsidR="00C30B64" w:rsidRPr="00C30B64" w14:paraId="5D150DE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729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474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283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FBE9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77C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13E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21.18</w:t>
            </w:r>
          </w:p>
        </w:tc>
      </w:tr>
      <w:tr w:rsidR="00C30B64" w:rsidRPr="00C30B64" w14:paraId="28DCF94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75B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DD2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9A9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F9E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3268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028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21.16</w:t>
            </w:r>
          </w:p>
        </w:tc>
      </w:tr>
      <w:tr w:rsidR="00C30B64" w:rsidRPr="00C30B64" w14:paraId="6F8D367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7C9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BF47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28C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24E0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614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B3B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20.65</w:t>
            </w:r>
          </w:p>
        </w:tc>
      </w:tr>
      <w:tr w:rsidR="00C30B64" w:rsidRPr="00C30B64" w14:paraId="1EA971A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0820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082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84F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54B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B72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C4A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20.53</w:t>
            </w:r>
          </w:p>
        </w:tc>
      </w:tr>
      <w:tr w:rsidR="00C30B64" w:rsidRPr="00C30B64" w14:paraId="133F997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902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C70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9E2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127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460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A8E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20.22</w:t>
            </w:r>
          </w:p>
        </w:tc>
      </w:tr>
      <w:tr w:rsidR="00C30B64" w:rsidRPr="00C30B64" w14:paraId="20B9553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20E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5B1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44C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E58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63D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66F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20.15</w:t>
            </w:r>
          </w:p>
        </w:tc>
      </w:tr>
      <w:tr w:rsidR="00C30B64" w:rsidRPr="00C30B64" w14:paraId="1499CCB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F54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21F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1E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F4C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862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7CC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20.13</w:t>
            </w:r>
          </w:p>
        </w:tc>
      </w:tr>
      <w:tr w:rsidR="00C30B64" w:rsidRPr="00C30B64" w14:paraId="074AD15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3E7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F98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8C0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AAE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4F3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DA4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20.13</w:t>
            </w:r>
          </w:p>
        </w:tc>
      </w:tr>
      <w:tr w:rsidR="00C30B64" w:rsidRPr="00C30B64" w14:paraId="1EAB6CD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0B3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CB7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B02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C82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169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C4C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19.98</w:t>
            </w:r>
          </w:p>
        </w:tc>
      </w:tr>
      <w:tr w:rsidR="00C30B64" w:rsidRPr="00C30B64" w14:paraId="35FCA61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972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703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890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E79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FE9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E14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19.96</w:t>
            </w:r>
          </w:p>
        </w:tc>
      </w:tr>
      <w:tr w:rsidR="00C30B64" w:rsidRPr="00C30B64" w14:paraId="56879E6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311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574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338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C21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FCD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BF8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19.24</w:t>
            </w:r>
          </w:p>
        </w:tc>
      </w:tr>
      <w:tr w:rsidR="00C30B64" w:rsidRPr="00C30B64" w14:paraId="2EAB11A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8E6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878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B01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33B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4A7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FC7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19.06</w:t>
            </w:r>
          </w:p>
        </w:tc>
      </w:tr>
      <w:tr w:rsidR="00C30B64" w:rsidRPr="00C30B64" w14:paraId="6723DEE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80D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DED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B7C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171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CA9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77A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18.58</w:t>
            </w:r>
          </w:p>
        </w:tc>
      </w:tr>
      <w:tr w:rsidR="00C30B64" w:rsidRPr="00C30B64" w14:paraId="52DA164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A48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7E6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E11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785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750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1AF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18.19</w:t>
            </w:r>
          </w:p>
        </w:tc>
      </w:tr>
      <w:tr w:rsidR="00C30B64" w:rsidRPr="00C30B64" w14:paraId="4CA3AEE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8EB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DD8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2B7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15F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A012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B74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18.16</w:t>
            </w:r>
          </w:p>
        </w:tc>
      </w:tr>
      <w:tr w:rsidR="00C30B64" w:rsidRPr="00C30B64" w14:paraId="1103029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AD5E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BE0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E41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951B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FA5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27D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18.03</w:t>
            </w:r>
          </w:p>
        </w:tc>
      </w:tr>
      <w:tr w:rsidR="00C30B64" w:rsidRPr="00C30B64" w14:paraId="14BF102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CC6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3C7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F33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BDA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8C5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934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17.78</w:t>
            </w:r>
          </w:p>
        </w:tc>
      </w:tr>
      <w:tr w:rsidR="00C30B64" w:rsidRPr="00C30B64" w14:paraId="16DF02F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016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FC8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489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F9D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ABB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243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17.75</w:t>
            </w:r>
          </w:p>
        </w:tc>
      </w:tr>
      <w:tr w:rsidR="00C30B64" w:rsidRPr="00C30B64" w14:paraId="217BE1D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95A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8AD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9CD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E78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16C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EB3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17.39</w:t>
            </w:r>
          </w:p>
        </w:tc>
      </w:tr>
      <w:tr w:rsidR="00C30B64" w:rsidRPr="00C30B64" w14:paraId="2715DF8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A91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931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CA9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549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9B6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0FB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16.93</w:t>
            </w:r>
          </w:p>
        </w:tc>
      </w:tr>
      <w:tr w:rsidR="00C30B64" w:rsidRPr="00C30B64" w14:paraId="7392A9A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286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281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2CC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FB0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DCD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0A1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16.21</w:t>
            </w:r>
          </w:p>
        </w:tc>
      </w:tr>
      <w:tr w:rsidR="00C30B64" w:rsidRPr="00C30B64" w14:paraId="46DE57C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9C2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024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28E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86C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5E1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4F52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15.82</w:t>
            </w:r>
          </w:p>
        </w:tc>
      </w:tr>
      <w:tr w:rsidR="00C30B64" w:rsidRPr="00C30B64" w14:paraId="2E502CA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90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4290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388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3DD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BCF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20F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15.53</w:t>
            </w:r>
          </w:p>
        </w:tc>
      </w:tr>
      <w:tr w:rsidR="00C30B64" w:rsidRPr="00C30B64" w14:paraId="134F21D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CD7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98F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E95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A63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358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147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15.50</w:t>
            </w:r>
          </w:p>
        </w:tc>
      </w:tr>
      <w:tr w:rsidR="00C30B64" w:rsidRPr="00C30B64" w14:paraId="28B9CBE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7A9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ABA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F35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44D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21A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085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15.49</w:t>
            </w:r>
          </w:p>
        </w:tc>
      </w:tr>
      <w:tr w:rsidR="00C30B64" w:rsidRPr="00C30B64" w14:paraId="677C826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1190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7B9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F32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C17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933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087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15.49</w:t>
            </w:r>
          </w:p>
        </w:tc>
      </w:tr>
      <w:tr w:rsidR="00C30B64" w:rsidRPr="00C30B64" w14:paraId="36271AF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02E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4A2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C6F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B08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E69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1E3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15.48</w:t>
            </w:r>
          </w:p>
        </w:tc>
      </w:tr>
      <w:tr w:rsidR="00C30B64" w:rsidRPr="00C30B64" w14:paraId="026EAEF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86C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2C9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A46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F38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DE5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3D9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15.48</w:t>
            </w:r>
          </w:p>
        </w:tc>
      </w:tr>
      <w:tr w:rsidR="00C30B64" w:rsidRPr="00C30B64" w14:paraId="1660175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080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EDA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186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C66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DE6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8A0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15.47</w:t>
            </w:r>
          </w:p>
        </w:tc>
      </w:tr>
      <w:tr w:rsidR="00C30B64" w:rsidRPr="00C30B64" w14:paraId="60470B6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4F6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35F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9E2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B66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5EE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E8E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15.44</w:t>
            </w:r>
          </w:p>
        </w:tc>
      </w:tr>
      <w:tr w:rsidR="00C30B64" w:rsidRPr="00C30B64" w14:paraId="70E0FF5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848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273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C36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E60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DA2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35A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15.38</w:t>
            </w:r>
          </w:p>
        </w:tc>
      </w:tr>
      <w:tr w:rsidR="00C30B64" w:rsidRPr="00C30B64" w14:paraId="7A23BA3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84E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37F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566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425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5DB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52A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15.36</w:t>
            </w:r>
          </w:p>
        </w:tc>
      </w:tr>
      <w:tr w:rsidR="00C30B64" w:rsidRPr="00C30B64" w14:paraId="506D933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F9F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3E7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1F5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50C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12283.18.2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F21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2FF0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15.28</w:t>
            </w:r>
          </w:p>
        </w:tc>
      </w:tr>
      <w:tr w:rsidR="00C30B64" w:rsidRPr="00C30B64" w14:paraId="458D0C4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8F1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F9F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506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46A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70F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C15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15.28</w:t>
            </w:r>
          </w:p>
        </w:tc>
      </w:tr>
      <w:tr w:rsidR="00C30B64" w:rsidRPr="00C30B64" w14:paraId="4E77509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EC8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06B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490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CA4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365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E5E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15.23</w:t>
            </w:r>
          </w:p>
        </w:tc>
      </w:tr>
      <w:tr w:rsidR="00C30B64" w:rsidRPr="00C30B64" w14:paraId="0838A95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A48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2D9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2C8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924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9A5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9D1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15.15</w:t>
            </w:r>
          </w:p>
        </w:tc>
      </w:tr>
      <w:tr w:rsidR="00C30B64" w:rsidRPr="00C30B64" w14:paraId="42E58BA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3FC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9E1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9D1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69D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F71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07BA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15.10</w:t>
            </w:r>
          </w:p>
        </w:tc>
      </w:tr>
      <w:tr w:rsidR="00C30B64" w:rsidRPr="00C30B64" w14:paraId="00D391D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ECB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160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D39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723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907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D3D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14.92</w:t>
            </w:r>
          </w:p>
        </w:tc>
      </w:tr>
      <w:tr w:rsidR="00C30B64" w:rsidRPr="00C30B64" w14:paraId="5F9FE50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712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61D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D3D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A01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988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192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14.86</w:t>
            </w:r>
          </w:p>
        </w:tc>
      </w:tr>
      <w:tr w:rsidR="00C30B64" w:rsidRPr="00C30B64" w14:paraId="311C4DE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5BC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201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849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C4C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3FB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251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14.80</w:t>
            </w:r>
          </w:p>
        </w:tc>
      </w:tr>
      <w:tr w:rsidR="00C30B64" w:rsidRPr="00C30B64" w14:paraId="70C009B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58E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C3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C07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938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B83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7CC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14.79</w:t>
            </w:r>
          </w:p>
        </w:tc>
      </w:tr>
      <w:tr w:rsidR="00C30B64" w:rsidRPr="00C30B64" w14:paraId="4280444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EF2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280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55F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878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1DD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564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14.62</w:t>
            </w:r>
          </w:p>
        </w:tc>
      </w:tr>
      <w:tr w:rsidR="00C30B64" w:rsidRPr="00C30B64" w14:paraId="136B38D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F58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8D3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62C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812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12283.227.11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4C2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04D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14.49</w:t>
            </w:r>
          </w:p>
        </w:tc>
      </w:tr>
      <w:tr w:rsidR="00C30B64" w:rsidRPr="00C30B64" w14:paraId="1B3F46B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8BD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802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5C7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F8F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6E0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E3C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14.44</w:t>
            </w:r>
          </w:p>
        </w:tc>
      </w:tr>
      <w:tr w:rsidR="00C30B64" w:rsidRPr="00C30B64" w14:paraId="45E5496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DD8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523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C6B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9B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8CB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D02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13.94</w:t>
            </w:r>
          </w:p>
        </w:tc>
      </w:tr>
      <w:tr w:rsidR="00C30B64" w:rsidRPr="00C30B64" w14:paraId="2F2FF4D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AB9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CD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19B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49D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689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69C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13.91</w:t>
            </w:r>
          </w:p>
        </w:tc>
      </w:tr>
      <w:tr w:rsidR="00C30B64" w:rsidRPr="00C30B64" w14:paraId="23B178D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3F8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22E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86A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D8F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FC4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2DD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13.46</w:t>
            </w:r>
          </w:p>
        </w:tc>
      </w:tr>
      <w:tr w:rsidR="00C30B64" w:rsidRPr="00C30B64" w14:paraId="15F8B64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85C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9190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DCB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4B6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140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C63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13.12</w:t>
            </w:r>
          </w:p>
        </w:tc>
      </w:tr>
      <w:tr w:rsidR="00C30B64" w:rsidRPr="00C30B64" w14:paraId="778A4EA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8A6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454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363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D2A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493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63B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12.91</w:t>
            </w:r>
          </w:p>
        </w:tc>
      </w:tr>
      <w:tr w:rsidR="00C30B64" w:rsidRPr="00C30B64" w14:paraId="6113844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B68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FDF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751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538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9AD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D4B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12.80</w:t>
            </w:r>
          </w:p>
        </w:tc>
      </w:tr>
      <w:tr w:rsidR="00C30B64" w:rsidRPr="00C30B64" w14:paraId="6BB3485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B34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343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B74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756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393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120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12.79</w:t>
            </w:r>
          </w:p>
        </w:tc>
      </w:tr>
      <w:tr w:rsidR="00C30B64" w:rsidRPr="00C30B64" w14:paraId="41ECA0D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4D5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BA9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8D8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D5C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FE2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E2F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12.38</w:t>
            </w:r>
          </w:p>
        </w:tc>
      </w:tr>
      <w:tr w:rsidR="00C30B64" w:rsidRPr="00C30B64" w14:paraId="0B972DC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E99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1F8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DB7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A18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A4C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BC2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12.28</w:t>
            </w:r>
          </w:p>
        </w:tc>
      </w:tr>
      <w:tr w:rsidR="00C30B64" w:rsidRPr="00C30B64" w14:paraId="022371B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981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573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D7A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0E3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1BA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487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11.87</w:t>
            </w:r>
          </w:p>
        </w:tc>
      </w:tr>
      <w:tr w:rsidR="00C30B64" w:rsidRPr="00C30B64" w14:paraId="5371B75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944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725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387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044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6B3F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162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11.85</w:t>
            </w:r>
          </w:p>
        </w:tc>
      </w:tr>
      <w:tr w:rsidR="00C30B64" w:rsidRPr="00C30B64" w14:paraId="416E4FC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9BA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5D5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6AA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94A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F06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97C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11.70</w:t>
            </w:r>
          </w:p>
        </w:tc>
      </w:tr>
      <w:tr w:rsidR="00C30B64" w:rsidRPr="00C30B64" w14:paraId="3D9AB14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DAB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77C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6E4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45A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12283.227.12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EEE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F83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11.67</w:t>
            </w:r>
          </w:p>
        </w:tc>
      </w:tr>
      <w:tr w:rsidR="00C30B64" w:rsidRPr="00C30B64" w14:paraId="02104C9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576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816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143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E8E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131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2B75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11.55</w:t>
            </w:r>
          </w:p>
        </w:tc>
      </w:tr>
      <w:tr w:rsidR="00C30B64" w:rsidRPr="00C30B64" w14:paraId="32D15D7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EBF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4C4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147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D67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BC9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ADC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11.33</w:t>
            </w:r>
          </w:p>
        </w:tc>
      </w:tr>
      <w:tr w:rsidR="00C30B64" w:rsidRPr="00C30B64" w14:paraId="14D142E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9F7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5E6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AA0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A34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EBF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96D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11.02</w:t>
            </w:r>
          </w:p>
        </w:tc>
      </w:tr>
      <w:tr w:rsidR="00C30B64" w:rsidRPr="00C30B64" w14:paraId="42F720A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53C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FEC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73F8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2E6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0CB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079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10.85</w:t>
            </w:r>
          </w:p>
        </w:tc>
      </w:tr>
      <w:tr w:rsidR="00C30B64" w:rsidRPr="00C30B64" w14:paraId="7C00BF5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20C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584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311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6FD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091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6E3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10.84</w:t>
            </w:r>
          </w:p>
        </w:tc>
      </w:tr>
      <w:tr w:rsidR="00C30B64" w:rsidRPr="00C30B64" w14:paraId="79AA975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B09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57D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A0E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802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6DF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070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10.83</w:t>
            </w:r>
          </w:p>
        </w:tc>
      </w:tr>
      <w:tr w:rsidR="00C30B64" w:rsidRPr="00C30B64" w14:paraId="2FA0DD4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ECB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A37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1B92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3FA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B69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E005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10.62</w:t>
            </w:r>
          </w:p>
        </w:tc>
      </w:tr>
      <w:tr w:rsidR="00C30B64" w:rsidRPr="00C30B64" w14:paraId="10AA89A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EEE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5AD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40D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B50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97B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413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9.84</w:t>
            </w:r>
          </w:p>
        </w:tc>
      </w:tr>
      <w:tr w:rsidR="00C30B64" w:rsidRPr="00C30B64" w14:paraId="1419944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F87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4EB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5EF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B77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733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47F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9.75</w:t>
            </w:r>
          </w:p>
        </w:tc>
      </w:tr>
      <w:tr w:rsidR="00C30B64" w:rsidRPr="00C30B64" w14:paraId="359E1F8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E3D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FD8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345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5AC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73D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846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9.30</w:t>
            </w:r>
          </w:p>
        </w:tc>
      </w:tr>
      <w:tr w:rsidR="00C30B64" w:rsidRPr="00C30B64" w14:paraId="75A985A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D81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8D7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223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8DF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6C8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762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9.29</w:t>
            </w:r>
          </w:p>
        </w:tc>
      </w:tr>
      <w:tr w:rsidR="00C30B64" w:rsidRPr="00C30B64" w14:paraId="376F049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C04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038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5FA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959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12283.224.34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6D8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F6E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8.67</w:t>
            </w:r>
          </w:p>
        </w:tc>
      </w:tr>
      <w:tr w:rsidR="00C30B64" w:rsidRPr="00C30B64" w14:paraId="4E46A12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D45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21D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C71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ADB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12283.18.17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AA2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A8C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7.99</w:t>
            </w:r>
          </w:p>
        </w:tc>
      </w:tr>
      <w:tr w:rsidR="00C30B64" w:rsidRPr="00C30B64" w14:paraId="35EBFDF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54F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69B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41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B089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598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681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7.75</w:t>
            </w:r>
          </w:p>
        </w:tc>
      </w:tr>
      <w:tr w:rsidR="00C30B64" w:rsidRPr="00C30B64" w14:paraId="3B7FC39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005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DD0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293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B8C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CB6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830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7.74</w:t>
            </w:r>
          </w:p>
        </w:tc>
      </w:tr>
      <w:tr w:rsidR="00C30B64" w:rsidRPr="00C30B64" w14:paraId="3276A16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511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EC5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CC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0627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E41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378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7.74</w:t>
            </w:r>
          </w:p>
        </w:tc>
      </w:tr>
      <w:tr w:rsidR="00C30B64" w:rsidRPr="00C30B64" w14:paraId="7F08A20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67A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26F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84C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FAF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ED4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B50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7.73</w:t>
            </w:r>
          </w:p>
        </w:tc>
      </w:tr>
      <w:tr w:rsidR="00C30B64" w:rsidRPr="00C30B64" w14:paraId="0A4FEF6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5BA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EF2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E6A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E70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2CC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507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7.45</w:t>
            </w:r>
          </w:p>
        </w:tc>
      </w:tr>
      <w:tr w:rsidR="00C30B64" w:rsidRPr="00C30B64" w14:paraId="682AF5A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19F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EBC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087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277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85F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875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7.40</w:t>
            </w:r>
          </w:p>
        </w:tc>
      </w:tr>
      <w:tr w:rsidR="00C30B64" w:rsidRPr="00C30B64" w14:paraId="40F365B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0A7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B4D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9ED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0FF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7AA3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A80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7.39</w:t>
            </w:r>
          </w:p>
        </w:tc>
      </w:tr>
      <w:tr w:rsidR="00C30B64" w:rsidRPr="00C30B64" w14:paraId="1CF903F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094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FDA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868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858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F3B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A5D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6.66</w:t>
            </w:r>
          </w:p>
        </w:tc>
      </w:tr>
      <w:tr w:rsidR="00C30B64" w:rsidRPr="00C30B64" w14:paraId="3237FF8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540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4BD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F1D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AFE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D82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83A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6.16</w:t>
            </w:r>
          </w:p>
        </w:tc>
      </w:tr>
      <w:tr w:rsidR="00C30B64" w:rsidRPr="00C30B64" w14:paraId="4BAA98D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BD5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DB3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94F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BCF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1A4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321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5.70</w:t>
            </w:r>
          </w:p>
        </w:tc>
      </w:tr>
      <w:tr w:rsidR="00C30B64" w:rsidRPr="00C30B64" w14:paraId="3AAF6B7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321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5D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584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980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D81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FA7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5.52</w:t>
            </w:r>
          </w:p>
        </w:tc>
      </w:tr>
      <w:tr w:rsidR="00C30B64" w:rsidRPr="00C30B64" w14:paraId="1EF4A83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CCC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E7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353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868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D92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097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3.93</w:t>
            </w:r>
          </w:p>
        </w:tc>
      </w:tr>
      <w:tr w:rsidR="00C30B64" w:rsidRPr="00C30B64" w14:paraId="147A53D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2B1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DFA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02C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6DF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AFD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ADF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3.84</w:t>
            </w:r>
          </w:p>
        </w:tc>
      </w:tr>
      <w:tr w:rsidR="00C30B64" w:rsidRPr="00C30B64" w14:paraId="5306D91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614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E80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760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F56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12283.227.10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FD24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3CF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3.46</w:t>
            </w:r>
          </w:p>
        </w:tc>
      </w:tr>
      <w:tr w:rsidR="00C30B64" w:rsidRPr="00C30B64" w14:paraId="42B725C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85C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990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A5E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2D0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B33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5C5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3.36</w:t>
            </w:r>
          </w:p>
        </w:tc>
      </w:tr>
      <w:tr w:rsidR="00C30B64" w:rsidRPr="00C30B64" w14:paraId="5CE4C6C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161F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91C2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A81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479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12283.18.22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E99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2B8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0.68</w:t>
            </w:r>
          </w:p>
        </w:tc>
      </w:tr>
      <w:tr w:rsidR="00C30B64" w:rsidRPr="00C30B64" w14:paraId="43A2346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D00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C52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775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94E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7609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938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0.60</w:t>
            </w:r>
          </w:p>
        </w:tc>
      </w:tr>
      <w:tr w:rsidR="00C30B64" w:rsidRPr="00C30B64" w14:paraId="3A32A8F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1A2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1B1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21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137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378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656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0.59</w:t>
            </w:r>
          </w:p>
        </w:tc>
      </w:tr>
      <w:tr w:rsidR="00C30B64" w:rsidRPr="00C30B64" w14:paraId="7055B56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DA0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5DB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47B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0D1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960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60C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0.49</w:t>
            </w:r>
          </w:p>
        </w:tc>
      </w:tr>
      <w:tr w:rsidR="00C30B64" w:rsidRPr="00C30B64" w14:paraId="73CA3C9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78A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32E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МАРИЯ СТЕФАНОВА ЗАХАРИЕВА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A32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44E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9E9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1CE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0.21</w:t>
            </w:r>
          </w:p>
        </w:tc>
      </w:tr>
      <w:tr w:rsidR="00C30B64" w:rsidRPr="00C30B64" w14:paraId="54571A6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ED6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8692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4AD6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Общо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A546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2462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324.80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6EAF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5034.40</w:t>
            </w:r>
          </w:p>
        </w:tc>
      </w:tr>
      <w:tr w:rsidR="00C30B64" w:rsidRPr="00C30B64" w14:paraId="5EE1FEA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7BD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184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58B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9D0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D7E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76A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105.40</w:t>
            </w:r>
          </w:p>
        </w:tc>
      </w:tr>
      <w:tr w:rsidR="00C30B64" w:rsidRPr="00C30B64" w14:paraId="5BA9223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E43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2D5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B1B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48B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834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C72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92.29</w:t>
            </w:r>
          </w:p>
        </w:tc>
      </w:tr>
      <w:tr w:rsidR="00C30B64" w:rsidRPr="00C30B64" w14:paraId="05D3719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A72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F411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716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E0B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04A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66A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61.91</w:t>
            </w:r>
          </w:p>
        </w:tc>
      </w:tr>
      <w:tr w:rsidR="00C30B64" w:rsidRPr="00C30B64" w14:paraId="06D9D54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FA7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433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322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E8B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8E5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B17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61.60</w:t>
            </w:r>
          </w:p>
        </w:tc>
      </w:tr>
      <w:tr w:rsidR="00C30B64" w:rsidRPr="00C30B64" w14:paraId="3644931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134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5D8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58D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DE8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DF5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22C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60.79</w:t>
            </w:r>
          </w:p>
        </w:tc>
      </w:tr>
      <w:tr w:rsidR="00C30B64" w:rsidRPr="00C30B64" w14:paraId="3E65431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04C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283E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37D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334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096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843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56.80</w:t>
            </w:r>
          </w:p>
        </w:tc>
      </w:tr>
      <w:tr w:rsidR="00C30B64" w:rsidRPr="00C30B64" w14:paraId="65C5465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EFB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1C9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F0F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261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878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A54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55.86</w:t>
            </w:r>
          </w:p>
        </w:tc>
      </w:tr>
      <w:tr w:rsidR="00C30B64" w:rsidRPr="00C30B64" w14:paraId="397AF44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BA3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DF4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EC8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DE4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C89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72B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54.21</w:t>
            </w:r>
          </w:p>
        </w:tc>
      </w:tr>
      <w:tr w:rsidR="00C30B64" w:rsidRPr="00C30B64" w14:paraId="392E79C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5C5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F65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D3D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476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57B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BF0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53.48</w:t>
            </w:r>
          </w:p>
        </w:tc>
      </w:tr>
      <w:tr w:rsidR="00C30B64" w:rsidRPr="00C30B64" w14:paraId="6F7FEA6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011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A15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08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0450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392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E4A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50.00</w:t>
            </w:r>
          </w:p>
        </w:tc>
      </w:tr>
      <w:tr w:rsidR="00C30B64" w:rsidRPr="00C30B64" w14:paraId="409E17A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2DD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6DA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12E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A12F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A9A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458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48.28</w:t>
            </w:r>
          </w:p>
        </w:tc>
      </w:tr>
      <w:tr w:rsidR="00C30B64" w:rsidRPr="00C30B64" w14:paraId="6D474E1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1F9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B23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5B2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19E5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110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138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46.47</w:t>
            </w:r>
          </w:p>
        </w:tc>
      </w:tr>
      <w:tr w:rsidR="00C30B64" w:rsidRPr="00C30B64" w14:paraId="489400A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571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31B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1341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29F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048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74C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46.47</w:t>
            </w:r>
          </w:p>
        </w:tc>
      </w:tr>
      <w:tr w:rsidR="00C30B64" w:rsidRPr="00C30B64" w14:paraId="355F29E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002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B65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5AC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63B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ECB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4F9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46.44</w:t>
            </w:r>
          </w:p>
        </w:tc>
      </w:tr>
      <w:tr w:rsidR="00C30B64" w:rsidRPr="00C30B64" w14:paraId="15DF862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640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239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BA9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FF0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12283.43.2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B1E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A68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46.03</w:t>
            </w:r>
          </w:p>
        </w:tc>
      </w:tr>
      <w:tr w:rsidR="00C30B64" w:rsidRPr="00C30B64" w14:paraId="7E55950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2CD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4DCD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498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360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9A83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313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45.68</w:t>
            </w:r>
          </w:p>
        </w:tc>
      </w:tr>
      <w:tr w:rsidR="00C30B64" w:rsidRPr="00C30B64" w14:paraId="2555019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EDC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61EB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605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23C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957C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1AC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43.88</w:t>
            </w:r>
          </w:p>
        </w:tc>
      </w:tr>
      <w:tr w:rsidR="00C30B64" w:rsidRPr="00C30B64" w14:paraId="7AE3DF7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A14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B73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4050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0E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3F2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69EB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43.29</w:t>
            </w:r>
          </w:p>
        </w:tc>
      </w:tr>
      <w:tr w:rsidR="00C30B64" w:rsidRPr="00C30B64" w14:paraId="07033B9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DF2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E6A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839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FE9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12283.41.17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B863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FD1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42.04</w:t>
            </w:r>
          </w:p>
        </w:tc>
      </w:tr>
      <w:tr w:rsidR="00C30B64" w:rsidRPr="00C30B64" w14:paraId="5E9A152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0C0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A81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E58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58F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062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79B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41.06</w:t>
            </w:r>
          </w:p>
        </w:tc>
      </w:tr>
      <w:tr w:rsidR="00C30B64" w:rsidRPr="00C30B64" w14:paraId="2C94690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463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BB8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782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D7F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12283.43.1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053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94D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40.52</w:t>
            </w:r>
          </w:p>
        </w:tc>
      </w:tr>
      <w:tr w:rsidR="00C30B64" w:rsidRPr="00C30B64" w14:paraId="6D49604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18B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294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775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C89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12283.41.18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C76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FC1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39.64</w:t>
            </w:r>
          </w:p>
        </w:tc>
      </w:tr>
      <w:tr w:rsidR="00C30B64" w:rsidRPr="00C30B64" w14:paraId="573895A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96D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450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89E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993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12283.41.8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D08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E84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38.87</w:t>
            </w:r>
          </w:p>
        </w:tc>
      </w:tr>
      <w:tr w:rsidR="00C30B64" w:rsidRPr="00C30B64" w14:paraId="226512E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2FC4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990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25F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69C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9FD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923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38.74</w:t>
            </w:r>
          </w:p>
        </w:tc>
      </w:tr>
      <w:tr w:rsidR="00C30B64" w:rsidRPr="00C30B64" w14:paraId="137C55F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40B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5D48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9C5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FEB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7A0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970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38.72</w:t>
            </w:r>
          </w:p>
        </w:tc>
      </w:tr>
      <w:tr w:rsidR="00C30B64" w:rsidRPr="00C30B64" w14:paraId="659AFCA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9A35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219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6CC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C5F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931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AFD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37.20</w:t>
            </w:r>
          </w:p>
        </w:tc>
      </w:tr>
      <w:tr w:rsidR="00C30B64" w:rsidRPr="00C30B64" w14:paraId="671441F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8C0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B27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DCE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CF8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612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E8F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36.90</w:t>
            </w:r>
          </w:p>
        </w:tc>
      </w:tr>
      <w:tr w:rsidR="00C30B64" w:rsidRPr="00C30B64" w14:paraId="5164523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92B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9B1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C44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91B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02B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CE0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35.63</w:t>
            </w:r>
          </w:p>
        </w:tc>
      </w:tr>
      <w:tr w:rsidR="00C30B64" w:rsidRPr="00C30B64" w14:paraId="09FE3F8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CAA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1152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0F0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1AB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08B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229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35.58</w:t>
            </w:r>
          </w:p>
        </w:tc>
      </w:tr>
      <w:tr w:rsidR="00C30B64" w:rsidRPr="00C30B64" w14:paraId="4F99451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956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0A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B28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A52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12283.41.3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085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605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34.02</w:t>
            </w:r>
          </w:p>
        </w:tc>
      </w:tr>
      <w:tr w:rsidR="00C30B64" w:rsidRPr="00C30B64" w14:paraId="4942C3A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582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DEB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5F4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511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278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803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32.51</w:t>
            </w:r>
          </w:p>
        </w:tc>
      </w:tr>
      <w:tr w:rsidR="00C30B64" w:rsidRPr="00C30B64" w14:paraId="1038B5E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DF6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293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0E2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91D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A9F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65E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31.00</w:t>
            </w:r>
          </w:p>
        </w:tc>
      </w:tr>
      <w:tr w:rsidR="00C30B64" w:rsidRPr="00C30B64" w14:paraId="3E7F608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D28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6C8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245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92D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2FC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97C3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30.99</w:t>
            </w:r>
          </w:p>
        </w:tc>
      </w:tr>
      <w:tr w:rsidR="00C30B64" w:rsidRPr="00C30B64" w14:paraId="3C19CF8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584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A21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2CD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CC3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E00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67C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30.98</w:t>
            </w:r>
          </w:p>
        </w:tc>
      </w:tr>
      <w:tr w:rsidR="00C30B64" w:rsidRPr="00C30B64" w14:paraId="09ADCEB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40A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611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BD6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9AB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7CE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56E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30.98</w:t>
            </w:r>
          </w:p>
        </w:tc>
      </w:tr>
      <w:tr w:rsidR="00C30B64" w:rsidRPr="00C30B64" w14:paraId="4079663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DA1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39C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AC0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A5B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8D6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BBC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30.94</w:t>
            </w:r>
          </w:p>
        </w:tc>
      </w:tr>
      <w:tr w:rsidR="00C30B64" w:rsidRPr="00C30B64" w14:paraId="1AD4EB6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D45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6DC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A41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B0F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079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1C16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30.93</w:t>
            </w:r>
          </w:p>
        </w:tc>
      </w:tr>
      <w:tr w:rsidR="00C30B64" w:rsidRPr="00C30B64" w14:paraId="4534FC4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97B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340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FE6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834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E36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F79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30.92</w:t>
            </w:r>
          </w:p>
        </w:tc>
      </w:tr>
      <w:tr w:rsidR="00C30B64" w:rsidRPr="00C30B64" w14:paraId="0C9C8BB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E27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274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C6A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A69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07F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F30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30.57</w:t>
            </w:r>
          </w:p>
        </w:tc>
      </w:tr>
      <w:tr w:rsidR="00C30B64" w:rsidRPr="00C30B64" w14:paraId="1DD892A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D77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4D2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1DC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F74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FBF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194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30.47</w:t>
            </w:r>
          </w:p>
        </w:tc>
      </w:tr>
      <w:tr w:rsidR="00C30B64" w:rsidRPr="00C30B64" w14:paraId="64F9F26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228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481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A8C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32F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ACF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FA3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30.21</w:t>
            </w:r>
          </w:p>
        </w:tc>
      </w:tr>
      <w:tr w:rsidR="00C30B64" w:rsidRPr="00C30B64" w14:paraId="04A5B7A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801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BE2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E40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0709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B2A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CF9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29.45</w:t>
            </w:r>
          </w:p>
        </w:tc>
      </w:tr>
      <w:tr w:rsidR="00C30B64" w:rsidRPr="00C30B64" w14:paraId="364631C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A62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5B1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5B0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9F1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3D5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732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29.45</w:t>
            </w:r>
          </w:p>
        </w:tc>
      </w:tr>
      <w:tr w:rsidR="00C30B64" w:rsidRPr="00C30B64" w14:paraId="1DFA74F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947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0FD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BCA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6834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F32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765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29.15</w:t>
            </w:r>
          </w:p>
        </w:tc>
      </w:tr>
      <w:tr w:rsidR="00C30B64" w:rsidRPr="00C30B64" w14:paraId="44D90FB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5284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06C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079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C76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9AC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B47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28.63</w:t>
            </w:r>
          </w:p>
        </w:tc>
      </w:tr>
      <w:tr w:rsidR="00C30B64" w:rsidRPr="00C30B64" w14:paraId="394C6EA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372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975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16A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EEA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1D4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6DB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26.86</w:t>
            </w:r>
          </w:p>
        </w:tc>
      </w:tr>
      <w:tr w:rsidR="00C30B64" w:rsidRPr="00C30B64" w14:paraId="1510E0C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E0F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52B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773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53A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D8A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8EF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26.77</w:t>
            </w:r>
          </w:p>
        </w:tc>
      </w:tr>
      <w:tr w:rsidR="00C30B64" w:rsidRPr="00C30B64" w14:paraId="4060C23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570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4C4B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D03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531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0D5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ECD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26.34</w:t>
            </w:r>
          </w:p>
        </w:tc>
      </w:tr>
      <w:tr w:rsidR="00C30B64" w:rsidRPr="00C30B64" w14:paraId="69BE21E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FCA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FE8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ECD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E5D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855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DD1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26.33</w:t>
            </w:r>
          </w:p>
        </w:tc>
      </w:tr>
      <w:tr w:rsidR="00C30B64" w:rsidRPr="00C30B64" w14:paraId="326047D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97D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056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0D8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7DA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934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0C6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26.30</w:t>
            </w:r>
          </w:p>
        </w:tc>
      </w:tr>
      <w:tr w:rsidR="00C30B64" w:rsidRPr="00C30B64" w14:paraId="75A7E4F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4E0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9E6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DDE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5E4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8E1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9AD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25.63</w:t>
            </w:r>
          </w:p>
        </w:tc>
      </w:tr>
      <w:tr w:rsidR="00C30B64" w:rsidRPr="00C30B64" w14:paraId="0F22E93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483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75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F101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B04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7C4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F21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25.58</w:t>
            </w:r>
          </w:p>
        </w:tc>
      </w:tr>
      <w:tr w:rsidR="00C30B64" w:rsidRPr="00C30B64" w14:paraId="70AA557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D2A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366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9A5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AB9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706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7147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24.81</w:t>
            </w:r>
          </w:p>
        </w:tc>
      </w:tr>
      <w:tr w:rsidR="00C30B64" w:rsidRPr="00C30B64" w14:paraId="48EAB53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279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0EC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33C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FFD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8FB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D9D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23.46</w:t>
            </w:r>
          </w:p>
        </w:tc>
      </w:tr>
      <w:tr w:rsidR="00C30B64" w:rsidRPr="00C30B64" w14:paraId="7F39154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1F8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47E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4CB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06D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D04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3F8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23.26</w:t>
            </w:r>
          </w:p>
        </w:tc>
      </w:tr>
      <w:tr w:rsidR="00C30B64" w:rsidRPr="00C30B64" w14:paraId="37D21F4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F1D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321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FFD9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0642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B48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1B8F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23.25</w:t>
            </w:r>
          </w:p>
        </w:tc>
      </w:tr>
      <w:tr w:rsidR="00C30B64" w:rsidRPr="00C30B64" w14:paraId="641F0EA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5D3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8A3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E58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568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0A4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3D3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23.25</w:t>
            </w:r>
          </w:p>
        </w:tc>
      </w:tr>
      <w:tr w:rsidR="00C30B64" w:rsidRPr="00C30B64" w14:paraId="036448D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5A6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5E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733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3A6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E4BB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05A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23.23</w:t>
            </w:r>
          </w:p>
        </w:tc>
      </w:tr>
      <w:tr w:rsidR="00C30B64" w:rsidRPr="00C30B64" w14:paraId="06FC094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EE9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0CB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97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415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A63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25E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23.23</w:t>
            </w:r>
          </w:p>
        </w:tc>
      </w:tr>
      <w:tr w:rsidR="00C30B64" w:rsidRPr="00C30B64" w14:paraId="58160C1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B41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EB9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B94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D16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2D6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692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23.22</w:t>
            </w:r>
          </w:p>
        </w:tc>
      </w:tr>
      <w:tr w:rsidR="00C30B64" w:rsidRPr="00C30B64" w14:paraId="6C6CFAF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17B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976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037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C24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929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481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23.20</w:t>
            </w:r>
          </w:p>
        </w:tc>
      </w:tr>
      <w:tr w:rsidR="00C30B64" w:rsidRPr="00C30B64" w14:paraId="0EDDD26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9C1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E76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84C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AEC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B6F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4E9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22.62</w:t>
            </w:r>
          </w:p>
        </w:tc>
      </w:tr>
      <w:tr w:rsidR="00C30B64" w:rsidRPr="00C30B64" w14:paraId="1EF1C33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2B5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561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93B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A78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E4A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4D2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22.10</w:t>
            </w:r>
          </w:p>
        </w:tc>
      </w:tr>
      <w:tr w:rsidR="00C30B64" w:rsidRPr="00C30B64" w14:paraId="14761EF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D9B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4A8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D8F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216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33F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9D1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20.14</w:t>
            </w:r>
          </w:p>
        </w:tc>
      </w:tr>
      <w:tr w:rsidR="00C30B64" w:rsidRPr="00C30B64" w14:paraId="73C0AA6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349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46B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A7A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8F3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5F5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5A1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20.10</w:t>
            </w:r>
          </w:p>
        </w:tc>
      </w:tr>
      <w:tr w:rsidR="00C30B64" w:rsidRPr="00C30B64" w14:paraId="33C1457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6E66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9A5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FFE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64F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CFE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4E7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20.07</w:t>
            </w:r>
          </w:p>
        </w:tc>
      </w:tr>
      <w:tr w:rsidR="00C30B64" w:rsidRPr="00C30B64" w14:paraId="29922DA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3FE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279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4E7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85E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12283.41.12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96E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E78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19.84</w:t>
            </w:r>
          </w:p>
        </w:tc>
      </w:tr>
      <w:tr w:rsidR="00C30B64" w:rsidRPr="00C30B64" w14:paraId="028808F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5A0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089C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327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E32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ADF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17C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18.58</w:t>
            </w:r>
          </w:p>
        </w:tc>
      </w:tr>
      <w:tr w:rsidR="00C30B64" w:rsidRPr="00C30B64" w14:paraId="3E904C4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D2BB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337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567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EA41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014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7CE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18.20</w:t>
            </w:r>
          </w:p>
        </w:tc>
      </w:tr>
      <w:tr w:rsidR="00C30B64" w:rsidRPr="00C30B64" w14:paraId="0E23FF4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5AD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231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885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610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00D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13E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17.98</w:t>
            </w:r>
          </w:p>
        </w:tc>
      </w:tr>
      <w:tr w:rsidR="00C30B64" w:rsidRPr="00C30B64" w14:paraId="218851A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EEF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145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ECF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3D4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E70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513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17.96</w:t>
            </w:r>
          </w:p>
        </w:tc>
      </w:tr>
      <w:tr w:rsidR="00C30B64" w:rsidRPr="00C30B64" w14:paraId="0699D65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F64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5C6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E93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A33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823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612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16.74</w:t>
            </w:r>
          </w:p>
        </w:tc>
      </w:tr>
      <w:tr w:rsidR="00C30B64" w:rsidRPr="00C30B64" w14:paraId="41300AD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3BF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996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63E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74E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12283.214.177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B5A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0CB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16.57</w:t>
            </w:r>
          </w:p>
        </w:tc>
      </w:tr>
      <w:tr w:rsidR="00C30B64" w:rsidRPr="00C30B64" w14:paraId="1D49B9C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BB0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0A3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671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0DB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D57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0CD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16.31</w:t>
            </w:r>
          </w:p>
        </w:tc>
      </w:tr>
      <w:tr w:rsidR="00C30B64" w:rsidRPr="00C30B64" w14:paraId="5EDB767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ABB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233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7E8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D0B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F35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013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15.90</w:t>
            </w:r>
          </w:p>
        </w:tc>
      </w:tr>
      <w:tr w:rsidR="00C30B64" w:rsidRPr="00C30B64" w14:paraId="44304EB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850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04F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F34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8026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12283.206.23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080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C45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15.82</w:t>
            </w:r>
          </w:p>
        </w:tc>
      </w:tr>
      <w:tr w:rsidR="00C30B64" w:rsidRPr="00C30B64" w14:paraId="71653A5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E8D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5D3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2B1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039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0AE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F3F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15.51</w:t>
            </w:r>
          </w:p>
        </w:tc>
      </w:tr>
      <w:tr w:rsidR="00C30B64" w:rsidRPr="00C30B64" w14:paraId="6DD93FF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874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664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41F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F6A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2E8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8E9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15.50</w:t>
            </w:r>
          </w:p>
        </w:tc>
      </w:tr>
      <w:tr w:rsidR="00C30B64" w:rsidRPr="00C30B64" w14:paraId="7FEEF77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1CB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13B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2EE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D1C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5BF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C27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15.50</w:t>
            </w:r>
          </w:p>
        </w:tc>
      </w:tr>
      <w:tr w:rsidR="00C30B64" w:rsidRPr="00C30B64" w14:paraId="76B1EEC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7ED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426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B2B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E261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2E9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C4C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15.50</w:t>
            </w:r>
          </w:p>
        </w:tc>
      </w:tr>
      <w:tr w:rsidR="00C30B64" w:rsidRPr="00C30B64" w14:paraId="28F297C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8A9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B4FD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EF0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9AD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EB0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B16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15.50</w:t>
            </w:r>
          </w:p>
        </w:tc>
      </w:tr>
      <w:tr w:rsidR="00C30B64" w:rsidRPr="00C30B64" w14:paraId="44D62E4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D72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BEAE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83F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C78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A15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C7F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15.49</w:t>
            </w:r>
          </w:p>
        </w:tc>
      </w:tr>
      <w:tr w:rsidR="00C30B64" w:rsidRPr="00C30B64" w14:paraId="09ADF10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B0E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A13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E5D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1BF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991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AA3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15.48</w:t>
            </w:r>
          </w:p>
        </w:tc>
      </w:tr>
      <w:tr w:rsidR="00C30B64" w:rsidRPr="00C30B64" w14:paraId="154D4F9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D60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FDF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40E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876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529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42B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15.47</w:t>
            </w:r>
          </w:p>
        </w:tc>
      </w:tr>
      <w:tr w:rsidR="00C30B64" w:rsidRPr="00C30B64" w14:paraId="0B9D8E7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C11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F8F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769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6EE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09D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0FC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15.47</w:t>
            </w:r>
          </w:p>
        </w:tc>
      </w:tr>
      <w:tr w:rsidR="00C30B64" w:rsidRPr="00C30B64" w14:paraId="6D46DED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86C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5DB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6FB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E1E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132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485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15.46</w:t>
            </w:r>
          </w:p>
        </w:tc>
      </w:tr>
      <w:tr w:rsidR="00C30B64" w:rsidRPr="00C30B64" w14:paraId="3E83CA1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6CF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323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571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1C2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A595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096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14.40</w:t>
            </w:r>
          </w:p>
        </w:tc>
      </w:tr>
      <w:tr w:rsidR="00C30B64" w:rsidRPr="00C30B64" w14:paraId="56A73D9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4A8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71D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198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04E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BAC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57C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14.31</w:t>
            </w:r>
          </w:p>
        </w:tc>
      </w:tr>
      <w:tr w:rsidR="00C30B64" w:rsidRPr="00C30B64" w14:paraId="24EC294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EBA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F2F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9A2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0C1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5EC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E569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14.24</w:t>
            </w:r>
          </w:p>
        </w:tc>
      </w:tr>
      <w:tr w:rsidR="00C30B64" w:rsidRPr="00C30B64" w14:paraId="1627633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8DD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747E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42F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7DC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6ED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0A0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14.04</w:t>
            </w:r>
          </w:p>
        </w:tc>
      </w:tr>
      <w:tr w:rsidR="00C30B64" w:rsidRPr="00C30B64" w14:paraId="1600783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035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6DA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8C1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2F7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AB4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258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14.01</w:t>
            </w:r>
          </w:p>
        </w:tc>
      </w:tr>
      <w:tr w:rsidR="00C30B64" w:rsidRPr="00C30B64" w14:paraId="1726F6F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1D85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3D3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641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6D0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4E4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1F3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12.64</w:t>
            </w:r>
          </w:p>
        </w:tc>
      </w:tr>
      <w:tr w:rsidR="00C30B64" w:rsidRPr="00C30B64" w14:paraId="1792042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485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858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736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834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DF2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F8D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11.68</w:t>
            </w:r>
          </w:p>
        </w:tc>
      </w:tr>
      <w:tr w:rsidR="00C30B64" w:rsidRPr="00C30B64" w14:paraId="22194C5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81F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A77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6BC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BDC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919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82A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10.83</w:t>
            </w:r>
          </w:p>
        </w:tc>
      </w:tr>
      <w:tr w:rsidR="00C30B64" w:rsidRPr="00C30B64" w14:paraId="73E5AA1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48E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683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A6F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B53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C42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65A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10.82</w:t>
            </w:r>
          </w:p>
        </w:tc>
      </w:tr>
      <w:tr w:rsidR="00C30B64" w:rsidRPr="00C30B64" w14:paraId="363CCCF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CF8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520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AF6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12F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033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2AE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9.92</w:t>
            </w:r>
          </w:p>
        </w:tc>
      </w:tr>
      <w:tr w:rsidR="00C30B64" w:rsidRPr="00C30B64" w14:paraId="42D4C35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B1D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89B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96BA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8E0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854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E41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9.23</w:t>
            </w:r>
          </w:p>
        </w:tc>
      </w:tr>
      <w:tr w:rsidR="00C30B64" w:rsidRPr="00C30B64" w14:paraId="43D573D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B64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3A1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F62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EF9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466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7DC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9.17</w:t>
            </w:r>
          </w:p>
        </w:tc>
      </w:tr>
      <w:tr w:rsidR="00C30B64" w:rsidRPr="00C30B64" w14:paraId="52F70D5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E78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145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B35A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7FB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12283.206.24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411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CC0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8.83</w:t>
            </w:r>
          </w:p>
        </w:tc>
      </w:tr>
      <w:tr w:rsidR="00C30B64" w:rsidRPr="00C30B64" w14:paraId="506AA24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A22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2F5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608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8DF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EB8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BAF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8.48</w:t>
            </w:r>
          </w:p>
        </w:tc>
      </w:tr>
      <w:tr w:rsidR="00C30B64" w:rsidRPr="00C30B64" w14:paraId="5C7F311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E82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73F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77C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540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32E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294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8.19</w:t>
            </w:r>
          </w:p>
        </w:tc>
      </w:tr>
      <w:tr w:rsidR="00C30B64" w:rsidRPr="00C30B64" w14:paraId="3359C48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A80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2E5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A2B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EC0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7BD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23F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7.75</w:t>
            </w:r>
          </w:p>
        </w:tc>
      </w:tr>
      <w:tr w:rsidR="00C30B64" w:rsidRPr="00C30B64" w14:paraId="0752BA2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23F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B78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B43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C40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FC4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8D5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7.70</w:t>
            </w:r>
          </w:p>
        </w:tc>
      </w:tr>
      <w:tr w:rsidR="00C30B64" w:rsidRPr="00C30B64" w14:paraId="795893E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E2D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C03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54A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4D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C289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748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7.01</w:t>
            </w:r>
          </w:p>
        </w:tc>
      </w:tr>
      <w:tr w:rsidR="00C30B64" w:rsidRPr="00C30B64" w14:paraId="54FA2D4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648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3D1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098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2AA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164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623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6.71</w:t>
            </w:r>
          </w:p>
        </w:tc>
      </w:tr>
      <w:tr w:rsidR="00C30B64" w:rsidRPr="00C30B64" w14:paraId="013B04D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79BE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3BE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61C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5D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25A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BA6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6.71</w:t>
            </w:r>
          </w:p>
        </w:tc>
      </w:tr>
      <w:tr w:rsidR="00C30B64" w:rsidRPr="00C30B64" w14:paraId="77B3A3F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9D0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BEC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D3A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33F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6E3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1C3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5.78</w:t>
            </w:r>
          </w:p>
        </w:tc>
      </w:tr>
      <w:tr w:rsidR="00C30B64" w:rsidRPr="00C30B64" w14:paraId="10C3514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C13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CCD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617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EF8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7A4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37F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5.28</w:t>
            </w:r>
          </w:p>
        </w:tc>
      </w:tr>
      <w:tr w:rsidR="00C30B64" w:rsidRPr="00C30B64" w14:paraId="3DF5E62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FA5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BF5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3D1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2B5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CB69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C72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5.18</w:t>
            </w:r>
          </w:p>
        </w:tc>
      </w:tr>
      <w:tr w:rsidR="00C30B64" w:rsidRPr="00C30B64" w14:paraId="1A115AC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4ED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84C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2E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13C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12283.216.60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F18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2E1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4.75</w:t>
            </w:r>
          </w:p>
        </w:tc>
      </w:tr>
      <w:tr w:rsidR="00C30B64" w:rsidRPr="00C30B64" w14:paraId="1B61837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6AD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004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DB7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196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AFA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48F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4.39</w:t>
            </w:r>
          </w:p>
        </w:tc>
      </w:tr>
      <w:tr w:rsidR="00C30B64" w:rsidRPr="00C30B64" w14:paraId="4B7C7F4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AA7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9ED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BC1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F4C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67F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36F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3.74</w:t>
            </w:r>
          </w:p>
        </w:tc>
      </w:tr>
      <w:tr w:rsidR="00C30B64" w:rsidRPr="00C30B64" w14:paraId="07F2C41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617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058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943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EAD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0E53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4D4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3.71</w:t>
            </w:r>
          </w:p>
        </w:tc>
      </w:tr>
      <w:tr w:rsidR="00C30B64" w:rsidRPr="00C30B64" w14:paraId="43C0594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30C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FF0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0E6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3A7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12283.206.25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FE3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5DC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3.51</w:t>
            </w:r>
          </w:p>
        </w:tc>
      </w:tr>
      <w:tr w:rsidR="00C30B64" w:rsidRPr="00C30B64" w14:paraId="3D17FFE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1B2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BF3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89D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A83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244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CDF1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2.72</w:t>
            </w:r>
          </w:p>
        </w:tc>
      </w:tr>
      <w:tr w:rsidR="00C30B64" w:rsidRPr="00C30B64" w14:paraId="0BACE34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11E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FF5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95B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D49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43A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505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1.30</w:t>
            </w:r>
          </w:p>
        </w:tc>
      </w:tr>
      <w:tr w:rsidR="00C30B64" w:rsidRPr="00C30B64" w14:paraId="6399183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4A0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830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610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4C0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6D89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8CC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1.29</w:t>
            </w:r>
          </w:p>
        </w:tc>
      </w:tr>
      <w:tr w:rsidR="00C30B64" w:rsidRPr="00C30B64" w14:paraId="65B9F79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2F95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F55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EA3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020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01D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590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0.51</w:t>
            </w:r>
          </w:p>
        </w:tc>
      </w:tr>
      <w:tr w:rsidR="00C30B64" w:rsidRPr="00C30B64" w14:paraId="294986D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857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EF8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НИКОЛАЙ ГЕНАДИЕВ НАНОВ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40C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7B2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0F2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AED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0.28</w:t>
            </w:r>
          </w:p>
        </w:tc>
      </w:tr>
      <w:tr w:rsidR="00C30B64" w:rsidRPr="00C30B64" w14:paraId="3898B34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040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6307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EA7E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Общо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D3A3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1BB0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194.37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F200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3012.62</w:t>
            </w:r>
          </w:p>
        </w:tc>
      </w:tr>
      <w:tr w:rsidR="00C30B64" w:rsidRPr="00C30B64" w14:paraId="0D6C22D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9D5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A1D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C9F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C5A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64E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B5D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175.04</w:t>
            </w:r>
          </w:p>
        </w:tc>
      </w:tr>
      <w:tr w:rsidR="00C30B64" w:rsidRPr="00C30B64" w14:paraId="0427394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095B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C65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627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B39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914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668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68.98</w:t>
            </w:r>
          </w:p>
        </w:tc>
      </w:tr>
      <w:tr w:rsidR="00C30B64" w:rsidRPr="00C30B64" w14:paraId="133B9FD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831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77A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26A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428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5D4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7E9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44.56</w:t>
            </w:r>
          </w:p>
        </w:tc>
      </w:tr>
      <w:tr w:rsidR="00C30B64" w:rsidRPr="00C30B64" w14:paraId="69A2D6D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33F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AF6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EBE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408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457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0E6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39.54</w:t>
            </w:r>
          </w:p>
        </w:tc>
      </w:tr>
      <w:tr w:rsidR="00C30B64" w:rsidRPr="00C30B64" w14:paraId="06D2698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8EA3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3B3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AB8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52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D2C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648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38.62</w:t>
            </w:r>
          </w:p>
        </w:tc>
      </w:tr>
      <w:tr w:rsidR="00C30B64" w:rsidRPr="00C30B64" w14:paraId="08F77C0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308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14F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24F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C3A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12283.319.496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551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D7E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37.47</w:t>
            </w:r>
          </w:p>
        </w:tc>
      </w:tr>
      <w:tr w:rsidR="00C30B64" w:rsidRPr="00C30B64" w14:paraId="6211DAF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3B8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A6D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F09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18C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E25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9E0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34.48</w:t>
            </w:r>
          </w:p>
        </w:tc>
      </w:tr>
      <w:tr w:rsidR="00C30B64" w:rsidRPr="00C30B64" w14:paraId="034E01D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211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A15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F68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640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8F36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B3F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30.93</w:t>
            </w:r>
          </w:p>
        </w:tc>
      </w:tr>
      <w:tr w:rsidR="00C30B64" w:rsidRPr="00C30B64" w14:paraId="61D9DEF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744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C48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2C8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B1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A3C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2AF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29.17</w:t>
            </w:r>
          </w:p>
        </w:tc>
      </w:tr>
      <w:tr w:rsidR="00C30B64" w:rsidRPr="00C30B64" w14:paraId="236B660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253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92C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DAB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82B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87B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089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28.16</w:t>
            </w:r>
          </w:p>
        </w:tc>
      </w:tr>
      <w:tr w:rsidR="00C30B64" w:rsidRPr="00C30B64" w14:paraId="4B15E53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64C6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AD5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CD5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AFC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C35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22A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27.71</w:t>
            </w:r>
          </w:p>
        </w:tc>
      </w:tr>
      <w:tr w:rsidR="00C30B64" w:rsidRPr="00C30B64" w14:paraId="16D1776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6784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B9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9E0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D38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B3F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129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26.88</w:t>
            </w:r>
          </w:p>
        </w:tc>
      </w:tr>
      <w:tr w:rsidR="00C30B64" w:rsidRPr="00C30B64" w14:paraId="6CC2606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A63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88D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84B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F7F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862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CA8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26.84</w:t>
            </w:r>
          </w:p>
        </w:tc>
      </w:tr>
      <w:tr w:rsidR="00C30B64" w:rsidRPr="00C30B64" w14:paraId="0CA2643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349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A74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E10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9C2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9E9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14E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26.60</w:t>
            </w:r>
          </w:p>
        </w:tc>
      </w:tr>
      <w:tr w:rsidR="00C30B64" w:rsidRPr="00C30B64" w14:paraId="5BE0ADC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B08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EC4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281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2BC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9CA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9C5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26.35</w:t>
            </w:r>
          </w:p>
        </w:tc>
      </w:tr>
      <w:tr w:rsidR="00C30B64" w:rsidRPr="00C30B64" w14:paraId="5546935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DF9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78B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761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555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475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D92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24.79</w:t>
            </w:r>
          </w:p>
        </w:tc>
      </w:tr>
      <w:tr w:rsidR="00C30B64" w:rsidRPr="00C30B64" w14:paraId="508032C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741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476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201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253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896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B10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24.77</w:t>
            </w:r>
          </w:p>
        </w:tc>
      </w:tr>
      <w:tr w:rsidR="00C30B64" w:rsidRPr="00C30B64" w14:paraId="79AEFCC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E33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8B4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C60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48E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5C2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DBE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20.67</w:t>
            </w:r>
          </w:p>
        </w:tc>
      </w:tr>
      <w:tr w:rsidR="00C30B64" w:rsidRPr="00C30B64" w14:paraId="3DAF44B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9D4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AD5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BD9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7514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A07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80A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20.00</w:t>
            </w:r>
          </w:p>
        </w:tc>
      </w:tr>
      <w:tr w:rsidR="00C30B64" w:rsidRPr="00C30B64" w14:paraId="56AFEBE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BCE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D78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72E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490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AEE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058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19.65</w:t>
            </w:r>
          </w:p>
        </w:tc>
      </w:tr>
      <w:tr w:rsidR="00C30B64" w:rsidRPr="00C30B64" w14:paraId="514990F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D68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DC7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C31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87E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7F1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6A9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19.08</w:t>
            </w:r>
          </w:p>
        </w:tc>
      </w:tr>
      <w:tr w:rsidR="00C30B64" w:rsidRPr="00C30B64" w14:paraId="12EF7E9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844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8FD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B77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756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CA5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F78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18.82</w:t>
            </w:r>
          </w:p>
        </w:tc>
      </w:tr>
      <w:tr w:rsidR="00C30B64" w:rsidRPr="00C30B64" w14:paraId="607C93A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0F3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93B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C2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C94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7E7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138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18.79</w:t>
            </w:r>
          </w:p>
        </w:tc>
      </w:tr>
      <w:tr w:rsidR="00C30B64" w:rsidRPr="00C30B64" w14:paraId="33E51B2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98C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331C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71D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51C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9DA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FA3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15.54</w:t>
            </w:r>
          </w:p>
        </w:tc>
      </w:tr>
      <w:tr w:rsidR="00C30B64" w:rsidRPr="00C30B64" w14:paraId="2ADC933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7FF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BD3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86F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DEDC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A85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F2E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15.48</w:t>
            </w:r>
          </w:p>
        </w:tc>
      </w:tr>
      <w:tr w:rsidR="00C30B64" w:rsidRPr="00C30B64" w14:paraId="3C7C243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4BD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67E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E44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7B9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172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3D2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15.44</w:t>
            </w:r>
          </w:p>
        </w:tc>
      </w:tr>
      <w:tr w:rsidR="00C30B64" w:rsidRPr="00C30B64" w14:paraId="5B5881D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353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5EE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177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E05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B345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BE4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14.88</w:t>
            </w:r>
          </w:p>
        </w:tc>
      </w:tr>
      <w:tr w:rsidR="00C30B64" w:rsidRPr="00C30B64" w14:paraId="04C18E8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D8B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F81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5DE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92EB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635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EF8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13.51</w:t>
            </w:r>
          </w:p>
        </w:tc>
      </w:tr>
      <w:tr w:rsidR="00C30B64" w:rsidRPr="00C30B64" w14:paraId="4C9003D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57B2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27B2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324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1C1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BA8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8F2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12.85</w:t>
            </w:r>
          </w:p>
        </w:tc>
      </w:tr>
      <w:tr w:rsidR="00C30B64" w:rsidRPr="00C30B64" w14:paraId="710887A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2BA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3F0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A55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E4A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12283.233.81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CF3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BCA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12.81</w:t>
            </w:r>
          </w:p>
        </w:tc>
      </w:tr>
      <w:tr w:rsidR="00C30B64" w:rsidRPr="00C30B64" w14:paraId="13709C1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656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479A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2B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D2C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915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15F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12.76</w:t>
            </w:r>
          </w:p>
        </w:tc>
      </w:tr>
      <w:tr w:rsidR="00C30B64" w:rsidRPr="00C30B64" w14:paraId="5A59C11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05C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B06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345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D94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535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C15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12.40</w:t>
            </w:r>
          </w:p>
        </w:tc>
      </w:tr>
      <w:tr w:rsidR="00C30B64" w:rsidRPr="00C30B64" w14:paraId="4924D67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483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5FF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7B9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8A3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769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5C2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12.12</w:t>
            </w:r>
          </w:p>
        </w:tc>
      </w:tr>
      <w:tr w:rsidR="00C30B64" w:rsidRPr="00C30B64" w14:paraId="32EA4A4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060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F54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B4D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DAC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A88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92B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11.85</w:t>
            </w:r>
          </w:p>
        </w:tc>
      </w:tr>
      <w:tr w:rsidR="00C30B64" w:rsidRPr="00C30B64" w14:paraId="6448AB9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55E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A61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7CC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BAD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3D5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1DA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11.15</w:t>
            </w:r>
          </w:p>
        </w:tc>
      </w:tr>
      <w:tr w:rsidR="00C30B64" w:rsidRPr="00C30B64" w14:paraId="064B9B0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99B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CD1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A92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176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12283.232.38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928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2E6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7.78</w:t>
            </w:r>
          </w:p>
        </w:tc>
      </w:tr>
      <w:tr w:rsidR="00C30B64" w:rsidRPr="00C30B64" w14:paraId="3503B0B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45B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3FF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989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D9DD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0C4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470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7.33</w:t>
            </w:r>
          </w:p>
        </w:tc>
      </w:tr>
      <w:tr w:rsidR="00C30B64" w:rsidRPr="00C30B64" w14:paraId="0C97647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EF9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338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447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9BC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12283.223.4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795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BF3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7.29</w:t>
            </w:r>
          </w:p>
        </w:tc>
      </w:tr>
      <w:tr w:rsidR="00C30B64" w:rsidRPr="00C30B64" w14:paraId="161B34D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48B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BCD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89E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32A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12283.223.3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C7B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085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5.95</w:t>
            </w:r>
          </w:p>
        </w:tc>
      </w:tr>
      <w:tr w:rsidR="00C30B64" w:rsidRPr="00C30B64" w14:paraId="7512729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8102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6F8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121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F4F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BEE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9FB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5.85</w:t>
            </w:r>
          </w:p>
        </w:tc>
      </w:tr>
      <w:tr w:rsidR="00C30B64" w:rsidRPr="00C30B64" w14:paraId="40F9B3A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E4A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2C6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E1F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120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969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093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4.64</w:t>
            </w:r>
          </w:p>
        </w:tc>
      </w:tr>
      <w:tr w:rsidR="00C30B64" w:rsidRPr="00C30B64" w14:paraId="772AFAD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403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9EC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0A7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413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B2B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319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3.22</w:t>
            </w:r>
          </w:p>
        </w:tc>
      </w:tr>
      <w:tr w:rsidR="00C30B64" w:rsidRPr="00C30B64" w14:paraId="4544F4F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0E1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BDC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ПЕНКО МИНОВ ГЪЛЪБОВ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8BC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068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0E5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A46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2.62</w:t>
            </w:r>
          </w:p>
        </w:tc>
      </w:tr>
      <w:tr w:rsidR="00C30B64" w:rsidRPr="00C30B64" w14:paraId="30F932C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7BE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198A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A2D1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Общо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0F82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B110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66.67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8D8D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1033.37</w:t>
            </w:r>
          </w:p>
        </w:tc>
      </w:tr>
      <w:tr w:rsidR="00C30B64" w:rsidRPr="00C30B64" w14:paraId="3DF79AA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3DA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354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6C7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F27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768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1B0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47.58</w:t>
            </w:r>
          </w:p>
        </w:tc>
      </w:tr>
      <w:tr w:rsidR="00C30B64" w:rsidRPr="00C30B64" w14:paraId="4C48B59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CA3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AB5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497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A67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C2B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580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46.62</w:t>
            </w:r>
          </w:p>
        </w:tc>
      </w:tr>
      <w:tr w:rsidR="00C30B64" w:rsidRPr="00C30B64" w14:paraId="499C8EA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BF5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B3E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F82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58A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643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8D9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44.79</w:t>
            </w:r>
          </w:p>
        </w:tc>
      </w:tr>
      <w:tr w:rsidR="00C30B64" w:rsidRPr="00C30B64" w14:paraId="0C159A5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CB7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B22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3E9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DD3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B56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77F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44.78</w:t>
            </w:r>
          </w:p>
        </w:tc>
      </w:tr>
      <w:tr w:rsidR="00C30B64" w:rsidRPr="00C30B64" w14:paraId="3F9DE07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E4C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E677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B49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2B9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196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39F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43.37</w:t>
            </w:r>
          </w:p>
        </w:tc>
      </w:tr>
      <w:tr w:rsidR="00C30B64" w:rsidRPr="00C30B64" w14:paraId="142D76F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101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356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9767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F9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A1B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891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38.57</w:t>
            </w:r>
          </w:p>
        </w:tc>
      </w:tr>
      <w:tr w:rsidR="00C30B64" w:rsidRPr="00C30B64" w14:paraId="205EBBF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90D3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AEA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514E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ED9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835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87C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38.29</w:t>
            </w:r>
          </w:p>
        </w:tc>
      </w:tr>
      <w:tr w:rsidR="00C30B64" w:rsidRPr="00C30B64" w14:paraId="4166C9B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169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CEF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A1A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928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143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683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34.83</w:t>
            </w:r>
          </w:p>
        </w:tc>
      </w:tr>
      <w:tr w:rsidR="00C30B64" w:rsidRPr="00C30B64" w14:paraId="0419DF9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531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4D0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3EE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6594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490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21A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34.57</w:t>
            </w:r>
          </w:p>
        </w:tc>
      </w:tr>
      <w:tr w:rsidR="00C30B64" w:rsidRPr="00C30B64" w14:paraId="7C77CFC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125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E6C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4ED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121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7AE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319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34.08</w:t>
            </w:r>
          </w:p>
        </w:tc>
      </w:tr>
      <w:tr w:rsidR="00C30B64" w:rsidRPr="00C30B64" w14:paraId="77C1BDD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184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B70B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2D6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3A6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82E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603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31.99</w:t>
            </w:r>
          </w:p>
        </w:tc>
      </w:tr>
      <w:tr w:rsidR="00C30B64" w:rsidRPr="00C30B64" w14:paraId="63EDA85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4F4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279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DE4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ADB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5B2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F11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30.99</w:t>
            </w:r>
          </w:p>
        </w:tc>
      </w:tr>
      <w:tr w:rsidR="00C30B64" w:rsidRPr="00C30B64" w14:paraId="76B320E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1F4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B2D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CA3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E5C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649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493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30.90</w:t>
            </w:r>
          </w:p>
        </w:tc>
      </w:tr>
      <w:tr w:rsidR="00C30B64" w:rsidRPr="00C30B64" w14:paraId="5B449CE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8BF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708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761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11E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3BB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938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30.77</w:t>
            </w:r>
          </w:p>
        </w:tc>
      </w:tr>
      <w:tr w:rsidR="00C30B64" w:rsidRPr="00C30B64" w14:paraId="4122181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34BF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0F9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953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F62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12283.221.170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7B2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757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29.95</w:t>
            </w:r>
          </w:p>
        </w:tc>
      </w:tr>
      <w:tr w:rsidR="00C30B64" w:rsidRPr="00C30B64" w14:paraId="55FB90F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1D9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37F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FB1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955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0B9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289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29.78</w:t>
            </w:r>
          </w:p>
        </w:tc>
      </w:tr>
      <w:tr w:rsidR="00C30B64" w:rsidRPr="00C30B64" w14:paraId="5FCB4A7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FE9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E2E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297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452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706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8A2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28.41</w:t>
            </w:r>
          </w:p>
        </w:tc>
      </w:tr>
      <w:tr w:rsidR="00C30B64" w:rsidRPr="00C30B64" w14:paraId="15BDD7E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8FE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ED0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254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E91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B20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83C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26.30</w:t>
            </w:r>
          </w:p>
        </w:tc>
      </w:tr>
      <w:tr w:rsidR="00C30B64" w:rsidRPr="00C30B64" w14:paraId="47A3903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DA1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730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C91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EA6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145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198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23.28</w:t>
            </w:r>
          </w:p>
        </w:tc>
      </w:tr>
      <w:tr w:rsidR="00C30B64" w:rsidRPr="00C30B64" w14:paraId="2B2D59A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241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4FF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91F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0A04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B58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F24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22.97</w:t>
            </w:r>
          </w:p>
        </w:tc>
      </w:tr>
      <w:tr w:rsidR="00C30B64" w:rsidRPr="00C30B64" w14:paraId="0F6739F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B57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310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073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F18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15F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C47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19.81</w:t>
            </w:r>
          </w:p>
        </w:tc>
      </w:tr>
      <w:tr w:rsidR="00C30B64" w:rsidRPr="00C30B64" w14:paraId="5254CC7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3F1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8CC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A14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269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84D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B86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19.53</w:t>
            </w:r>
          </w:p>
        </w:tc>
      </w:tr>
      <w:tr w:rsidR="00C30B64" w:rsidRPr="00C30B64" w14:paraId="29DEA0D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C50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277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CC5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ADE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5D0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38D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18.57</w:t>
            </w:r>
          </w:p>
        </w:tc>
      </w:tr>
      <w:tr w:rsidR="00C30B64" w:rsidRPr="00C30B64" w14:paraId="78C35F5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3BC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A33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3E1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E30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36A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2D2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18.17</w:t>
            </w:r>
          </w:p>
        </w:tc>
      </w:tr>
      <w:tr w:rsidR="00C30B64" w:rsidRPr="00C30B64" w14:paraId="27E1123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A5A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080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220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00B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954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4C9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17.85</w:t>
            </w:r>
          </w:p>
        </w:tc>
      </w:tr>
      <w:tr w:rsidR="00C30B64" w:rsidRPr="00C30B64" w14:paraId="5F46DAE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2A3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5B9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75C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B13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48E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944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17.55</w:t>
            </w:r>
          </w:p>
        </w:tc>
      </w:tr>
      <w:tr w:rsidR="00C30B64" w:rsidRPr="00C30B64" w14:paraId="09D536C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ECE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FB5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212A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571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2A4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A0D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15.46</w:t>
            </w:r>
          </w:p>
        </w:tc>
      </w:tr>
      <w:tr w:rsidR="00C30B64" w:rsidRPr="00C30B64" w14:paraId="06E84D9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006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4B4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D72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F6B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AF5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628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15.38</w:t>
            </w:r>
          </w:p>
        </w:tc>
      </w:tr>
      <w:tr w:rsidR="00C30B64" w:rsidRPr="00C30B64" w14:paraId="683B830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13F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AA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2D5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2AF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379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861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15.17</w:t>
            </w:r>
          </w:p>
        </w:tc>
      </w:tr>
      <w:tr w:rsidR="00C30B64" w:rsidRPr="00C30B64" w14:paraId="21642F8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F5B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347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540D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DF7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483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84F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14.64</w:t>
            </w:r>
          </w:p>
        </w:tc>
      </w:tr>
      <w:tr w:rsidR="00C30B64" w:rsidRPr="00C30B64" w14:paraId="1B0215C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177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310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BCD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71D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C27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DB2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14.30</w:t>
            </w:r>
          </w:p>
        </w:tc>
      </w:tr>
      <w:tr w:rsidR="00C30B64" w:rsidRPr="00C30B64" w14:paraId="7D007E2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4C1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CAE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D0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6F4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12283.203.117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DA2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B81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14.09</w:t>
            </w:r>
          </w:p>
        </w:tc>
      </w:tr>
      <w:tr w:rsidR="00C30B64" w:rsidRPr="00C30B64" w14:paraId="2E0F171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A88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A8E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23F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C59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622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820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13.11</w:t>
            </w:r>
          </w:p>
        </w:tc>
      </w:tr>
      <w:tr w:rsidR="00C30B64" w:rsidRPr="00C30B64" w14:paraId="1AFDE66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8B3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A4F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0F8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2F1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2742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AEB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12.94</w:t>
            </w:r>
          </w:p>
        </w:tc>
      </w:tr>
      <w:tr w:rsidR="00C30B64" w:rsidRPr="00C30B64" w14:paraId="2EA70B0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4A3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040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D37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624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12283.228.11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4D2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D72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11.98</w:t>
            </w:r>
          </w:p>
        </w:tc>
      </w:tr>
      <w:tr w:rsidR="00C30B64" w:rsidRPr="00C30B64" w14:paraId="05C11A8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F29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554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D31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B358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3E2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7FD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11.62</w:t>
            </w:r>
          </w:p>
        </w:tc>
      </w:tr>
      <w:tr w:rsidR="00C30B64" w:rsidRPr="00C30B64" w14:paraId="41A8DFA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6D5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29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419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98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B7A6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AD2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10.18</w:t>
            </w:r>
          </w:p>
        </w:tc>
      </w:tr>
      <w:tr w:rsidR="00C30B64" w:rsidRPr="00C30B64" w14:paraId="50B45F6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A52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2F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02E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947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66D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9A3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9.56</w:t>
            </w:r>
          </w:p>
        </w:tc>
      </w:tr>
      <w:tr w:rsidR="00C30B64" w:rsidRPr="00C30B64" w14:paraId="0EDA286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F50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B16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0F9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BBC0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F33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9E6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9.05</w:t>
            </w:r>
          </w:p>
        </w:tc>
      </w:tr>
      <w:tr w:rsidR="00C30B64" w:rsidRPr="00C30B64" w14:paraId="7ABE0E3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316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568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04AE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A16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3D8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AFA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7.91</w:t>
            </w:r>
          </w:p>
        </w:tc>
      </w:tr>
      <w:tr w:rsidR="00C30B64" w:rsidRPr="00C30B64" w14:paraId="36F7E63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E8D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603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DFB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94B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12283.220.169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5E5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C64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6.13</w:t>
            </w:r>
          </w:p>
        </w:tc>
      </w:tr>
      <w:tr w:rsidR="00C30B64" w:rsidRPr="00C30B64" w14:paraId="1479F7A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7DD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F9C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СТОЯН ДИМИТРОВ ИКОВСКИ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ECA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07C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199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57F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5.07</w:t>
            </w:r>
          </w:p>
        </w:tc>
      </w:tr>
      <w:tr w:rsidR="00C30B64" w:rsidRPr="00C30B64" w14:paraId="76F5BCF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6F6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8811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FE58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Общо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4DB6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0D7E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63.93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7476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990.89</w:t>
            </w:r>
          </w:p>
        </w:tc>
      </w:tr>
      <w:tr w:rsidR="00C30B64" w:rsidRPr="00C30B64" w14:paraId="332BAAE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315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8A5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DF0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1A9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8B3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829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103.74</w:t>
            </w:r>
          </w:p>
        </w:tc>
      </w:tr>
      <w:tr w:rsidR="00C30B64" w:rsidRPr="00C30B64" w14:paraId="7B43711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7534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A6F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C88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3CA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B90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F96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56.67</w:t>
            </w:r>
          </w:p>
        </w:tc>
      </w:tr>
      <w:tr w:rsidR="00C30B64" w:rsidRPr="00C30B64" w14:paraId="1023680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00D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9D5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D20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AA8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12283.214.161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5E7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1D9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54.87</w:t>
            </w:r>
          </w:p>
        </w:tc>
      </w:tr>
      <w:tr w:rsidR="00C30B64" w:rsidRPr="00C30B64" w14:paraId="05E8109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A9F3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116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43E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EA8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2A2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92A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53.64</w:t>
            </w:r>
          </w:p>
        </w:tc>
      </w:tr>
      <w:tr w:rsidR="00C30B64" w:rsidRPr="00C30B64" w14:paraId="23593BB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46F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CCE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6527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9B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12283.214.167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836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CDC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52.46</w:t>
            </w:r>
          </w:p>
        </w:tc>
      </w:tr>
      <w:tr w:rsidR="00C30B64" w:rsidRPr="00C30B64" w14:paraId="0A70594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941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4FA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D24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879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D83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A0F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49.87</w:t>
            </w:r>
          </w:p>
        </w:tc>
      </w:tr>
      <w:tr w:rsidR="00C30B64" w:rsidRPr="00C30B64" w14:paraId="3D2CC1E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D75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544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732C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20B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C75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58C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44.04</w:t>
            </w:r>
          </w:p>
        </w:tc>
      </w:tr>
      <w:tr w:rsidR="00C30B64" w:rsidRPr="00C30B64" w14:paraId="201D4B9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6AAA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BC2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60E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B9C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12283.152.8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55F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B72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43.94</w:t>
            </w:r>
          </w:p>
        </w:tc>
      </w:tr>
      <w:tr w:rsidR="00C30B64" w:rsidRPr="00C30B64" w14:paraId="065A337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68B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853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043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C5B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C4F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1C3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43.43</w:t>
            </w:r>
          </w:p>
        </w:tc>
      </w:tr>
      <w:tr w:rsidR="00C30B64" w:rsidRPr="00C30B64" w14:paraId="58D226B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436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A51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872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993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D39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9CE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39.71</w:t>
            </w:r>
          </w:p>
        </w:tc>
      </w:tr>
      <w:tr w:rsidR="00C30B64" w:rsidRPr="00C30B64" w14:paraId="0AAC615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700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C12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556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296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9F4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E26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38.40</w:t>
            </w:r>
          </w:p>
        </w:tc>
      </w:tr>
      <w:tr w:rsidR="00C30B64" w:rsidRPr="00C30B64" w14:paraId="001E1FD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F00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748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96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05F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858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D5A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37.40</w:t>
            </w:r>
          </w:p>
        </w:tc>
      </w:tr>
      <w:tr w:rsidR="00C30B64" w:rsidRPr="00C30B64" w14:paraId="167C954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8A5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F74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7EE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B73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B28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3D6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34.13</w:t>
            </w:r>
          </w:p>
        </w:tc>
      </w:tr>
      <w:tr w:rsidR="00C30B64" w:rsidRPr="00C30B64" w14:paraId="3A005DE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834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27A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559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05E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416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58D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33.99</w:t>
            </w:r>
          </w:p>
        </w:tc>
      </w:tr>
      <w:tr w:rsidR="00C30B64" w:rsidRPr="00C30B64" w14:paraId="6F9584F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839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30C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95A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844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4A83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812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31.01</w:t>
            </w:r>
          </w:p>
        </w:tc>
      </w:tr>
      <w:tr w:rsidR="00C30B64" w:rsidRPr="00C30B64" w14:paraId="312202E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E2B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E21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9B7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21E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12283.214.155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CC6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0AB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30.91</w:t>
            </w:r>
          </w:p>
        </w:tc>
      </w:tr>
      <w:tr w:rsidR="00C30B64" w:rsidRPr="00C30B64" w14:paraId="075BB7B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1BC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50F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41D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F7FA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0D3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ECF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30.40</w:t>
            </w:r>
          </w:p>
        </w:tc>
      </w:tr>
      <w:tr w:rsidR="00C30B64" w:rsidRPr="00C30B64" w14:paraId="160C7A2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F9D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96F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C1D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4B1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8BD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ADA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29.80</w:t>
            </w:r>
          </w:p>
        </w:tc>
      </w:tr>
      <w:tr w:rsidR="00C30B64" w:rsidRPr="00C30B64" w14:paraId="30932C5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D56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A2D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E47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D018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1AD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930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27.07</w:t>
            </w:r>
          </w:p>
        </w:tc>
      </w:tr>
      <w:tr w:rsidR="00C30B64" w:rsidRPr="00C30B64" w14:paraId="7020BFE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F97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834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13D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E40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31A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456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26.55</w:t>
            </w:r>
          </w:p>
        </w:tc>
      </w:tr>
      <w:tr w:rsidR="00C30B64" w:rsidRPr="00C30B64" w14:paraId="192FFB0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F21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90E1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ECE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7543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393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E93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26.30</w:t>
            </w:r>
          </w:p>
        </w:tc>
      </w:tr>
      <w:tr w:rsidR="00C30B64" w:rsidRPr="00C30B64" w14:paraId="23183D0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90B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8D6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88D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E44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F31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E8B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25.65</w:t>
            </w:r>
          </w:p>
        </w:tc>
      </w:tr>
      <w:tr w:rsidR="00C30B64" w:rsidRPr="00C30B64" w14:paraId="15EBCFB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03F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34E2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A161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6E1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13E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D9C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25.43</w:t>
            </w:r>
          </w:p>
        </w:tc>
      </w:tr>
      <w:tr w:rsidR="00C30B64" w:rsidRPr="00C30B64" w14:paraId="5430B94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F94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8D7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711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3FA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970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D6D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25.03</w:t>
            </w:r>
          </w:p>
        </w:tc>
      </w:tr>
      <w:tr w:rsidR="00C30B64" w:rsidRPr="00C30B64" w14:paraId="78BA7BF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098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2C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396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73B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12283.152.9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0AC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18D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23.41</w:t>
            </w:r>
          </w:p>
        </w:tc>
      </w:tr>
      <w:tr w:rsidR="00C30B64" w:rsidRPr="00C30B64" w14:paraId="0BC8E35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E74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924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5ED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43C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3C2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7E9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23.22</w:t>
            </w:r>
          </w:p>
        </w:tc>
      </w:tr>
      <w:tr w:rsidR="00C30B64" w:rsidRPr="00C30B64" w14:paraId="0643E21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459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C34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B74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2C1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F7A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88F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23.15</w:t>
            </w:r>
          </w:p>
        </w:tc>
      </w:tr>
      <w:tr w:rsidR="00C30B64" w:rsidRPr="00C30B64" w14:paraId="3F549DB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46F7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A7B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9A4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7EB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EB4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F6A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22.18</w:t>
            </w:r>
          </w:p>
        </w:tc>
      </w:tr>
      <w:tr w:rsidR="00C30B64" w:rsidRPr="00C30B64" w14:paraId="4C43458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4E8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55F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35D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EAE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595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312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21.70</w:t>
            </w:r>
          </w:p>
        </w:tc>
      </w:tr>
      <w:tr w:rsidR="00C30B64" w:rsidRPr="00C30B64" w14:paraId="5046D8A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849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7D4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FB1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896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6C8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A2B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21.58</w:t>
            </w:r>
          </w:p>
        </w:tc>
      </w:tr>
      <w:tr w:rsidR="00C30B64" w:rsidRPr="00C30B64" w14:paraId="295190B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FD5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024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A00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3F5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06C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4C5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21.26</w:t>
            </w:r>
          </w:p>
        </w:tc>
      </w:tr>
      <w:tr w:rsidR="00C30B64" w:rsidRPr="00C30B64" w14:paraId="4C44AA9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526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C4EA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5C5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63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8DCC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59E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21.11</w:t>
            </w:r>
          </w:p>
        </w:tc>
      </w:tr>
      <w:tr w:rsidR="00C30B64" w:rsidRPr="00C30B64" w14:paraId="501C598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3B2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5ED0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EEE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F25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12283.214.166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0B6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DF0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19.66</w:t>
            </w:r>
          </w:p>
        </w:tc>
      </w:tr>
      <w:tr w:rsidR="00C30B64" w:rsidRPr="00C30B64" w14:paraId="45C3AF8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1E9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F6C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D53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013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305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4A4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18.50</w:t>
            </w:r>
          </w:p>
        </w:tc>
      </w:tr>
      <w:tr w:rsidR="00C30B64" w:rsidRPr="00C30B64" w14:paraId="6C4A79C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8B7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320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6D5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6AB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B1B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644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17.21</w:t>
            </w:r>
          </w:p>
        </w:tc>
      </w:tr>
      <w:tr w:rsidR="00C30B64" w:rsidRPr="00C30B64" w14:paraId="738FB56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636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D1A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348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427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12283.215.165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D0D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1E8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17.03</w:t>
            </w:r>
          </w:p>
        </w:tc>
      </w:tr>
      <w:tr w:rsidR="00C30B64" w:rsidRPr="00C30B64" w14:paraId="6AE1E6C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D9A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F1C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260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79E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A40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97B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15.78</w:t>
            </w:r>
          </w:p>
        </w:tc>
      </w:tr>
      <w:tr w:rsidR="00C30B64" w:rsidRPr="00C30B64" w14:paraId="01F9C47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01D7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33B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23C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BF3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A21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D83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15.49</w:t>
            </w:r>
          </w:p>
        </w:tc>
      </w:tr>
      <w:tr w:rsidR="00C30B64" w:rsidRPr="00C30B64" w14:paraId="0F92CCC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DBF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E78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9EB6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6FF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FEC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BEC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15.48</w:t>
            </w:r>
          </w:p>
        </w:tc>
      </w:tr>
      <w:tr w:rsidR="00C30B64" w:rsidRPr="00C30B64" w14:paraId="031A9C0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2C3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BF2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031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BE4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A9A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340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15.47</w:t>
            </w:r>
          </w:p>
        </w:tc>
      </w:tr>
      <w:tr w:rsidR="00C30B64" w:rsidRPr="00C30B64" w14:paraId="3D4B04A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B96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27E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6DD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598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6A5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13F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15.47</w:t>
            </w:r>
          </w:p>
        </w:tc>
      </w:tr>
      <w:tr w:rsidR="00C30B64" w:rsidRPr="00C30B64" w14:paraId="59C3110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BE3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BA6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084A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E973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20C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6AD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15.37</w:t>
            </w:r>
          </w:p>
        </w:tc>
      </w:tr>
      <w:tr w:rsidR="00C30B64" w:rsidRPr="00C30B64" w14:paraId="5AC05EE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04B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BB6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11B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902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D6E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DCA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14.50</w:t>
            </w:r>
          </w:p>
        </w:tc>
      </w:tr>
      <w:tr w:rsidR="00C30B64" w:rsidRPr="00C30B64" w14:paraId="7C6DF5C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2C3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574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F65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E71D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708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44EC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13.29</w:t>
            </w:r>
          </w:p>
        </w:tc>
      </w:tr>
      <w:tr w:rsidR="00C30B64" w:rsidRPr="00C30B64" w14:paraId="21D4358C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132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192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D00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7FF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4EB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CBD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11.72</w:t>
            </w:r>
          </w:p>
        </w:tc>
      </w:tr>
      <w:tr w:rsidR="00C30B64" w:rsidRPr="00C30B64" w14:paraId="6AE10CB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F1C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63A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9B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6EF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111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4F8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11.60</w:t>
            </w:r>
          </w:p>
        </w:tc>
      </w:tr>
      <w:tr w:rsidR="00C30B64" w:rsidRPr="00C30B64" w14:paraId="5CBB582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A3E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78E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7D3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FA3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787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D2A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9.40</w:t>
            </w:r>
          </w:p>
        </w:tc>
      </w:tr>
      <w:tr w:rsidR="00C30B64" w:rsidRPr="00C30B64" w14:paraId="109CB51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D9E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D3D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36F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D41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12283.214.156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28F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DD6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7.71</w:t>
            </w:r>
          </w:p>
        </w:tc>
      </w:tr>
      <w:tr w:rsidR="00C30B64" w:rsidRPr="00C30B64" w14:paraId="7D3D85D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3D6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0F7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D05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CB4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12283.214.157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504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28B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7.69</w:t>
            </w:r>
          </w:p>
        </w:tc>
      </w:tr>
      <w:tr w:rsidR="00C30B64" w:rsidRPr="00C30B64" w14:paraId="07F3EBB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394BE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139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73A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763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8CF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DFE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7.36</w:t>
            </w:r>
          </w:p>
        </w:tc>
      </w:tr>
      <w:tr w:rsidR="00C30B64" w:rsidRPr="00C30B64" w14:paraId="29FE7EF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CD0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87E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1E4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91A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263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BE6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6.81</w:t>
            </w:r>
          </w:p>
        </w:tc>
      </w:tr>
      <w:tr w:rsidR="00C30B64" w:rsidRPr="00C30B64" w14:paraId="3F4633B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764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FE0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E90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77A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12283.235.10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488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882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6.70</w:t>
            </w:r>
          </w:p>
        </w:tc>
      </w:tr>
      <w:tr w:rsidR="00C30B64" w:rsidRPr="00C30B64" w14:paraId="7C654CC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843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12A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96F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9F4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4CC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29A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5.82</w:t>
            </w:r>
          </w:p>
        </w:tc>
      </w:tr>
      <w:tr w:rsidR="00C30B64" w:rsidRPr="00C30B64" w14:paraId="4014002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547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36A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050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CAC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12283.222.68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54A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A01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5.08</w:t>
            </w:r>
          </w:p>
        </w:tc>
      </w:tr>
      <w:tr w:rsidR="00C30B64" w:rsidRPr="00C30B64" w14:paraId="4E26DED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AC6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583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290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4B5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E36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141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4.79</w:t>
            </w:r>
          </w:p>
        </w:tc>
      </w:tr>
      <w:tr w:rsidR="00C30B64" w:rsidRPr="00C30B64" w14:paraId="0DBE928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B1F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9AE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8CA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D31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8BC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0F8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2.76</w:t>
            </w:r>
          </w:p>
        </w:tc>
      </w:tr>
      <w:tr w:rsidR="00C30B64" w:rsidRPr="00C30B64" w14:paraId="0C31FC0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E86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D3C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EFC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A29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D5F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834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2.57</w:t>
            </w:r>
          </w:p>
        </w:tc>
      </w:tr>
      <w:tr w:rsidR="00C30B64" w:rsidRPr="00C30B64" w14:paraId="537A7FE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60D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498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ЦВЕТИ ТИХОМИРОВА ТРИФОНОВА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EB6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B82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12283.205.125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223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138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1.80</w:t>
            </w:r>
          </w:p>
        </w:tc>
      </w:tr>
      <w:tr w:rsidR="00C30B64" w:rsidRPr="00C30B64" w14:paraId="076AA95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894C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9A46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376F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Общо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8C86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9311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92.07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01B2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1427.11</w:t>
            </w:r>
          </w:p>
        </w:tc>
      </w:tr>
      <w:tr w:rsidR="00C30B64" w:rsidRPr="00C30B64" w14:paraId="3D36A34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01E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7A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93E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99E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972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BB2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143.07</w:t>
            </w:r>
          </w:p>
        </w:tc>
      </w:tr>
      <w:tr w:rsidR="00C30B64" w:rsidRPr="00C30B64" w14:paraId="167BAA5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914B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DFA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222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D7C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F48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26A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47.69</w:t>
            </w:r>
          </w:p>
        </w:tc>
      </w:tr>
      <w:tr w:rsidR="00C30B64" w:rsidRPr="00C30B64" w14:paraId="0481C86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8A2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611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1A8C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F82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589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3.055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0AA4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47.36</w:t>
            </w:r>
          </w:p>
        </w:tc>
      </w:tr>
      <w:tr w:rsidR="00C30B64" w:rsidRPr="00C30B64" w14:paraId="5BB7BCA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EF8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FF8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CBD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DF6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12283.405.2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469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954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45.68</w:t>
            </w:r>
          </w:p>
        </w:tc>
      </w:tr>
      <w:tr w:rsidR="00C30B64" w:rsidRPr="00C30B64" w14:paraId="49BCFEF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04A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80DB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6B1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FE5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426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010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38.72</w:t>
            </w:r>
          </w:p>
        </w:tc>
      </w:tr>
      <w:tr w:rsidR="00C30B64" w:rsidRPr="00C30B64" w14:paraId="01CCB3F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6E5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28A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136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A7D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B12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06C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37.11</w:t>
            </w:r>
          </w:p>
        </w:tc>
      </w:tr>
      <w:tr w:rsidR="00C30B64" w:rsidRPr="00C30B64" w14:paraId="2722DFD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441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5BB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E2B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286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12283.405.1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9C0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2.196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04B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34.04</w:t>
            </w:r>
          </w:p>
        </w:tc>
      </w:tr>
      <w:tr w:rsidR="00C30B64" w:rsidRPr="00C30B64" w14:paraId="61F77C9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B44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lastRenderedPageBreak/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406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11E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8ED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642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055C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30.76</w:t>
            </w:r>
          </w:p>
        </w:tc>
      </w:tr>
      <w:tr w:rsidR="00C30B64" w:rsidRPr="00C30B64" w14:paraId="7E43F73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DF9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0CB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507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48E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D32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8E6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30.75</w:t>
            </w:r>
          </w:p>
        </w:tc>
      </w:tr>
      <w:tr w:rsidR="00C30B64" w:rsidRPr="00C30B64" w14:paraId="08E1FA6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D57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E95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5D2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FFE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12283.405.3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27F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657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30.24</w:t>
            </w:r>
          </w:p>
        </w:tc>
      </w:tr>
      <w:tr w:rsidR="00C30B64" w:rsidRPr="00C30B64" w14:paraId="0E361A7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D9C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5BC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8DA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078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80F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482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29.52</w:t>
            </w:r>
          </w:p>
        </w:tc>
      </w:tr>
      <w:tr w:rsidR="00C30B64" w:rsidRPr="00C30B64" w14:paraId="3370B5A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874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50D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00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458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0FB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470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26.33</w:t>
            </w:r>
          </w:p>
        </w:tc>
      </w:tr>
      <w:tr w:rsidR="00C30B64" w:rsidRPr="00C30B64" w14:paraId="078F976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CD0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24F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A2E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2D9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15B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936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25.80</w:t>
            </w:r>
          </w:p>
        </w:tc>
      </w:tr>
      <w:tr w:rsidR="00C30B64" w:rsidRPr="00C30B64" w14:paraId="25DE7E8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50A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36D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A37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C44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AC8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EE5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25.72</w:t>
            </w:r>
          </w:p>
        </w:tc>
      </w:tr>
      <w:tr w:rsidR="00C30B64" w:rsidRPr="00C30B64" w14:paraId="7392846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F60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2CB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043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46C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A67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23B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25.65</w:t>
            </w:r>
          </w:p>
        </w:tc>
      </w:tr>
      <w:tr w:rsidR="00C30B64" w:rsidRPr="00C30B64" w14:paraId="45EFA9A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953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60B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96F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473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9EA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BFB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24.76</w:t>
            </w:r>
          </w:p>
        </w:tc>
      </w:tr>
      <w:tr w:rsidR="00C30B64" w:rsidRPr="00C30B64" w14:paraId="56AF2D8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260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143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05FD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91F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12283.406.2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1BD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79F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24.14</w:t>
            </w:r>
          </w:p>
        </w:tc>
      </w:tr>
      <w:tr w:rsidR="00C30B64" w:rsidRPr="00C30B64" w14:paraId="3890687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799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79D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05F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E54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4A4D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E5BB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23.20</w:t>
            </w:r>
          </w:p>
        </w:tc>
      </w:tr>
      <w:tr w:rsidR="00C30B64" w:rsidRPr="00C30B64" w14:paraId="2A31FCD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B54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93D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A54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A73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06C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14D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23.02</w:t>
            </w:r>
          </w:p>
        </w:tc>
      </w:tr>
      <w:tr w:rsidR="00C30B64" w:rsidRPr="00C30B64" w14:paraId="73CBA2A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305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E1E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783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8D8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7E4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954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22.95</w:t>
            </w:r>
          </w:p>
        </w:tc>
      </w:tr>
      <w:tr w:rsidR="00C30B64" w:rsidRPr="00C30B64" w14:paraId="004383C2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FDC3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04A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045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415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AE6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9DE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22.63</w:t>
            </w:r>
          </w:p>
        </w:tc>
      </w:tr>
      <w:tr w:rsidR="00C30B64" w:rsidRPr="00C30B64" w14:paraId="58AB378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5F0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4AB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4FC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594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12283.405.4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371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151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22.12</w:t>
            </w:r>
          </w:p>
        </w:tc>
      </w:tr>
      <w:tr w:rsidR="00C30B64" w:rsidRPr="00C30B64" w14:paraId="51FDC45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E89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E68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209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F0C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12283.229.6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5ED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AE5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19.98</w:t>
            </w:r>
          </w:p>
        </w:tc>
      </w:tr>
      <w:tr w:rsidR="00C30B64" w:rsidRPr="00C30B64" w14:paraId="283115C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8F0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D90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B0B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88D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12283.406.3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44D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2C5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19.33</w:t>
            </w:r>
          </w:p>
        </w:tc>
      </w:tr>
      <w:tr w:rsidR="00C30B64" w:rsidRPr="00C30B64" w14:paraId="5986476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127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4E6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BA9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835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E76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BD0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18.54</w:t>
            </w:r>
          </w:p>
        </w:tc>
      </w:tr>
      <w:tr w:rsidR="00C30B64" w:rsidRPr="00C30B64" w14:paraId="6A872996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36A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5E4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0A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FDF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8CF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242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15.50</w:t>
            </w:r>
          </w:p>
        </w:tc>
      </w:tr>
      <w:tr w:rsidR="00C30B64" w:rsidRPr="00C30B64" w14:paraId="2D79C06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34086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372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071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D5B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138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8BB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15.48</w:t>
            </w:r>
          </w:p>
        </w:tc>
      </w:tr>
      <w:tr w:rsidR="00C30B64" w:rsidRPr="00C30B64" w14:paraId="1DFEE00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F50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C2F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B4F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35C7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F416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10F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15.33</w:t>
            </w:r>
          </w:p>
        </w:tc>
      </w:tr>
      <w:tr w:rsidR="00C30B64" w:rsidRPr="00C30B64" w14:paraId="76D4F00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3AD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433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76A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EC4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A3E2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D62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15.33</w:t>
            </w:r>
          </w:p>
        </w:tc>
      </w:tr>
      <w:tr w:rsidR="00C30B64" w:rsidRPr="00C30B64" w14:paraId="40E845F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2B5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15B2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2B1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5E2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E23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AAE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14.71</w:t>
            </w:r>
          </w:p>
        </w:tc>
      </w:tr>
      <w:tr w:rsidR="00C30B64" w:rsidRPr="00C30B64" w14:paraId="14CAE2C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241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18C5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FD7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A53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7F5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EA55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13.47</w:t>
            </w:r>
          </w:p>
        </w:tc>
      </w:tr>
      <w:tr w:rsidR="00C30B64" w:rsidRPr="00C30B64" w14:paraId="36FAEB51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187A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E9E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7CD6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F91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450F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94A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13.06</w:t>
            </w:r>
          </w:p>
        </w:tc>
      </w:tr>
      <w:tr w:rsidR="00C30B64" w:rsidRPr="00C30B64" w14:paraId="5D211E67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46AF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939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11C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FEE8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B3F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0AE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12.40</w:t>
            </w:r>
          </w:p>
        </w:tc>
      </w:tr>
      <w:tr w:rsidR="00C30B64" w:rsidRPr="00C30B64" w14:paraId="5566098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3121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A56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B8F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8CF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79C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B5C4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12.35</w:t>
            </w:r>
          </w:p>
        </w:tc>
      </w:tr>
      <w:tr w:rsidR="00C30B64" w:rsidRPr="00C30B64" w14:paraId="43CD68B3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4F0C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5D9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639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A47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4D9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491C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12.34</w:t>
            </w:r>
          </w:p>
        </w:tc>
      </w:tr>
      <w:tr w:rsidR="00C30B64" w:rsidRPr="00C30B64" w14:paraId="056200EB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775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160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DB9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4AA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CD3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AE4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12.29</w:t>
            </w:r>
          </w:p>
        </w:tc>
      </w:tr>
      <w:tr w:rsidR="00C30B64" w:rsidRPr="00C30B64" w14:paraId="03F0DB8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E04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0AB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D3A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2D40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B9E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C1F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12.01</w:t>
            </w:r>
          </w:p>
        </w:tc>
      </w:tr>
      <w:tr w:rsidR="00C30B64" w:rsidRPr="00C30B64" w14:paraId="51AE2338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7A4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D4C6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7C8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532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F2E7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608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10.73</w:t>
            </w:r>
          </w:p>
        </w:tc>
      </w:tr>
      <w:tr w:rsidR="00C30B64" w:rsidRPr="00C30B64" w14:paraId="0451669A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E9F2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B125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B62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BF1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12283.229.6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31D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014A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9.45</w:t>
            </w:r>
          </w:p>
        </w:tc>
      </w:tr>
      <w:tr w:rsidR="00C30B64" w:rsidRPr="00C30B64" w14:paraId="1C80A73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D905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5BB2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B56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DD07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619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657F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9.30</w:t>
            </w:r>
          </w:p>
        </w:tc>
      </w:tr>
      <w:tr w:rsidR="00C30B64" w:rsidRPr="00C30B64" w14:paraId="15F8638F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6F94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433A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013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089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12283.406.5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FEEEE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002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8.69</w:t>
            </w:r>
          </w:p>
        </w:tc>
      </w:tr>
      <w:tr w:rsidR="00C30B64" w:rsidRPr="00C30B64" w14:paraId="496DB9B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2FCD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B6E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417E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5CB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699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2C935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8.40</w:t>
            </w:r>
          </w:p>
        </w:tc>
      </w:tr>
      <w:tr w:rsidR="00C30B64" w:rsidRPr="00C30B64" w14:paraId="7F26FFA4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811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FA68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5F7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4F0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F611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D64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7.71</w:t>
            </w:r>
          </w:p>
        </w:tc>
      </w:tr>
      <w:tr w:rsidR="00C30B64" w:rsidRPr="00C30B64" w14:paraId="29C281BE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3549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EAF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D1F7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B37D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12283.229.3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BC8B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FD5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6.24</w:t>
            </w:r>
          </w:p>
        </w:tc>
      </w:tr>
      <w:tr w:rsidR="00C30B64" w:rsidRPr="00C30B64" w14:paraId="0AF5AC6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2407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D76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EFAB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52E1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60D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4563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6.13</w:t>
            </w:r>
          </w:p>
        </w:tc>
      </w:tr>
      <w:tr w:rsidR="00C30B64" w:rsidRPr="00C30B64" w14:paraId="3AF0D53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93B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825C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B87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C48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12283.231.44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A52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125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4.70</w:t>
            </w:r>
          </w:p>
        </w:tc>
      </w:tr>
      <w:tr w:rsidR="00C30B64" w:rsidRPr="00C30B64" w14:paraId="7440C020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ACF8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87F4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57A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B4D3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12283.230.27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F8F8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EE60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4.50</w:t>
            </w:r>
          </w:p>
        </w:tc>
      </w:tr>
      <w:tr w:rsidR="00C30B64" w:rsidRPr="00C30B64" w14:paraId="4FE532CD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7100" w14:textId="77777777" w:rsidR="00C30B64" w:rsidRPr="00C30B64" w:rsidRDefault="00C30B64" w:rsidP="00C30B6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rFonts w:ascii="Calibri" w:hAnsi="Calibri" w:cs="Calibri"/>
                <w:color w:val="000000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040F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ЯНА ГЕОРГИЕВА ТИЛКОВА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A56A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B7E9" w14:textId="77777777" w:rsidR="00C30B64" w:rsidRPr="00C30B64" w:rsidRDefault="00C30B64" w:rsidP="00C30B6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12283.406.4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4EC6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0.073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AF69" w14:textId="77777777" w:rsidR="00C30B64" w:rsidRPr="00C30B64" w:rsidRDefault="00C30B64" w:rsidP="00C30B64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color w:val="000000"/>
                <w:sz w:val="18"/>
                <w:szCs w:val="18"/>
                <w:lang w:val="bg-BG" w:eastAsia="bg-BG"/>
              </w:rPr>
              <w:t>1.13</w:t>
            </w:r>
          </w:p>
        </w:tc>
      </w:tr>
      <w:tr w:rsidR="00C30B64" w:rsidRPr="00C30B64" w14:paraId="71CEA2B5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B7BE" w14:textId="77777777" w:rsidR="00C30B64" w:rsidRPr="00C30B64" w:rsidRDefault="00C30B64" w:rsidP="00C30B6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C30B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C2A0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3C5C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Общо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24CCC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8EA80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69.70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19C7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1080.36</w:t>
            </w:r>
          </w:p>
        </w:tc>
      </w:tr>
      <w:tr w:rsidR="00C30B64" w:rsidRPr="00C30B64" w14:paraId="75A34469" w14:textId="77777777" w:rsidTr="00C30B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FB88" w14:textId="77777777" w:rsidR="00C30B64" w:rsidRPr="00C30B64" w:rsidRDefault="00C30B64" w:rsidP="00C30B6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C30B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5AF6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Общо за землището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5EF1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Общо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19A5" w14:textId="77777777" w:rsidR="00C30B64" w:rsidRPr="00C30B64" w:rsidRDefault="00C30B64" w:rsidP="00C30B64">
            <w:pP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9D78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C5DC" w14:textId="77777777" w:rsidR="00C30B64" w:rsidRPr="00C30B64" w:rsidRDefault="00C30B64" w:rsidP="00C30B64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30B6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20038.17</w:t>
            </w:r>
          </w:p>
        </w:tc>
      </w:tr>
    </w:tbl>
    <w:p w14:paraId="7B5AC195" w14:textId="77777777" w:rsidR="001860A7" w:rsidRDefault="001860A7" w:rsidP="001860A7">
      <w:pPr>
        <w:jc w:val="both"/>
        <w:rPr>
          <w:lang w:val="bg-BG"/>
        </w:rPr>
      </w:pPr>
    </w:p>
    <w:p w14:paraId="1597EB5E" w14:textId="77777777" w:rsidR="001860A7" w:rsidRPr="00D92A91" w:rsidRDefault="001860A7" w:rsidP="001860A7">
      <w:pPr>
        <w:ind w:firstLine="720"/>
        <w:jc w:val="both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822405">
        <w:rPr>
          <w:lang w:val="bg-BG"/>
        </w:rPr>
        <w:t>в Областна дирекция „Земеделие“ София област</w:t>
      </w:r>
      <w:r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14:paraId="002D3E82" w14:textId="77777777" w:rsidR="001860A7" w:rsidRPr="00BD6601" w:rsidRDefault="001860A7" w:rsidP="001860A7">
      <w:pPr>
        <w:jc w:val="both"/>
        <w:rPr>
          <w:lang w:val="bg-BG"/>
        </w:rPr>
      </w:pPr>
      <w:r w:rsidRPr="00437AD3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437AD3">
        <w:rPr>
          <w:b/>
          <w:lang w:val="bg-BG"/>
        </w:rPr>
        <w:t xml:space="preserve"> </w:t>
      </w:r>
      <w:r>
        <w:rPr>
          <w:b/>
          <w:lang w:val="bg-BG"/>
        </w:rPr>
        <w:t xml:space="preserve">София област: Банка </w:t>
      </w:r>
      <w:r w:rsidRPr="00437AD3">
        <w:rPr>
          <w:b/>
          <w:lang w:val="bg-BG"/>
        </w:rPr>
        <w:t>УниКредит Булбанк, BIC: UNCRBGSF, IBAN: BG67 UNCR 7000 3319 7337 51</w:t>
      </w:r>
      <w:r>
        <w:rPr>
          <w:lang w:val="bg-BG"/>
        </w:rPr>
        <w:t>.</w:t>
      </w:r>
    </w:p>
    <w:p w14:paraId="62C3AE08" w14:textId="77777777" w:rsidR="001860A7" w:rsidRDefault="001860A7" w:rsidP="001860A7">
      <w:pPr>
        <w:ind w:firstLine="720"/>
        <w:jc w:val="both"/>
        <w:rPr>
          <w:lang w:val="bg-BG"/>
        </w:rPr>
      </w:pPr>
      <w:r w:rsidRPr="007970E5">
        <w:rPr>
          <w:b/>
        </w:rPr>
        <w:lastRenderedPageBreak/>
        <w:t>IV</w:t>
      </w:r>
      <w:r w:rsidRPr="008124DD">
        <w:rPr>
          <w:b/>
          <w:lang w:val="bg-BG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14:paraId="07F85A94" w14:textId="68184A52" w:rsidR="001860A7" w:rsidRDefault="001860A7" w:rsidP="001860A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с. </w:t>
      </w:r>
      <w:r w:rsidR="00E468E3">
        <w:rPr>
          <w:lang w:val="bg-BG"/>
        </w:rPr>
        <w:t>Врачеш</w:t>
      </w:r>
      <w:r>
        <w:rPr>
          <w:lang w:val="bg-BG"/>
        </w:rPr>
        <w:t xml:space="preserve"> и в сградата на Общинска служба по земеделие – гр. Ботевград и да се публикува на интернет страниците на съответната община и Областна дирекция „Земеделие” – София област.</w:t>
      </w:r>
    </w:p>
    <w:p w14:paraId="5DB79051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>Контрол по изпълнението на заповедта възлагам на началника на Общинска служба по земеделие – гр. Ботевград.</w:t>
      </w:r>
    </w:p>
    <w:p w14:paraId="6628683D" w14:textId="77777777" w:rsidR="001860A7" w:rsidRPr="000F6DCA" w:rsidRDefault="001860A7" w:rsidP="001860A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14:paraId="3733CCD2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14:paraId="594553E7" w14:textId="77777777" w:rsidR="001860A7" w:rsidRDefault="001860A7" w:rsidP="001860A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14:paraId="53B0A6EC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14:paraId="3B009C0D" w14:textId="77777777" w:rsidR="001860A7" w:rsidRPr="00FB793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14:paraId="216F8347" w14:textId="77777777" w:rsidR="001860A7" w:rsidRDefault="001860A7" w:rsidP="001860A7">
      <w:pPr>
        <w:ind w:firstLine="720"/>
        <w:jc w:val="both"/>
        <w:rPr>
          <w:b/>
          <w:lang w:val="bg-BG"/>
        </w:rPr>
      </w:pPr>
    </w:p>
    <w:p w14:paraId="4E0C0B7D" w14:textId="77777777" w:rsidR="001860A7" w:rsidRDefault="001860A7" w:rsidP="001860A7">
      <w:pPr>
        <w:rPr>
          <w:b/>
          <w:bCs/>
          <w:lang w:val="bg-BG"/>
        </w:rPr>
      </w:pPr>
    </w:p>
    <w:p w14:paraId="3F21AC4D" w14:textId="775EE954" w:rsidR="001860A7" w:rsidRPr="00437AD3" w:rsidRDefault="001860A7" w:rsidP="001860A7">
      <w:pPr>
        <w:rPr>
          <w:b/>
          <w:bCs/>
          <w:lang w:val="bg-BG"/>
        </w:rPr>
      </w:pPr>
      <w:r w:rsidRPr="00437AD3">
        <w:rPr>
          <w:b/>
          <w:bCs/>
          <w:lang w:val="bg-BG"/>
        </w:rPr>
        <w:t>АНТОНИЯ СТОИМЕНОВА</w:t>
      </w:r>
      <w:r w:rsidR="00E7609E">
        <w:rPr>
          <w:b/>
          <w:bCs/>
          <w:lang w:val="bg-BG"/>
        </w:rPr>
        <w:t xml:space="preserve">   /П/</w:t>
      </w:r>
      <w:bookmarkStart w:id="0" w:name="_GoBack"/>
      <w:bookmarkEnd w:id="0"/>
    </w:p>
    <w:p w14:paraId="09DBE369" w14:textId="77777777" w:rsidR="001860A7" w:rsidRPr="00437AD3" w:rsidRDefault="001860A7" w:rsidP="001860A7">
      <w:pPr>
        <w:rPr>
          <w:i/>
          <w:iCs/>
          <w:lang w:val="bg-BG"/>
        </w:rPr>
      </w:pPr>
      <w:r w:rsidRPr="00437AD3">
        <w:rPr>
          <w:i/>
          <w:iCs/>
          <w:lang w:val="bg-BG"/>
        </w:rPr>
        <w:t xml:space="preserve">Директор на </w:t>
      </w:r>
    </w:p>
    <w:p w14:paraId="53AFFA07" w14:textId="77777777" w:rsidR="001860A7" w:rsidRPr="00437AD3" w:rsidRDefault="001860A7" w:rsidP="001860A7">
      <w:pPr>
        <w:rPr>
          <w:i/>
          <w:iCs/>
          <w:lang w:val="bg-BG"/>
        </w:rPr>
      </w:pPr>
      <w:r w:rsidRPr="00437AD3">
        <w:rPr>
          <w:i/>
          <w:iCs/>
          <w:lang w:val="bg-BG"/>
        </w:rPr>
        <w:t xml:space="preserve">Областна дирекция „Земеделие”     </w:t>
      </w:r>
      <w:r w:rsidRPr="00437AD3">
        <w:rPr>
          <w:i/>
          <w:iCs/>
          <w:color w:val="FFFFFF"/>
          <w:lang w:val="bg-BG"/>
        </w:rPr>
        <w:t>/П/</w:t>
      </w:r>
    </w:p>
    <w:p w14:paraId="2117B1F1" w14:textId="77777777" w:rsidR="001860A7" w:rsidRPr="00437AD3" w:rsidRDefault="001860A7" w:rsidP="001860A7">
      <w:pPr>
        <w:jc w:val="both"/>
        <w:rPr>
          <w:b/>
          <w:bCs/>
          <w:lang w:val="bg-BG"/>
        </w:rPr>
      </w:pPr>
      <w:r w:rsidRPr="00437AD3">
        <w:rPr>
          <w:i/>
          <w:iCs/>
          <w:lang w:val="bg-BG"/>
        </w:rPr>
        <w:t>София област</w:t>
      </w:r>
    </w:p>
    <w:p w14:paraId="25122466" w14:textId="77777777" w:rsidR="001860A7" w:rsidRDefault="001860A7" w:rsidP="001860A7">
      <w:pPr>
        <w:jc w:val="both"/>
        <w:rPr>
          <w:b/>
          <w:bCs/>
          <w:lang w:val="bg-BG"/>
        </w:rPr>
      </w:pPr>
    </w:p>
    <w:p w14:paraId="3D2016E9" w14:textId="77777777" w:rsidR="00FC7984" w:rsidRPr="00B65B7A" w:rsidRDefault="00FC7984" w:rsidP="00C955B9">
      <w:pPr>
        <w:rPr>
          <w:i/>
          <w:iCs/>
          <w:sz w:val="20"/>
          <w:lang w:val="bg-BG"/>
        </w:rPr>
      </w:pPr>
    </w:p>
    <w:sectPr w:rsidR="00FC7984" w:rsidRPr="00B65B7A" w:rsidSect="00971325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794" w:right="1134" w:bottom="284" w:left="1276" w:header="680" w:footer="17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ECBF7" w14:textId="77777777" w:rsidR="002A0E07" w:rsidRDefault="002A0E07">
      <w:r>
        <w:separator/>
      </w:r>
    </w:p>
  </w:endnote>
  <w:endnote w:type="continuationSeparator" w:id="0">
    <w:p w14:paraId="3B1E3144" w14:textId="77777777" w:rsidR="002A0E07" w:rsidRDefault="002A0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87672" w14:textId="77777777" w:rsidR="009568F1" w:rsidRDefault="009568F1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04DAF8" w14:textId="77777777" w:rsidR="009568F1" w:rsidRDefault="009568F1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763E7" w14:textId="48660677" w:rsidR="009568F1" w:rsidRPr="00713EC9" w:rsidRDefault="009568F1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E7609E">
      <w:rPr>
        <w:rStyle w:val="PageNumber"/>
        <w:noProof/>
        <w:sz w:val="18"/>
      </w:rPr>
      <w:t>19</w:t>
    </w:r>
    <w:r w:rsidRPr="00713EC9">
      <w:rPr>
        <w:rStyle w:val="PageNumber"/>
        <w:sz w:val="18"/>
      </w:rPr>
      <w:fldChar w:fldCharType="end"/>
    </w:r>
  </w:p>
  <w:p w14:paraId="317454A5" w14:textId="77777777" w:rsidR="008931E5" w:rsidRPr="00971325" w:rsidRDefault="008931E5" w:rsidP="008931E5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971325">
      <w:rPr>
        <w:rFonts w:ascii="Verdana" w:hAnsi="Verdana"/>
        <w:noProof/>
        <w:sz w:val="16"/>
        <w:szCs w:val="16"/>
        <w:lang w:val="ru-RU" w:eastAsia="bg-BG"/>
      </w:rPr>
      <w:t>гр. София 1000, бул. "Витоша" №4, ет.6; https://www.mzh.government.bg/ODZ-Sofiaoblast/bg/Home.aspx</w:t>
    </w:r>
  </w:p>
  <w:p w14:paraId="56E005B9" w14:textId="77777777" w:rsidR="008931E5" w:rsidRPr="00EF43FA" w:rsidRDefault="008931E5" w:rsidP="008931E5">
    <w:pPr>
      <w:jc w:val="center"/>
      <w:rPr>
        <w:rFonts w:ascii="Verdana" w:hAnsi="Verdana"/>
        <w:noProof/>
        <w:color w:val="FF0000"/>
        <w:sz w:val="16"/>
        <w:szCs w:val="16"/>
        <w:lang w:val="ru-RU" w:eastAsia="bg-BG"/>
      </w:rPr>
    </w:pPr>
    <w:r w:rsidRPr="00971325">
      <w:rPr>
        <w:rFonts w:ascii="Verdana" w:hAnsi="Verdana"/>
        <w:noProof/>
        <w:sz w:val="16"/>
        <w:szCs w:val="16"/>
        <w:lang w:val="ru-RU" w:eastAsia="bg-BG"/>
      </w:rPr>
      <w:t>тел:(+3592) 419 70 20, e-mail: odzg_sfoblast@mzh.government.bg</w:t>
    </w:r>
  </w:p>
  <w:p w14:paraId="4542867E" w14:textId="77777777" w:rsidR="009568F1" w:rsidRPr="00835BBA" w:rsidRDefault="009568F1" w:rsidP="008931E5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A9A0F" w14:textId="77777777" w:rsidR="00C364AB" w:rsidRPr="00971325" w:rsidRDefault="00C364AB" w:rsidP="00C364AB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971325">
      <w:rPr>
        <w:rFonts w:ascii="Verdana" w:hAnsi="Verdana"/>
        <w:noProof/>
        <w:sz w:val="16"/>
        <w:szCs w:val="16"/>
        <w:lang w:val="ru-RU" w:eastAsia="bg-BG"/>
      </w:rPr>
      <w:t>гр. София 1000, бул. "Витоша" №4, ет.6; https://www.mzh.government.bg/ODZ-Sofiaoblast/bg/Home.aspx</w:t>
    </w:r>
  </w:p>
  <w:p w14:paraId="37450A51" w14:textId="77777777" w:rsidR="00C364AB" w:rsidRPr="00971325" w:rsidRDefault="00C364AB" w:rsidP="00C364AB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971325">
      <w:rPr>
        <w:rFonts w:ascii="Verdana" w:hAnsi="Verdana"/>
        <w:noProof/>
        <w:sz w:val="16"/>
        <w:szCs w:val="16"/>
        <w:lang w:val="ru-RU" w:eastAsia="bg-BG"/>
      </w:rPr>
      <w:t>тел:(+3592) 419 70 20,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078AC" w14:textId="77777777" w:rsidR="002A0E07" w:rsidRDefault="002A0E07">
      <w:r>
        <w:separator/>
      </w:r>
    </w:p>
  </w:footnote>
  <w:footnote w:type="continuationSeparator" w:id="0">
    <w:p w14:paraId="33D02F09" w14:textId="77777777" w:rsidR="002A0E07" w:rsidRDefault="002A0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2F5F3" w14:textId="650D7F73" w:rsidR="009568F1" w:rsidRPr="005B69F7" w:rsidRDefault="00BA3DAB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0199BD3D" wp14:editId="487C5674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E23395" w14:textId="0498BA1D" w:rsidR="009568F1" w:rsidRPr="005B69F7" w:rsidRDefault="00BA3DAB" w:rsidP="00322DEA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01FD6FA2" wp14:editId="17A3998B">
              <wp:simplePos x="0" y="0"/>
              <wp:positionH relativeFrom="column">
                <wp:posOffset>666276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716AF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="009568F1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7BE1BFD4" w14:textId="564F6322" w:rsidR="009568F1" w:rsidRPr="0023186B" w:rsidRDefault="009568F1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1E892D04" w14:textId="1DEBEC1D" w:rsidR="009568F1" w:rsidRPr="00983B22" w:rsidRDefault="009568F1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София област</w:t>
    </w:r>
  </w:p>
  <w:p w14:paraId="0F90B5D1" w14:textId="77777777" w:rsidR="009568F1" w:rsidRPr="00983B22" w:rsidRDefault="009568F1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13A9F"/>
    <w:rsid w:val="00020405"/>
    <w:rsid w:val="00031A1D"/>
    <w:rsid w:val="0009344D"/>
    <w:rsid w:val="00094932"/>
    <w:rsid w:val="000A519D"/>
    <w:rsid w:val="000C2C0E"/>
    <w:rsid w:val="000C5047"/>
    <w:rsid w:val="000E2804"/>
    <w:rsid w:val="000E46A8"/>
    <w:rsid w:val="000F3798"/>
    <w:rsid w:val="000F691D"/>
    <w:rsid w:val="0011621C"/>
    <w:rsid w:val="00127F9D"/>
    <w:rsid w:val="0013647C"/>
    <w:rsid w:val="00137F32"/>
    <w:rsid w:val="00155469"/>
    <w:rsid w:val="00157D1E"/>
    <w:rsid w:val="00164A60"/>
    <w:rsid w:val="00167D62"/>
    <w:rsid w:val="001738C2"/>
    <w:rsid w:val="00173A32"/>
    <w:rsid w:val="001850C9"/>
    <w:rsid w:val="001860A7"/>
    <w:rsid w:val="001A06E4"/>
    <w:rsid w:val="001A1BA3"/>
    <w:rsid w:val="001A1C66"/>
    <w:rsid w:val="001A2134"/>
    <w:rsid w:val="001A28F0"/>
    <w:rsid w:val="001B4BA5"/>
    <w:rsid w:val="001D34D4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91BDD"/>
    <w:rsid w:val="00296C8F"/>
    <w:rsid w:val="002A0E07"/>
    <w:rsid w:val="002A10AF"/>
    <w:rsid w:val="002A55CD"/>
    <w:rsid w:val="002C0EE7"/>
    <w:rsid w:val="002C5874"/>
    <w:rsid w:val="002D3AFE"/>
    <w:rsid w:val="002D3B8A"/>
    <w:rsid w:val="002E25EF"/>
    <w:rsid w:val="002E37B1"/>
    <w:rsid w:val="002F2872"/>
    <w:rsid w:val="003015D9"/>
    <w:rsid w:val="00305EE6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813FC"/>
    <w:rsid w:val="00382A94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3D11"/>
    <w:rsid w:val="00446795"/>
    <w:rsid w:val="00451B49"/>
    <w:rsid w:val="00453581"/>
    <w:rsid w:val="00454CDE"/>
    <w:rsid w:val="00463733"/>
    <w:rsid w:val="00463C1A"/>
    <w:rsid w:val="00464B42"/>
    <w:rsid w:val="00471AF4"/>
    <w:rsid w:val="00496975"/>
    <w:rsid w:val="004A35CC"/>
    <w:rsid w:val="004B10BF"/>
    <w:rsid w:val="004C3144"/>
    <w:rsid w:val="004C4B62"/>
    <w:rsid w:val="004D6111"/>
    <w:rsid w:val="004E31E0"/>
    <w:rsid w:val="004E5FF6"/>
    <w:rsid w:val="004E6A06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5F7E"/>
    <w:rsid w:val="005379D0"/>
    <w:rsid w:val="00544517"/>
    <w:rsid w:val="005455E5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4B3F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34A5"/>
    <w:rsid w:val="00645F78"/>
    <w:rsid w:val="00654315"/>
    <w:rsid w:val="006551EB"/>
    <w:rsid w:val="00665133"/>
    <w:rsid w:val="006655C6"/>
    <w:rsid w:val="00671B3F"/>
    <w:rsid w:val="006727E9"/>
    <w:rsid w:val="006871DF"/>
    <w:rsid w:val="00687C4C"/>
    <w:rsid w:val="00694953"/>
    <w:rsid w:val="00696864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3EC9"/>
    <w:rsid w:val="00715C9E"/>
    <w:rsid w:val="007201AF"/>
    <w:rsid w:val="00723309"/>
    <w:rsid w:val="00724CF9"/>
    <w:rsid w:val="00724E5F"/>
    <w:rsid w:val="0072713B"/>
    <w:rsid w:val="00734758"/>
    <w:rsid w:val="007354A2"/>
    <w:rsid w:val="00735898"/>
    <w:rsid w:val="00736645"/>
    <w:rsid w:val="00737F0F"/>
    <w:rsid w:val="00751C7B"/>
    <w:rsid w:val="00753FF4"/>
    <w:rsid w:val="00762DA8"/>
    <w:rsid w:val="00781F58"/>
    <w:rsid w:val="00785809"/>
    <w:rsid w:val="00787497"/>
    <w:rsid w:val="007947AE"/>
    <w:rsid w:val="007964C9"/>
    <w:rsid w:val="007A06D3"/>
    <w:rsid w:val="007A6290"/>
    <w:rsid w:val="007B4B8A"/>
    <w:rsid w:val="007D05C7"/>
    <w:rsid w:val="007D07CD"/>
    <w:rsid w:val="007D6450"/>
    <w:rsid w:val="007E1E8A"/>
    <w:rsid w:val="007F3883"/>
    <w:rsid w:val="007F4B46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28AA"/>
    <w:rsid w:val="00835BBA"/>
    <w:rsid w:val="0085348A"/>
    <w:rsid w:val="0086367E"/>
    <w:rsid w:val="00870524"/>
    <w:rsid w:val="00871654"/>
    <w:rsid w:val="00877785"/>
    <w:rsid w:val="00883AE2"/>
    <w:rsid w:val="00890060"/>
    <w:rsid w:val="008931E5"/>
    <w:rsid w:val="00893776"/>
    <w:rsid w:val="008A1BBB"/>
    <w:rsid w:val="008A25C1"/>
    <w:rsid w:val="008A57E9"/>
    <w:rsid w:val="008B0206"/>
    <w:rsid w:val="008B1300"/>
    <w:rsid w:val="008D05B2"/>
    <w:rsid w:val="008D2703"/>
    <w:rsid w:val="008E0E45"/>
    <w:rsid w:val="008F3A6E"/>
    <w:rsid w:val="008F4B2A"/>
    <w:rsid w:val="008F7A88"/>
    <w:rsid w:val="0091297E"/>
    <w:rsid w:val="00931B42"/>
    <w:rsid w:val="00936425"/>
    <w:rsid w:val="00937D51"/>
    <w:rsid w:val="0094255C"/>
    <w:rsid w:val="00945150"/>
    <w:rsid w:val="00946D85"/>
    <w:rsid w:val="009568F1"/>
    <w:rsid w:val="00956CD8"/>
    <w:rsid w:val="00967CC5"/>
    <w:rsid w:val="0097132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A061D9"/>
    <w:rsid w:val="00A144F4"/>
    <w:rsid w:val="00A15B2B"/>
    <w:rsid w:val="00A22FCE"/>
    <w:rsid w:val="00A23BFD"/>
    <w:rsid w:val="00A2419F"/>
    <w:rsid w:val="00A27CA5"/>
    <w:rsid w:val="00A36C2A"/>
    <w:rsid w:val="00A45C80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92A9C"/>
    <w:rsid w:val="00B97B20"/>
    <w:rsid w:val="00BA3DAB"/>
    <w:rsid w:val="00BA5128"/>
    <w:rsid w:val="00BB37D0"/>
    <w:rsid w:val="00BC0B35"/>
    <w:rsid w:val="00BC45FC"/>
    <w:rsid w:val="00BC5E18"/>
    <w:rsid w:val="00BD1BCF"/>
    <w:rsid w:val="00BD5937"/>
    <w:rsid w:val="00BD6537"/>
    <w:rsid w:val="00BE215C"/>
    <w:rsid w:val="00BE4052"/>
    <w:rsid w:val="00C00904"/>
    <w:rsid w:val="00C02136"/>
    <w:rsid w:val="00C06313"/>
    <w:rsid w:val="00C120B5"/>
    <w:rsid w:val="00C2374B"/>
    <w:rsid w:val="00C30B64"/>
    <w:rsid w:val="00C34BD9"/>
    <w:rsid w:val="00C34FAA"/>
    <w:rsid w:val="00C35665"/>
    <w:rsid w:val="00C364AB"/>
    <w:rsid w:val="00C37346"/>
    <w:rsid w:val="00C41B72"/>
    <w:rsid w:val="00C473A4"/>
    <w:rsid w:val="00C624E9"/>
    <w:rsid w:val="00C84C39"/>
    <w:rsid w:val="00C955B9"/>
    <w:rsid w:val="00CA17DF"/>
    <w:rsid w:val="00CA3258"/>
    <w:rsid w:val="00CA41E3"/>
    <w:rsid w:val="00CA7A14"/>
    <w:rsid w:val="00CC4D7C"/>
    <w:rsid w:val="00CC671B"/>
    <w:rsid w:val="00CD6A9A"/>
    <w:rsid w:val="00CE47C7"/>
    <w:rsid w:val="00CE5345"/>
    <w:rsid w:val="00CE78CA"/>
    <w:rsid w:val="00CF1702"/>
    <w:rsid w:val="00CF334D"/>
    <w:rsid w:val="00D00BD9"/>
    <w:rsid w:val="00D04E6A"/>
    <w:rsid w:val="00D063E4"/>
    <w:rsid w:val="00D10B5A"/>
    <w:rsid w:val="00D117C6"/>
    <w:rsid w:val="00D1214A"/>
    <w:rsid w:val="00D13F65"/>
    <w:rsid w:val="00D259F5"/>
    <w:rsid w:val="00D30D14"/>
    <w:rsid w:val="00D450FA"/>
    <w:rsid w:val="00D514F6"/>
    <w:rsid w:val="00D57A2F"/>
    <w:rsid w:val="00D61AE4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D56FF"/>
    <w:rsid w:val="00DF535A"/>
    <w:rsid w:val="00DF7F89"/>
    <w:rsid w:val="00E033AB"/>
    <w:rsid w:val="00E03AA7"/>
    <w:rsid w:val="00E14211"/>
    <w:rsid w:val="00E14AEE"/>
    <w:rsid w:val="00E200BB"/>
    <w:rsid w:val="00E237A5"/>
    <w:rsid w:val="00E276F4"/>
    <w:rsid w:val="00E468E3"/>
    <w:rsid w:val="00E52E11"/>
    <w:rsid w:val="00E5612F"/>
    <w:rsid w:val="00E5627C"/>
    <w:rsid w:val="00E61682"/>
    <w:rsid w:val="00E6220A"/>
    <w:rsid w:val="00E71875"/>
    <w:rsid w:val="00E71BA4"/>
    <w:rsid w:val="00E7445E"/>
    <w:rsid w:val="00E7609E"/>
    <w:rsid w:val="00E76BF6"/>
    <w:rsid w:val="00EA3B1F"/>
    <w:rsid w:val="00EA778C"/>
    <w:rsid w:val="00EB4DB7"/>
    <w:rsid w:val="00EB63E3"/>
    <w:rsid w:val="00EB75A2"/>
    <w:rsid w:val="00EE1A25"/>
    <w:rsid w:val="00EE2FF9"/>
    <w:rsid w:val="00EF61F2"/>
    <w:rsid w:val="00F06BC9"/>
    <w:rsid w:val="00F23266"/>
    <w:rsid w:val="00F377D5"/>
    <w:rsid w:val="00F37E58"/>
    <w:rsid w:val="00F44F89"/>
    <w:rsid w:val="00F62E21"/>
    <w:rsid w:val="00F63931"/>
    <w:rsid w:val="00F670A1"/>
    <w:rsid w:val="00F72CF1"/>
    <w:rsid w:val="00F7674E"/>
    <w:rsid w:val="00F77810"/>
    <w:rsid w:val="00F95DCD"/>
    <w:rsid w:val="00FA10EE"/>
    <w:rsid w:val="00FA4106"/>
    <w:rsid w:val="00FA5F3B"/>
    <w:rsid w:val="00FB2631"/>
    <w:rsid w:val="00FB3A94"/>
    <w:rsid w:val="00FB775A"/>
    <w:rsid w:val="00FC7984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6E040A2C"/>
  <w15:chartTrackingRefBased/>
  <w15:docId w15:val="{09B33AFF-EEB9-4553-ABCF-EA663EF70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msonormal0">
    <w:name w:val="msonormal"/>
    <w:basedOn w:val="Normal"/>
    <w:rsid w:val="00C30B64"/>
    <w:pPr>
      <w:spacing w:before="100" w:beforeAutospacing="1" w:after="100" w:afterAutospacing="1"/>
    </w:pPr>
    <w:rPr>
      <w:lang w:val="bg-BG" w:eastAsia="bg-BG"/>
    </w:rPr>
  </w:style>
  <w:style w:type="paragraph" w:customStyle="1" w:styleId="font5">
    <w:name w:val="font5"/>
    <w:basedOn w:val="Normal"/>
    <w:rsid w:val="00C30B64"/>
    <w:pPr>
      <w:spacing w:before="100" w:beforeAutospacing="1" w:after="100" w:afterAutospacing="1"/>
    </w:pPr>
    <w:rPr>
      <w:color w:val="000000"/>
      <w:lang w:val="bg-BG" w:eastAsia="bg-BG"/>
    </w:rPr>
  </w:style>
  <w:style w:type="paragraph" w:customStyle="1" w:styleId="font6">
    <w:name w:val="font6"/>
    <w:basedOn w:val="Normal"/>
    <w:rsid w:val="00C30B64"/>
    <w:pPr>
      <w:spacing w:before="100" w:beforeAutospacing="1" w:after="100" w:afterAutospacing="1"/>
    </w:pPr>
    <w:rPr>
      <w:b/>
      <w:bCs/>
      <w:color w:val="000000"/>
      <w:sz w:val="18"/>
      <w:szCs w:val="18"/>
      <w:lang w:val="bg-BG" w:eastAsia="bg-BG"/>
    </w:rPr>
  </w:style>
  <w:style w:type="paragraph" w:customStyle="1" w:styleId="xl72">
    <w:name w:val="xl72"/>
    <w:basedOn w:val="Normal"/>
    <w:rsid w:val="00C30B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bg-BG" w:eastAsia="bg-BG"/>
    </w:rPr>
  </w:style>
  <w:style w:type="paragraph" w:customStyle="1" w:styleId="xl73">
    <w:name w:val="xl73"/>
    <w:basedOn w:val="Normal"/>
    <w:rsid w:val="00C30B6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val="bg-BG" w:eastAsia="bg-BG"/>
    </w:rPr>
  </w:style>
  <w:style w:type="paragraph" w:customStyle="1" w:styleId="xl74">
    <w:name w:val="xl74"/>
    <w:basedOn w:val="Normal"/>
    <w:rsid w:val="00C30B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val="bg-BG" w:eastAsia="bg-BG"/>
    </w:rPr>
  </w:style>
  <w:style w:type="paragraph" w:customStyle="1" w:styleId="xl75">
    <w:name w:val="xl75"/>
    <w:basedOn w:val="Normal"/>
    <w:rsid w:val="00C30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xl76">
    <w:name w:val="xl76"/>
    <w:basedOn w:val="Normal"/>
    <w:rsid w:val="00C30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val="bg-BG" w:eastAsia="bg-BG"/>
    </w:rPr>
  </w:style>
  <w:style w:type="paragraph" w:customStyle="1" w:styleId="xl77">
    <w:name w:val="xl77"/>
    <w:basedOn w:val="Normal"/>
    <w:rsid w:val="00C30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val="bg-BG" w:eastAsia="bg-BG"/>
    </w:rPr>
  </w:style>
  <w:style w:type="paragraph" w:customStyle="1" w:styleId="xl78">
    <w:name w:val="xl78"/>
    <w:basedOn w:val="Normal"/>
    <w:rsid w:val="00C30B64"/>
    <w:pP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9">
    <w:name w:val="xl79"/>
    <w:basedOn w:val="Normal"/>
    <w:rsid w:val="00C30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80">
    <w:name w:val="xl80"/>
    <w:basedOn w:val="Normal"/>
    <w:rsid w:val="00C30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  <w:lang w:val="bg-BG" w:eastAsia="bg-BG"/>
    </w:rPr>
  </w:style>
  <w:style w:type="paragraph" w:customStyle="1" w:styleId="xl81">
    <w:name w:val="xl81"/>
    <w:basedOn w:val="Normal"/>
    <w:rsid w:val="00C30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  <w:lang w:val="bg-BG" w:eastAsia="bg-BG"/>
    </w:rPr>
  </w:style>
  <w:style w:type="paragraph" w:customStyle="1" w:styleId="xl82">
    <w:name w:val="xl82"/>
    <w:basedOn w:val="Normal"/>
    <w:rsid w:val="00C30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bg-BG" w:eastAsia="bg-BG"/>
    </w:rPr>
  </w:style>
  <w:style w:type="paragraph" w:customStyle="1" w:styleId="xl83">
    <w:name w:val="xl83"/>
    <w:basedOn w:val="Normal"/>
    <w:rsid w:val="00C30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84">
    <w:name w:val="xl84"/>
    <w:basedOn w:val="Normal"/>
    <w:rsid w:val="00C30B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8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19</Pages>
  <Words>7336</Words>
  <Characters>41817</Characters>
  <Application>Microsoft Office Word</Application>
  <DocSecurity>0</DocSecurity>
  <Lines>348</Lines>
  <Paragraphs>98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User</dc:creator>
  <cp:keywords/>
  <cp:lastModifiedBy>agrosto</cp:lastModifiedBy>
  <cp:revision>6</cp:revision>
  <cp:lastPrinted>2020-12-21T09:40:00Z</cp:lastPrinted>
  <dcterms:created xsi:type="dcterms:W3CDTF">2022-12-23T14:27:00Z</dcterms:created>
  <dcterms:modified xsi:type="dcterms:W3CDTF">2023-01-03T08:47:00Z</dcterms:modified>
</cp:coreProperties>
</file>