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4DE89103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043AEF">
        <w:rPr>
          <w:lang w:val="bg-BG"/>
        </w:rPr>
        <w:t xml:space="preserve">    </w:t>
      </w:r>
      <w:r w:rsidR="00454CDE" w:rsidRPr="00CE78CA">
        <w:rPr>
          <w:lang w:val="bg-BG"/>
        </w:rPr>
        <w:t>№</w:t>
      </w:r>
      <w:r w:rsidR="00043AEF">
        <w:rPr>
          <w:lang w:val="bg-BG"/>
        </w:rPr>
        <w:t xml:space="preserve">  ПО-09-2868-3</w:t>
      </w:r>
    </w:p>
    <w:p w14:paraId="3795E67F" w14:textId="036F9B9A" w:rsidR="00454CDE" w:rsidRPr="00CE78CA" w:rsidRDefault="00043AEF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77CA8392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ED0DBB">
        <w:rPr>
          <w:lang w:val="bg-BG"/>
        </w:rPr>
        <w:t xml:space="preserve">, </w:t>
      </w:r>
      <w:bookmarkStart w:id="1" w:name="_Hlk83647891"/>
      <w:r w:rsidR="0083710E" w:rsidRPr="00ED0DBB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ED0DBB">
        <w:rPr>
          <w:lang w:val="bg-BG"/>
        </w:rPr>
        <w:t>41</w:t>
      </w:r>
      <w:r w:rsidR="0083710E" w:rsidRPr="00ED0DBB">
        <w:rPr>
          <w:lang w:val="bg-BG"/>
        </w:rPr>
        <w:t xml:space="preserve"> от 0</w:t>
      </w:r>
      <w:r w:rsidR="00E1632B" w:rsidRPr="00ED0DBB">
        <w:rPr>
          <w:lang w:val="bg-BG"/>
        </w:rPr>
        <w:t>3</w:t>
      </w:r>
      <w:r w:rsidR="0083710E" w:rsidRPr="00ED0DBB">
        <w:rPr>
          <w:lang w:val="bg-BG"/>
        </w:rPr>
        <w:t xml:space="preserve"> </w:t>
      </w:r>
      <w:bookmarkEnd w:id="2"/>
      <w:bookmarkEnd w:id="3"/>
      <w:bookmarkEnd w:id="4"/>
      <w:r w:rsidR="00E1632B" w:rsidRPr="00ED0DBB">
        <w:rPr>
          <w:lang w:val="bg-BG"/>
        </w:rPr>
        <w:t>юни</w:t>
      </w:r>
      <w:r w:rsidR="0083710E" w:rsidRPr="00ED0DBB">
        <w:rPr>
          <w:lang w:val="bg-BG"/>
        </w:rPr>
        <w:t xml:space="preserve"> 202</w:t>
      </w:r>
      <w:r w:rsidR="00E1632B" w:rsidRPr="00ED0DBB">
        <w:rPr>
          <w:lang w:val="bg-BG"/>
        </w:rPr>
        <w:t>2</w:t>
      </w:r>
      <w:r w:rsidR="00F23532" w:rsidRPr="00ED0DBB">
        <w:rPr>
          <w:lang w:val="bg-BG"/>
        </w:rPr>
        <w:t xml:space="preserve"> </w:t>
      </w:r>
      <w:r w:rsidR="0083710E" w:rsidRPr="00ED0DBB">
        <w:rPr>
          <w:lang w:val="bg-BG"/>
        </w:rPr>
        <w:t>г</w:t>
      </w:r>
      <w:r w:rsidR="0083710E" w:rsidRPr="0083710E">
        <w:rPr>
          <w:lang w:val="bg-BG"/>
        </w:rPr>
        <w:t xml:space="preserve">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043AEF">
        <w:rPr>
          <w:sz w:val="26"/>
          <w:szCs w:val="26"/>
          <w:lang w:val="bg-BG"/>
        </w:rPr>
        <w:t>28</w:t>
      </w:r>
      <w:r w:rsidR="009C5DE1">
        <w:rPr>
          <w:sz w:val="26"/>
          <w:szCs w:val="26"/>
          <w:lang w:val="bg-BG"/>
        </w:rPr>
        <w:t>68</w:t>
      </w:r>
      <w:r w:rsidR="002E0A30" w:rsidRPr="002E0A30">
        <w:rPr>
          <w:sz w:val="26"/>
          <w:szCs w:val="26"/>
          <w:lang w:val="bg-BG"/>
        </w:rPr>
        <w:t>/</w:t>
      </w:r>
      <w:r w:rsidR="006D6C03" w:rsidRPr="00043AEF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2F9EE7B5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9C5DE1">
        <w:rPr>
          <w:lang w:val="bg-BG"/>
        </w:rPr>
        <w:t>Храбърско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9C5DE1">
        <w:rPr>
          <w:lang w:val="bg-BG"/>
        </w:rPr>
        <w:t>77400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2F265FF7" w14:textId="77777777" w:rsidR="009C5DE1" w:rsidRDefault="009C5DE1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299"/>
      </w:tblGrid>
      <w:tr w:rsidR="009C5DE1" w:rsidRPr="000F0154" w14:paraId="677EF7BC" w14:textId="77777777" w:rsidTr="009C5DE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4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81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B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8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2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3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9C5DE1" w:rsidRPr="000F0154" w14:paraId="147D0C49" w14:textId="77777777" w:rsidTr="009C5DE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DA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4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2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FD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0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C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0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2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85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2D821A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0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5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B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B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6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E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A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A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3EAACF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B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2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5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0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9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F9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D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A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</w:t>
            </w:r>
          </w:p>
        </w:tc>
      </w:tr>
      <w:tr w:rsidR="009C5DE1" w:rsidRPr="000F0154" w14:paraId="0A692E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B6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B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0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DF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0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46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9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8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7F210A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BD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D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F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A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B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4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B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0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4F9F82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1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AF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D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0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1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9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6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A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9C5DE1" w:rsidRPr="000F0154" w14:paraId="351C59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B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7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B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D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C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4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2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D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12175F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4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1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1E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64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2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7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7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3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СФМ</w:t>
            </w:r>
          </w:p>
        </w:tc>
      </w:tr>
      <w:tr w:rsidR="009C5DE1" w:rsidRPr="000F0154" w14:paraId="5DA90E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3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DD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45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B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6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3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F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5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18AF49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4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E8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3AB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7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8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1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C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4E6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065CAB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3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38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E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8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D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C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D5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DF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ЛДК и др.</w:t>
            </w:r>
          </w:p>
        </w:tc>
      </w:tr>
      <w:tr w:rsidR="009C5DE1" w:rsidRPr="000F0154" w14:paraId="5BDB1F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11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A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F2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B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96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F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4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F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20B686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2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B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7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D5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78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8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A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3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1581C8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3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D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B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9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C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6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C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E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9C5DE1" w:rsidRPr="000F0154" w14:paraId="2AE5B0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4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2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07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8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7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A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9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4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РДП</w:t>
            </w:r>
          </w:p>
        </w:tc>
      </w:tr>
      <w:tr w:rsidR="009C5DE1" w:rsidRPr="000F0154" w14:paraId="2497D6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3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5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1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66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0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9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2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38313E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D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B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14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36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C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E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9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B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3DFE34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2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C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E2B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F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6A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2D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1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A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ДПТ</w:t>
            </w:r>
          </w:p>
        </w:tc>
      </w:tr>
      <w:tr w:rsidR="009C5DE1" w:rsidRPr="000F0154" w14:paraId="15337D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23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8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7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A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E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2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0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2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ГПП</w:t>
            </w:r>
          </w:p>
        </w:tc>
      </w:tr>
      <w:tr w:rsidR="009C5DE1" w:rsidRPr="000F0154" w14:paraId="597BF5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C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F0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0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07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B6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A1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3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1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6BAD2D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A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6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B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432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1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4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9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C3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7136F0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3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0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D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7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7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F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8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BE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B9D5E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8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9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D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4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80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C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5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2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БЛК</w:t>
            </w:r>
          </w:p>
        </w:tc>
      </w:tr>
      <w:tr w:rsidR="009C5DE1" w:rsidRPr="000F0154" w14:paraId="7AA663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E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B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0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B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D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C8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D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7D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9C5DE1" w:rsidRPr="000F0154" w14:paraId="27D84C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3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5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25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2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9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E9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E9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F7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B0CEA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1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3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E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35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9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3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AB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4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ЗАИ</w:t>
            </w:r>
          </w:p>
        </w:tc>
      </w:tr>
      <w:tr w:rsidR="009C5DE1" w:rsidRPr="000F0154" w14:paraId="0DDFBE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8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D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FF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7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CF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4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B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ДПА</w:t>
            </w:r>
          </w:p>
        </w:tc>
      </w:tr>
      <w:tr w:rsidR="009C5DE1" w:rsidRPr="000F0154" w14:paraId="3B8380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54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C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A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C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E6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4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5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8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27E455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D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A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E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09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C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6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2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AC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6E6B5A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7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B4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DE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B5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6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A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3C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07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ЛПТ</w:t>
            </w:r>
          </w:p>
        </w:tc>
      </w:tr>
      <w:tr w:rsidR="009C5DE1" w:rsidRPr="000F0154" w14:paraId="063BC3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E2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6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9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9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A6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5D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E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2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ЙВМ</w:t>
            </w:r>
          </w:p>
        </w:tc>
      </w:tr>
      <w:tr w:rsidR="009C5DE1" w:rsidRPr="000F0154" w14:paraId="342410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3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C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5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4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9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AC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CB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C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9C5DE1" w:rsidRPr="000F0154" w14:paraId="59B791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5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7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60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1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E0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3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5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7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4AC455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56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F2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AC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8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B8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4D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70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05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4C9F24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D0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0E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2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D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F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E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1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5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НТМ</w:t>
            </w:r>
          </w:p>
        </w:tc>
      </w:tr>
      <w:tr w:rsidR="009C5DE1" w:rsidRPr="000F0154" w14:paraId="201095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2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FF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A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E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7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2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5A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B6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4375F6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0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39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C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F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5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B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F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8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485510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1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8A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E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5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BB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8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9A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9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397809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3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D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9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55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2B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B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8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E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130EEA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2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3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F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2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9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06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1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3B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НДМ</w:t>
            </w:r>
          </w:p>
        </w:tc>
      </w:tr>
      <w:tr w:rsidR="009C5DE1" w:rsidRPr="000F0154" w14:paraId="036B11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1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1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AF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1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0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8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C4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9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9FA9C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4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D3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4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48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2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7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9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8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75C127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F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6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AA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4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3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D7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E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69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10CFBF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95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A4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E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D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8B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A3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20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F3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37AAD9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9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A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44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F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5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7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18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64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БЗИ</w:t>
            </w:r>
          </w:p>
        </w:tc>
      </w:tr>
      <w:tr w:rsidR="009C5DE1" w:rsidRPr="000F0154" w14:paraId="543DD8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72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4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6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3F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D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A0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2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B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2E9F26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C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9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B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B1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5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72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A5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FB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029EA0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9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1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A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D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2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9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2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D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СКК</w:t>
            </w:r>
          </w:p>
        </w:tc>
      </w:tr>
      <w:tr w:rsidR="009C5DE1" w:rsidRPr="000F0154" w14:paraId="21DF27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8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23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24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74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B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9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A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2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27CB15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E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FCC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E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C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1B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B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2F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7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3B036A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9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26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2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5A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EE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DB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5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КИК и др.</w:t>
            </w:r>
          </w:p>
        </w:tc>
      </w:tr>
      <w:tr w:rsidR="009C5DE1" w:rsidRPr="000F0154" w14:paraId="706CCA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D2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B1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49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1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0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1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8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БЛК</w:t>
            </w:r>
          </w:p>
        </w:tc>
      </w:tr>
      <w:tr w:rsidR="009C5DE1" w:rsidRPr="000F0154" w14:paraId="6CF575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6E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8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5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3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1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E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6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0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9C5DE1" w:rsidRPr="000F0154" w14:paraId="1CBCD2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5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2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3D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7F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B3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F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F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C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274705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B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9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E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E5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E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25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4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A4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БПБ</w:t>
            </w:r>
          </w:p>
        </w:tc>
      </w:tr>
      <w:tr w:rsidR="009C5DE1" w:rsidRPr="000F0154" w14:paraId="3402C0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7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CD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9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7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4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3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9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9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342535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9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2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E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9E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D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8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5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66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6D9C1D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F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1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7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2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4C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E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1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1E39C4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2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7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A3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0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D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F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8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F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9C5DE1" w:rsidRPr="000F0154" w14:paraId="579FC1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E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3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E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7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5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F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DE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6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9C5DE1" w:rsidRPr="000F0154" w14:paraId="5B681C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DE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3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C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B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A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D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3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C9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ЦБГ</w:t>
            </w:r>
          </w:p>
        </w:tc>
      </w:tr>
      <w:tr w:rsidR="009C5DE1" w:rsidRPr="000F0154" w14:paraId="7A695A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4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F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9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05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06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81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5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13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СНЛ</w:t>
            </w:r>
          </w:p>
        </w:tc>
      </w:tr>
      <w:tr w:rsidR="009C5DE1" w:rsidRPr="000F0154" w14:paraId="4A09EA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4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1C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B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11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4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B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5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C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2FD00F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E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7A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9D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E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4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A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0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C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06F29A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4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B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90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46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C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C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C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71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</w:t>
            </w:r>
          </w:p>
        </w:tc>
      </w:tr>
      <w:tr w:rsidR="009C5DE1" w:rsidRPr="000F0154" w14:paraId="3DC3CC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9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5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C3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6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2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D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C5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2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6C6434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AD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5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3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A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3B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9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0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FD4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72416D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9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FD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46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E5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5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9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0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B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499F7D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0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73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F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B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0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8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15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5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6C48D1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2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59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A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96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9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E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53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0B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ЙКЦ и др.</w:t>
            </w:r>
          </w:p>
        </w:tc>
      </w:tr>
      <w:tr w:rsidR="009C5DE1" w:rsidRPr="000F0154" w14:paraId="75F122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4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FA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4F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55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B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2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8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4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01AC1D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9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0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C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E8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B0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D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2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C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САС и др.</w:t>
            </w:r>
          </w:p>
        </w:tc>
      </w:tr>
      <w:tr w:rsidR="009C5DE1" w:rsidRPr="000F0154" w14:paraId="237DDE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5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2C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E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8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A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E7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B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3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7B1044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E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6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C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3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8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9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5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F6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9C5DE1" w:rsidRPr="000F0154" w14:paraId="149B02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B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AE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5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D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B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A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CF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3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4A38C2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B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5F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9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1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C4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5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9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2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500C0E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D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7E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B3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F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20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4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E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B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СНЗ</w:t>
            </w:r>
          </w:p>
        </w:tc>
      </w:tr>
      <w:tr w:rsidR="009C5DE1" w:rsidRPr="000F0154" w14:paraId="47A99E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0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46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B8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3F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0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B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6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5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БМГ и др.</w:t>
            </w:r>
          </w:p>
        </w:tc>
      </w:tr>
      <w:tr w:rsidR="009C5DE1" w:rsidRPr="000F0154" w14:paraId="2012DB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9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1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F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A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C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4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F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B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9C5DE1" w:rsidRPr="000F0154" w14:paraId="073F15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1F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B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6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5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D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C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A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AC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07A33D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0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2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2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E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B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2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B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D9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БЛК</w:t>
            </w:r>
          </w:p>
        </w:tc>
      </w:tr>
      <w:tr w:rsidR="009C5DE1" w:rsidRPr="000F0154" w14:paraId="25B191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4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04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1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0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06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3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0C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6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21F0C3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50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00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0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D7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F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4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2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E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</w:t>
            </w:r>
          </w:p>
        </w:tc>
      </w:tr>
      <w:tr w:rsidR="009C5DE1" w:rsidRPr="000F0154" w14:paraId="44D290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1E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9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A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1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D6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C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D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36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СКК</w:t>
            </w:r>
          </w:p>
        </w:tc>
      </w:tr>
      <w:tr w:rsidR="009C5DE1" w:rsidRPr="000F0154" w14:paraId="593220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9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80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B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C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CF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C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4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6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08BF6E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6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0A9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7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31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6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C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80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9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09A06D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AB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B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6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D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C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F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5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83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697DB4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3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26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C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9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0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0D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63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ХБА</w:t>
            </w:r>
          </w:p>
        </w:tc>
      </w:tr>
      <w:tr w:rsidR="009C5DE1" w:rsidRPr="000F0154" w14:paraId="00757E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D6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36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8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5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5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4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0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B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9C5DE1" w:rsidRPr="000F0154" w14:paraId="01603F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7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6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E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2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9F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2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E6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E4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2E1206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8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3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99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D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A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8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4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7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ЯБП</w:t>
            </w:r>
          </w:p>
        </w:tc>
      </w:tr>
      <w:tr w:rsidR="009C5DE1" w:rsidRPr="000F0154" w14:paraId="0B74BB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72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6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8E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6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75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A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2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5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619026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F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4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A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2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5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6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27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E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ГБЛ</w:t>
            </w:r>
          </w:p>
        </w:tc>
      </w:tr>
      <w:tr w:rsidR="009C5DE1" w:rsidRPr="000F0154" w14:paraId="675E67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B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D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0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5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F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5D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0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3C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9C5DE1" w:rsidRPr="000F0154" w14:paraId="310A4C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B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A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25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6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3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7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2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31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5893DC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A6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6D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9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D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69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A0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E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5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ЯВВ</w:t>
            </w:r>
          </w:p>
        </w:tc>
      </w:tr>
      <w:tr w:rsidR="009C5DE1" w:rsidRPr="000F0154" w14:paraId="69A907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45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E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1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F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D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E8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1A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64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577D33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C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E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0D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5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0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48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669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КМЗ</w:t>
            </w:r>
          </w:p>
        </w:tc>
      </w:tr>
      <w:tr w:rsidR="009C5DE1" w:rsidRPr="000F0154" w14:paraId="17AF2C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7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4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C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0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66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0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A3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B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1D87B9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1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77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7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4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F9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1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3D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DD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5CCFFE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9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0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F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C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B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3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8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05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5000DB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01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E3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CA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4D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4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6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9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2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62AF7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F8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F3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0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4C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4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6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2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92.16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A0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НДМ</w:t>
            </w:r>
          </w:p>
        </w:tc>
      </w:tr>
      <w:tr w:rsidR="009C5DE1" w:rsidRPr="000F0154" w14:paraId="1B7042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3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F5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E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3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7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B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2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F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9C5DE1" w:rsidRPr="000F0154" w14:paraId="025A58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A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3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D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C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48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3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2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8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42AAA6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1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9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24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E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1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0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1A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8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2A1264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D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80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D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21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8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1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B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01A988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F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7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9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0E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4B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6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1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B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150910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2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41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F1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F3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5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A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6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B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9C5DE1" w:rsidRPr="000F0154" w14:paraId="13DB33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2BC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F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B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A9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0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C8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49D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C9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9C5DE1" w:rsidRPr="000F0154" w14:paraId="24080D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3B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2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3E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1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E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BF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F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0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08ECC9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3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E0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3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B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F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F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F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46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73D52A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2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9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2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72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B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9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E6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7D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ДПГ и др.</w:t>
            </w:r>
          </w:p>
        </w:tc>
      </w:tr>
      <w:tr w:rsidR="009C5DE1" w:rsidRPr="000F0154" w14:paraId="4CE9D7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7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5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D5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F8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F1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66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F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ЛВГ</w:t>
            </w:r>
          </w:p>
        </w:tc>
      </w:tr>
      <w:tr w:rsidR="009C5DE1" w:rsidRPr="000F0154" w14:paraId="302E0B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6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A2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6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2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5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4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38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2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59C013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4D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1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C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B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1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4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5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B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ИБЗ</w:t>
            </w:r>
          </w:p>
        </w:tc>
      </w:tr>
      <w:tr w:rsidR="009C5DE1" w:rsidRPr="000F0154" w14:paraId="12E45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B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0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E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7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5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4E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F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F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4A3245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86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05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3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3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85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B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914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C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ЮРОПЛЕНД ООД</w:t>
            </w:r>
          </w:p>
        </w:tc>
      </w:tr>
      <w:tr w:rsidR="009C5DE1" w:rsidRPr="000F0154" w14:paraId="15C24E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0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5E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EE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D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2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E2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B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8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7E21A2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C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E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B2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42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D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6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C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D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4466CA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A1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56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B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73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A5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C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F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3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435E9D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88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D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7F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32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4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E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D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4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7F74C2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D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1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5B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6D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7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7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F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3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7D293A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6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C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6D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6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6D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3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2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F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ХХЧ и др.</w:t>
            </w:r>
          </w:p>
        </w:tc>
      </w:tr>
      <w:tr w:rsidR="009C5DE1" w:rsidRPr="000F0154" w14:paraId="31C08B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D1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FA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A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5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4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E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9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0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ИСГ и др.</w:t>
            </w:r>
          </w:p>
        </w:tc>
      </w:tr>
      <w:tr w:rsidR="009C5DE1" w:rsidRPr="000F0154" w14:paraId="424BC2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83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8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D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A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F7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7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B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D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БЛК</w:t>
            </w:r>
          </w:p>
        </w:tc>
      </w:tr>
      <w:tr w:rsidR="009C5DE1" w:rsidRPr="000F0154" w14:paraId="561400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3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4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E1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1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5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C8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2A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B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1E271C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39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B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C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D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0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7D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C3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28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34BD8E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99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83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9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8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D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1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A7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7E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475AC0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A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4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1B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2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3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7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59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1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27A53B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3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7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7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A1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2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6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4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C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МКИ</w:t>
            </w:r>
          </w:p>
        </w:tc>
      </w:tr>
      <w:tr w:rsidR="009C5DE1" w:rsidRPr="000F0154" w14:paraId="5C37F3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3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E2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1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3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1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E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F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F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33D82D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8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B6B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E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B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82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3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4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5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666EAC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74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C0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A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5F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2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0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A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2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6593C1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8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B7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5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2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67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F1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BA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7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6A9E6D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F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23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03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C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5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23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2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42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114473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1B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0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0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7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1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3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5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A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2BDB51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45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38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3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9C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04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D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7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AE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530D7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D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1D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E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66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F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8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51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E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47E06A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7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A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E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5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5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5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E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37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6DC9ED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E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6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C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C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C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2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7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7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489EAF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B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9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2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D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79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2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E9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16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3E2794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49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E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7A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D1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F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CE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55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D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 и др.</w:t>
            </w:r>
          </w:p>
        </w:tc>
      </w:tr>
      <w:tr w:rsidR="009C5DE1" w:rsidRPr="000F0154" w14:paraId="51CF31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F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F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3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3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3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A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61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A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ЛГП</w:t>
            </w:r>
          </w:p>
        </w:tc>
      </w:tr>
      <w:tr w:rsidR="009C5DE1" w:rsidRPr="000F0154" w14:paraId="22EE04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7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3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E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8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4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6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18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54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КМЗ</w:t>
            </w:r>
          </w:p>
        </w:tc>
      </w:tr>
      <w:tr w:rsidR="009C5DE1" w:rsidRPr="000F0154" w14:paraId="172583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0E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5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4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A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5F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A6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A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2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9C5DE1" w:rsidRPr="000F0154" w14:paraId="461707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AAA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D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7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C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C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2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1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B09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328AC2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8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E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BF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5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6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E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7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5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СГО</w:t>
            </w:r>
          </w:p>
        </w:tc>
      </w:tr>
      <w:tr w:rsidR="009C5DE1" w:rsidRPr="000F0154" w14:paraId="63F8FB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BC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D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7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6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3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5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CBA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0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0B1C8E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2B6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2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D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02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B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16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4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B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ЕВД и др.</w:t>
            </w:r>
          </w:p>
        </w:tc>
      </w:tr>
      <w:tr w:rsidR="009C5DE1" w:rsidRPr="000F0154" w14:paraId="429377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0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E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3C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1A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7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5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C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7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АЙБ</w:t>
            </w:r>
          </w:p>
        </w:tc>
      </w:tr>
      <w:tr w:rsidR="009C5DE1" w:rsidRPr="000F0154" w14:paraId="4E9E23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C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F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9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0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5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4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2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16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ХХЧ и др.</w:t>
            </w:r>
          </w:p>
        </w:tc>
      </w:tr>
      <w:tr w:rsidR="009C5DE1" w:rsidRPr="000F0154" w14:paraId="2C9107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9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5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3D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E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22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3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F4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3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МЛВ и др.</w:t>
            </w:r>
          </w:p>
        </w:tc>
      </w:tr>
      <w:tr w:rsidR="009C5DE1" w:rsidRPr="000F0154" w14:paraId="653E34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0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4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02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3A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9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5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0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B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50A075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D9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9C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CE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B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4E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01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88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32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16EC21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C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A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B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9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9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C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AA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5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2DDF4C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A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D6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A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B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5F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D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51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A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61A932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E2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DA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A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F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EC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C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70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6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34746D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3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C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0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F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D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B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80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6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056645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FB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4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9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D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1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1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C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1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ЛВГ</w:t>
            </w:r>
          </w:p>
        </w:tc>
      </w:tr>
      <w:tr w:rsidR="009C5DE1" w:rsidRPr="000F0154" w14:paraId="49EE57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1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6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2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7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B1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8E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F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6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9C5DE1" w:rsidRPr="000F0154" w14:paraId="4444F0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E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0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F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4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2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F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B95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F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1F2C25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0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3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C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1E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C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19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F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9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ПЙЦ</w:t>
            </w:r>
          </w:p>
        </w:tc>
      </w:tr>
      <w:tr w:rsidR="009C5DE1" w:rsidRPr="000F0154" w14:paraId="2D3D90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D2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05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F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9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A4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B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4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5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ОВК</w:t>
            </w:r>
          </w:p>
        </w:tc>
      </w:tr>
      <w:tr w:rsidR="009C5DE1" w:rsidRPr="000F0154" w14:paraId="39866B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0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2F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CE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E5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CC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1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9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C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25586E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A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A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5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F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4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E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F6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4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9C5DE1" w:rsidRPr="000F0154" w14:paraId="38A149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1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A3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0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E1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D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F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4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96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КФД</w:t>
            </w:r>
          </w:p>
        </w:tc>
      </w:tr>
      <w:tr w:rsidR="009C5DE1" w:rsidRPr="000F0154" w14:paraId="2724FD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0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C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F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D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BC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3E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C7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6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9C5DE1" w:rsidRPr="000F0154" w14:paraId="3A0D97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52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2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46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8A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2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9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23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C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493E47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1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08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E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1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9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5D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1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9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РЛГ</w:t>
            </w:r>
          </w:p>
        </w:tc>
      </w:tr>
      <w:tr w:rsidR="009C5DE1" w:rsidRPr="000F0154" w14:paraId="545209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5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1E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5E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B9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B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2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1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6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5C6C20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F7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A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5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8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DD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A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2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E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ПЦИ и др.</w:t>
            </w:r>
          </w:p>
        </w:tc>
      </w:tr>
      <w:tr w:rsidR="009C5DE1" w:rsidRPr="000F0154" w14:paraId="2A3D0B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88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E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6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8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A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86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6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3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404649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C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4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B2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D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E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F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E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77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6A32B7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6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F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B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C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46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8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8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B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АТВ</w:t>
            </w:r>
          </w:p>
        </w:tc>
      </w:tr>
      <w:tr w:rsidR="009C5DE1" w:rsidRPr="000F0154" w14:paraId="154E5F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D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3E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6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9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8E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36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2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BC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791F7F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0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2F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DA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7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AF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4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0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8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665805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9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6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0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D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5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5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15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6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9C5DE1" w:rsidRPr="000F0154" w14:paraId="0520BA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5F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4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7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B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CD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7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9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4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3A8B7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A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2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2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EA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4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2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13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5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СТЦ</w:t>
            </w:r>
          </w:p>
        </w:tc>
      </w:tr>
      <w:tr w:rsidR="009C5DE1" w:rsidRPr="000F0154" w14:paraId="1E36D4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3F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1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A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A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E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0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22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2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СФМ</w:t>
            </w:r>
          </w:p>
        </w:tc>
      </w:tr>
      <w:tr w:rsidR="009C5DE1" w:rsidRPr="000F0154" w14:paraId="5DF14B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B8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6B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82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43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87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E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9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1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9C5DE1" w:rsidRPr="000F0154" w14:paraId="4889C7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A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6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0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DC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4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6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6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2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9C5DE1" w:rsidRPr="000F0154" w14:paraId="0D7E41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5B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4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BB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E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68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9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7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D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5F857F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8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26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B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83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8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2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F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0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КМК</w:t>
            </w:r>
          </w:p>
        </w:tc>
      </w:tr>
      <w:tr w:rsidR="009C5DE1" w:rsidRPr="000F0154" w14:paraId="735F27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D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54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E8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E0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E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70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3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F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 и др.</w:t>
            </w:r>
          </w:p>
        </w:tc>
      </w:tr>
      <w:tr w:rsidR="009C5DE1" w:rsidRPr="000F0154" w14:paraId="33513F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C2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9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4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C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1C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2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7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E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ДАТ</w:t>
            </w:r>
          </w:p>
        </w:tc>
      </w:tr>
      <w:tr w:rsidR="009C5DE1" w:rsidRPr="000F0154" w14:paraId="4E4932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87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05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5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3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1C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E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E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7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6AB3CE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3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E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8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9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E0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D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B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5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6E6416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EE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9B0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9D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3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85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C0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1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2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6FB625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89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8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2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E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05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A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4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AD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469064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28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9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7E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66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0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1B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D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1B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166335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08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4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05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3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D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E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3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61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ИРП и др.</w:t>
            </w:r>
          </w:p>
        </w:tc>
      </w:tr>
      <w:tr w:rsidR="009C5DE1" w:rsidRPr="000F0154" w14:paraId="419C21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7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4A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2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16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F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6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E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3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ЕСЕ</w:t>
            </w:r>
          </w:p>
        </w:tc>
      </w:tr>
      <w:tr w:rsidR="009C5DE1" w:rsidRPr="000F0154" w14:paraId="29CA65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8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A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D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C5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E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8B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D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11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044213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7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E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3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A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7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B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E0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D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</w:t>
            </w:r>
          </w:p>
        </w:tc>
      </w:tr>
      <w:tr w:rsidR="009C5DE1" w:rsidRPr="000F0154" w14:paraId="4708FC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00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19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8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F3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83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8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5C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8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693397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E6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8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E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F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2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7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D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1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3B6389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5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4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7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4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4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7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4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0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70AA69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3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5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6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2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9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8D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1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1B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22A1E4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35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8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6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D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E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D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2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1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9C5DE1" w:rsidRPr="000F0154" w14:paraId="73AA08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0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79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AC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3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F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3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9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8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168B47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9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9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3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D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A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1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1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F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0D8D9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D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B7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A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6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3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5D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2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C9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9C5DE1" w:rsidRPr="000F0154" w14:paraId="7CC00D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3C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8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B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9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32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E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E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B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ВБД</w:t>
            </w:r>
          </w:p>
        </w:tc>
      </w:tr>
      <w:tr w:rsidR="009C5DE1" w:rsidRPr="000F0154" w14:paraId="7FCC65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67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EA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7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72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5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1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CA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D8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ПДТ</w:t>
            </w:r>
          </w:p>
        </w:tc>
      </w:tr>
      <w:tr w:rsidR="009C5DE1" w:rsidRPr="000F0154" w14:paraId="18BFC8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C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0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3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D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5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A7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DD9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BF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9C5DE1" w:rsidRPr="000F0154" w14:paraId="72ED6C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4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19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0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5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B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F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0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BC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134A25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EB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D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48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F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0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DA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3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2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 и др.</w:t>
            </w:r>
          </w:p>
        </w:tc>
      </w:tr>
      <w:tr w:rsidR="009C5DE1" w:rsidRPr="000F0154" w14:paraId="7749B3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C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2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BF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19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6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0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0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C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579DAF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77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F3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9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36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DA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4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0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B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ЕВА</w:t>
            </w:r>
          </w:p>
        </w:tc>
      </w:tr>
      <w:tr w:rsidR="009C5DE1" w:rsidRPr="000F0154" w14:paraId="3CF992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7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B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9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4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9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D5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24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0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5DADFD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4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D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18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9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A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F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D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83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6373ED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4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18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1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F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D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8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87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967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0C0BCC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2A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DC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3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8E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F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B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CF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F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РЦИ и др.</w:t>
            </w:r>
          </w:p>
        </w:tc>
      </w:tr>
      <w:tr w:rsidR="009C5DE1" w:rsidRPr="000F0154" w14:paraId="4415FE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4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E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B2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3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6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E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26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9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72512B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4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C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CC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9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2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8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BC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F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60B0BB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1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E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E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3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8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2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07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7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16B16A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7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D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F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1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8B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1F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9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C4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АИЛ</w:t>
            </w:r>
          </w:p>
        </w:tc>
      </w:tr>
      <w:tr w:rsidR="009C5DE1" w:rsidRPr="000F0154" w14:paraId="0AA1A8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3F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E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D3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6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80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8B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A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E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ИКЦ и др.</w:t>
            </w:r>
          </w:p>
        </w:tc>
      </w:tr>
      <w:tr w:rsidR="009C5DE1" w:rsidRPr="000F0154" w14:paraId="0BCBAE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D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B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6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F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1D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E5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5C2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6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СЛВ и др.</w:t>
            </w:r>
          </w:p>
        </w:tc>
      </w:tr>
      <w:tr w:rsidR="009C5DE1" w:rsidRPr="000F0154" w14:paraId="42BF09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D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D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C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42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65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9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0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31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ДПГ и др.</w:t>
            </w:r>
          </w:p>
        </w:tc>
      </w:tr>
      <w:tr w:rsidR="009C5DE1" w:rsidRPr="000F0154" w14:paraId="6BDCCF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C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"ЕВСТАТИЕВ"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F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17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F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0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B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7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77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ДВХ</w:t>
            </w:r>
          </w:p>
        </w:tc>
      </w:tr>
      <w:tr w:rsidR="009C5DE1" w:rsidRPr="000F0154" w14:paraId="34AFC6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E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E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4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6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947.602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7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8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36.850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E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479.04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2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77D3DE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62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9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30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7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9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02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7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5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2EBEB6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5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E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D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3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E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2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C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94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633C71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DB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2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2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E3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7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4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2F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6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19A405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6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CB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5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2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FA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17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4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1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ССМ и др.</w:t>
            </w:r>
          </w:p>
        </w:tc>
      </w:tr>
      <w:tr w:rsidR="009C5DE1" w:rsidRPr="000F0154" w14:paraId="3356F0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4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B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5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6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2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8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7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C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ЛНИ</w:t>
            </w:r>
          </w:p>
        </w:tc>
      </w:tr>
      <w:tr w:rsidR="009C5DE1" w:rsidRPr="000F0154" w14:paraId="44A462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0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2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D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8E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B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F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9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4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4DDBBF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83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CD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F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8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B7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C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98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F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41F51C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C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60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4E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19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8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5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F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54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61B23B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FF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52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D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5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75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65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F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6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2C570D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F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C5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C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8C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B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E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BD1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7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9C5DE1" w:rsidRPr="000F0154" w14:paraId="150F4D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6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B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7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0F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8E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38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D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35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МНТ</w:t>
            </w:r>
          </w:p>
        </w:tc>
      </w:tr>
      <w:tr w:rsidR="009C5DE1" w:rsidRPr="000F0154" w14:paraId="3348CD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B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9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5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E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F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A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4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3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227BD2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6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6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C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3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C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0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FF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4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6BBE23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A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B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4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23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D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7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61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39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92A66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D5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D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E2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A6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69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A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1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8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ОТП</w:t>
            </w:r>
          </w:p>
        </w:tc>
      </w:tr>
      <w:tr w:rsidR="009C5DE1" w:rsidRPr="000F0154" w14:paraId="07FAFF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87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D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A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D2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1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3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3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6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611418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A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27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72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2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2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C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39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9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13798C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1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C5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F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0F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DF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D2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4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E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ГЛИ</w:t>
            </w:r>
          </w:p>
        </w:tc>
      </w:tr>
      <w:tr w:rsidR="009C5DE1" w:rsidRPr="000F0154" w14:paraId="483764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61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6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3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3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3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8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E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5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043416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B0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FA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F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92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2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9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09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1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7D531C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691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7D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EC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B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3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D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D0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</w:t>
            </w:r>
          </w:p>
        </w:tc>
      </w:tr>
      <w:tr w:rsidR="009C5DE1" w:rsidRPr="000F0154" w14:paraId="162382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19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69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05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78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F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6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F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7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6513B6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9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3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BF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90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B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B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0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3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0EB10E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3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7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D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5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45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E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91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74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2F27D7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8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1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2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85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CB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C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9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B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АСС и др.</w:t>
            </w:r>
          </w:p>
        </w:tc>
      </w:tr>
      <w:tr w:rsidR="009C5DE1" w:rsidRPr="000F0154" w14:paraId="5D7E37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0E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12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5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C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03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8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1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8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</w:t>
            </w:r>
          </w:p>
        </w:tc>
      </w:tr>
      <w:tr w:rsidR="009C5DE1" w:rsidRPr="000F0154" w14:paraId="011213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2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1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0F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6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7B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75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4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9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9C5DE1" w:rsidRPr="000F0154" w14:paraId="35786D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8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0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5F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17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C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6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6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FA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6FEEA8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13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02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4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5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EF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FE6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2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1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РАН</w:t>
            </w:r>
          </w:p>
        </w:tc>
      </w:tr>
      <w:tr w:rsidR="009C5DE1" w:rsidRPr="000F0154" w14:paraId="1D16E2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1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61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6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E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0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3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D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DD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465F6B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6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4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6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E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8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6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AC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2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РБГ</w:t>
            </w:r>
          </w:p>
        </w:tc>
      </w:tr>
      <w:tr w:rsidR="009C5DE1" w:rsidRPr="000F0154" w14:paraId="5B00E8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E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50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01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C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4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6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1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2B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24FA1B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7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28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9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2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CB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C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EF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E2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ЕТП</w:t>
            </w:r>
          </w:p>
        </w:tc>
      </w:tr>
      <w:tr w:rsidR="009C5DE1" w:rsidRPr="000F0154" w14:paraId="05132C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5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5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B4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6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4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F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32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C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45593F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7E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4C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F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7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C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5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13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94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ВСЦ</w:t>
            </w:r>
          </w:p>
        </w:tc>
      </w:tr>
      <w:tr w:rsidR="009C5DE1" w:rsidRPr="000F0154" w14:paraId="4D5828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A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D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E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09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4A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9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EB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C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633D49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16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B8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4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0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6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8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73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33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9C5DE1" w:rsidRPr="000F0154" w14:paraId="43B3B2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1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5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A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4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3D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8D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9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0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52D6B2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9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2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E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E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F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5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51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0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406B88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9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7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6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4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0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4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1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3E9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2A2B59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32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2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8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17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D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B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7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4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5D8F42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1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F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F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4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2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1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E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E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БПБ</w:t>
            </w:r>
          </w:p>
        </w:tc>
      </w:tr>
      <w:tr w:rsidR="009C5DE1" w:rsidRPr="000F0154" w14:paraId="1AB0D4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B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D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C5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65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44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A5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F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E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9C5DE1" w:rsidRPr="000F0154" w14:paraId="0D73D1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9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3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0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4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0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D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A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2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51D021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D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0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7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1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1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E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C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5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ЙВМ</w:t>
            </w:r>
          </w:p>
        </w:tc>
      </w:tr>
      <w:tr w:rsidR="009C5DE1" w:rsidRPr="000F0154" w14:paraId="23A9EC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72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B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4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79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92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1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6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F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ЛВН и др.</w:t>
            </w:r>
          </w:p>
        </w:tc>
      </w:tr>
      <w:tr w:rsidR="009C5DE1" w:rsidRPr="000F0154" w14:paraId="1863EE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6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3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E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9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C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1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9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1A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22000E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6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90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1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F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5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2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B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5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9C5DE1" w:rsidRPr="000F0154" w14:paraId="3FB9F5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63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1C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BE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EF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5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A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A1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8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72C53A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0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2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2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1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9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1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F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5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ИБГ</w:t>
            </w:r>
          </w:p>
        </w:tc>
      </w:tr>
      <w:tr w:rsidR="009C5DE1" w:rsidRPr="000F0154" w14:paraId="7A9354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2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C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B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7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C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2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8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69.79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41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373453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9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A4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6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7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9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B0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F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B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0AE45B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7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3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8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EA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3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E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6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0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ВЛИ</w:t>
            </w:r>
          </w:p>
        </w:tc>
      </w:tr>
      <w:tr w:rsidR="009C5DE1" w:rsidRPr="000F0154" w14:paraId="147F76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8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2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D3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D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B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B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A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9C5DE1" w:rsidRPr="000F0154" w14:paraId="37172F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A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1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3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6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B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0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2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FF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36864E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0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F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49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D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6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1C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B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9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9C5DE1" w:rsidRPr="000F0154" w14:paraId="510BD1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4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E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3B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F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F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B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C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A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644D48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A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EB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4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0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3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57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3B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8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0D9338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A7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CF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2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9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04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E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AA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A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0AC3F5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3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0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A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A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1D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B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A5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C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СНЗ</w:t>
            </w:r>
          </w:p>
        </w:tc>
      </w:tr>
      <w:tr w:rsidR="009C5DE1" w:rsidRPr="000F0154" w14:paraId="4C2C90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E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2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7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B7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3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9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0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A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72693B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B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3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47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5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2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7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E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BF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9C5DE1" w:rsidRPr="000F0154" w14:paraId="2A1E69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2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1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C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90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B6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3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8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7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527C1B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48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0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6C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B7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4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E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C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6B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ЯБП</w:t>
            </w:r>
          </w:p>
        </w:tc>
      </w:tr>
      <w:tr w:rsidR="009C5DE1" w:rsidRPr="000F0154" w14:paraId="589DD1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15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D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0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CA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9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C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C8B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5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19E455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E2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8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8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0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F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9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14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63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СКС</w:t>
            </w:r>
          </w:p>
        </w:tc>
      </w:tr>
      <w:tr w:rsidR="009C5DE1" w:rsidRPr="000F0154" w14:paraId="73FF83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45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C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E6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4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C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D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8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F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ИКЦ</w:t>
            </w:r>
          </w:p>
        </w:tc>
      </w:tr>
      <w:tr w:rsidR="009C5DE1" w:rsidRPr="000F0154" w14:paraId="05A970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67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CC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3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F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E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52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FA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4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4BB529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D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D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9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3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3C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0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5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6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0BF80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8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2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D7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C8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3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B0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D0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3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11847A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F0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6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8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62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B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3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5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5E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25D75D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5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C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26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F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A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6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76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1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ЗБК</w:t>
            </w:r>
          </w:p>
        </w:tc>
      </w:tr>
      <w:tr w:rsidR="009C5DE1" w:rsidRPr="000F0154" w14:paraId="668363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B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B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3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6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4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1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80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1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ИЛИ</w:t>
            </w:r>
          </w:p>
        </w:tc>
      </w:tr>
      <w:tr w:rsidR="009C5DE1" w:rsidRPr="000F0154" w14:paraId="5950F7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6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3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00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1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6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04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4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B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19F6B7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F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8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0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0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8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1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D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E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НЙВ</w:t>
            </w:r>
          </w:p>
        </w:tc>
      </w:tr>
      <w:tr w:rsidR="009C5DE1" w:rsidRPr="000F0154" w14:paraId="72F078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F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8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1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0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0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8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F6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A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0DB7DB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5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A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0E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69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7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B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F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6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07C611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C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0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49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53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15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4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B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B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ЕЗИ</w:t>
            </w:r>
          </w:p>
        </w:tc>
      </w:tr>
      <w:tr w:rsidR="009C5DE1" w:rsidRPr="000F0154" w14:paraId="22986A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6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F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3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0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E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89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99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F4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2B4CD7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4C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C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D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7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B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9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E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5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7E727F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4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3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8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F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4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4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1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17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ГЗП</w:t>
            </w:r>
          </w:p>
        </w:tc>
      </w:tr>
      <w:tr w:rsidR="009C5DE1" w:rsidRPr="000F0154" w14:paraId="70BECE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1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E3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2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1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C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7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B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D5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КПК</w:t>
            </w:r>
          </w:p>
        </w:tc>
      </w:tr>
      <w:tr w:rsidR="009C5DE1" w:rsidRPr="000F0154" w14:paraId="6488FB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C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A5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0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7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2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F0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1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A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7AC9CE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60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F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1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A9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E2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3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6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6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9C5DE1" w:rsidRPr="000F0154" w14:paraId="73889E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4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C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3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D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1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1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6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D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011467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6C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A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B2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54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48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8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92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6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9C5DE1" w:rsidRPr="000F0154" w14:paraId="7C61C0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E7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2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02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98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5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96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E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D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ВСТ</w:t>
            </w:r>
          </w:p>
        </w:tc>
      </w:tr>
      <w:tr w:rsidR="009C5DE1" w:rsidRPr="000F0154" w14:paraId="192A03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1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C8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3E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2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A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9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2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C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9C5DE1" w:rsidRPr="000F0154" w14:paraId="10BC3B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D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F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2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2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E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3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F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1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32F84D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B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2B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A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BC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3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3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F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D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014FCC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B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8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E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F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8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B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8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D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1C8451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5B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6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A3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E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A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A6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3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C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МДП</w:t>
            </w:r>
          </w:p>
        </w:tc>
      </w:tr>
      <w:tr w:rsidR="009C5DE1" w:rsidRPr="000F0154" w14:paraId="4A97F9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1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94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C3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3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2C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61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F4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728816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7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35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D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B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C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D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9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77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435785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2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F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B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E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4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78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3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2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4D0E58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4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8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2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F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1E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C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9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DA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9C5DE1" w:rsidRPr="000F0154" w14:paraId="253A69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51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98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22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0B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9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F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A2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7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5E5479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D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D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7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2C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2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7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3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7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0750B8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0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5A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3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3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2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0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1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8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363577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C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E5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6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BE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0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66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09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240.45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5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ФОКМЕЛИЯ БЪЛГАРИЯ ЕООД</w:t>
            </w:r>
          </w:p>
        </w:tc>
      </w:tr>
      <w:tr w:rsidR="009C5DE1" w:rsidRPr="000F0154" w14:paraId="2B8D8F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8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7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2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A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6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A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F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9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 П М ПРОПЪРТИС ЕООД</w:t>
            </w:r>
          </w:p>
        </w:tc>
      </w:tr>
      <w:tr w:rsidR="009C5DE1" w:rsidRPr="000F0154" w14:paraId="287080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F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E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59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D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F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7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9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17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СТАВРОПЕФКОС ООД</w:t>
            </w:r>
          </w:p>
        </w:tc>
      </w:tr>
      <w:tr w:rsidR="009C5DE1" w:rsidRPr="000F0154" w14:paraId="67B668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13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F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8A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6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1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D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EB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0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63AFBA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3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7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7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5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F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8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4C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9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5CF0FC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9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37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C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77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3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B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B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5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</w:t>
            </w:r>
          </w:p>
        </w:tc>
      </w:tr>
      <w:tr w:rsidR="009C5DE1" w:rsidRPr="000F0154" w14:paraId="0ACAE2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8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4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2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0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B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6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6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5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ЛАКАТАМИЯ ЕООД</w:t>
            </w:r>
          </w:p>
        </w:tc>
      </w:tr>
      <w:tr w:rsidR="009C5DE1" w:rsidRPr="000F0154" w14:paraId="229676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42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1A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F2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21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1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9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E8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B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МКИ</w:t>
            </w:r>
          </w:p>
        </w:tc>
      </w:tr>
      <w:tr w:rsidR="009C5DE1" w:rsidRPr="000F0154" w14:paraId="45239D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7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98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1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D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2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39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9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6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703703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27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F2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6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1D4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2B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D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0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4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9C5DE1" w:rsidRPr="000F0154" w14:paraId="76EDF9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4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C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6D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D6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A7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A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2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B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9C5DE1" w:rsidRPr="000F0154" w14:paraId="788AC5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5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DD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4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A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2F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E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79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ПРОПЪРТИ ДЕВЕЛОПМЕНТ ЕООД</w:t>
            </w:r>
          </w:p>
        </w:tc>
      </w:tr>
      <w:tr w:rsidR="009C5DE1" w:rsidRPr="000F0154" w14:paraId="157B6E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10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D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6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5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51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BF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5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C3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ИСАВЕЛЛА ООД</w:t>
            </w:r>
          </w:p>
        </w:tc>
      </w:tr>
      <w:tr w:rsidR="009C5DE1" w:rsidRPr="000F0154" w14:paraId="789E33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19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5C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48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F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C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D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6A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1C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ИГИ и др.</w:t>
            </w:r>
          </w:p>
        </w:tc>
      </w:tr>
      <w:tr w:rsidR="009C5DE1" w:rsidRPr="000F0154" w14:paraId="32AD7D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2B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6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3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8C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A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EE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8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D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201E8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1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0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32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1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3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F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3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CB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601C13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5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D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6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5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89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9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13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C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43B941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1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A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B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3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F5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09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1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AD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ГИХ</w:t>
            </w:r>
          </w:p>
        </w:tc>
      </w:tr>
      <w:tr w:rsidR="009C5DE1" w:rsidRPr="000F0154" w14:paraId="2A34D9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F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4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F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5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6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1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5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3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594665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7B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C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9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5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F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58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6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C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АРГАКА 1 ООД</w:t>
            </w:r>
          </w:p>
        </w:tc>
      </w:tr>
      <w:tr w:rsidR="009C5DE1" w:rsidRPr="000F0154" w14:paraId="661796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C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D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0A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3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A1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71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D1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C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ИСАВЕЛЛА ООД</w:t>
            </w:r>
          </w:p>
        </w:tc>
      </w:tr>
      <w:tr w:rsidR="009C5DE1" w:rsidRPr="000F0154" w14:paraId="2C8FC3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09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6C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1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8A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3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7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8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050992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E9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5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5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0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A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0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F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C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ИСАВЕЛЛА ООД</w:t>
            </w:r>
          </w:p>
        </w:tc>
      </w:tr>
      <w:tr w:rsidR="009C5DE1" w:rsidRPr="000F0154" w14:paraId="45B1D1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4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1B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C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6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0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2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7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6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1F334E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0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F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6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DC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7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4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C1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9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 П М ПРОПЪРТИС ЕООД</w:t>
            </w:r>
          </w:p>
        </w:tc>
      </w:tr>
      <w:tr w:rsidR="009C5DE1" w:rsidRPr="000F0154" w14:paraId="7C6C54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7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E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1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9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0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D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DF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7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528796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65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A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2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F4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D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D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0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F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ЦАНГАРИС ХРАБЪРСКО ООД</w:t>
            </w:r>
          </w:p>
        </w:tc>
      </w:tr>
      <w:tr w:rsidR="009C5DE1" w:rsidRPr="000F0154" w14:paraId="5E9756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C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4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3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5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B0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C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97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4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2E5E6A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6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1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E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C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3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E5C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EE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0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678427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F7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F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0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2D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C8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C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532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FA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ХИМОНИДИС ХРАБЪРСКО ООД</w:t>
            </w:r>
          </w:p>
        </w:tc>
      </w:tr>
      <w:tr w:rsidR="009C5DE1" w:rsidRPr="000F0154" w14:paraId="1642B3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1E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C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D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2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9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7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BE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6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ЕЗИ</w:t>
            </w:r>
          </w:p>
        </w:tc>
      </w:tr>
      <w:tr w:rsidR="009C5DE1" w:rsidRPr="000F0154" w14:paraId="263B55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E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1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16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3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2E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7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A5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ЕЛВ</w:t>
            </w:r>
          </w:p>
        </w:tc>
      </w:tr>
      <w:tr w:rsidR="009C5DE1" w:rsidRPr="000F0154" w14:paraId="78ED2E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7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5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0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2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B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5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2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2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7FD07A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C3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4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0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B4E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E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4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F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D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1DE371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5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00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F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4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DE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C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0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82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ЛИЙ</w:t>
            </w:r>
          </w:p>
        </w:tc>
      </w:tr>
      <w:tr w:rsidR="009C5DE1" w:rsidRPr="000F0154" w14:paraId="17B19E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D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D5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C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A3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2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DF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79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AB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342C5B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1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F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3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2A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F1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A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D2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8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ВИЖЪН ТРАНС ООД</w:t>
            </w:r>
          </w:p>
        </w:tc>
      </w:tr>
      <w:tr w:rsidR="009C5DE1" w:rsidRPr="000F0154" w14:paraId="7DC339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8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32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2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71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0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C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F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7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</w:t>
            </w:r>
          </w:p>
        </w:tc>
      </w:tr>
      <w:tr w:rsidR="009C5DE1" w:rsidRPr="000F0154" w14:paraId="249076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0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7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0E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0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AE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D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24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A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9C5DE1" w:rsidRPr="000F0154" w14:paraId="08BCD0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F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18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13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3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81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F7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2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5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2F3015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62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1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A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8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71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6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0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C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9C5DE1" w:rsidRPr="000F0154" w14:paraId="22CF70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C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A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3C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F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C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B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42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1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610770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9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9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9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0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A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54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3F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FD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ВВИ и др.</w:t>
            </w:r>
          </w:p>
        </w:tc>
      </w:tr>
      <w:tr w:rsidR="009C5DE1" w:rsidRPr="000F0154" w14:paraId="4C35C5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7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60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E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AEA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3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E5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A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9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ВПС и др.</w:t>
            </w:r>
          </w:p>
        </w:tc>
      </w:tr>
      <w:tr w:rsidR="009C5DE1" w:rsidRPr="000F0154" w14:paraId="0EC4D4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E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2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9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1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A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A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9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3B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ЯАИ и др.</w:t>
            </w:r>
          </w:p>
        </w:tc>
      </w:tr>
      <w:tr w:rsidR="009C5DE1" w:rsidRPr="000F0154" w14:paraId="399F3E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B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B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7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5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F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B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D1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C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61D167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9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4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E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F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1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0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3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25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ИСАВЕЛЛА ООД</w:t>
            </w:r>
          </w:p>
        </w:tc>
      </w:tr>
      <w:tr w:rsidR="009C5DE1" w:rsidRPr="000F0154" w14:paraId="406DD9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A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6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45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9D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9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1B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B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22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КЛВ и др.</w:t>
            </w:r>
          </w:p>
        </w:tc>
      </w:tr>
      <w:tr w:rsidR="009C5DE1" w:rsidRPr="000F0154" w14:paraId="02592F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0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A1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A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8F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4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E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C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C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9C5DE1" w:rsidRPr="000F0154" w14:paraId="74C7EFA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F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E0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03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7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E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1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1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C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9C5DE1" w:rsidRPr="000F0154" w14:paraId="036E6F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FB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58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C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3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BE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2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7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B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4A510B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D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9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C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A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3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4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7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5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ПКП и др.</w:t>
            </w:r>
          </w:p>
        </w:tc>
      </w:tr>
      <w:tr w:rsidR="009C5DE1" w:rsidRPr="000F0154" w14:paraId="4340DB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6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1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15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F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08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3F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A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5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07B2B4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3A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01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0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09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F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C8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C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F4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33F778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2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7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B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3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F6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0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5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8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32B5B1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5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F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F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9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9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4E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9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1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09DA3E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7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6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FC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F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D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F8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6F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6F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ИГМ</w:t>
            </w:r>
          </w:p>
        </w:tc>
      </w:tr>
      <w:tr w:rsidR="009C5DE1" w:rsidRPr="000F0154" w14:paraId="33D34A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A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E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0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D6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02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A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7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AF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19E9C8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0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6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03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D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43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9A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1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3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19A922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A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E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6D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D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B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8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4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A6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ИСАВЕЛЛА ООД</w:t>
            </w:r>
          </w:p>
        </w:tc>
      </w:tr>
      <w:tr w:rsidR="009C5DE1" w:rsidRPr="000F0154" w14:paraId="3178BD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C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50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4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E8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F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C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E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8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919C1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8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8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B5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3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A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E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8F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A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ПЦИ и др.</w:t>
            </w:r>
          </w:p>
        </w:tc>
      </w:tr>
      <w:tr w:rsidR="009C5DE1" w:rsidRPr="000F0154" w14:paraId="717AA9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B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C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25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B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7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1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B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A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 и др.</w:t>
            </w:r>
          </w:p>
        </w:tc>
      </w:tr>
      <w:tr w:rsidR="009C5DE1" w:rsidRPr="000F0154" w14:paraId="6051EA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B2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7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43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EB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F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A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A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D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40CFA7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9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3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6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2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C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7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0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7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265873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3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F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9E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D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2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5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1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D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2F742B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A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F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E4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2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35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8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C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5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4CF989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DB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1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D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3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6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3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B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СНЗ</w:t>
            </w:r>
          </w:p>
        </w:tc>
      </w:tr>
      <w:tr w:rsidR="009C5DE1" w:rsidRPr="000F0154" w14:paraId="716EA2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5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0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4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2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A1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E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26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D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15D55D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C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0E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5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0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5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CC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9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C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C9F76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7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12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E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E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F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7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7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E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2FB39C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73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86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D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2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30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0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97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7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0FC04E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0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8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0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6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A8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E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35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3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56B225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4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C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0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27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BB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F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6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B8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5CE0A2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0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3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A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D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F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C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6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8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ЛВГ</w:t>
            </w:r>
          </w:p>
        </w:tc>
      </w:tr>
      <w:tr w:rsidR="009C5DE1" w:rsidRPr="000F0154" w14:paraId="738DF6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A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1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4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9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0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4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1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A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ИБЗ</w:t>
            </w:r>
          </w:p>
        </w:tc>
      </w:tr>
      <w:tr w:rsidR="009C5DE1" w:rsidRPr="000F0154" w14:paraId="4F0CC3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2C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2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8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6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F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4B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5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F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ДПГ и др.</w:t>
            </w:r>
          </w:p>
        </w:tc>
      </w:tr>
      <w:tr w:rsidR="009C5DE1" w:rsidRPr="000F0154" w14:paraId="1B05C4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5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B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B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0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7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0D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D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78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28C32B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1E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3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A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B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78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3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1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9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1B9C5E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5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F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F3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B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1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CF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1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0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</w:t>
            </w:r>
          </w:p>
        </w:tc>
      </w:tr>
      <w:tr w:rsidR="009C5DE1" w:rsidRPr="000F0154" w14:paraId="5829F2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E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AD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D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AA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2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3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15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D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70DFE1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FC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E4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4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A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6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6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C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A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БИВ</w:t>
            </w:r>
          </w:p>
        </w:tc>
      </w:tr>
      <w:tr w:rsidR="009C5DE1" w:rsidRPr="000F0154" w14:paraId="45AC0E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5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6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D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F6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CF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C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B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7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ИПА</w:t>
            </w:r>
          </w:p>
        </w:tc>
      </w:tr>
      <w:tr w:rsidR="009C5DE1" w:rsidRPr="000F0154" w14:paraId="7CED70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A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23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4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E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6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3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F31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14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БСВ и др.</w:t>
            </w:r>
          </w:p>
        </w:tc>
      </w:tr>
      <w:tr w:rsidR="009C5DE1" w:rsidRPr="000F0154" w14:paraId="5CFB33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B8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E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1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A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A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2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B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2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9C5DE1" w:rsidRPr="000F0154" w14:paraId="5E5D8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42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3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77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1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D2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69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7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7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68BCB1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03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9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F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8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0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65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1F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D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ККС и др.</w:t>
            </w:r>
          </w:p>
        </w:tc>
      </w:tr>
      <w:tr w:rsidR="009C5DE1" w:rsidRPr="000F0154" w14:paraId="5D3AE9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5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A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6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5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B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A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E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9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ОБО</w:t>
            </w:r>
          </w:p>
        </w:tc>
      </w:tr>
      <w:tr w:rsidR="009C5DE1" w:rsidRPr="000F0154" w14:paraId="728942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5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E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B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AC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4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1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F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55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ГГМ</w:t>
            </w:r>
          </w:p>
        </w:tc>
      </w:tr>
      <w:tr w:rsidR="009C5DE1" w:rsidRPr="000F0154" w14:paraId="7612E2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7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D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85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0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9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BA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3F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19709B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D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11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1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C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6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6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5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7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3B9554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1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1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8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8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F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5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0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D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СВС и др.</w:t>
            </w:r>
          </w:p>
        </w:tc>
      </w:tr>
      <w:tr w:rsidR="009C5DE1" w:rsidRPr="000F0154" w14:paraId="7ED572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A7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D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8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A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B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D9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46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1F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ЦДМ и др.</w:t>
            </w:r>
          </w:p>
        </w:tc>
      </w:tr>
      <w:tr w:rsidR="009C5DE1" w:rsidRPr="000F0154" w14:paraId="272BC2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49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6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6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2F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A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D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E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9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604F7D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0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AA4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A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02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9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1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7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43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СКЛ</w:t>
            </w:r>
          </w:p>
        </w:tc>
      </w:tr>
      <w:tr w:rsidR="009C5DE1" w:rsidRPr="000F0154" w14:paraId="3B57CF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9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ED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3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77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AF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E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A3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C0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РПМ</w:t>
            </w:r>
          </w:p>
        </w:tc>
      </w:tr>
      <w:tr w:rsidR="009C5DE1" w:rsidRPr="000F0154" w14:paraId="6DD7E2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F1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0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C2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9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8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6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A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25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9C5DE1" w:rsidRPr="000F0154" w14:paraId="216CEB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B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2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2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F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1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1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B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A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БСВ и др.</w:t>
            </w:r>
          </w:p>
        </w:tc>
      </w:tr>
      <w:tr w:rsidR="009C5DE1" w:rsidRPr="000F0154" w14:paraId="0D90E7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98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E7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0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5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20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25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C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74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ДИВ</w:t>
            </w:r>
          </w:p>
        </w:tc>
      </w:tr>
      <w:tr w:rsidR="009C5DE1" w:rsidRPr="000F0154" w14:paraId="4F581E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D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2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9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D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4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FD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5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A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ПГМ и др.</w:t>
            </w:r>
          </w:p>
        </w:tc>
      </w:tr>
      <w:tr w:rsidR="009C5DE1" w:rsidRPr="000F0154" w14:paraId="66FBCF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30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B3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B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4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82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2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5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5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4F8077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5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91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8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21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7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5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A3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C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125A9C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D7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E2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7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4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3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E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3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3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9C5DE1" w:rsidRPr="000F0154" w14:paraId="3F3C44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E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5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F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5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2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2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9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D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МДЦ</w:t>
            </w:r>
          </w:p>
        </w:tc>
      </w:tr>
      <w:tr w:rsidR="009C5DE1" w:rsidRPr="000F0154" w14:paraId="138B37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B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C5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7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5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2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95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BE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8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0CEB3C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B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8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7B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B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D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65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45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6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ССН</w:t>
            </w:r>
          </w:p>
        </w:tc>
      </w:tr>
      <w:tr w:rsidR="009C5DE1" w:rsidRPr="000F0154" w14:paraId="2F7402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C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8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35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C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7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83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1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23EA97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3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FE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2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5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8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6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F8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6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МБА и др.</w:t>
            </w:r>
          </w:p>
        </w:tc>
      </w:tr>
      <w:tr w:rsidR="009C5DE1" w:rsidRPr="000F0154" w14:paraId="4E12FF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B4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C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4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9A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B0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3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15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1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58E6C5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0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3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C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5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78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E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4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EF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353AAE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23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3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45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3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5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E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2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90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ЦАР</w:t>
            </w:r>
          </w:p>
        </w:tc>
      </w:tr>
      <w:tr w:rsidR="009C5DE1" w:rsidRPr="000F0154" w14:paraId="5C9AB5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9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AA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A3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F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5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81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8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1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9C5DE1" w:rsidRPr="000F0154" w14:paraId="0CAFE2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28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FC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B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4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C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82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17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D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9C5DE1" w:rsidRPr="000F0154" w14:paraId="411E58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2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B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D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8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1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D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6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7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ВБС и др.</w:t>
            </w:r>
          </w:p>
        </w:tc>
      </w:tr>
      <w:tr w:rsidR="009C5DE1" w:rsidRPr="000F0154" w14:paraId="22BD43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8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7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7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B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B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1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C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21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СЛВ и др.</w:t>
            </w:r>
          </w:p>
        </w:tc>
      </w:tr>
      <w:tr w:rsidR="009C5DE1" w:rsidRPr="000F0154" w14:paraId="1EB1E4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F7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A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3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A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54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C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F76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1F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161918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B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E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B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E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F6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0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9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D6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НПЦ</w:t>
            </w:r>
          </w:p>
        </w:tc>
      </w:tr>
      <w:tr w:rsidR="009C5DE1" w:rsidRPr="000F0154" w14:paraId="6CAA61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8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90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B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C4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06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2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9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3E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АСЯ и др.</w:t>
            </w:r>
          </w:p>
        </w:tc>
      </w:tr>
      <w:tr w:rsidR="009C5DE1" w:rsidRPr="000F0154" w14:paraId="0DCEBB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C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4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A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5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2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3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B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87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НАЕ и др.</w:t>
            </w:r>
          </w:p>
        </w:tc>
      </w:tr>
      <w:tr w:rsidR="009C5DE1" w:rsidRPr="000F0154" w14:paraId="007E57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5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E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0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C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7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91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F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40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7ECC7E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3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5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4A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8D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1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B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E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4F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ДФД</w:t>
            </w:r>
          </w:p>
        </w:tc>
      </w:tr>
      <w:tr w:rsidR="009C5DE1" w:rsidRPr="000F0154" w14:paraId="516E88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5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8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D3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6B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8E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B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A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9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531E28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A6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A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8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6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E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10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60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6C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6ABE50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5E0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4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4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2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5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A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4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4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1F58B2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D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1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7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D03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7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B3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B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24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6B73A5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B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C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3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0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1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2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8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1AC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МБГ и др.</w:t>
            </w:r>
          </w:p>
        </w:tc>
      </w:tr>
      <w:tr w:rsidR="009C5DE1" w:rsidRPr="000F0154" w14:paraId="48F1AD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F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F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A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1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B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93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8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11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7F7F27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4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A7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0C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B8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9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F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0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2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 и др.</w:t>
            </w:r>
          </w:p>
        </w:tc>
      </w:tr>
      <w:tr w:rsidR="009C5DE1" w:rsidRPr="000F0154" w14:paraId="6F1D25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C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E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7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0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0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4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91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C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САИ</w:t>
            </w:r>
          </w:p>
        </w:tc>
      </w:tr>
      <w:tr w:rsidR="009C5DE1" w:rsidRPr="000F0154" w14:paraId="1B806C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9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1C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E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3F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FE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5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FE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1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АИА и др.</w:t>
            </w:r>
          </w:p>
        </w:tc>
      </w:tr>
      <w:tr w:rsidR="009C5DE1" w:rsidRPr="000F0154" w14:paraId="5C690E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0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D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F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3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D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0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F3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8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ВСТ</w:t>
            </w:r>
          </w:p>
        </w:tc>
      </w:tr>
      <w:tr w:rsidR="009C5DE1" w:rsidRPr="000F0154" w14:paraId="10A6F1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3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F9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43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F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F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92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2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E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9C5DE1" w:rsidRPr="000F0154" w14:paraId="09A1B5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FF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A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6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E7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8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C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E6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5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МДМ и др.</w:t>
            </w:r>
          </w:p>
        </w:tc>
      </w:tr>
      <w:tr w:rsidR="009C5DE1" w:rsidRPr="000F0154" w14:paraId="0036AB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2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9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4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A9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8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7A9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0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D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БНВ</w:t>
            </w:r>
          </w:p>
        </w:tc>
      </w:tr>
      <w:tr w:rsidR="009C5DE1" w:rsidRPr="000F0154" w14:paraId="5AB7B7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ED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A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AF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B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E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44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A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F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АЦИ</w:t>
            </w:r>
          </w:p>
        </w:tc>
      </w:tr>
      <w:tr w:rsidR="009C5DE1" w:rsidRPr="000F0154" w14:paraId="607D4F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4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1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C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9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C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B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E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5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43A6A4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5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A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4E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73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C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28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B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01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77040C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5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1B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B0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7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3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C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5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2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ОТП</w:t>
            </w:r>
          </w:p>
        </w:tc>
      </w:tr>
      <w:tr w:rsidR="009C5DE1" w:rsidRPr="000F0154" w14:paraId="359C2D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5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C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9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D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D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6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58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75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005C56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2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75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7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F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5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F2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5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7F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751D9D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CD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F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2D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7A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3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3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6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7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БПБ</w:t>
            </w:r>
          </w:p>
        </w:tc>
      </w:tr>
      <w:tr w:rsidR="009C5DE1" w:rsidRPr="000F0154" w14:paraId="5F35298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F0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6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F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D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6F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5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0E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EA8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62713C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0E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C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EF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8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A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49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0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3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ВЛД и др.</w:t>
            </w:r>
          </w:p>
        </w:tc>
      </w:tr>
      <w:tr w:rsidR="009C5DE1" w:rsidRPr="000F0154" w14:paraId="62EAE5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72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1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4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F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EA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0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0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3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9C5DE1" w:rsidRPr="000F0154" w14:paraId="38D9AB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9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E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B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1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2E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9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0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6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МНТ</w:t>
            </w:r>
          </w:p>
        </w:tc>
      </w:tr>
      <w:tr w:rsidR="009C5DE1" w:rsidRPr="000F0154" w14:paraId="267839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B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E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4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0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6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9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E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7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МНР</w:t>
            </w:r>
          </w:p>
        </w:tc>
      </w:tr>
      <w:tr w:rsidR="009C5DE1" w:rsidRPr="000F0154" w14:paraId="57DCAF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D5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3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0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B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6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A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EB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D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ЮСН</w:t>
            </w:r>
          </w:p>
        </w:tc>
      </w:tr>
      <w:tr w:rsidR="009C5DE1" w:rsidRPr="000F0154" w14:paraId="692B08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99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5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C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C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F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42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9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9C5DE1" w:rsidRPr="000F0154" w14:paraId="18757B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A7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8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C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1F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4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A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EA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4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670E9D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87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C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75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BE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E1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F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9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6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ВНГ</w:t>
            </w:r>
          </w:p>
        </w:tc>
      </w:tr>
      <w:tr w:rsidR="009C5DE1" w:rsidRPr="000F0154" w14:paraId="586D4E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3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2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6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B6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2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5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1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5A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АНИ</w:t>
            </w:r>
          </w:p>
        </w:tc>
      </w:tr>
      <w:tr w:rsidR="009C5DE1" w:rsidRPr="000F0154" w14:paraId="003B71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6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C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0A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BA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0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BB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30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F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ФСГ</w:t>
            </w:r>
          </w:p>
        </w:tc>
      </w:tr>
      <w:tr w:rsidR="009C5DE1" w:rsidRPr="000F0154" w14:paraId="5DABF5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B8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1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8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8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5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7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4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5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3BD32E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1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D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B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C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31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3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C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2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57B6BC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D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1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8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E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F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3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8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5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9C5DE1" w:rsidRPr="000F0154" w14:paraId="7A7802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8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52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0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96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4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2A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4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5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БДВ</w:t>
            </w:r>
          </w:p>
        </w:tc>
      </w:tr>
      <w:tr w:rsidR="009C5DE1" w:rsidRPr="000F0154" w14:paraId="6906B3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6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6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4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7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A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4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F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F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1555C9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C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3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9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8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6D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9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E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9E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44F4B5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FF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42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6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2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D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87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3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F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9C5DE1" w:rsidRPr="000F0154" w14:paraId="02D185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BE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E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B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C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F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C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A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E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5CEC31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B2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0D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B6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8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5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5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7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C8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0A9800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6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6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87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6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C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F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0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5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СНГ и др.</w:t>
            </w:r>
          </w:p>
        </w:tc>
      </w:tr>
      <w:tr w:rsidR="009C5DE1" w:rsidRPr="000F0154" w14:paraId="3F1231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0F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A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B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B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1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DB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A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1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1F42FB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8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F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B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2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4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72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65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F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2684C3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A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1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C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3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3D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E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48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7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 и др.</w:t>
            </w:r>
          </w:p>
        </w:tc>
      </w:tr>
      <w:tr w:rsidR="009C5DE1" w:rsidRPr="000F0154" w14:paraId="1778A4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D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B66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54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B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A2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9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0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4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7758E4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6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3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73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B8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9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8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06F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4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11E6B9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83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B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DA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AA3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58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5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9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4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4492A4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4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731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F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A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83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BC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34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4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1AB5E6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C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A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2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E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1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6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0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6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322A5A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6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4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2D4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8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D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1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8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07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ХПХ</w:t>
            </w:r>
          </w:p>
        </w:tc>
      </w:tr>
      <w:tr w:rsidR="009C5DE1" w:rsidRPr="000F0154" w14:paraId="6AF6A6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E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4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EB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96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CE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F1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B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B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ГЗП</w:t>
            </w:r>
          </w:p>
        </w:tc>
      </w:tr>
      <w:tr w:rsidR="009C5DE1" w:rsidRPr="000F0154" w14:paraId="39DCFB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6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4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3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F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F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E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12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9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ККБ и др.</w:t>
            </w:r>
          </w:p>
        </w:tc>
      </w:tr>
      <w:tr w:rsidR="009C5DE1" w:rsidRPr="000F0154" w14:paraId="089E74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0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0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7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C8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0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9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D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5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2619EF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7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4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BF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F9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6A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8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15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7F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ПСЗ</w:t>
            </w:r>
          </w:p>
        </w:tc>
      </w:tr>
      <w:tr w:rsidR="009C5DE1" w:rsidRPr="000F0154" w14:paraId="15E654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AB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0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E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C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6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B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B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7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7FA995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86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D4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2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6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7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14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88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A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05D09C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1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5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23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C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D2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6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6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3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ГСЗ</w:t>
            </w:r>
          </w:p>
        </w:tc>
      </w:tr>
      <w:tr w:rsidR="009C5DE1" w:rsidRPr="000F0154" w14:paraId="18229E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32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1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DE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B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1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E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9B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C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МДВ</w:t>
            </w:r>
          </w:p>
        </w:tc>
      </w:tr>
      <w:tr w:rsidR="009C5DE1" w:rsidRPr="000F0154" w14:paraId="31B08A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F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E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8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9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6A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E5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7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C1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ССН</w:t>
            </w:r>
          </w:p>
        </w:tc>
      </w:tr>
      <w:tr w:rsidR="009C5DE1" w:rsidRPr="000F0154" w14:paraId="5BF31F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3D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5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4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5D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3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F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D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1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ВВТ</w:t>
            </w:r>
          </w:p>
        </w:tc>
      </w:tr>
      <w:tr w:rsidR="009C5DE1" w:rsidRPr="000F0154" w14:paraId="65A55C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48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C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2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B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2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E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C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78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28821A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7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2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A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9D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89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B6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A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5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03FB4C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89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C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1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B7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D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A6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2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5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ЦНД</w:t>
            </w:r>
          </w:p>
        </w:tc>
      </w:tr>
      <w:tr w:rsidR="009C5DE1" w:rsidRPr="000F0154" w14:paraId="7173A9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53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5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4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38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3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09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6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85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ИБЗ</w:t>
            </w:r>
          </w:p>
        </w:tc>
      </w:tr>
      <w:tr w:rsidR="009C5DE1" w:rsidRPr="000F0154" w14:paraId="5426D9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E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0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21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7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6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C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9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1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ПГМ и др.</w:t>
            </w:r>
          </w:p>
        </w:tc>
      </w:tr>
      <w:tr w:rsidR="009C5DE1" w:rsidRPr="000F0154" w14:paraId="11E14B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7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B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D7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8D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5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B7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3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B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9C5DE1" w:rsidRPr="000F0154" w14:paraId="63ABCB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9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F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6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C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B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8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42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C9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КФД</w:t>
            </w:r>
          </w:p>
        </w:tc>
      </w:tr>
      <w:tr w:rsidR="009C5DE1" w:rsidRPr="000F0154" w14:paraId="00F490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3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5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B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6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90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1A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A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6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СВС и др.</w:t>
            </w:r>
          </w:p>
        </w:tc>
      </w:tr>
      <w:tr w:rsidR="009C5DE1" w:rsidRPr="000F0154" w14:paraId="7ABE05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5D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B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A7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18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F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2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3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827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53B961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8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12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E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CB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E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D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21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F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ДНС и др.</w:t>
            </w:r>
          </w:p>
        </w:tc>
      </w:tr>
      <w:tr w:rsidR="009C5DE1" w:rsidRPr="000F0154" w14:paraId="69E0B5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35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AF1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B2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2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8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0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E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F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ЙЦС</w:t>
            </w:r>
          </w:p>
        </w:tc>
      </w:tr>
      <w:tr w:rsidR="009C5DE1" w:rsidRPr="000F0154" w14:paraId="19C26C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C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E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84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F1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32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3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9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A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07FFD2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4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C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1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3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A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48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B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9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33F0B2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2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F3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19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E9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E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0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C4B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D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ЕПЛ</w:t>
            </w:r>
          </w:p>
        </w:tc>
      </w:tr>
      <w:tr w:rsidR="009C5DE1" w:rsidRPr="000F0154" w14:paraId="28B1C0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4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A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7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2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8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64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F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BF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ГСБ</w:t>
            </w:r>
          </w:p>
        </w:tc>
      </w:tr>
      <w:tr w:rsidR="009C5DE1" w:rsidRPr="000F0154" w14:paraId="4C9979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A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5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8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A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C4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C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66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F7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СПС</w:t>
            </w:r>
          </w:p>
        </w:tc>
      </w:tr>
      <w:tr w:rsidR="009C5DE1" w:rsidRPr="000F0154" w14:paraId="01E62E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6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C4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8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3B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55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B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0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0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247903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2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9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9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E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4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A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94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8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9C5DE1" w:rsidRPr="000F0154" w14:paraId="3C88B7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BB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E6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97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A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F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D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8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9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ЙВБ</w:t>
            </w:r>
          </w:p>
        </w:tc>
      </w:tr>
      <w:tr w:rsidR="009C5DE1" w:rsidRPr="000F0154" w14:paraId="50408A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3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72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9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4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7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02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B8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2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ГЕОРГИ ЦВЕТКОВ ДЖИ ЕООД и др.</w:t>
            </w:r>
          </w:p>
        </w:tc>
      </w:tr>
      <w:tr w:rsidR="009C5DE1" w:rsidRPr="000F0154" w14:paraId="61F199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1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3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A5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7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BB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8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A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B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3AE66F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3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6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5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1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4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2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30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E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541B22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D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B3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3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5B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A7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56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B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AD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БАГ и др.</w:t>
            </w:r>
          </w:p>
        </w:tc>
      </w:tr>
      <w:tr w:rsidR="009C5DE1" w:rsidRPr="000F0154" w14:paraId="68B782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2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6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C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E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5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40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8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A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4599F7E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79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6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4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D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B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3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76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44A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64EDA7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2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EA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C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3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0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25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C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E0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598145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E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E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9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1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41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7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F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0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9C5DE1" w:rsidRPr="000F0154" w14:paraId="35D3F6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D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2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4F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75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D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2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B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9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752B76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83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E2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7A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85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D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6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12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F2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1103A5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F3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78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D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5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D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D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42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E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1C6C8B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110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3C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A0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49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B4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D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B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7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ХЯХ</w:t>
            </w:r>
          </w:p>
        </w:tc>
      </w:tr>
      <w:tr w:rsidR="009C5DE1" w:rsidRPr="000F0154" w14:paraId="6E60F7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9B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1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E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31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1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3D6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5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ГАД</w:t>
            </w:r>
          </w:p>
        </w:tc>
      </w:tr>
      <w:tr w:rsidR="009C5DE1" w:rsidRPr="000F0154" w14:paraId="3859D4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4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"ЕМ ВИ ПИ 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A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1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1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D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5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9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1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9C5DE1" w:rsidRPr="000F0154" w14:paraId="1C2D3E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6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7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73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D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1617.174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33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9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44.966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4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584.56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8D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20345E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24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1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4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1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3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F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2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0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732E2D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7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C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8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8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4D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E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5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D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9C5DE1" w:rsidRPr="000F0154" w14:paraId="589897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8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E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A9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67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E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5A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D90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6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17E12E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CF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9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7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53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E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6A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6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B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0CD079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1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40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4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40B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F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42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8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4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593266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9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DE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F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45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C5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F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6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B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ПНИ и др.</w:t>
            </w:r>
          </w:p>
        </w:tc>
      </w:tr>
      <w:tr w:rsidR="009C5DE1" w:rsidRPr="000F0154" w14:paraId="2B3031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9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E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3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E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A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2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D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2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1AF3B0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3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1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6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18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7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9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5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E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ЮМБ и др.</w:t>
            </w:r>
          </w:p>
        </w:tc>
      </w:tr>
      <w:tr w:rsidR="009C5DE1" w:rsidRPr="000F0154" w14:paraId="1D8391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1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E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FA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03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9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D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E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7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БРАЙТ ИНЖЕНЕРИНГ ООД</w:t>
            </w:r>
          </w:p>
        </w:tc>
      </w:tr>
      <w:tr w:rsidR="009C5DE1" w:rsidRPr="000F0154" w14:paraId="2EC739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A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29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7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6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63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E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7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6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6155D1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2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C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5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6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A8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B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3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1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ЮМБ и др.</w:t>
            </w:r>
          </w:p>
        </w:tc>
      </w:tr>
      <w:tr w:rsidR="009C5DE1" w:rsidRPr="000F0154" w14:paraId="2A07EE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95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68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42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2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0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F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E6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21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33C394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F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B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5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7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15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8B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9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9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58B66C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C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5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9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4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E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96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2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9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АНИ</w:t>
            </w:r>
          </w:p>
        </w:tc>
      </w:tr>
      <w:tr w:rsidR="009C5DE1" w:rsidRPr="000F0154" w14:paraId="2E9127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2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7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11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C0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2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9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7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ВНГ</w:t>
            </w:r>
          </w:p>
        </w:tc>
      </w:tr>
      <w:tr w:rsidR="009C5DE1" w:rsidRPr="000F0154" w14:paraId="699BE9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B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6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3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B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52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9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0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F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9C5DE1" w:rsidRPr="000F0154" w14:paraId="3B1F94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B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6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1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C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99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1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C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B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3C0CF8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9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5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5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CB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2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8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5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6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9C5DE1" w:rsidRPr="000F0154" w14:paraId="1F6584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8A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2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C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2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13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D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D1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 и др.</w:t>
            </w:r>
          </w:p>
        </w:tc>
      </w:tr>
      <w:tr w:rsidR="009C5DE1" w:rsidRPr="000F0154" w14:paraId="177661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8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E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E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2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A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1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3D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0F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МНР</w:t>
            </w:r>
          </w:p>
        </w:tc>
      </w:tr>
      <w:tr w:rsidR="009C5DE1" w:rsidRPr="000F0154" w14:paraId="4DAB61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B0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8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0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1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D2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F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FB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C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2B4000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7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3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25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62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8C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4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4F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5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A3F7D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4D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D3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3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B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4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A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18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A6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9C5DE1" w:rsidRPr="000F0154" w14:paraId="184D6F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6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8B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E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1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6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02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2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0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738A18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8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8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9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2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A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0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7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A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ТЕГ</w:t>
            </w:r>
          </w:p>
        </w:tc>
      </w:tr>
      <w:tr w:rsidR="009C5DE1" w:rsidRPr="000F0154" w14:paraId="50C9E9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4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3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67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E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79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0C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A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E1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1A608D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1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2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7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4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9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E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4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1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7C8016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F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A4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35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5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3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6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5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КЛЕО ЕООД</w:t>
            </w:r>
          </w:p>
        </w:tc>
      </w:tr>
      <w:tr w:rsidR="009C5DE1" w:rsidRPr="000F0154" w14:paraId="28F437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B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D7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6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5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CF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F1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9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1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238278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49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6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8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4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68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BB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5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F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СПС и др.</w:t>
            </w:r>
          </w:p>
        </w:tc>
      </w:tr>
      <w:tr w:rsidR="009C5DE1" w:rsidRPr="000F0154" w14:paraId="6256DE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FA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F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83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F6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2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1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A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E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138F40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F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77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0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3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6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B5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B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29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58F7C6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E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F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2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43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5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C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2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E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27E357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E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E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A0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D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D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5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D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E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110AC1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7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3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5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14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1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65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C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155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7FE8E5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9E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0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1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5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C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F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13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2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АИП</w:t>
            </w:r>
          </w:p>
        </w:tc>
      </w:tr>
      <w:tr w:rsidR="009C5DE1" w:rsidRPr="000F0154" w14:paraId="4F2F0C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A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A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0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B3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8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97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34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3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9C5DE1" w:rsidRPr="000F0154" w14:paraId="543E80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9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B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6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C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2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2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6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F0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1A14B6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DA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9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59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A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0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B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D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C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СПС и др.</w:t>
            </w:r>
          </w:p>
        </w:tc>
      </w:tr>
      <w:tr w:rsidR="009C5DE1" w:rsidRPr="000F0154" w14:paraId="119EB6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7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C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A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69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3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8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5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6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9C5DE1" w:rsidRPr="000F0154" w14:paraId="6FDF90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A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F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D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E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6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1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C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85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688770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2B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5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A1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A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8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3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C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3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4BC9BF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D9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3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2C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B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BC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91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0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6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АИП</w:t>
            </w:r>
          </w:p>
        </w:tc>
      </w:tr>
      <w:tr w:rsidR="009C5DE1" w:rsidRPr="000F0154" w14:paraId="04AF23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ED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9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E5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99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4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5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4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E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ИДИ</w:t>
            </w:r>
          </w:p>
        </w:tc>
      </w:tr>
      <w:tr w:rsidR="009C5DE1" w:rsidRPr="000F0154" w14:paraId="7BAD21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64A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6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6D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7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BB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A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F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F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234F87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B6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7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8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94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620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A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56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5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9C5DE1" w:rsidRPr="000F0154" w14:paraId="38F763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D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86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3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2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A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97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B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F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69776C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B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3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7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8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2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E7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F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5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71BF8B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9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38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6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C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E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11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9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53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КИГ</w:t>
            </w:r>
          </w:p>
        </w:tc>
      </w:tr>
      <w:tr w:rsidR="009C5DE1" w:rsidRPr="000F0154" w14:paraId="3FABB7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EB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E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3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10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1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A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6F7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69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6A9D7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F4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0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3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7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B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8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C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5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</w:t>
            </w:r>
          </w:p>
        </w:tc>
      </w:tr>
      <w:tr w:rsidR="009C5DE1" w:rsidRPr="000F0154" w14:paraId="271DA1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2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B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C8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6A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B7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72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4B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F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ЛГД</w:t>
            </w:r>
          </w:p>
        </w:tc>
      </w:tr>
      <w:tr w:rsidR="009C5DE1" w:rsidRPr="000F0154" w14:paraId="75F36F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8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2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3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36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3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3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FED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0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13A0F6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2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6E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22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68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4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1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9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B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02CDEB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7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1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2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7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1B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C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F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3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ТНВ</w:t>
            </w:r>
          </w:p>
        </w:tc>
      </w:tr>
      <w:tr w:rsidR="009C5DE1" w:rsidRPr="000F0154" w14:paraId="32B463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7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8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E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0A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FE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9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1F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0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436113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C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1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1D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F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E2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A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A8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6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ИМА и др.</w:t>
            </w:r>
          </w:p>
        </w:tc>
      </w:tr>
      <w:tr w:rsidR="009C5DE1" w:rsidRPr="000F0154" w14:paraId="1E6CC3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B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7F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4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9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8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C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5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2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САБ</w:t>
            </w:r>
          </w:p>
        </w:tc>
      </w:tr>
      <w:tr w:rsidR="009C5DE1" w:rsidRPr="000F0154" w14:paraId="3C4B8D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2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2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4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AE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C7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2D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5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A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456738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2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67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0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6D7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75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C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9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EB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СДВ</w:t>
            </w:r>
          </w:p>
        </w:tc>
      </w:tr>
      <w:tr w:rsidR="009C5DE1" w:rsidRPr="000F0154" w14:paraId="0309D9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B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10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1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A7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9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B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90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1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2CA329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1F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DE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D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0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8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4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8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C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2E450F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B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D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E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F9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A4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1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8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B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МТЖ</w:t>
            </w:r>
          </w:p>
        </w:tc>
      </w:tr>
      <w:tr w:rsidR="009C5DE1" w:rsidRPr="000F0154" w14:paraId="2F4AED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6A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549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C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E6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8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E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A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0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МВМ</w:t>
            </w:r>
          </w:p>
        </w:tc>
      </w:tr>
      <w:tr w:rsidR="009C5DE1" w:rsidRPr="000F0154" w14:paraId="0F4D3F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50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1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7D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E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7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9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1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9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ЙВБ</w:t>
            </w:r>
          </w:p>
        </w:tc>
      </w:tr>
      <w:tr w:rsidR="009C5DE1" w:rsidRPr="000F0154" w14:paraId="45948B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7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6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6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00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B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5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6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3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</w:tr>
      <w:tr w:rsidR="009C5DE1" w:rsidRPr="000F0154" w14:paraId="7946F7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F7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5A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7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8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B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B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1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F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466F8F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4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7C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C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C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F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92B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1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F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765D76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F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C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BE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0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9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C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D55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AF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9C5DE1" w:rsidRPr="000F0154" w14:paraId="5008B5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1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6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C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4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7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3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85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8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575317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8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3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AC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22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22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A5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5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6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9C5DE1" w:rsidRPr="000F0154" w14:paraId="0104D7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A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4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7E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4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F1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7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E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A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</w:t>
            </w:r>
          </w:p>
        </w:tc>
      </w:tr>
      <w:tr w:rsidR="009C5DE1" w:rsidRPr="000F0154" w14:paraId="5257DD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F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4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0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F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9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72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E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E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 и др.</w:t>
            </w:r>
          </w:p>
        </w:tc>
      </w:tr>
      <w:tr w:rsidR="009C5DE1" w:rsidRPr="000F0154" w14:paraId="7800F7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D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6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A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6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7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8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30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8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</w:t>
            </w:r>
          </w:p>
        </w:tc>
      </w:tr>
      <w:tr w:rsidR="009C5DE1" w:rsidRPr="000F0154" w14:paraId="66A325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9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7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B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6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D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6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8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6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ЯАИ и др.</w:t>
            </w:r>
          </w:p>
        </w:tc>
      </w:tr>
      <w:tr w:rsidR="009C5DE1" w:rsidRPr="000F0154" w14:paraId="41B823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7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9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9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3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C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6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2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4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ВВИ и др.</w:t>
            </w:r>
          </w:p>
        </w:tc>
      </w:tr>
      <w:tr w:rsidR="009C5DE1" w:rsidRPr="000F0154" w14:paraId="0A8B81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4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CF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4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F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B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A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19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5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ВПС и др.</w:t>
            </w:r>
          </w:p>
        </w:tc>
      </w:tr>
      <w:tr w:rsidR="009C5DE1" w:rsidRPr="000F0154" w14:paraId="390265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A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A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F1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A7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1C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C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3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3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ГЗИ и др.</w:t>
            </w:r>
          </w:p>
        </w:tc>
      </w:tr>
      <w:tr w:rsidR="009C5DE1" w:rsidRPr="000F0154" w14:paraId="1F4243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F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7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E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6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A8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1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5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8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1A7B79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F6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C2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7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D3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C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3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A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5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ЙКЦ и др.</w:t>
            </w:r>
          </w:p>
        </w:tc>
      </w:tr>
      <w:tr w:rsidR="009C5DE1" w:rsidRPr="000F0154" w14:paraId="0A77B8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A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F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1D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A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C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F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03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5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РСХ и др.</w:t>
            </w:r>
          </w:p>
        </w:tc>
      </w:tr>
      <w:tr w:rsidR="009C5DE1" w:rsidRPr="000F0154" w14:paraId="41AA2F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D7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73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6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9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D5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D2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4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E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9C5DE1" w:rsidRPr="000F0154" w14:paraId="7C924A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C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3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E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6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A1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3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3D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5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66DB78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F9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6C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0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B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36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E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2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12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СВС и др.</w:t>
            </w:r>
          </w:p>
        </w:tc>
      </w:tr>
      <w:tr w:rsidR="009C5DE1" w:rsidRPr="000F0154" w14:paraId="3521FA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9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550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7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9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F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2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3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19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2042C6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5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D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00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C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1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6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0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КФД</w:t>
            </w:r>
          </w:p>
        </w:tc>
      </w:tr>
      <w:tr w:rsidR="009C5DE1" w:rsidRPr="000F0154" w14:paraId="028E65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9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D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F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4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8D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B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B6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77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ДНС и др.</w:t>
            </w:r>
          </w:p>
        </w:tc>
      </w:tr>
      <w:tr w:rsidR="009C5DE1" w:rsidRPr="000F0154" w14:paraId="0910AB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C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3F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A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4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65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D3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1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1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ПГМ и др.</w:t>
            </w:r>
          </w:p>
        </w:tc>
      </w:tr>
      <w:tr w:rsidR="009C5DE1" w:rsidRPr="000F0154" w14:paraId="4B13D7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0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4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A5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5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6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F6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03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5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ЙЦС</w:t>
            </w:r>
          </w:p>
        </w:tc>
      </w:tr>
      <w:tr w:rsidR="009C5DE1" w:rsidRPr="000F0154" w14:paraId="693674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E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8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9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A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1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1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A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620006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8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E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0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B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8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A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6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C0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ЦНД</w:t>
            </w:r>
          </w:p>
        </w:tc>
      </w:tr>
      <w:tr w:rsidR="009C5DE1" w:rsidRPr="000F0154" w14:paraId="6D70F1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2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EE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D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9A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7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C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B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CC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9C5DE1" w:rsidRPr="000F0154" w14:paraId="65FF82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6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E9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AD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9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8B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A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0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52F5F6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5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7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6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6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1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9B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9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9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6D4841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F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5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E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5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0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B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E7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0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ДПС</w:t>
            </w:r>
          </w:p>
        </w:tc>
      </w:tr>
      <w:tr w:rsidR="009C5DE1" w:rsidRPr="000F0154" w14:paraId="1C6AA3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6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B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4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1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6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4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6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9C5DE1" w:rsidRPr="000F0154" w14:paraId="32D5A0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ED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4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A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7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8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9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31D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CB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448929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9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C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7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4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0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2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1C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C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9C5DE1" w:rsidRPr="000F0154" w14:paraId="16073D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37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B2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6C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42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6A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C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2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05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0BFABD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9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8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4F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87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B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5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7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F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0F329E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6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D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55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6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1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AE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AF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9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43046A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F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C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D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E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7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65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0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5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БСМ</w:t>
            </w:r>
          </w:p>
        </w:tc>
      </w:tr>
      <w:tr w:rsidR="009C5DE1" w:rsidRPr="000F0154" w14:paraId="7F143A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3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1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7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B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4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9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3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C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9C5DE1" w:rsidRPr="000F0154" w14:paraId="7276B1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AB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8D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C9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5EA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3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F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2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A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 и др.</w:t>
            </w:r>
          </w:p>
        </w:tc>
      </w:tr>
      <w:tr w:rsidR="009C5DE1" w:rsidRPr="000F0154" w14:paraId="26FF60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8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BA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E8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B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C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B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9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E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РТМ</w:t>
            </w:r>
          </w:p>
        </w:tc>
      </w:tr>
      <w:tr w:rsidR="009C5DE1" w:rsidRPr="000F0154" w14:paraId="3F2720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6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23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8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A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9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3D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F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A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ПДТ</w:t>
            </w:r>
          </w:p>
        </w:tc>
      </w:tr>
      <w:tr w:rsidR="009C5DE1" w:rsidRPr="000F0154" w14:paraId="0DED84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D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3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7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2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E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F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7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6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57FD73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5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C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D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C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0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2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6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3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ЛАМ и др.</w:t>
            </w:r>
          </w:p>
        </w:tc>
      </w:tr>
      <w:tr w:rsidR="009C5DE1" w:rsidRPr="000F0154" w14:paraId="1D3EC4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6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DD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6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1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7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1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C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8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ПРОПРИМО ООД</w:t>
            </w:r>
          </w:p>
        </w:tc>
      </w:tr>
      <w:tr w:rsidR="009C5DE1" w:rsidRPr="000F0154" w14:paraId="5B020B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7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5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4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0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5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E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A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A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ББМ</w:t>
            </w:r>
          </w:p>
        </w:tc>
      </w:tr>
      <w:tr w:rsidR="009C5DE1" w:rsidRPr="000F0154" w14:paraId="047039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3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8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F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5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F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8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C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B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ТНВ</w:t>
            </w:r>
          </w:p>
        </w:tc>
      </w:tr>
      <w:tr w:rsidR="009C5DE1" w:rsidRPr="000F0154" w14:paraId="4407BE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85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5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2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4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15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0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E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8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052C49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F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1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C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9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0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E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7E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3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СФМ</w:t>
            </w:r>
          </w:p>
        </w:tc>
      </w:tr>
      <w:tr w:rsidR="009C5DE1" w:rsidRPr="000F0154" w14:paraId="74CD00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D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A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06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D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F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0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2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9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ББМ</w:t>
            </w:r>
          </w:p>
        </w:tc>
      </w:tr>
      <w:tr w:rsidR="009C5DE1" w:rsidRPr="000F0154" w14:paraId="6BE28B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7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F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3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F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D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9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0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F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3F5D42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4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A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AF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8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1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B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5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4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7370EB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9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BB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0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9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7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11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B2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6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5F88E7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8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8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08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4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B7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B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8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B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9C5DE1" w:rsidRPr="000F0154" w14:paraId="017A5E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9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F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D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82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A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D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2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36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28B318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D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2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6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4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3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B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B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E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199308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83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A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8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9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3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C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9D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E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376B0D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1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2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3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3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0D7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1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E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9A9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3B3F7E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8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6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07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9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E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4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D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7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АИП</w:t>
            </w:r>
          </w:p>
        </w:tc>
      </w:tr>
      <w:tr w:rsidR="009C5DE1" w:rsidRPr="000F0154" w14:paraId="09207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5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E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99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5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7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9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1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3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КВН</w:t>
            </w:r>
          </w:p>
        </w:tc>
      </w:tr>
      <w:tr w:rsidR="009C5DE1" w:rsidRPr="000F0154" w14:paraId="571085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1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F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8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4E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0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04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C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01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47AD58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2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9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56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6D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D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2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1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4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2E2104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AA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B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A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20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E3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3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78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A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АЙБ</w:t>
            </w:r>
          </w:p>
        </w:tc>
      </w:tr>
      <w:tr w:rsidR="009C5DE1" w:rsidRPr="000F0154" w14:paraId="658014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3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8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4F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6C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E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F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1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A5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01B6F7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AE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6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44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45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B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B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6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2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787CF0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55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2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B3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9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4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77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2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F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ЕВД и др.</w:t>
            </w:r>
          </w:p>
        </w:tc>
      </w:tr>
      <w:tr w:rsidR="009C5DE1" w:rsidRPr="000F0154" w14:paraId="1D3841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E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E4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0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B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E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51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6C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5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419BCA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A73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20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1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5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5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F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4F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09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0DDF47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3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4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5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5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3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F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1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0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579DFC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37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4C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4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B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F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949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A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5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739403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8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E4F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3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E8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6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D5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9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4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9C5DE1" w:rsidRPr="000F0154" w14:paraId="378202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3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B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E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CF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8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03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DE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D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9C5DE1" w:rsidRPr="000F0154" w14:paraId="1467DC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B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5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7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7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8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E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6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B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6290F3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7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1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A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F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FB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E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B3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A4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КИГ</w:t>
            </w:r>
          </w:p>
        </w:tc>
      </w:tr>
      <w:tr w:rsidR="009C5DE1" w:rsidRPr="000F0154" w14:paraId="6ACD89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DC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C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1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2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C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00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4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D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12F9C7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7B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4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A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DE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F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1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2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D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37AE4B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70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7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E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B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F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C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7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D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3C75FE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E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59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FE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6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3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9D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4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B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АИП</w:t>
            </w:r>
          </w:p>
        </w:tc>
      </w:tr>
      <w:tr w:rsidR="009C5DE1" w:rsidRPr="000F0154" w14:paraId="094863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E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E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26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9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8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8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7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C5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9C5DE1" w:rsidRPr="000F0154" w14:paraId="3EA751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6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0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2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B3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67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0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B4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43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2750CA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6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C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21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C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4B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07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55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E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9C5DE1" w:rsidRPr="000F0154" w14:paraId="2B5D75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BB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A6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AB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5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B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E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7E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3C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4CE52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F4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8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01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E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9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A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A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DB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1C3777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6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07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7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14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E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0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2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9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9C5DE1" w:rsidRPr="000F0154" w14:paraId="3F5B4E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5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3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9A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CA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A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A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5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4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59B2A3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0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62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D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C2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4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CB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9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9C5DE1" w:rsidRPr="000F0154" w14:paraId="10165C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5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8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7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6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D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4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93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34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18EF66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F7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C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C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5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1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D7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2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F0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534CD4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8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F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0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3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D5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3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5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8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7346D6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8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D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36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3F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9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7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E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35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3ECCF3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74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4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F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D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1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8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18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CE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537DCF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5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F8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E9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D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E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9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3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A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ЕЗИ</w:t>
            </w:r>
          </w:p>
        </w:tc>
      </w:tr>
      <w:tr w:rsidR="009C5DE1" w:rsidRPr="000F0154" w14:paraId="3E5BCA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C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8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4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E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4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1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3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B5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3B718A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18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E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3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D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C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3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A7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8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78BA2E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6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7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A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8C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0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CA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DB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8A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</w:t>
            </w:r>
          </w:p>
        </w:tc>
      </w:tr>
      <w:tr w:rsidR="009C5DE1" w:rsidRPr="000F0154" w14:paraId="15A2FC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1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5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6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1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B1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B6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4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5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011186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4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CE0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4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D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C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97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2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7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7DD6AD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5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"ИНТЕРАГРО-ТРАНС"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26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B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2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5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2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A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F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ГНЯ и др.</w:t>
            </w:r>
          </w:p>
        </w:tc>
      </w:tr>
      <w:tr w:rsidR="009C5DE1" w:rsidRPr="000F0154" w14:paraId="0A2E17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2F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7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B2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7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603.489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0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B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16.686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CF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216.92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E5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6AEDFA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D9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C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B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A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7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EC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4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4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ЛЕГАТЕКС ООД</w:t>
            </w:r>
          </w:p>
        </w:tc>
      </w:tr>
      <w:tr w:rsidR="009C5DE1" w:rsidRPr="000F0154" w14:paraId="571DBF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D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E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7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C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9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5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1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8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</w:t>
            </w:r>
          </w:p>
        </w:tc>
      </w:tr>
      <w:tr w:rsidR="009C5DE1" w:rsidRPr="000F0154" w14:paraId="5243AF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8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4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2D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A6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D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3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06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C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4727B5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B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80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C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B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C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51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D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1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МДВ</w:t>
            </w:r>
          </w:p>
        </w:tc>
      </w:tr>
      <w:tr w:rsidR="009C5DE1" w:rsidRPr="000F0154" w14:paraId="77BCA1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AA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76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6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9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2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5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1F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D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00DABC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FB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B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D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7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3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C1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B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9F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53A7A8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C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15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7C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0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5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2F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C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D8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0C90BE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4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5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04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8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6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64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0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C2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ОАИ</w:t>
            </w:r>
          </w:p>
        </w:tc>
      </w:tr>
      <w:tr w:rsidR="009C5DE1" w:rsidRPr="000F0154" w14:paraId="42A56D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5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9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7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19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C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B7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A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C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09D367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8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E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F7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C9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9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2A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0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96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9C5DE1" w:rsidRPr="000F0154" w14:paraId="37DD75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A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FB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1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7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6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4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F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1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ЕЛВ и др.</w:t>
            </w:r>
          </w:p>
        </w:tc>
      </w:tr>
      <w:tr w:rsidR="009C5DE1" w:rsidRPr="000F0154" w14:paraId="1EDA67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8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4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5D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B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C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AB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E9C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6D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ККС и др.</w:t>
            </w:r>
          </w:p>
        </w:tc>
      </w:tr>
      <w:tr w:rsidR="009C5DE1" w:rsidRPr="000F0154" w14:paraId="3EA136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5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1B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8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B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093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2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8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7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ГДЦ и др.</w:t>
            </w:r>
          </w:p>
        </w:tc>
      </w:tr>
      <w:tr w:rsidR="009C5DE1" w:rsidRPr="000F0154" w14:paraId="35139E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8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D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03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DE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6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6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DF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7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 и др.</w:t>
            </w:r>
          </w:p>
        </w:tc>
      </w:tr>
      <w:tr w:rsidR="009C5DE1" w:rsidRPr="000F0154" w14:paraId="0A625F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D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8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B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C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24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A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F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E2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1B85CF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5B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1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1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F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E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1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C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72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752027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3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6AF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6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2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5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2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FC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A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 и др.</w:t>
            </w:r>
          </w:p>
        </w:tc>
      </w:tr>
      <w:tr w:rsidR="009C5DE1" w:rsidRPr="000F0154" w14:paraId="340522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9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E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CB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68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28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DA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5A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E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ЕФА</w:t>
            </w:r>
          </w:p>
        </w:tc>
      </w:tr>
      <w:tr w:rsidR="009C5DE1" w:rsidRPr="000F0154" w14:paraId="4AC20F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54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5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0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4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DE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50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D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8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ХРИСТОДУЛОС ХРИСТУ ЕООД</w:t>
            </w:r>
          </w:p>
        </w:tc>
      </w:tr>
      <w:tr w:rsidR="009C5DE1" w:rsidRPr="000F0154" w14:paraId="7B3D15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9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53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0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BB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C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D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B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08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5651ED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96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70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1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4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F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5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EC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0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МВМ</w:t>
            </w:r>
          </w:p>
        </w:tc>
      </w:tr>
      <w:tr w:rsidR="009C5DE1" w:rsidRPr="000F0154" w14:paraId="10A4CA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F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1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3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CA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2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45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C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C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5EDFBA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E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F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5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38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7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D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1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4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</w:t>
            </w:r>
          </w:p>
        </w:tc>
      </w:tr>
      <w:tr w:rsidR="009C5DE1" w:rsidRPr="000F0154" w14:paraId="1F645F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07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6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9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1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98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F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4A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6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3E16D6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C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073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1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1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A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1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B6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8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9C5DE1" w:rsidRPr="000F0154" w14:paraId="276A04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7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1E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0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9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D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47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0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2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9C5DE1" w:rsidRPr="000F0154" w14:paraId="049A12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A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4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2F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8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C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8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97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7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ХРИСТОДУЛОС ХРИСТУ ЕООД</w:t>
            </w:r>
          </w:p>
        </w:tc>
      </w:tr>
      <w:tr w:rsidR="009C5DE1" w:rsidRPr="000F0154" w14:paraId="4B5830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9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D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0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A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0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DF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5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88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5E762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F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9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A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A3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6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5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E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2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СБУ и др.</w:t>
            </w:r>
          </w:p>
        </w:tc>
      </w:tr>
      <w:tr w:rsidR="009C5DE1" w:rsidRPr="000F0154" w14:paraId="00FD44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3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0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BB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1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7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F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5B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A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НЛМ и др.</w:t>
            </w:r>
          </w:p>
        </w:tc>
      </w:tr>
      <w:tr w:rsidR="009C5DE1" w:rsidRPr="000F0154" w14:paraId="769AE2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1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E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66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6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26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89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7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0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5A94A8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4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7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B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A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97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D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FC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D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СНР</w:t>
            </w:r>
          </w:p>
        </w:tc>
      </w:tr>
      <w:tr w:rsidR="009C5DE1" w:rsidRPr="000F0154" w14:paraId="0F0CD5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F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8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F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92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4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C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C0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68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211B86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C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21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47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A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6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E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5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9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9C5DE1" w:rsidRPr="000F0154" w14:paraId="06FB91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6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49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D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3E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6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92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8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45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ИЛИ</w:t>
            </w:r>
          </w:p>
        </w:tc>
      </w:tr>
      <w:tr w:rsidR="009C5DE1" w:rsidRPr="000F0154" w14:paraId="3DA219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2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C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7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420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1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B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7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1D9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5DE9F6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DA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D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B1B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A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2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D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6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E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9C5DE1" w:rsidRPr="000F0154" w14:paraId="611AEC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D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E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B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9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1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76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AC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8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МДМ и др.</w:t>
            </w:r>
          </w:p>
        </w:tc>
      </w:tr>
      <w:tr w:rsidR="009C5DE1" w:rsidRPr="000F0154" w14:paraId="5CF768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A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9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9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C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B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F4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5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7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ЛПТ</w:t>
            </w:r>
          </w:p>
        </w:tc>
      </w:tr>
      <w:tr w:rsidR="009C5DE1" w:rsidRPr="000F0154" w14:paraId="7A2197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0D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E6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10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7E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D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D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FA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D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ТММ</w:t>
            </w:r>
          </w:p>
        </w:tc>
      </w:tr>
      <w:tr w:rsidR="009C5DE1" w:rsidRPr="000F0154" w14:paraId="497FBB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16F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D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72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C3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0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34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2E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A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10D540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D4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39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D4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3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0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4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B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2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9C5DE1" w:rsidRPr="000F0154" w14:paraId="192F1D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4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5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C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3E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9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72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9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D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ЮГС</w:t>
            </w:r>
          </w:p>
        </w:tc>
      </w:tr>
      <w:tr w:rsidR="009C5DE1" w:rsidRPr="000F0154" w14:paraId="70588E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A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B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B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D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FB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6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6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5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0BA213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EE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8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7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9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D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C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C8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6F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534A6A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E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4B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B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2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7B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2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7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0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3041D6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1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E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0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96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B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67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2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8B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3CECB0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7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C5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B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E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2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146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D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8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РБГ</w:t>
            </w:r>
          </w:p>
        </w:tc>
      </w:tr>
      <w:tr w:rsidR="009C5DE1" w:rsidRPr="000F0154" w14:paraId="18F511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B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F1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8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2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56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9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9A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3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9C5DE1" w:rsidRPr="000F0154" w14:paraId="390CAD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5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8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D4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5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8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9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3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2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140575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2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CF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2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A1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9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0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F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2D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380BD3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7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0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2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F7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E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F7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C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7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6FA493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B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7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F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D8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4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A9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B5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E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СЕРЕС ЕАД</w:t>
            </w:r>
          </w:p>
        </w:tc>
      </w:tr>
      <w:tr w:rsidR="009C5DE1" w:rsidRPr="000F0154" w14:paraId="2789C2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B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F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9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3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C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6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0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5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116C85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2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8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B6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8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1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EB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5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1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 и др.</w:t>
            </w:r>
          </w:p>
        </w:tc>
      </w:tr>
      <w:tr w:rsidR="009C5DE1" w:rsidRPr="000F0154" w14:paraId="4A58B3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9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D4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9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F1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E1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B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E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45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553A57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E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FA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D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0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0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C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1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4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58C977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D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7C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D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1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1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8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F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E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76B59D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1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6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EB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C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40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C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F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0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2B3F01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49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8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C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0F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1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8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C2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CD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3DD12A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F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C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D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F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5E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8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E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5B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62CAAE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60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1E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DD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C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05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BF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B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54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0C2F92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29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2E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D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3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C4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D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0E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407C03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D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D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5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E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DE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A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E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F77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6D0FD0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5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0B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9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B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7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4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8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7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РАН</w:t>
            </w:r>
          </w:p>
        </w:tc>
      </w:tr>
      <w:tr w:rsidR="009C5DE1" w:rsidRPr="000F0154" w14:paraId="04FE03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27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0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D7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D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39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7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B5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99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3D8CE9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5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2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1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B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2A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54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2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2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6A83B5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13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4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BA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0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F7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F0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8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C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9C5DE1" w:rsidRPr="000F0154" w14:paraId="17D4B1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0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D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6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3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11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B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6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БМГ и др.</w:t>
            </w:r>
          </w:p>
        </w:tc>
      </w:tr>
      <w:tr w:rsidR="009C5DE1" w:rsidRPr="000F0154" w14:paraId="13878D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71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9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EC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5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54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B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6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9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6C48AA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86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A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E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3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3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45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B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2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</w:t>
            </w:r>
          </w:p>
        </w:tc>
      </w:tr>
      <w:tr w:rsidR="009C5DE1" w:rsidRPr="000F0154" w14:paraId="5379BC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7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9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A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7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D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EF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6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E6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160186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8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33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A8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C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64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7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E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D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9C5DE1" w:rsidRPr="000F0154" w14:paraId="06FAFA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5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BD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D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5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0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C6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A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5A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9C5DE1" w:rsidRPr="000F0154" w14:paraId="51818A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A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7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6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DD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F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9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3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D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4845BC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4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C9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1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3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4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3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2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F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74DB33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7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48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CA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8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E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D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2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A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7C10E0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3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1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C8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E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6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2F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D9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A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03ABF8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5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C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3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6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98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A6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F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2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ДБВ</w:t>
            </w:r>
          </w:p>
        </w:tc>
      </w:tr>
      <w:tr w:rsidR="009C5DE1" w:rsidRPr="000F0154" w14:paraId="057C01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1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D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4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0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0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E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4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D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259A11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0B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20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5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76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7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7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85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F6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445933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DE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76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A2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3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B4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75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9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E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ЕЛВ</w:t>
            </w:r>
          </w:p>
        </w:tc>
      </w:tr>
      <w:tr w:rsidR="009C5DE1" w:rsidRPr="000F0154" w14:paraId="39541E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8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E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F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6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30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1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7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0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73AAE9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87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D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E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9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2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49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4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2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СНМ</w:t>
            </w:r>
          </w:p>
        </w:tc>
      </w:tr>
      <w:tr w:rsidR="009C5DE1" w:rsidRPr="000F0154" w14:paraId="374D55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D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E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8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4C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3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07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0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4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ЦГЦ</w:t>
            </w:r>
          </w:p>
        </w:tc>
      </w:tr>
      <w:tr w:rsidR="009C5DE1" w:rsidRPr="000F0154" w14:paraId="5C675B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4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6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2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D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6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8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C3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C6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532DBE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B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E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A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D1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63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E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3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9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732005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E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C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3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6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8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4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B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8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452B29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0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D5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8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C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2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5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C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8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131220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86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5C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9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F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B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A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1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79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34F6D0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F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9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F56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F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6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F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12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1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ФМП</w:t>
            </w:r>
          </w:p>
        </w:tc>
      </w:tr>
      <w:tr w:rsidR="009C5DE1" w:rsidRPr="000F0154" w14:paraId="5D03E2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A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C5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0F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0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4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91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B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B0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 и др.</w:t>
            </w:r>
          </w:p>
        </w:tc>
      </w:tr>
      <w:tr w:rsidR="009C5DE1" w:rsidRPr="000F0154" w14:paraId="133315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E1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52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83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C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9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17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F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B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 и др.</w:t>
            </w:r>
          </w:p>
        </w:tc>
      </w:tr>
      <w:tr w:rsidR="009C5DE1" w:rsidRPr="000F0154" w14:paraId="328E18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5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C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0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4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5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6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30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21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ЗБК</w:t>
            </w:r>
          </w:p>
        </w:tc>
      </w:tr>
      <w:tr w:rsidR="009C5DE1" w:rsidRPr="000F0154" w14:paraId="5B37AC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2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5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6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0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41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B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9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3F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ОАИ и др.</w:t>
            </w:r>
          </w:p>
        </w:tc>
      </w:tr>
      <w:tr w:rsidR="009C5DE1" w:rsidRPr="000F0154" w14:paraId="31FE1D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2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4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C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6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6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7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FA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6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ОНС</w:t>
            </w:r>
          </w:p>
        </w:tc>
      </w:tr>
      <w:tr w:rsidR="009C5DE1" w:rsidRPr="000F0154" w14:paraId="735467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C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5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F0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2C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9D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1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1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B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ПАС</w:t>
            </w:r>
          </w:p>
        </w:tc>
      </w:tr>
      <w:tr w:rsidR="009C5DE1" w:rsidRPr="000F0154" w14:paraId="7217BE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B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C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5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38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B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3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3D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6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МБЛ</w:t>
            </w:r>
          </w:p>
        </w:tc>
      </w:tr>
      <w:tr w:rsidR="009C5DE1" w:rsidRPr="000F0154" w14:paraId="395FCE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4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8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E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7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2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A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2E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92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ЛКЛ</w:t>
            </w:r>
          </w:p>
        </w:tc>
      </w:tr>
      <w:tr w:rsidR="009C5DE1" w:rsidRPr="000F0154" w14:paraId="5183D7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7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6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8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6D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85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D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6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E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ИАА и др.</w:t>
            </w:r>
          </w:p>
        </w:tc>
      </w:tr>
      <w:tr w:rsidR="009C5DE1" w:rsidRPr="000F0154" w14:paraId="7AB1DD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E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1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C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6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F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4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7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6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ПАС</w:t>
            </w:r>
          </w:p>
        </w:tc>
      </w:tr>
      <w:tr w:rsidR="009C5DE1" w:rsidRPr="000F0154" w14:paraId="5A522C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1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9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3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A7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BF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2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D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CE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60875E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CC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A6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E7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4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A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0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07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5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041599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4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5C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7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9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8C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E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1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3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189B25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6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8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A2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6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9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2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8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1E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ИКГ</w:t>
            </w:r>
          </w:p>
        </w:tc>
      </w:tr>
      <w:tr w:rsidR="009C5DE1" w:rsidRPr="000F0154" w14:paraId="6BD0A6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F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F6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1A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1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7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9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51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EE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331A63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F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"ПИ ЕНД ПИ ПАУЪР"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A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78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F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9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5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41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2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1DB99F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2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A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1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2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250.193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D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7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23.556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D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306.23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E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02DFBA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AD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43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3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0E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17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B3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4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6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7AC41F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C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62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6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4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9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F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1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0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РВВ</w:t>
            </w:r>
          </w:p>
        </w:tc>
      </w:tr>
      <w:tr w:rsidR="009C5DE1" w:rsidRPr="000F0154" w14:paraId="42C934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3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B5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D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4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F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A81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5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D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ЦАР и др.</w:t>
            </w:r>
          </w:p>
        </w:tc>
      </w:tr>
      <w:tr w:rsidR="009C5DE1" w:rsidRPr="000F0154" w14:paraId="16F713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D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B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9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7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8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77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9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2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СТМ</w:t>
            </w:r>
          </w:p>
        </w:tc>
      </w:tr>
      <w:tr w:rsidR="009C5DE1" w:rsidRPr="000F0154" w14:paraId="373552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F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A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2A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88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2D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75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1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9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МВЛ и др.</w:t>
            </w:r>
          </w:p>
        </w:tc>
      </w:tr>
      <w:tr w:rsidR="009C5DE1" w:rsidRPr="000F0154" w14:paraId="0BA632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1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B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9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8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E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17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1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5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ФЦС и др.</w:t>
            </w:r>
          </w:p>
        </w:tc>
      </w:tr>
      <w:tr w:rsidR="009C5DE1" w:rsidRPr="000F0154" w14:paraId="1832D1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6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74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E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3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6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8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C5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0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9C5DE1" w:rsidRPr="000F0154" w14:paraId="217476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1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92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0B1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1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5C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DA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2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4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СТМ</w:t>
            </w:r>
          </w:p>
        </w:tc>
      </w:tr>
      <w:tr w:rsidR="009C5DE1" w:rsidRPr="000F0154" w14:paraId="2DF15B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B8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F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1F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6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B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F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C8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F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ОЛВ</w:t>
            </w:r>
          </w:p>
        </w:tc>
      </w:tr>
      <w:tr w:rsidR="009C5DE1" w:rsidRPr="000F0154" w14:paraId="486304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7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B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18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B2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8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7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8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4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73AF1A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9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39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8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F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9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B1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57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6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 и др.</w:t>
            </w:r>
          </w:p>
        </w:tc>
      </w:tr>
      <w:tr w:rsidR="009C5DE1" w:rsidRPr="000F0154" w14:paraId="6BFE83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C3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4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B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BB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6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4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A9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6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1639C5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9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1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7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5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6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5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84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3D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0DE199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4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BBC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7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F3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A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1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7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0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7FE517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7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F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2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E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D9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D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0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4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ДНГ и др.</w:t>
            </w:r>
          </w:p>
        </w:tc>
      </w:tr>
      <w:tr w:rsidR="009C5DE1" w:rsidRPr="000F0154" w14:paraId="5AEB1F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CA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B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9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0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8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4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4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1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04B17C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2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9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13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4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8B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0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3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C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ГСЗ и др.</w:t>
            </w:r>
          </w:p>
        </w:tc>
      </w:tr>
      <w:tr w:rsidR="009C5DE1" w:rsidRPr="000F0154" w14:paraId="0BDA11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D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42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3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8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6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6F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4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D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697C50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0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2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0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0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6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E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7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7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ЛДК и др.</w:t>
            </w:r>
          </w:p>
        </w:tc>
      </w:tr>
      <w:tr w:rsidR="009C5DE1" w:rsidRPr="000F0154" w14:paraId="498FCD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3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3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8F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D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8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6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B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D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5FCE9E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C3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8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3C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D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3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A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4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3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779202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F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5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C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4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1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C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A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22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0E1736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D2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F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87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B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5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0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8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E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7230B1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A6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5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FC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BA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C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67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3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A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42798F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CD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EA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6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C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7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28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F9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4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1CA6A3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F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B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5E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4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A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7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6D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C1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30E303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3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81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C0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A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9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E2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CC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24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БМЛ</w:t>
            </w:r>
          </w:p>
        </w:tc>
      </w:tr>
      <w:tr w:rsidR="009C5DE1" w:rsidRPr="000F0154" w14:paraId="26FEF1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2EF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2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0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CE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30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E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B3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1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9C5DE1" w:rsidRPr="000F0154" w14:paraId="447E57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8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3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EB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16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1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F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5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22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5726A1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E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5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09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9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2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8A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C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7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 и др.</w:t>
            </w:r>
          </w:p>
        </w:tc>
      </w:tr>
      <w:tr w:rsidR="009C5DE1" w:rsidRPr="000F0154" w14:paraId="5F1549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E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79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4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4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4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E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D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E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МВД</w:t>
            </w:r>
          </w:p>
        </w:tc>
      </w:tr>
      <w:tr w:rsidR="009C5DE1" w:rsidRPr="000F0154" w14:paraId="057F64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B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A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8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C2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D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AD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B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0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ПВК</w:t>
            </w:r>
          </w:p>
        </w:tc>
      </w:tr>
      <w:tr w:rsidR="009C5DE1" w:rsidRPr="000F0154" w14:paraId="0DE64F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3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0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9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52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55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4E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C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2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СДН</w:t>
            </w:r>
          </w:p>
        </w:tc>
      </w:tr>
      <w:tr w:rsidR="009C5DE1" w:rsidRPr="000F0154" w14:paraId="507F9C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3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2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5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A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D9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9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3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3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0F0AD8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2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0A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A0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6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A9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6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A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4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1034FD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E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F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5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4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ED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7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7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0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3B7C25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09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F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5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4D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9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9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D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2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 и др.</w:t>
            </w:r>
          </w:p>
        </w:tc>
      </w:tr>
      <w:tr w:rsidR="009C5DE1" w:rsidRPr="000F0154" w14:paraId="06E4A9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2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B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0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B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E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A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5C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2B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376100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E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0F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6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36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C9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9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C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7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</w:t>
            </w:r>
          </w:p>
        </w:tc>
      </w:tr>
      <w:tr w:rsidR="009C5DE1" w:rsidRPr="000F0154" w14:paraId="647D4F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7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55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9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BF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D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1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7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454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615D22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D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DF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6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93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5B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5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9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5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3EC779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8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8E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6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89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9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5E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BC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E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ЦБГ</w:t>
            </w:r>
          </w:p>
        </w:tc>
      </w:tr>
      <w:tr w:rsidR="009C5DE1" w:rsidRPr="000F0154" w14:paraId="0B6590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E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9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A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7D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4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4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95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61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15C46E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A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F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7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A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2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EA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9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7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677363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1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F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9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A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4C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8E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6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2E9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7A353F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E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E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1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2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05E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F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2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8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СНЛ</w:t>
            </w:r>
          </w:p>
        </w:tc>
      </w:tr>
      <w:tr w:rsidR="009C5DE1" w:rsidRPr="000F0154" w14:paraId="0914E1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F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9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8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07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F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1A6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0F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2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735F1B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D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0D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8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77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D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0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1E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71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2BE7F9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62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D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A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B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6C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3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9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6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ХБА</w:t>
            </w:r>
          </w:p>
        </w:tc>
      </w:tr>
      <w:tr w:rsidR="009C5DE1" w:rsidRPr="000F0154" w14:paraId="53BF36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6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6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E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3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D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8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D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1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НИК</w:t>
            </w:r>
          </w:p>
        </w:tc>
      </w:tr>
      <w:tr w:rsidR="009C5DE1" w:rsidRPr="000F0154" w14:paraId="6D9CDE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EC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2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D77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E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24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5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F5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F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4C706A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3F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7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6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B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5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A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E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1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ГИМ</w:t>
            </w:r>
          </w:p>
        </w:tc>
      </w:tr>
      <w:tr w:rsidR="009C5DE1" w:rsidRPr="000F0154" w14:paraId="51602A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F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03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3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C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7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F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02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F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ПДЦ</w:t>
            </w:r>
          </w:p>
        </w:tc>
      </w:tr>
      <w:tr w:rsidR="009C5DE1" w:rsidRPr="000F0154" w14:paraId="4ED120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8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9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72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A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3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A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0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ЛВН и др.</w:t>
            </w:r>
          </w:p>
        </w:tc>
      </w:tr>
      <w:tr w:rsidR="009C5DE1" w:rsidRPr="000F0154" w14:paraId="7D0697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9F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AF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3F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4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A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8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5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04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2B498F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0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0A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2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AC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3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F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B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9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04225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7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2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9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B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5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D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70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4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2221C7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D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4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0A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7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64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8A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7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8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ДМД</w:t>
            </w:r>
          </w:p>
        </w:tc>
      </w:tr>
      <w:tr w:rsidR="009C5DE1" w:rsidRPr="000F0154" w14:paraId="50FDE1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E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08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A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7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3E7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D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D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8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22295D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4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C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1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F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E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C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75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E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ГЛИ</w:t>
            </w:r>
          </w:p>
        </w:tc>
      </w:tr>
      <w:tr w:rsidR="009C5DE1" w:rsidRPr="000F0154" w14:paraId="609628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B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A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56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B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D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0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2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8F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357F5F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8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C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9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8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4D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82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3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D5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ТПЙ</w:t>
            </w:r>
          </w:p>
        </w:tc>
      </w:tr>
      <w:tr w:rsidR="009C5DE1" w:rsidRPr="000F0154" w14:paraId="4750A6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E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9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3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A0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1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E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9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B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ДБЦ и др.</w:t>
            </w:r>
          </w:p>
        </w:tc>
      </w:tr>
      <w:tr w:rsidR="009C5DE1" w:rsidRPr="000F0154" w14:paraId="344004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4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4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B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E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3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9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03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8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9C5DE1" w:rsidRPr="000F0154" w14:paraId="7EEAD9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C7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2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2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7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23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3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1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8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37D111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8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1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8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5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7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E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A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9C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36C353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C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41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3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F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68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3A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C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3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РЗП и др.</w:t>
            </w:r>
          </w:p>
        </w:tc>
      </w:tr>
      <w:tr w:rsidR="009C5DE1" w:rsidRPr="000F0154" w14:paraId="1BB01A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90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F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A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C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1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0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F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F4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9C5DE1" w:rsidRPr="000F0154" w14:paraId="1A2F7B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9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A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3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A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0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6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1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B7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ИДК</w:t>
            </w:r>
          </w:p>
        </w:tc>
      </w:tr>
      <w:tr w:rsidR="009C5DE1" w:rsidRPr="000F0154" w14:paraId="34FB72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9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8C9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7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5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A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EE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0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0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ЕФА</w:t>
            </w:r>
          </w:p>
        </w:tc>
      </w:tr>
      <w:tr w:rsidR="009C5DE1" w:rsidRPr="000F0154" w14:paraId="10EAAB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B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B8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9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7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3C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E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9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A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1F7FB8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63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8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3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6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2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B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15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9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ГДЦ</w:t>
            </w:r>
          </w:p>
        </w:tc>
      </w:tr>
      <w:tr w:rsidR="009C5DE1" w:rsidRPr="000F0154" w14:paraId="50B16D5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C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A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C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B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F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C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0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1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1B0FC1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6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F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1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C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9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8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0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93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0691DF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4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8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F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E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C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2E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3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5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5A214D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02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7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3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FA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25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F0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3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E9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СГО</w:t>
            </w:r>
          </w:p>
        </w:tc>
      </w:tr>
      <w:tr w:rsidR="009C5DE1" w:rsidRPr="000F0154" w14:paraId="5E9BE6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75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B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A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E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B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A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7D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58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7AD0ED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E6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4D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B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B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3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DA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9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0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ХХЧ и др.</w:t>
            </w:r>
          </w:p>
        </w:tc>
      </w:tr>
      <w:tr w:rsidR="009C5DE1" w:rsidRPr="000F0154" w14:paraId="5FA0BF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2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4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C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5F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0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D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A6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5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 и др.</w:t>
            </w:r>
          </w:p>
        </w:tc>
      </w:tr>
      <w:tr w:rsidR="009C5DE1" w:rsidRPr="000F0154" w14:paraId="62E5AD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1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6B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D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60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9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A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22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5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9C5DE1" w:rsidRPr="000F0154" w14:paraId="7AB6F8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7E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0E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F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C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2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0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B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54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52BDA4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4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C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E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1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A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55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D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06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9C5DE1" w:rsidRPr="000F0154" w14:paraId="05BECB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77B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0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1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0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B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9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B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97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ИРП и др.</w:t>
            </w:r>
          </w:p>
        </w:tc>
      </w:tr>
      <w:tr w:rsidR="009C5DE1" w:rsidRPr="000F0154" w14:paraId="20C3F2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B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D1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D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A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6C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1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7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E6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794629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0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4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5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A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1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A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C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7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0C7DBD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2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E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B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4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A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A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E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8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79D046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C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3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A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0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4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7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9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A9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АТГ и др.</w:t>
            </w:r>
          </w:p>
        </w:tc>
      </w:tr>
      <w:tr w:rsidR="009C5DE1" w:rsidRPr="000F0154" w14:paraId="4041FB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D0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A1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A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E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01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9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F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0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0DD269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CB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A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D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F7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4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8B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D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D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БАГ</w:t>
            </w:r>
          </w:p>
        </w:tc>
      </w:tr>
      <w:tr w:rsidR="009C5DE1" w:rsidRPr="000F0154" w14:paraId="66DFB8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38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B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D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6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1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B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8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E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441EEA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A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C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1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0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F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6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D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E4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00913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7F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4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3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E3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0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1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5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B4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РГА</w:t>
            </w:r>
          </w:p>
        </w:tc>
      </w:tr>
      <w:tr w:rsidR="009C5DE1" w:rsidRPr="000F0154" w14:paraId="27A1E9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7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DF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3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89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C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4C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5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C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КИГ</w:t>
            </w:r>
          </w:p>
        </w:tc>
      </w:tr>
      <w:tr w:rsidR="009C5DE1" w:rsidRPr="000F0154" w14:paraId="480B48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E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C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D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B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9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A1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8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F1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9C5DE1" w:rsidRPr="000F0154" w14:paraId="69FB53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63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C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D9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47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7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F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3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9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61908F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6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E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F9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4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F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73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4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9B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619CEB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DA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EA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6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D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6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E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A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5A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ПДХ</w:t>
            </w:r>
          </w:p>
        </w:tc>
      </w:tr>
      <w:tr w:rsidR="009C5DE1" w:rsidRPr="000F0154" w14:paraId="0236DF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B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0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7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E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F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96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29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1C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3F9F7A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A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7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5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F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1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F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0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C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БСВ и др.</w:t>
            </w:r>
          </w:p>
        </w:tc>
      </w:tr>
      <w:tr w:rsidR="009C5DE1" w:rsidRPr="000F0154" w14:paraId="27B2C3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BF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4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3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7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C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F7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75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5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31517B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9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8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05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A6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6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2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9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90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0F9570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6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9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F2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0E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5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04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D6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2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ЛКЛ</w:t>
            </w:r>
          </w:p>
        </w:tc>
      </w:tr>
      <w:tr w:rsidR="009C5DE1" w:rsidRPr="000F0154" w14:paraId="1EB5CB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4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8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8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8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1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EC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F2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8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31149C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0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F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F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3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7D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5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A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0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30FD1B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1E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0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38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3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5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BF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C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5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 и др.</w:t>
            </w:r>
          </w:p>
        </w:tc>
      </w:tr>
      <w:tr w:rsidR="009C5DE1" w:rsidRPr="000F0154" w14:paraId="638791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3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0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BE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3A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A0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F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0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2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9C5DE1" w:rsidRPr="000F0154" w14:paraId="54518C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8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2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E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75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5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5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D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3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F7EE2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B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4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5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5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2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C1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B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E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0D6669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D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9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9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84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82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9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F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2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9C5DE1" w:rsidRPr="000F0154" w14:paraId="67722E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1F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CE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F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9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3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E9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2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7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2A7EBC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E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43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33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0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2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4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5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8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</w:t>
            </w:r>
          </w:p>
        </w:tc>
      </w:tr>
      <w:tr w:rsidR="009C5DE1" w:rsidRPr="000F0154" w14:paraId="4E73A3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8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3E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6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7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7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C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E4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95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МДС</w:t>
            </w:r>
          </w:p>
        </w:tc>
      </w:tr>
      <w:tr w:rsidR="009C5DE1" w:rsidRPr="000F0154" w14:paraId="78F366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EF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D9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D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A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D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2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2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2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ИДИ</w:t>
            </w:r>
          </w:p>
        </w:tc>
      </w:tr>
      <w:tr w:rsidR="009C5DE1" w:rsidRPr="000F0154" w14:paraId="0067C8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A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64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5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E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2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E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F8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9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9C5DE1" w:rsidRPr="000F0154" w14:paraId="7D48D7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50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8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0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DD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E6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F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FF1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3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725FF5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AB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00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B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4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A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2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D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F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5EA65F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23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9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E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0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A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B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6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0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27AC3F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A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A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B4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1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D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0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C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9A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9C5DE1" w:rsidRPr="000F0154" w14:paraId="7C747D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1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B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1B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EB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1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08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52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E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9C5DE1" w:rsidRPr="000F0154" w14:paraId="2B6F3F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A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9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FD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0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F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17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C1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B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КМП</w:t>
            </w:r>
          </w:p>
        </w:tc>
      </w:tr>
      <w:tr w:rsidR="009C5DE1" w:rsidRPr="000F0154" w14:paraId="63EB52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E5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F7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A9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A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4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F7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B6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3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743FDF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B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4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E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E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2F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6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8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A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764682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1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7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F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B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A4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0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04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7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ААЗ</w:t>
            </w:r>
          </w:p>
        </w:tc>
      </w:tr>
      <w:tr w:rsidR="009C5DE1" w:rsidRPr="000F0154" w14:paraId="7A591F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63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B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31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7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6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2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6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8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181EA7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2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1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C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DC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D9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0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F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3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МЖЧ</w:t>
            </w:r>
          </w:p>
        </w:tc>
      </w:tr>
      <w:tr w:rsidR="009C5DE1" w:rsidRPr="000F0154" w14:paraId="4EFE76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9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81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D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7E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D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99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B5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C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6C8FDE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D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9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2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E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8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5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B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7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3AD221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9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0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2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1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8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9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B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C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174575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3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63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4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E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9C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6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2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4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2AC1B4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C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0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D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0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EB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46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E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0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1580AC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A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AD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F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9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A1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3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CB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D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НМП</w:t>
            </w:r>
          </w:p>
        </w:tc>
      </w:tr>
      <w:tr w:rsidR="009C5DE1" w:rsidRPr="000F0154" w14:paraId="56A5E9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7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77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F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7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2F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B1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B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8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ГБГ и др.</w:t>
            </w:r>
          </w:p>
        </w:tc>
      </w:tr>
      <w:tr w:rsidR="009C5DE1" w:rsidRPr="000F0154" w14:paraId="4ABB12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B7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A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9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4E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97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C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4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75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29F838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9A5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93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6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1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C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E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8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6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ГВА и др.</w:t>
            </w:r>
          </w:p>
        </w:tc>
      </w:tr>
      <w:tr w:rsidR="009C5DE1" w:rsidRPr="000F0154" w14:paraId="7A0AB9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9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F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E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1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3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6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C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9F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523708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6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E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7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B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A0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B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8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ED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9C5DE1" w:rsidRPr="000F0154" w14:paraId="2421E4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75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F7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5C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B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6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B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0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C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462DDA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AF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F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6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B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2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CC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B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8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15698A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49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3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1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0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AC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3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B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31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3B9540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1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E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3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CE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6A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5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EE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0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9C5DE1" w:rsidRPr="000F0154" w14:paraId="5FAD1D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0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C5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23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E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7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3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5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B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СДП и др.</w:t>
            </w:r>
          </w:p>
        </w:tc>
      </w:tr>
      <w:tr w:rsidR="009C5DE1" w:rsidRPr="000F0154" w14:paraId="2E2EE3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1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4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4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A8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67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1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B1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E0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ЖЗМ</w:t>
            </w:r>
          </w:p>
        </w:tc>
      </w:tr>
      <w:tr w:rsidR="009C5DE1" w:rsidRPr="000F0154" w14:paraId="138F4B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8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2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67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C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F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B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DA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B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17D12E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20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2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73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3F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4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9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AC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A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9C5DE1" w:rsidRPr="000F0154" w14:paraId="65DF95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1A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F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9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B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6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2A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F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65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11464A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23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5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7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A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02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9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8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B0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9C5DE1" w:rsidRPr="000F0154" w14:paraId="397953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C6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0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0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A3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C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D4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D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06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032535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2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2B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6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9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5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39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4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9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63CAD3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F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96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5F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7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C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9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7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0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 и др.</w:t>
            </w:r>
          </w:p>
        </w:tc>
      </w:tr>
      <w:tr w:rsidR="009C5DE1" w:rsidRPr="000F0154" w14:paraId="16237F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E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3A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0D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1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E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1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C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D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9C5DE1" w:rsidRPr="000F0154" w14:paraId="77D6E4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A9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1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E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C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7B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7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03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0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4EAA97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E9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608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3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8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0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2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8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6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ЦДВ</w:t>
            </w:r>
          </w:p>
        </w:tc>
      </w:tr>
      <w:tr w:rsidR="009C5DE1" w:rsidRPr="000F0154" w14:paraId="57DE18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2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D0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3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3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6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9A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D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D4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9C5DE1" w:rsidRPr="000F0154" w14:paraId="286E70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FF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FD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1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B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7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B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3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C8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38985F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76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B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BE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79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D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0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4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9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 и др.</w:t>
            </w:r>
          </w:p>
        </w:tc>
      </w:tr>
      <w:tr w:rsidR="009C5DE1" w:rsidRPr="000F0154" w14:paraId="0228F0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BE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E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9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E8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A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22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2B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48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00C162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D5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F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2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0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A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71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D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19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ГТЧ</w:t>
            </w:r>
          </w:p>
        </w:tc>
      </w:tr>
      <w:tr w:rsidR="009C5DE1" w:rsidRPr="000F0154" w14:paraId="4A977BE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E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2B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13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E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1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D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A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A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СЕА и др.</w:t>
            </w:r>
          </w:p>
        </w:tc>
      </w:tr>
      <w:tr w:rsidR="009C5DE1" w:rsidRPr="000F0154" w14:paraId="1B8D3E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23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5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E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F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E0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A3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56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0E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3BE5D0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92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F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3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D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74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B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3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BA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473EF1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BD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9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6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A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1A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0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E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E4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ЛАН</w:t>
            </w:r>
          </w:p>
        </w:tc>
      </w:tr>
      <w:tr w:rsidR="009C5DE1" w:rsidRPr="000F0154" w14:paraId="2AE00A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0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A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C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F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5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A2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9C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5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DEE60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F6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27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4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67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E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0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3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45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ВТВ</w:t>
            </w:r>
          </w:p>
        </w:tc>
      </w:tr>
      <w:tr w:rsidR="009C5DE1" w:rsidRPr="000F0154" w14:paraId="4241A4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A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3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D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8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1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F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1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F1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СКД</w:t>
            </w:r>
          </w:p>
        </w:tc>
      </w:tr>
      <w:tr w:rsidR="009C5DE1" w:rsidRPr="000F0154" w14:paraId="398C03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B7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6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7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8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BD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8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E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9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3D3C58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0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4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B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00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F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C6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F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F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ЦХЯ и др.</w:t>
            </w:r>
          </w:p>
        </w:tc>
      </w:tr>
      <w:tr w:rsidR="009C5DE1" w:rsidRPr="000F0154" w14:paraId="7FD6C6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D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B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4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0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D7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B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76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B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246799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4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68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3B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B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7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2A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4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9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EA29F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05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5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B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A2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0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C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F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D5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4EAAA0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3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0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D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9A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D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7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2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D5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ТСН</w:t>
            </w:r>
          </w:p>
        </w:tc>
      </w:tr>
      <w:tr w:rsidR="009C5DE1" w:rsidRPr="000F0154" w14:paraId="1009DD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8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1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7D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4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3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5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E1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A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ИЛИ</w:t>
            </w:r>
          </w:p>
        </w:tc>
      </w:tr>
      <w:tr w:rsidR="009C5DE1" w:rsidRPr="000F0154" w14:paraId="4ED322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8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C1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D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7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D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D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A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0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НЙВ</w:t>
            </w:r>
          </w:p>
        </w:tc>
      </w:tr>
      <w:tr w:rsidR="009C5DE1" w:rsidRPr="000F0154" w14:paraId="44B9CC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D4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0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1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07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B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98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D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0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1E4A13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E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8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E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8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6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E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8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C3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</w:t>
            </w:r>
          </w:p>
        </w:tc>
      </w:tr>
      <w:tr w:rsidR="009C5DE1" w:rsidRPr="000F0154" w14:paraId="21643B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52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06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6E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7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FB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6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16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87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03626E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C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A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B5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DB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9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FE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1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B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7B5097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2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D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1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8B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8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9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89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690C55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8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1F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02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8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B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3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5F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7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631F8E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E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7D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1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DE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0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E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7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F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F6C1E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E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EB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98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3B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97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D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F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56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ВИЦ</w:t>
            </w:r>
          </w:p>
        </w:tc>
      </w:tr>
      <w:tr w:rsidR="009C5DE1" w:rsidRPr="000F0154" w14:paraId="47AA08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E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6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F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6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1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66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8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B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39BD5C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E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F4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C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9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F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1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0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D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9C5DE1" w:rsidRPr="000F0154" w14:paraId="4B9063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1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16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5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02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34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45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A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2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9C5DE1" w:rsidRPr="000F0154" w14:paraId="21B897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9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E3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E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E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9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F5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48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0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65E828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59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A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5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8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0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6E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3D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7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76E5A8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D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5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76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3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5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7F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E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F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ЕГМ</w:t>
            </w:r>
          </w:p>
        </w:tc>
      </w:tr>
      <w:tr w:rsidR="009C5DE1" w:rsidRPr="000F0154" w14:paraId="5148EE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F5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E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E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3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8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A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1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D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4E5EA9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B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9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2D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3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EA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4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49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3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4D4287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C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B3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A1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1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C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9C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6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A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ДАТ</w:t>
            </w:r>
          </w:p>
        </w:tc>
      </w:tr>
      <w:tr w:rsidR="009C5DE1" w:rsidRPr="000F0154" w14:paraId="2F7DCA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5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4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D6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A8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3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9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77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0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68347A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38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2A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BC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9C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B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E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4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9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АБГ и др.</w:t>
            </w:r>
          </w:p>
        </w:tc>
      </w:tr>
      <w:tr w:rsidR="009C5DE1" w:rsidRPr="000F0154" w14:paraId="3E4F0B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29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7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8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9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D8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1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B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F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ДАТ</w:t>
            </w:r>
          </w:p>
        </w:tc>
      </w:tr>
      <w:tr w:rsidR="009C5DE1" w:rsidRPr="000F0154" w14:paraId="2AC794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4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85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19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B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9C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C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4F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0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02A73D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7C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C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8E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51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4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53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D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32.38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01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ЛМА и др.</w:t>
            </w:r>
          </w:p>
        </w:tc>
      </w:tr>
      <w:tr w:rsidR="009C5DE1" w:rsidRPr="000F0154" w14:paraId="2E7551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1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C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1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7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B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F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62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0E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36532F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C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2E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AF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7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C7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A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F9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3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44EDF0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B0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4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0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9D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F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7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0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8B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148099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6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B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B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F1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9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B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F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6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43EED8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3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B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9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D9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5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9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5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7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7BE1AF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5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1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8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8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72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95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E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F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ДАЛ</w:t>
            </w:r>
          </w:p>
        </w:tc>
      </w:tr>
      <w:tr w:rsidR="009C5DE1" w:rsidRPr="000F0154" w14:paraId="2B8DE0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3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EC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8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4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4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D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E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3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ПВК</w:t>
            </w:r>
          </w:p>
        </w:tc>
      </w:tr>
      <w:tr w:rsidR="009C5DE1" w:rsidRPr="000F0154" w14:paraId="33F17D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A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26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7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7C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0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A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1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9E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ВКБ</w:t>
            </w:r>
          </w:p>
        </w:tc>
      </w:tr>
      <w:tr w:rsidR="009C5DE1" w:rsidRPr="000F0154" w14:paraId="0FB5E6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1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18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9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3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1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6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9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2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9C5DE1" w:rsidRPr="000F0154" w14:paraId="1598C4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72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01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7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B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3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0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C0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2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7B86CA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7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B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5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F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CD9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A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9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5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54F527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FD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35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E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0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1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C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3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4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КЛВ</w:t>
            </w:r>
          </w:p>
        </w:tc>
      </w:tr>
      <w:tr w:rsidR="009C5DE1" w:rsidRPr="000F0154" w14:paraId="0CCB12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F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E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D9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7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4C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46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75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A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</w:t>
            </w:r>
          </w:p>
        </w:tc>
      </w:tr>
      <w:tr w:rsidR="009C5DE1" w:rsidRPr="000F0154" w14:paraId="0DC6A8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4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D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1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5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D6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6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4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6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4A11DC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6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8C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B7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8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BF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B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5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F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ФСМ и др.</w:t>
            </w:r>
          </w:p>
        </w:tc>
      </w:tr>
      <w:tr w:rsidR="009C5DE1" w:rsidRPr="000F0154" w14:paraId="493C52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BD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96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58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2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73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9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A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B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9C5DE1" w:rsidRPr="000F0154" w14:paraId="63B436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B2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F1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62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7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7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C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59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02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0996B1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AD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1A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B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F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C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7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3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3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ДАК</w:t>
            </w:r>
          </w:p>
        </w:tc>
      </w:tr>
      <w:tr w:rsidR="009C5DE1" w:rsidRPr="000F0154" w14:paraId="27C285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3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84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F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F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6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C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78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604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9C5DE1" w:rsidRPr="000F0154" w14:paraId="535832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3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E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0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D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1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F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3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1C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9C5DE1" w:rsidRPr="000F0154" w14:paraId="7C31BF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1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4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9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6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2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EA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4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1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3400D5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8C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E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6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0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1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9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5F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1E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4C59EB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E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5D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83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89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81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8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24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6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ВКБ</w:t>
            </w:r>
          </w:p>
        </w:tc>
      </w:tr>
      <w:tr w:rsidR="009C5DE1" w:rsidRPr="000F0154" w14:paraId="455674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B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B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5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1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6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1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C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7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НЙВ</w:t>
            </w:r>
          </w:p>
        </w:tc>
      </w:tr>
      <w:tr w:rsidR="009C5DE1" w:rsidRPr="000F0154" w14:paraId="0EF5E4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2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9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9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5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07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F1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8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04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9C5DE1" w:rsidRPr="000F0154" w14:paraId="7954CE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F6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70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E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7F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C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F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6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8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ГВД</w:t>
            </w:r>
          </w:p>
        </w:tc>
      </w:tr>
      <w:tr w:rsidR="009C5DE1" w:rsidRPr="000F0154" w14:paraId="312F67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3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2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61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01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6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B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A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CE0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БВН</w:t>
            </w:r>
          </w:p>
        </w:tc>
      </w:tr>
      <w:tr w:rsidR="009C5DE1" w:rsidRPr="000F0154" w14:paraId="7296EB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1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7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F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A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3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5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1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6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0893DE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91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6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C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9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4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34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E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8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49C3E6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52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8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8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7D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E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1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6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56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ПРОПЪРТИ ДЕВЕЛОПМЕНТ ЕООД</w:t>
            </w:r>
          </w:p>
        </w:tc>
      </w:tr>
      <w:tr w:rsidR="009C5DE1" w:rsidRPr="000F0154" w14:paraId="15C58D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2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7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F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56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1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A0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6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7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62AB67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76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48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E2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A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E5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95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1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1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26794C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8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C7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3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E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FA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A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B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4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431484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8B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2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B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E1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0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54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0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D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НЕВ</w:t>
            </w:r>
          </w:p>
        </w:tc>
      </w:tr>
      <w:tr w:rsidR="009C5DE1" w:rsidRPr="000F0154" w14:paraId="16DCAF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71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0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C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E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25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17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4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79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ЦБХ</w:t>
            </w:r>
          </w:p>
        </w:tc>
      </w:tr>
      <w:tr w:rsidR="009C5DE1" w:rsidRPr="000F0154" w14:paraId="679C47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3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2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B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42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A4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E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7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4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ЗАК и др.</w:t>
            </w:r>
          </w:p>
        </w:tc>
      </w:tr>
      <w:tr w:rsidR="009C5DE1" w:rsidRPr="000F0154" w14:paraId="1E5A57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0E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0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B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5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7E9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D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B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0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600D2B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47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84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8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9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BE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D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8F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69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ЯЛД</w:t>
            </w:r>
          </w:p>
        </w:tc>
      </w:tr>
      <w:tr w:rsidR="009C5DE1" w:rsidRPr="000F0154" w14:paraId="42B333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1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C1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0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F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8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B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ВЛД</w:t>
            </w:r>
          </w:p>
        </w:tc>
      </w:tr>
      <w:tr w:rsidR="009C5DE1" w:rsidRPr="000F0154" w14:paraId="6495E3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6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9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9F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F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F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3E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8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2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ГЛИ</w:t>
            </w:r>
          </w:p>
        </w:tc>
      </w:tr>
      <w:tr w:rsidR="009C5DE1" w:rsidRPr="000F0154" w14:paraId="07AA6A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97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3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9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B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7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B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7A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D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МТЖ</w:t>
            </w:r>
          </w:p>
        </w:tc>
      </w:tr>
      <w:tr w:rsidR="009C5DE1" w:rsidRPr="000F0154" w14:paraId="24485F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F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1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C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8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0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4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3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16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ТНК и др.</w:t>
            </w:r>
          </w:p>
        </w:tc>
      </w:tr>
      <w:tr w:rsidR="009C5DE1" w:rsidRPr="000F0154" w14:paraId="6A3D62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1B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5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80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B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3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8E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8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D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</w:tr>
      <w:tr w:rsidR="009C5DE1" w:rsidRPr="000F0154" w14:paraId="34BCAB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C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2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97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1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4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0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2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9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0435E0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6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60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7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F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7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3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6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5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9C5DE1" w:rsidRPr="000F0154" w14:paraId="7B1E85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6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35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7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E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90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5D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1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B5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496C6D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5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4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B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2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E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92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B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2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 и др.</w:t>
            </w:r>
          </w:p>
        </w:tc>
      </w:tr>
      <w:tr w:rsidR="009C5DE1" w:rsidRPr="000F0154" w14:paraId="4098AA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19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0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4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0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9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B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DA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7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РДП</w:t>
            </w:r>
          </w:p>
        </w:tc>
      </w:tr>
      <w:tr w:rsidR="009C5DE1" w:rsidRPr="000F0154" w14:paraId="5EF2DF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D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8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3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9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1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5D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E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D3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ЛДБ</w:t>
            </w:r>
          </w:p>
        </w:tc>
      </w:tr>
      <w:tr w:rsidR="009C5DE1" w:rsidRPr="000F0154" w14:paraId="7FFFF3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6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05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7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B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9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C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E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85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701BB0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F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90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A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C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A4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F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F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0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9C5DE1" w:rsidRPr="000F0154" w14:paraId="13C37F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3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43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6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CE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5D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C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86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9C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9C5DE1" w:rsidRPr="000F0154" w14:paraId="1226A8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1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A5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D6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B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E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3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8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0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ЗСГ и др.</w:t>
            </w:r>
          </w:p>
        </w:tc>
      </w:tr>
      <w:tr w:rsidR="009C5DE1" w:rsidRPr="000F0154" w14:paraId="61957F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5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C1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5A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DB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EDE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D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90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5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1C8BAC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7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4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2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E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F7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B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E6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0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410EA8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1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75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EA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51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C5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1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61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5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ФЦС</w:t>
            </w:r>
          </w:p>
        </w:tc>
      </w:tr>
      <w:tr w:rsidR="009C5DE1" w:rsidRPr="000F0154" w14:paraId="2B719F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22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9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7B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CE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89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9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C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A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1CD7E5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0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6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0F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5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94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0A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2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1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A0127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7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9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7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9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C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0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8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18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3ADC09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E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E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4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1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D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A8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B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DE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458CF2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83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4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F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4F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6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2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90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2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1F1996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D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FF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C4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79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4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6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16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6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215D9B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E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F1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B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7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6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2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B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70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35D799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4F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2F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3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E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A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C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F9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D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ИЛИ</w:t>
            </w:r>
          </w:p>
        </w:tc>
      </w:tr>
      <w:tr w:rsidR="009C5DE1" w:rsidRPr="000F0154" w14:paraId="3DD358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5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13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3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9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6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0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C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A5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ИГМ</w:t>
            </w:r>
          </w:p>
        </w:tc>
      </w:tr>
      <w:tr w:rsidR="009C5DE1" w:rsidRPr="000F0154" w14:paraId="08F08F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89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E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D27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2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6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AA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BD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E9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2C814A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7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C8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9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F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70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3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A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68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4C2947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8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4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00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10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2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C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70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F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9FF73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25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CB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9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68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5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33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88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4C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МТЖ</w:t>
            </w:r>
          </w:p>
        </w:tc>
      </w:tr>
      <w:tr w:rsidR="009C5DE1" w:rsidRPr="000F0154" w14:paraId="6372CE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C6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7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4A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B8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F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4F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BC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02E7A5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4B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B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3A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C5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9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F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8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4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ЦБХ</w:t>
            </w:r>
          </w:p>
        </w:tc>
      </w:tr>
      <w:tr w:rsidR="009C5DE1" w:rsidRPr="000F0154" w14:paraId="02DCE1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3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1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49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59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6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3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9D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B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ЦГХ и др.</w:t>
            </w:r>
          </w:p>
        </w:tc>
      </w:tr>
      <w:tr w:rsidR="009C5DE1" w:rsidRPr="000F0154" w14:paraId="55E736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FC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D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E4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2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D5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9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9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0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ИАА и др.</w:t>
            </w:r>
          </w:p>
        </w:tc>
      </w:tr>
      <w:tr w:rsidR="009C5DE1" w:rsidRPr="000F0154" w14:paraId="2A31BB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99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5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67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BC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1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D8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D9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8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9C5DE1" w:rsidRPr="000F0154" w14:paraId="1CF1F1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E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C0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A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E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1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14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D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4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340402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F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F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0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1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7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1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33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D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ГЦБ</w:t>
            </w:r>
          </w:p>
        </w:tc>
      </w:tr>
      <w:tr w:rsidR="009C5DE1" w:rsidRPr="000F0154" w14:paraId="1EA055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34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E0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A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D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01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6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0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6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ОНС</w:t>
            </w:r>
          </w:p>
        </w:tc>
      </w:tr>
      <w:tr w:rsidR="009C5DE1" w:rsidRPr="000F0154" w14:paraId="7B7637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5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8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1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40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3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5C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8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5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9C5DE1" w:rsidRPr="000F0154" w14:paraId="167E4F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8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9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F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A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8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1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99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5D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419FC6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A5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0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A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E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3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5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B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A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27F9DB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9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5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9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B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1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B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66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1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420B5A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5D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C8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0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2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0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2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2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1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33FF53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37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6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9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4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8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B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1B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0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9C5DE1" w:rsidRPr="000F0154" w14:paraId="1F188D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D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B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5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4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1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F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E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C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9C5DE1" w:rsidRPr="000F0154" w14:paraId="6EB7FC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53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6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B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6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3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4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4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9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9C5DE1" w:rsidRPr="000F0154" w14:paraId="341BD6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3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0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C5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3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0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7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5C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A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333A23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84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B3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50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3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6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8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1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DB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570E51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94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A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8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B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28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9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C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2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ОКБ</w:t>
            </w:r>
          </w:p>
        </w:tc>
      </w:tr>
      <w:tr w:rsidR="009C5DE1" w:rsidRPr="000F0154" w14:paraId="4F8B96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A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1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99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5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C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1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F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D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52C249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5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F8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D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B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C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9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93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9F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188434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AF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4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B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7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D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AE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1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2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04FB05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C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2F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63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A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4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8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BA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CD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19EC48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8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9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A7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9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2D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A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2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F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774B36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B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56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2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70C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16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FC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5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8B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ДАЛ</w:t>
            </w:r>
          </w:p>
        </w:tc>
      </w:tr>
      <w:tr w:rsidR="009C5DE1" w:rsidRPr="000F0154" w14:paraId="712F6D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2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F0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4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C6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5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6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B5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A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9C5DE1" w:rsidRPr="000F0154" w14:paraId="30FE3A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D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CD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BE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8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6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74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4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6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6F330F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B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1E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3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3C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1A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1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F3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D3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2F4AC4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C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0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4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CE9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9B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51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A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6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07E088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C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6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7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83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24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89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68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2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27F48A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D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BF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B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A7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27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4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8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F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197E63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0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25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B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A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C0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D9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2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A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ВИЙ</w:t>
            </w:r>
          </w:p>
        </w:tc>
      </w:tr>
      <w:tr w:rsidR="009C5DE1" w:rsidRPr="000F0154" w14:paraId="202CC3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72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DA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E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27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8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D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1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DD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4705EC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6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5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3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3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4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D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6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2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46B9E4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B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7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3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DB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1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9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5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A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3EC407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8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3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F4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8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3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5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C9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D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МКИ</w:t>
            </w:r>
          </w:p>
        </w:tc>
      </w:tr>
      <w:tr w:rsidR="009C5DE1" w:rsidRPr="000F0154" w14:paraId="7E9F21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C8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3E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3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5A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B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E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C5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6E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62E2D4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7C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A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E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C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A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44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08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7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4D5073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8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0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2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D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F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4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02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32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НЙВ</w:t>
            </w:r>
          </w:p>
        </w:tc>
      </w:tr>
      <w:tr w:rsidR="009C5DE1" w:rsidRPr="000F0154" w14:paraId="7AD80F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94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F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6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02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859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2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2C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94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2A18D2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B2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1B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E5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62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8F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FB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E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A8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ЛЦЗ</w:t>
            </w:r>
          </w:p>
        </w:tc>
      </w:tr>
      <w:tr w:rsidR="009C5DE1" w:rsidRPr="000F0154" w14:paraId="0861DB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F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C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C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4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C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E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B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39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 и др.</w:t>
            </w:r>
          </w:p>
        </w:tc>
      </w:tr>
      <w:tr w:rsidR="009C5DE1" w:rsidRPr="000F0154" w14:paraId="52CE77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28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2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2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2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6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33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46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C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</w:t>
            </w:r>
          </w:p>
        </w:tc>
      </w:tr>
      <w:tr w:rsidR="009C5DE1" w:rsidRPr="000F0154" w14:paraId="13D6C3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7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80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28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C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7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C6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2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7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ЦБГ</w:t>
            </w:r>
          </w:p>
        </w:tc>
      </w:tr>
      <w:tr w:rsidR="009C5DE1" w:rsidRPr="000F0154" w14:paraId="41F0B2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03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D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1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0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A6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E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A5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5B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3718AE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4AD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3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9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C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89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2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5A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27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3A4BAE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9B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E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B3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4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E8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4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3F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D2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ГБЛ</w:t>
            </w:r>
          </w:p>
        </w:tc>
      </w:tr>
      <w:tr w:rsidR="009C5DE1" w:rsidRPr="000F0154" w14:paraId="2C5B49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4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C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4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4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72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54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E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8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СНЛ</w:t>
            </w:r>
          </w:p>
        </w:tc>
      </w:tr>
      <w:tr w:rsidR="009C5DE1" w:rsidRPr="000F0154" w14:paraId="52572E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7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F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3F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F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8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A5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33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3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ЯДГ</w:t>
            </w:r>
          </w:p>
        </w:tc>
      </w:tr>
      <w:tr w:rsidR="009C5DE1" w:rsidRPr="000F0154" w14:paraId="1744E6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3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71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C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8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4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0F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F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B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РВВ</w:t>
            </w:r>
          </w:p>
        </w:tc>
      </w:tr>
      <w:tr w:rsidR="009C5DE1" w:rsidRPr="000F0154" w14:paraId="29B2A6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A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76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2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9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1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72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8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5E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 и др.</w:t>
            </w:r>
          </w:p>
        </w:tc>
      </w:tr>
      <w:tr w:rsidR="009C5DE1" w:rsidRPr="000F0154" w14:paraId="3F47E9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4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1BB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0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5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F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8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4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49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9C5DE1" w:rsidRPr="000F0154" w14:paraId="30551C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F2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D7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08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7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C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0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6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C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2B8924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B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7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6C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16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1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9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8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5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314E43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2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20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4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8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9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8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1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9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ИВД</w:t>
            </w:r>
          </w:p>
        </w:tc>
      </w:tr>
      <w:tr w:rsidR="009C5DE1" w:rsidRPr="000F0154" w14:paraId="2C0FC0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E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A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8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7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5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E9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D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9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02C89F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0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2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83D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11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39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1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8E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D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7A3200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7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B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4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B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1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D2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630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3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9C5DE1" w:rsidRPr="000F0154" w14:paraId="3C52DF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EA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B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1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49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CC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E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5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A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ДАК</w:t>
            </w:r>
          </w:p>
        </w:tc>
      </w:tr>
      <w:tr w:rsidR="009C5DE1" w:rsidRPr="000F0154" w14:paraId="3B9012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4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3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8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C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7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B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3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9B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249CD1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C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B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0C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E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6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CB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5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МНВ</w:t>
            </w:r>
          </w:p>
        </w:tc>
      </w:tr>
      <w:tr w:rsidR="009C5DE1" w:rsidRPr="000F0154" w14:paraId="4F215D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2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2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B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4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8C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84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9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ЕСВ и др.</w:t>
            </w:r>
          </w:p>
        </w:tc>
      </w:tr>
      <w:tr w:rsidR="009C5DE1" w:rsidRPr="000F0154" w14:paraId="5186A1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3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A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5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A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DD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43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DC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1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3EA3D0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4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B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9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F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8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CF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2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7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0511CA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0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9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9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7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67C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1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9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8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БЕЛЕНА ЕООД</w:t>
            </w:r>
          </w:p>
        </w:tc>
      </w:tr>
      <w:tr w:rsidR="009C5DE1" w:rsidRPr="000F0154" w14:paraId="791EBE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2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B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8C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3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8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13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A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9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АИД и др.</w:t>
            </w:r>
          </w:p>
        </w:tc>
      </w:tr>
      <w:tr w:rsidR="009C5DE1" w:rsidRPr="000F0154" w14:paraId="62CC36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84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8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3E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F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3F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0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9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2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228B69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F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40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C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1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1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C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9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4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ТИК и др.</w:t>
            </w:r>
          </w:p>
        </w:tc>
      </w:tr>
      <w:tr w:rsidR="009C5DE1" w:rsidRPr="000F0154" w14:paraId="2AFC3C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F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E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0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E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8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8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5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0B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АЙБ</w:t>
            </w:r>
          </w:p>
        </w:tc>
      </w:tr>
      <w:tr w:rsidR="009C5DE1" w:rsidRPr="000F0154" w14:paraId="36613B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9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C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15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6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E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C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D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58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ЕЛВ и др.</w:t>
            </w:r>
          </w:p>
        </w:tc>
      </w:tr>
      <w:tr w:rsidR="009C5DE1" w:rsidRPr="000F0154" w14:paraId="5611E7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F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0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A6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9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D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06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A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9A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9C5DE1" w:rsidRPr="000F0154" w14:paraId="491247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F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E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8B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6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2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8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F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1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3431C0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9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C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D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4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8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9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E3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F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01A912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3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F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7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4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8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05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B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2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719687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05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B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4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03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C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87B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E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9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70276B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0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5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8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8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D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8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3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4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ЕВД и др.</w:t>
            </w:r>
          </w:p>
        </w:tc>
      </w:tr>
      <w:tr w:rsidR="009C5DE1" w:rsidRPr="000F0154" w14:paraId="5189E8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8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6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1B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7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E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C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8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A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5BE9E9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9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5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4C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6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9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E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1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B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0781FB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1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9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6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CC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95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5A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E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4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690712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1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9B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0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3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F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67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EB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7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 и др.</w:t>
            </w:r>
          </w:p>
        </w:tc>
      </w:tr>
      <w:tr w:rsidR="009C5DE1" w:rsidRPr="000F0154" w14:paraId="5ED393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8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E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2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B3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D6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4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FF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7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9C5DE1" w:rsidRPr="000F0154" w14:paraId="49B9B3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8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70C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6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B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2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D1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6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1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2ACB5C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6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FF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F5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8B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9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6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A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1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ВАЗ</w:t>
            </w:r>
          </w:p>
        </w:tc>
      </w:tr>
      <w:tr w:rsidR="009C5DE1" w:rsidRPr="000F0154" w14:paraId="6AF251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A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5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7C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7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D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2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8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8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</w:t>
            </w:r>
          </w:p>
        </w:tc>
      </w:tr>
      <w:tr w:rsidR="009C5DE1" w:rsidRPr="000F0154" w14:paraId="4592ED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F8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B5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D5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D4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95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2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7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F8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2BD82F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EE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8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AE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9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8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6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04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0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БИС</w:t>
            </w:r>
          </w:p>
        </w:tc>
      </w:tr>
      <w:tr w:rsidR="009C5DE1" w:rsidRPr="000F0154" w14:paraId="7CE68D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C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8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6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3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84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CC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0F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6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08EF4D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2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9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E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0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F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4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B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29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ЛВП</w:t>
            </w:r>
          </w:p>
        </w:tc>
      </w:tr>
      <w:tr w:rsidR="009C5DE1" w:rsidRPr="000F0154" w14:paraId="7405F7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4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60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1D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6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B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6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9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7B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9C5DE1" w:rsidRPr="000F0154" w14:paraId="4218F7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9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4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1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0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1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0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1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1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9C5DE1" w:rsidRPr="000F0154" w14:paraId="78982F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65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4FC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E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0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B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EB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1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F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20FAAB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2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D9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09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C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8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3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3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7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2EAEAE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A6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362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A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49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3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94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BB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E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331172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8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8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A5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62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D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A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1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5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21F5E9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5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8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8F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0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C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87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08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51A335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B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A1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B6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6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F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02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3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D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055452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A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C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7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1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B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6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7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8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1B9FD3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7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3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8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6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71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0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0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59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ПВК</w:t>
            </w:r>
          </w:p>
        </w:tc>
      </w:tr>
      <w:tr w:rsidR="009C5DE1" w:rsidRPr="000F0154" w14:paraId="1801A8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A9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DC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30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6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3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02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D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4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6693BF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35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7F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4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3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B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5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7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F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0BCDB8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9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B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6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1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9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9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9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2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4B3626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0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C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21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CB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6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C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5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3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ИПП</w:t>
            </w:r>
          </w:p>
        </w:tc>
      </w:tr>
      <w:tr w:rsidR="009C5DE1" w:rsidRPr="000F0154" w14:paraId="3837E0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38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B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F3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4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4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39E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4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9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9C5DE1" w:rsidRPr="000F0154" w14:paraId="3116D8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10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F0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86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5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2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B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5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52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9C5DE1" w:rsidRPr="000F0154" w14:paraId="353C4E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A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93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E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F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F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C2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7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7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9C5DE1" w:rsidRPr="000F0154" w14:paraId="213761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0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8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E8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94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0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A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51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A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0D50F5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0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A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E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14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C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5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E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D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ПСГ и др.</w:t>
            </w:r>
          </w:p>
        </w:tc>
      </w:tr>
      <w:tr w:rsidR="009C5DE1" w:rsidRPr="000F0154" w14:paraId="51302D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9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7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1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9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2CC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0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1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C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06BF05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C2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12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BA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C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2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D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7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F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ПХМ</w:t>
            </w:r>
          </w:p>
        </w:tc>
      </w:tr>
      <w:tr w:rsidR="009C5DE1" w:rsidRPr="000F0154" w14:paraId="6F0445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C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62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9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B4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3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2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C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8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ЦВТ</w:t>
            </w:r>
          </w:p>
        </w:tc>
      </w:tr>
      <w:tr w:rsidR="009C5DE1" w:rsidRPr="000F0154" w14:paraId="411488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99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8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46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F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D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D8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E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6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ТНВ</w:t>
            </w:r>
          </w:p>
        </w:tc>
      </w:tr>
      <w:tr w:rsidR="009C5DE1" w:rsidRPr="000F0154" w14:paraId="628D10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6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A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57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7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A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E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B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F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10F17F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58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6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4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16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DC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B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8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C7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ЛСМ</w:t>
            </w:r>
          </w:p>
        </w:tc>
      </w:tr>
      <w:tr w:rsidR="009C5DE1" w:rsidRPr="000F0154" w14:paraId="0554A5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F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0D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EF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2C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C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7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E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7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ЕАС и др.</w:t>
            </w:r>
          </w:p>
        </w:tc>
      </w:tr>
      <w:tr w:rsidR="009C5DE1" w:rsidRPr="000F0154" w14:paraId="4310A8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4D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25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6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D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1A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CB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7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41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ДПА</w:t>
            </w:r>
          </w:p>
        </w:tc>
      </w:tr>
      <w:tr w:rsidR="009C5DE1" w:rsidRPr="000F0154" w14:paraId="54E7A1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3F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9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2D4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1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6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24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4C0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6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092EF9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1C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3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B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2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1E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64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F7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D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КВС</w:t>
            </w:r>
          </w:p>
        </w:tc>
      </w:tr>
      <w:tr w:rsidR="009C5DE1" w:rsidRPr="000F0154" w14:paraId="70D052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F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6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B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E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F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6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A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7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779EBE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D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C6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E9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5C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C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7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A7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59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ЗДВ</w:t>
            </w:r>
          </w:p>
        </w:tc>
      </w:tr>
      <w:tr w:rsidR="009C5DE1" w:rsidRPr="000F0154" w14:paraId="485108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4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72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D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08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33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6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1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4B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2F1189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2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A2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C86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C9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47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F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55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2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0F584D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0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5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7A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0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0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6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A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9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4147F5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82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6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C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5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D0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3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20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0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4EC7E4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0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05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2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B1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FC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9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F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B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КСК и др.</w:t>
            </w:r>
          </w:p>
        </w:tc>
      </w:tr>
      <w:tr w:rsidR="009C5DE1" w:rsidRPr="000F0154" w14:paraId="6D7641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26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9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0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4C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C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E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0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A7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НЦЦ</w:t>
            </w:r>
          </w:p>
        </w:tc>
      </w:tr>
      <w:tr w:rsidR="009C5DE1" w:rsidRPr="000F0154" w14:paraId="04E08F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31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9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0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62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83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5C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27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91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9C5DE1" w:rsidRPr="000F0154" w14:paraId="207154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F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0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F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326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E3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1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4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10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9C5DE1" w:rsidRPr="000F0154" w14:paraId="186D3F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0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A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6B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9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3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8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D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042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9C5DE1" w:rsidRPr="000F0154" w14:paraId="5E66B4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C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D8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F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1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27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3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1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B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9C5DE1" w:rsidRPr="000F0154" w14:paraId="435BE5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2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85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C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E7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8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D1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A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7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6E11A1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8F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7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8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0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3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4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7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D0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30B95D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8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F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F6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5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AF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C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C2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6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3288CA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4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9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4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E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9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F6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DA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5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7323CA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F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E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1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6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5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B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B0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A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00C1B7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A6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2E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7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0B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6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25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8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4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31C3C4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4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0E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B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B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35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0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F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1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21B9A3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2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5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0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7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5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0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A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2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9C5DE1" w:rsidRPr="000F0154" w14:paraId="16A7B4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45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8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4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8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E0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50B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0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1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БЕЛЕНА ЕООД</w:t>
            </w:r>
          </w:p>
        </w:tc>
      </w:tr>
      <w:tr w:rsidR="009C5DE1" w:rsidRPr="000F0154" w14:paraId="681CF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8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0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1D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F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EB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18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5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2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4A7A37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C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F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9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5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2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6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6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F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9C5DE1" w:rsidRPr="000F0154" w14:paraId="4FF3A7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8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0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B1C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3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4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2F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B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D0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70C94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E7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6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9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E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F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A5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48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8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09C784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5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63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9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FB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1E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F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B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2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5D03D4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D8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62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7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5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8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E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B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5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БМГ и др.</w:t>
            </w:r>
          </w:p>
        </w:tc>
      </w:tr>
      <w:tr w:rsidR="009C5DE1" w:rsidRPr="000F0154" w14:paraId="5AC23C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E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0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2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F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E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E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6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4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127881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EB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78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F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3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6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B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5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B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76A75D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05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7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A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FE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D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2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12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6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5762A7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C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9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4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B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8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9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89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4F0E67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6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6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B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5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6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6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67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31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ФСГ</w:t>
            </w:r>
          </w:p>
        </w:tc>
      </w:tr>
      <w:tr w:rsidR="009C5DE1" w:rsidRPr="000F0154" w14:paraId="5D1812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C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7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F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88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0C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10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E1C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4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77F0D3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5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A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E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B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9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2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FE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4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46D9E5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9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D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8C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C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5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61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B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0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2AE44A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E8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CE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6C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E5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9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1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3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126.06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E5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4A8C0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0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9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AB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03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8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0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C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C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9C5DE1" w:rsidRPr="000F0154" w14:paraId="594810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D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6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B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A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E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8F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6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B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9C5DE1" w:rsidRPr="000F0154" w14:paraId="1DA84A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7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A8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9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8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A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9A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7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7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0D196E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D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F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1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B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A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A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B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E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1CCC57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53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D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4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8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A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4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8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D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3C4152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4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E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E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0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4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2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E9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3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 и др.</w:t>
            </w:r>
          </w:p>
        </w:tc>
      </w:tr>
      <w:tr w:rsidR="009C5DE1" w:rsidRPr="000F0154" w14:paraId="55D850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E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7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67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C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C1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6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E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12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EB802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45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7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6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F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C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3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6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7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344BB0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2F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4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E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5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1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0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7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E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9C5DE1" w:rsidRPr="000F0154" w14:paraId="1ED658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F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51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A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BE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E2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9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9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B7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</w:t>
            </w:r>
          </w:p>
        </w:tc>
      </w:tr>
      <w:tr w:rsidR="009C5DE1" w:rsidRPr="000F0154" w14:paraId="52F081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19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8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2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A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CE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B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96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8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62B38C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6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D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F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4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0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5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E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2C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ЕГА</w:t>
            </w:r>
          </w:p>
        </w:tc>
      </w:tr>
      <w:tr w:rsidR="009C5DE1" w:rsidRPr="000F0154" w14:paraId="123413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A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9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5D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C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6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3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9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1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4287B7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0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E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2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D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23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5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1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1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2FF10E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7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0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5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8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E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9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C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A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ГХЦ</w:t>
            </w:r>
          </w:p>
        </w:tc>
      </w:tr>
      <w:tr w:rsidR="009C5DE1" w:rsidRPr="000F0154" w14:paraId="2BFE4E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8B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3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7D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6C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25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C08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9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5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ГИХ</w:t>
            </w:r>
          </w:p>
        </w:tc>
      </w:tr>
      <w:tr w:rsidR="009C5DE1" w:rsidRPr="000F0154" w14:paraId="189222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9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5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8D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2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0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C9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D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9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ГАС</w:t>
            </w:r>
          </w:p>
        </w:tc>
      </w:tr>
      <w:tr w:rsidR="009C5DE1" w:rsidRPr="000F0154" w14:paraId="28A5A0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7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D0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A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5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86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8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40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9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5B0089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9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2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3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7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A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3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A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1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КМП</w:t>
            </w:r>
          </w:p>
        </w:tc>
      </w:tr>
      <w:tr w:rsidR="009C5DE1" w:rsidRPr="000F0154" w14:paraId="398923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4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80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D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B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D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5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8B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5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 и др.</w:t>
            </w:r>
          </w:p>
        </w:tc>
      </w:tr>
      <w:tr w:rsidR="009C5DE1" w:rsidRPr="000F0154" w14:paraId="1F2546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F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9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C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8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9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E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B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E3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7724AF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E1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B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5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D6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7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50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3E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B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7174ED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26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7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7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A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B2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9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C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80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ЛВН и др.</w:t>
            </w:r>
          </w:p>
        </w:tc>
      </w:tr>
      <w:tr w:rsidR="009C5DE1" w:rsidRPr="000F0154" w14:paraId="0B0621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95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E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5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C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0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22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7B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C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ЯБВ и др.</w:t>
            </w:r>
          </w:p>
        </w:tc>
      </w:tr>
      <w:tr w:rsidR="009C5DE1" w:rsidRPr="000F0154" w14:paraId="3E052B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29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5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5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ED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B1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2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7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4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7FA592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6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14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7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7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E2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8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8AF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FC8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17FE5B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59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C8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6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82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0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6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A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40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0BB801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C5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F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E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70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B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5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D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8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69D28A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86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E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1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1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E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8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C7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A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08BC19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E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8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1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B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D6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0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14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D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45BDAD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1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A4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F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4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9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3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1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FD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351E16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4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87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A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D2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A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F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8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75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2E8F2B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4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42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6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2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2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7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9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B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19B364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2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3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9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5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0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3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B7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19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ВАЗ</w:t>
            </w:r>
          </w:p>
        </w:tc>
      </w:tr>
      <w:tr w:rsidR="009C5DE1" w:rsidRPr="000F0154" w14:paraId="7EC129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6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F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EB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0D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71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96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7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A8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346323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E2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1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C8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DD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EC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F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15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15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9C5DE1" w:rsidRPr="000F0154" w14:paraId="0C57B5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6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D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00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5A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24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1F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24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5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59E50B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E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25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F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6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F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7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2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E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ЛАМ</w:t>
            </w:r>
          </w:p>
        </w:tc>
      </w:tr>
      <w:tr w:rsidR="009C5DE1" w:rsidRPr="000F0154" w14:paraId="546507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9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6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3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8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3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9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A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7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 и др.</w:t>
            </w:r>
          </w:p>
        </w:tc>
      </w:tr>
      <w:tr w:rsidR="009C5DE1" w:rsidRPr="000F0154" w14:paraId="21944A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A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A7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2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63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F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E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35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67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9C5DE1" w:rsidRPr="000F0154" w14:paraId="3F3094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A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9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3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6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97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0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7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F8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ССТ</w:t>
            </w:r>
          </w:p>
        </w:tc>
      </w:tr>
      <w:tr w:rsidR="009C5DE1" w:rsidRPr="000F0154" w14:paraId="6A7028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4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0F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0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9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E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9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89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A6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ХЯХ</w:t>
            </w:r>
          </w:p>
        </w:tc>
      </w:tr>
      <w:tr w:rsidR="009C5DE1" w:rsidRPr="000F0154" w14:paraId="580C3E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8F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7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15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A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5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5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A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B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 и др.</w:t>
            </w:r>
          </w:p>
        </w:tc>
      </w:tr>
      <w:tr w:rsidR="009C5DE1" w:rsidRPr="000F0154" w14:paraId="4A5681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9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E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F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F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85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B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5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5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377514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5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8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7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04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1A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C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96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CE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9C5DE1" w:rsidRPr="000F0154" w14:paraId="7065B2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05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7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75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B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6C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0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0B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B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1A4A33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53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29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8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9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1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5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A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31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68A3F7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F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9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EC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9D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D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0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E7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1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ПВК</w:t>
            </w:r>
          </w:p>
        </w:tc>
      </w:tr>
      <w:tr w:rsidR="009C5DE1" w:rsidRPr="000F0154" w14:paraId="5AFE9A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05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F0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C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74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36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F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3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3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1B09E3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06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61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3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2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9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A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9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709F36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9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41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2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D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3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2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8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4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3FABD8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6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B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E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40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8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4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0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F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9C5DE1" w:rsidRPr="000F0154" w14:paraId="65092B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4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8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94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C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EF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8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2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3B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ДММ</w:t>
            </w:r>
          </w:p>
        </w:tc>
      </w:tr>
      <w:tr w:rsidR="009C5DE1" w:rsidRPr="000F0154" w14:paraId="3205AD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0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A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2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4F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9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8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0D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2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КГИ</w:t>
            </w:r>
          </w:p>
        </w:tc>
      </w:tr>
      <w:tr w:rsidR="009C5DE1" w:rsidRPr="000F0154" w14:paraId="62CF86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5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1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9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8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F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C6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3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0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СЛВ и др.</w:t>
            </w:r>
          </w:p>
        </w:tc>
      </w:tr>
      <w:tr w:rsidR="009C5DE1" w:rsidRPr="000F0154" w14:paraId="007186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0F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B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76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43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6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9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3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DE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26614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BF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4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A2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7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9F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C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F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5FD3BB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FA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5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A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0F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4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1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7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3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 и др.</w:t>
            </w:r>
          </w:p>
        </w:tc>
      </w:tr>
      <w:tr w:rsidR="009C5DE1" w:rsidRPr="000F0154" w14:paraId="7C7105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C6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D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20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9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8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7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2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8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688BBB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C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A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B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F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A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2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8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B7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 и др.</w:t>
            </w:r>
          </w:p>
        </w:tc>
      </w:tr>
      <w:tr w:rsidR="009C5DE1" w:rsidRPr="000F0154" w14:paraId="7F4B5E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371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B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6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A9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3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BF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B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1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2E4647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2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F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5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F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5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2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B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4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ЛСГ</w:t>
            </w:r>
          </w:p>
        </w:tc>
      </w:tr>
      <w:tr w:rsidR="009C5DE1" w:rsidRPr="000F0154" w14:paraId="72C700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D1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A6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3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87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2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4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10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3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29BD82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E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C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D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7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74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9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1B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D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9C5DE1" w:rsidRPr="000F0154" w14:paraId="6C800F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7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6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9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A5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A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B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2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9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9C5DE1" w:rsidRPr="000F0154" w14:paraId="372C30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2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1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AF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F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D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4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03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8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9C5DE1" w:rsidRPr="000F0154" w14:paraId="24378D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3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C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3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1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4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AD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B9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2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9C5DE1" w:rsidRPr="000F0154" w14:paraId="4B85DF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5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42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A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A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3F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1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3E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24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3942E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F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C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0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C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51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E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7A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C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7D555E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D3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8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C0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D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52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C5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3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3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2C1AD2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EC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9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C8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3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2B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D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4F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18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ДПА</w:t>
            </w:r>
          </w:p>
        </w:tc>
      </w:tr>
      <w:tr w:rsidR="009C5DE1" w:rsidRPr="000F0154" w14:paraId="08E476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E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E2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5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2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4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1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1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E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МКС</w:t>
            </w:r>
          </w:p>
        </w:tc>
      </w:tr>
      <w:tr w:rsidR="009C5DE1" w:rsidRPr="000F0154" w14:paraId="43644B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1B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3B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8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D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1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E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4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4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3A2FF3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C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E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A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9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99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8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8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39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67D5CC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6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0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4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0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46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4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6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F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006D7A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AA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E9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B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B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0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B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F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A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4D9D17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6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5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C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9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6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2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9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C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9C5DE1" w:rsidRPr="000F0154" w14:paraId="090E30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E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0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8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A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C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3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D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0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КЙП</w:t>
            </w:r>
          </w:p>
        </w:tc>
      </w:tr>
      <w:tr w:rsidR="009C5DE1" w:rsidRPr="000F0154" w14:paraId="0E26CE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1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6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7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3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B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78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6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64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7DCEC3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4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91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E6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E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0F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7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B2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8C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БРАЙТ ИНЖЕНЕРИНГ ООД</w:t>
            </w:r>
          </w:p>
        </w:tc>
      </w:tr>
      <w:tr w:rsidR="009C5DE1" w:rsidRPr="000F0154" w14:paraId="41F06E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4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0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E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F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5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32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2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3C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ЕТД и др.</w:t>
            </w:r>
          </w:p>
        </w:tc>
      </w:tr>
      <w:tr w:rsidR="009C5DE1" w:rsidRPr="000F0154" w14:paraId="2F6BE2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2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A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5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E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DC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3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54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1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ДНМ</w:t>
            </w:r>
          </w:p>
        </w:tc>
      </w:tr>
      <w:tr w:rsidR="009C5DE1" w:rsidRPr="000F0154" w14:paraId="493D38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28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9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A5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2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8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2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6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7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БГК и др.</w:t>
            </w:r>
          </w:p>
        </w:tc>
      </w:tr>
      <w:tr w:rsidR="009C5DE1" w:rsidRPr="000F0154" w14:paraId="005732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3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5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A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C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9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C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9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AB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КЛЕО ЕООД</w:t>
            </w:r>
          </w:p>
        </w:tc>
      </w:tr>
      <w:tr w:rsidR="009C5DE1" w:rsidRPr="000F0154" w14:paraId="3589FE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3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7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A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3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3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F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E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9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ПРОПРИМО ООД</w:t>
            </w:r>
          </w:p>
        </w:tc>
      </w:tr>
      <w:tr w:rsidR="009C5DE1" w:rsidRPr="000F0154" w14:paraId="1B9EE4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40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8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E1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E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C5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2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F6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0A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5A509B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0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D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F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E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5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1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CF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E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49156D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6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1B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6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7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6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77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E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8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9C5DE1" w:rsidRPr="000F0154" w14:paraId="7E90CD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B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0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97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64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9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9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2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2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БНВ</w:t>
            </w:r>
          </w:p>
        </w:tc>
      </w:tr>
      <w:tr w:rsidR="009C5DE1" w:rsidRPr="000F0154" w14:paraId="69D2EB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F2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FC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C3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F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F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7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0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2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7227D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C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10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57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0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E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B32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19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CC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402BB4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1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6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B8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0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F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B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40B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787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222073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8B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5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8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54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0D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3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C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4E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00BE6E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0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5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3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E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C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06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9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9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15EAEB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F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8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DE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5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4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1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C0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A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9C5DE1" w:rsidRPr="000F0154" w14:paraId="708CE6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B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2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CF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F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A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9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20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81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26F96D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B0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34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D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B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A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C6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D5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6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6720C3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5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8A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4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A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B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3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A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48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6822CB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4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9B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6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A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D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5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3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5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5947DD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20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8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E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B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4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8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D5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70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9C5DE1" w:rsidRPr="000F0154" w14:paraId="5E9163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7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3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4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B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0D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4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D9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8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64B470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B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1A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A3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B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2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8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2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5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70A945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8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B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4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6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6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3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2A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D8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4FDDAC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D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2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A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A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48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B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4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1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РГА</w:t>
            </w:r>
          </w:p>
        </w:tc>
      </w:tr>
      <w:tr w:rsidR="009C5DE1" w:rsidRPr="000F0154" w14:paraId="2B2530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6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4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C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42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5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B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F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B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АНИ</w:t>
            </w:r>
          </w:p>
        </w:tc>
      </w:tr>
      <w:tr w:rsidR="009C5DE1" w:rsidRPr="000F0154" w14:paraId="05CA4D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3C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7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0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F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E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50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CA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F39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9C5DE1" w:rsidRPr="000F0154" w14:paraId="26BAB8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92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9A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C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B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A1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6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7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8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ЙЦС и др.</w:t>
            </w:r>
          </w:p>
        </w:tc>
      </w:tr>
      <w:tr w:rsidR="009C5DE1" w:rsidRPr="000F0154" w14:paraId="51A39F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C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C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9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5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A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1E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B0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68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3D02C5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AD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E8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C2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B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7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F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14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4D2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62128A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6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B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40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5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0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4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D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F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142B48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5B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45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4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B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7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EF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5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C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7DEC0C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4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8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CA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9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39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A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46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F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64AAB0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06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C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27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3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B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40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2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B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5A2BBC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27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ED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5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F8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9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D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1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7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8FD3D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C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6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5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3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3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E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E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9C5DE1" w:rsidRPr="000F0154" w14:paraId="24E860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4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15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1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2A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C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9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18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48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МПБ</w:t>
            </w:r>
          </w:p>
        </w:tc>
      </w:tr>
      <w:tr w:rsidR="009C5DE1" w:rsidRPr="000F0154" w14:paraId="1DB005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93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D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4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9C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4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38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B5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C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ГЕМ</w:t>
            </w:r>
          </w:p>
        </w:tc>
      </w:tr>
      <w:tr w:rsidR="009C5DE1" w:rsidRPr="000F0154" w14:paraId="4469D8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47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65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2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A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6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CF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0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D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19C749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4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7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F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6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4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3D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52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3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9C5DE1" w:rsidRPr="000F0154" w14:paraId="4B03F9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5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0A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5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4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EE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6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99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7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ЛДБ</w:t>
            </w:r>
          </w:p>
        </w:tc>
      </w:tr>
      <w:tr w:rsidR="009C5DE1" w:rsidRPr="000F0154" w14:paraId="73A776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D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D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A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8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3F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4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AF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A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489B55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3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60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4D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7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0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67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0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3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9C5DE1" w:rsidRPr="000F0154" w14:paraId="59A1F3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269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6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6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04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B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6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1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97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9C5DE1" w:rsidRPr="000F0154" w14:paraId="05CCEB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7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B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49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A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3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E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E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A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459EF4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A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2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9E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1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8A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8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E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EE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ЛГД</w:t>
            </w:r>
          </w:p>
        </w:tc>
      </w:tr>
      <w:tr w:rsidR="009C5DE1" w:rsidRPr="000F0154" w14:paraId="2938A4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CC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"РАДО 88"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5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8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0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35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D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7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57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СГХ</w:t>
            </w:r>
          </w:p>
        </w:tc>
      </w:tr>
      <w:tr w:rsidR="009C5DE1" w:rsidRPr="000F0154" w14:paraId="48314B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C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9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A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55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2073.725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1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A9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94.804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4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1232.45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FE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3426DE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9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59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A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F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22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8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1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2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ИБК</w:t>
            </w:r>
          </w:p>
        </w:tc>
      </w:tr>
      <w:tr w:rsidR="009C5DE1" w:rsidRPr="000F0154" w14:paraId="6E722E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5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5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1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0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E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E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56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6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670C4F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F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4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C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B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D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7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6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0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ЗНК</w:t>
            </w:r>
          </w:p>
        </w:tc>
      </w:tr>
      <w:tr w:rsidR="009C5DE1" w:rsidRPr="000F0154" w14:paraId="77A618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7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4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B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90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D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4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C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F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10D968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B5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0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44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3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01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6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1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F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</w:t>
            </w:r>
          </w:p>
        </w:tc>
      </w:tr>
      <w:tr w:rsidR="009C5DE1" w:rsidRPr="000F0154" w14:paraId="486584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7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21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2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B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82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9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25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A0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388B47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C7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72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B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7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2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C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F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B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73696F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6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F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D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3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B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FB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5F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82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</w:t>
            </w:r>
          </w:p>
        </w:tc>
      </w:tr>
      <w:tr w:rsidR="009C5DE1" w:rsidRPr="000F0154" w14:paraId="4F12AD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68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5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9D1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6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A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5C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3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DD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528B78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9E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7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22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7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D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B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F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A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539B3E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F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D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8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B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F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3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D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4F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9C5DE1" w:rsidRPr="000F0154" w14:paraId="1C9BE8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6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DC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0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FC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3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E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9E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2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СЕРЕС ЕАД</w:t>
            </w:r>
          </w:p>
        </w:tc>
      </w:tr>
      <w:tr w:rsidR="009C5DE1" w:rsidRPr="000F0154" w14:paraId="2FFBB4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D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1F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7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E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0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A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4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26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275F25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8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8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8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A8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5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32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1C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9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9C5DE1" w:rsidRPr="000F0154" w14:paraId="1DF617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C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9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EA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A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77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6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0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CD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4B6ACE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5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21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F6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D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35.646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A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2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1.257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F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16.34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6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32BAAE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B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7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0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A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B9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7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8D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7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3BCB7A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5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7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C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F4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0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11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F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F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 и др.</w:t>
            </w:r>
          </w:p>
        </w:tc>
      </w:tr>
      <w:tr w:rsidR="009C5DE1" w:rsidRPr="000F0154" w14:paraId="20FAC5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0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0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D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3A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1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923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F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3D6895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53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D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0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B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7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0B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38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4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25045E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8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2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A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C3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0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C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60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9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МНТ</w:t>
            </w:r>
          </w:p>
        </w:tc>
      </w:tr>
      <w:tr w:rsidR="009C5DE1" w:rsidRPr="000F0154" w14:paraId="45456A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E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2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E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58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F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E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B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6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МНР</w:t>
            </w:r>
          </w:p>
        </w:tc>
      </w:tr>
      <w:tr w:rsidR="009C5DE1" w:rsidRPr="000F0154" w14:paraId="0D458E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D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6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E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9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69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A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55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29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ВНГ</w:t>
            </w:r>
          </w:p>
        </w:tc>
      </w:tr>
      <w:tr w:rsidR="009C5DE1" w:rsidRPr="000F0154" w14:paraId="673DFB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5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E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B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D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3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D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9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7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407982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07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5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7E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6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B7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C3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C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1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ЮСН</w:t>
            </w:r>
          </w:p>
        </w:tc>
      </w:tr>
      <w:tr w:rsidR="009C5DE1" w:rsidRPr="000F0154" w14:paraId="7ED169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9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7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F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A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40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A9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92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F1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ВТВ</w:t>
            </w:r>
          </w:p>
        </w:tc>
      </w:tr>
      <w:tr w:rsidR="009C5DE1" w:rsidRPr="000F0154" w14:paraId="1E8B87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9E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0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B3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6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B2F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1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1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F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</w:t>
            </w:r>
          </w:p>
        </w:tc>
      </w:tr>
      <w:tr w:rsidR="009C5DE1" w:rsidRPr="000F0154" w14:paraId="43704D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30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8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9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7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B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5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2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E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АНИ</w:t>
            </w:r>
          </w:p>
        </w:tc>
      </w:tr>
      <w:tr w:rsidR="009C5DE1" w:rsidRPr="000F0154" w14:paraId="611D1F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2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A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A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66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FF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29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B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FA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9C5DE1" w:rsidRPr="000F0154" w14:paraId="2F1B70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B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6A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26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91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B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1E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4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7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341315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E9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22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7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35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80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16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2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E5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9C5DE1" w:rsidRPr="000F0154" w14:paraId="52290E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8F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F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99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5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2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F63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E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9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255D18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EE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E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0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1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A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B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C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27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673864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4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B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E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9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CB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A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0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A68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41D9D8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6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9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11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1B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5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9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6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F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581844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F5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4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BE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D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E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5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A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80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9C5DE1" w:rsidRPr="000F0154" w14:paraId="6CA607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0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8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8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5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0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7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A3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7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3F3081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6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A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8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D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C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2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D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6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ЕГА</w:t>
            </w:r>
          </w:p>
        </w:tc>
      </w:tr>
      <w:tr w:rsidR="009C5DE1" w:rsidRPr="000F0154" w14:paraId="1F5FE1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0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2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9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47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AA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4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3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2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41F447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AA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7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5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D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2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63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C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7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9C5DE1" w:rsidRPr="000F0154" w14:paraId="4A55AB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20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D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1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B83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72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52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7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C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9C5DE1" w:rsidRPr="000F0154" w14:paraId="7A7E49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7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A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B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EE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D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2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A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0E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3EFD5E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C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85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A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34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3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9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6A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A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05BDFB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E2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1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D9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9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9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3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C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92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131D5F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C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5D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6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B8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3D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27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F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03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019359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92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F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1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B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8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B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C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5C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</w:t>
            </w:r>
          </w:p>
        </w:tc>
      </w:tr>
      <w:tr w:rsidR="009C5DE1" w:rsidRPr="000F0154" w14:paraId="75980D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E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1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F1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25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0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4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D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44EDD7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2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7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FE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67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D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0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7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F1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ГБЛ</w:t>
            </w:r>
          </w:p>
        </w:tc>
      </w:tr>
      <w:tr w:rsidR="009C5DE1" w:rsidRPr="000F0154" w14:paraId="7D8F37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5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88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4E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D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0D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F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4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F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7169AA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1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02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4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3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77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D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49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B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31D10C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7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5A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7F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6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70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D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3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F6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7DC706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0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3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2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C23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2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9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0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6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ПТГ</w:t>
            </w:r>
          </w:p>
        </w:tc>
      </w:tr>
      <w:tr w:rsidR="009C5DE1" w:rsidRPr="000F0154" w14:paraId="6CA460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9B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B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A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C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1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C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AD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BB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ЦГХ и др.</w:t>
            </w:r>
          </w:p>
        </w:tc>
      </w:tr>
      <w:tr w:rsidR="009C5DE1" w:rsidRPr="000F0154" w14:paraId="1C055B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1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8A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8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9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8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E1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A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8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7C3E98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A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D69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7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30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C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4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5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D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МИВ</w:t>
            </w:r>
          </w:p>
        </w:tc>
      </w:tr>
      <w:tr w:rsidR="009C5DE1" w:rsidRPr="000F0154" w14:paraId="11CE2E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2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0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5D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0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4E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9F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7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B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2875BA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7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A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1E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49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D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A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9D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E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9C5DE1" w:rsidRPr="000F0154" w14:paraId="5A204B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F11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9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19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4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2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FB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A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5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1A1996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E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82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9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1E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9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3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FF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D0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10AE72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D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7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7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A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DF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1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DA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0B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44970C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9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2E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8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A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4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B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A5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3C5C23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F7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0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4C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59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5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1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F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168748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5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05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8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6B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4F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C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F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B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2285FF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B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F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2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5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0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A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60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AD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791D73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0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7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A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2D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7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E5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0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D6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РЗП и др.</w:t>
            </w:r>
          </w:p>
        </w:tc>
      </w:tr>
      <w:tr w:rsidR="009C5DE1" w:rsidRPr="000F0154" w14:paraId="20B215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A0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9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78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D0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BB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AE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3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E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МПВ и др.</w:t>
            </w:r>
          </w:p>
        </w:tc>
      </w:tr>
      <w:tr w:rsidR="009C5DE1" w:rsidRPr="000F0154" w14:paraId="5F2647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B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E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3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99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B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A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9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0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68E3D0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E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76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9F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1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B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3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8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F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9C5DE1" w:rsidRPr="000F0154" w14:paraId="6C3ED6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A2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69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1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B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69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3F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6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A9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3441D3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4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0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6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7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F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B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C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4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7E443C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9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09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C2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EB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0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C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06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78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127A0B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2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34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5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6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6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21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D3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5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47603F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FE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D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1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EB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3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61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5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75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АИА и др.</w:t>
            </w:r>
          </w:p>
        </w:tc>
      </w:tr>
      <w:tr w:rsidR="009C5DE1" w:rsidRPr="000F0154" w14:paraId="0A2BF5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E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E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E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A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4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9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5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D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177231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84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A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AD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B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8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F1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E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3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61727E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3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EF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79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8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D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2B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2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F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237392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2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60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0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4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1E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E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38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2D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ЯВВ и др.</w:t>
            </w:r>
          </w:p>
        </w:tc>
      </w:tr>
      <w:tr w:rsidR="009C5DE1" w:rsidRPr="000F0154" w14:paraId="43ABFF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A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C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3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F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4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2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49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6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ЕТД и др.</w:t>
            </w:r>
          </w:p>
        </w:tc>
      </w:tr>
      <w:tr w:rsidR="009C5DE1" w:rsidRPr="000F0154" w14:paraId="448541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9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6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B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C5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5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76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8C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E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9C5DE1" w:rsidRPr="000F0154" w14:paraId="401B86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28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A4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A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79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AE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F9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C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9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25C82C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3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8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20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D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0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1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6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2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НПД</w:t>
            </w:r>
          </w:p>
        </w:tc>
      </w:tr>
      <w:tr w:rsidR="009C5DE1" w:rsidRPr="000F0154" w14:paraId="7B95D1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A5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A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7E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7A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2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2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6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E7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ЕЛК и др.</w:t>
            </w:r>
          </w:p>
        </w:tc>
      </w:tr>
      <w:tr w:rsidR="009C5DE1" w:rsidRPr="000F0154" w14:paraId="7D67CB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2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9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0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A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6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C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33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6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0EE7F7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24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3E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1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2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B7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F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5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9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БДК</w:t>
            </w:r>
          </w:p>
        </w:tc>
      </w:tr>
      <w:tr w:rsidR="009C5DE1" w:rsidRPr="000F0154" w14:paraId="00AE25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1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D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E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A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4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1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F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9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454900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8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67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C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15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4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3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E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F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ИЕП</w:t>
            </w:r>
          </w:p>
        </w:tc>
      </w:tr>
      <w:tr w:rsidR="009C5DE1" w:rsidRPr="000F0154" w14:paraId="441DCF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C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A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5F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8B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A2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F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7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4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МБЛ</w:t>
            </w:r>
          </w:p>
        </w:tc>
      </w:tr>
      <w:tr w:rsidR="009C5DE1" w:rsidRPr="000F0154" w14:paraId="61945F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C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EC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22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5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87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E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F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3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9C5DE1" w:rsidRPr="000F0154" w14:paraId="2CFD8E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2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EF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2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B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10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A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0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B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6919D3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6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04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A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0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C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0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1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D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МББ</w:t>
            </w:r>
          </w:p>
        </w:tc>
      </w:tr>
      <w:tr w:rsidR="009C5DE1" w:rsidRPr="000F0154" w14:paraId="7631AA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F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3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7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28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0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3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06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5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МАЗ</w:t>
            </w:r>
          </w:p>
        </w:tc>
      </w:tr>
      <w:tr w:rsidR="009C5DE1" w:rsidRPr="000F0154" w14:paraId="47472D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1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5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A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CA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4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AE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51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86F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9C5DE1" w:rsidRPr="000F0154" w14:paraId="344307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2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61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4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04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30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1A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C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4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9C5DE1" w:rsidRPr="000F0154" w14:paraId="241A25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0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07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3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C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282.678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00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E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9.811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B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127.54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3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01006D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8E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68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9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2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C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2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9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3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СМК и др.</w:t>
            </w:r>
          </w:p>
        </w:tc>
      </w:tr>
      <w:tr w:rsidR="009C5DE1" w:rsidRPr="000F0154" w14:paraId="2EE8EE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E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5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8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7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5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7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F3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F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503CEB5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7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56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E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1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6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6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2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C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БЗИ</w:t>
            </w:r>
          </w:p>
        </w:tc>
      </w:tr>
      <w:tr w:rsidR="009C5DE1" w:rsidRPr="000F0154" w14:paraId="14E669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1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A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60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74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8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9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B9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E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СФМ</w:t>
            </w:r>
          </w:p>
        </w:tc>
      </w:tr>
      <w:tr w:rsidR="009C5DE1" w:rsidRPr="000F0154" w14:paraId="39A685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5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CF5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3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42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E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5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2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8D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СТЦ</w:t>
            </w:r>
          </w:p>
        </w:tc>
      </w:tr>
      <w:tr w:rsidR="009C5DE1" w:rsidRPr="000F0154" w14:paraId="2EF967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6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F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5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1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B2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D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0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F8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 и др.</w:t>
            </w:r>
          </w:p>
        </w:tc>
      </w:tr>
      <w:tr w:rsidR="009C5DE1" w:rsidRPr="000F0154" w14:paraId="6A9832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6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C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EA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F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83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E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AF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9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60A04F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9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5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06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6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F9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9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0D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BF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6C1FCE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73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F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C4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B7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A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C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0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3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19F642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C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D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4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4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19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C5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DF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B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ЯДГ</w:t>
            </w:r>
          </w:p>
        </w:tc>
      </w:tr>
      <w:tr w:rsidR="009C5DE1" w:rsidRPr="000F0154" w14:paraId="44CEFB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76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E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F5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6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8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F9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E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6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65FC0F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F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6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D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3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CD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1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8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F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6830AD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5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217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1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A0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71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2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BC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0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74AC29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D8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6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F8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6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DE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5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D4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13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ИЕП</w:t>
            </w:r>
          </w:p>
        </w:tc>
      </w:tr>
      <w:tr w:rsidR="009C5DE1" w:rsidRPr="000F0154" w14:paraId="4399BC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4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7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D2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0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8A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1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A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6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ААИ</w:t>
            </w:r>
          </w:p>
        </w:tc>
      </w:tr>
      <w:tr w:rsidR="009C5DE1" w:rsidRPr="000F0154" w14:paraId="22511C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1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8E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4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C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4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F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D3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E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НИГ</w:t>
            </w:r>
          </w:p>
        </w:tc>
      </w:tr>
      <w:tr w:rsidR="009C5DE1" w:rsidRPr="000F0154" w14:paraId="762158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DE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E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3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5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C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3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C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F5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ИГИ и др.</w:t>
            </w:r>
          </w:p>
        </w:tc>
      </w:tr>
      <w:tr w:rsidR="009C5DE1" w:rsidRPr="000F0154" w14:paraId="264E59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B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6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0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EB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1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69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9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B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БСВ и др.</w:t>
            </w:r>
          </w:p>
        </w:tc>
      </w:tr>
      <w:tr w:rsidR="009C5DE1" w:rsidRPr="000F0154" w14:paraId="2A4D87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7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7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C5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E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F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D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E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C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</w:t>
            </w:r>
          </w:p>
        </w:tc>
      </w:tr>
      <w:tr w:rsidR="009C5DE1" w:rsidRPr="000F0154" w14:paraId="5DCF60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D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C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90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B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5B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E9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28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9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МВД</w:t>
            </w:r>
          </w:p>
        </w:tc>
      </w:tr>
      <w:tr w:rsidR="009C5DE1" w:rsidRPr="000F0154" w14:paraId="4D5F93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084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F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8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0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33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9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3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5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ТГП</w:t>
            </w:r>
          </w:p>
        </w:tc>
      </w:tr>
      <w:tr w:rsidR="009C5DE1" w:rsidRPr="000F0154" w14:paraId="0036D4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F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7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F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2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C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0D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5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C9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5660C6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7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8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A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17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0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B7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F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1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9C5DE1" w:rsidRPr="000F0154" w14:paraId="25A599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3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F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BE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62F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F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2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A8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B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ИМА и др.</w:t>
            </w:r>
          </w:p>
        </w:tc>
      </w:tr>
      <w:tr w:rsidR="009C5DE1" w:rsidRPr="000F0154" w14:paraId="1A253C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C0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E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A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5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3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72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6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9C5DE1" w:rsidRPr="000F0154" w14:paraId="1BBC83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8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E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9A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5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A8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7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0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E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САБ</w:t>
            </w:r>
          </w:p>
        </w:tc>
      </w:tr>
      <w:tr w:rsidR="009C5DE1" w:rsidRPr="000F0154" w14:paraId="67C113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7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7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E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AB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1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2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58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1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4437D0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8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2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7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9E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62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C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96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57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7A4235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72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44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B5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8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A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A4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D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119.71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1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CAE0C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3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7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D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5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D6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E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6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D6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9C5DE1" w:rsidRPr="000F0154" w14:paraId="27864E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8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3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65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8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A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0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9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D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АБГ</w:t>
            </w:r>
          </w:p>
        </w:tc>
      </w:tr>
      <w:tr w:rsidR="009C5DE1" w:rsidRPr="000F0154" w14:paraId="5EFF44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5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3E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4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1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D1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7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2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3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РГА</w:t>
            </w:r>
          </w:p>
        </w:tc>
      </w:tr>
      <w:tr w:rsidR="009C5DE1" w:rsidRPr="000F0154" w14:paraId="5F4D3D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F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D5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6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A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0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B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57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A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СНМ</w:t>
            </w:r>
          </w:p>
        </w:tc>
      </w:tr>
      <w:tr w:rsidR="009C5DE1" w:rsidRPr="000F0154" w14:paraId="1B0D2F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B3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2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A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3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B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D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5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2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ЛСМ</w:t>
            </w:r>
          </w:p>
        </w:tc>
      </w:tr>
      <w:tr w:rsidR="009C5DE1" w:rsidRPr="000F0154" w14:paraId="49545B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F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B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95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8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9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8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8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54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9C5DE1" w:rsidRPr="000F0154" w14:paraId="5BFF83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E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4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3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0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5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66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5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F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АГРОБУРЕЛ ЕООД</w:t>
            </w:r>
          </w:p>
        </w:tc>
      </w:tr>
      <w:tr w:rsidR="009C5DE1" w:rsidRPr="000F0154" w14:paraId="1B90E9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1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73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8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3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E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9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8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DB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СДП и др.</w:t>
            </w:r>
          </w:p>
        </w:tc>
      </w:tr>
      <w:tr w:rsidR="009C5DE1" w:rsidRPr="000F0154" w14:paraId="51F4EA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6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E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BB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B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2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1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7F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44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</w:tr>
      <w:tr w:rsidR="009C5DE1" w:rsidRPr="000F0154" w14:paraId="7831F0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C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F2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F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7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4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21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D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B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9C5DE1" w:rsidRPr="000F0154" w14:paraId="788A21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B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7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8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F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7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5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4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7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МПБ</w:t>
            </w:r>
          </w:p>
        </w:tc>
      </w:tr>
      <w:tr w:rsidR="009C5DE1" w:rsidRPr="000F0154" w14:paraId="506706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3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D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6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B2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E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1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9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4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ГЕМ</w:t>
            </w:r>
          </w:p>
        </w:tc>
      </w:tr>
      <w:tr w:rsidR="009C5DE1" w:rsidRPr="000F0154" w14:paraId="0F6D2A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3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ВАНЯ ХРИСТОВА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0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6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C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D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7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7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D7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747ADB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7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A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80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B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172.277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0A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F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19.528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2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253.87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9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1CE789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A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08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B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42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E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A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0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F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57FDF2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7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0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64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2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B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9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B6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2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ОСКАР-КОМПАНИ ЕООД</w:t>
            </w:r>
          </w:p>
        </w:tc>
      </w:tr>
      <w:tr w:rsidR="009C5DE1" w:rsidRPr="000F0154" w14:paraId="59F7C0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C5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5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4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1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3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24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2B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1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 и др.</w:t>
            </w:r>
          </w:p>
        </w:tc>
      </w:tr>
      <w:tr w:rsidR="009C5DE1" w:rsidRPr="000F0154" w14:paraId="3E39D8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0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5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4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B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D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3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9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C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7D89AD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C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8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8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3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C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9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7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6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ТАИ</w:t>
            </w:r>
          </w:p>
        </w:tc>
      </w:tr>
      <w:tr w:rsidR="009C5DE1" w:rsidRPr="000F0154" w14:paraId="17EE88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39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F7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1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D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0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7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D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399060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F5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E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5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1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A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6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B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D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9C5DE1" w:rsidRPr="000F0154" w14:paraId="1736B1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6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4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1E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A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3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FF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C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A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ПГМ и др.</w:t>
            </w:r>
          </w:p>
        </w:tc>
      </w:tr>
      <w:tr w:rsidR="009C5DE1" w:rsidRPr="000F0154" w14:paraId="37585F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8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8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4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E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2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3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8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D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2A1FDC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D2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1D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E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D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C1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BB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2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A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3DD2AD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68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1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1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5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9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7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2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C8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9C5DE1" w:rsidRPr="000F0154" w14:paraId="51DA03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5C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A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8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48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36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1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27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2F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ГЙГ</w:t>
            </w:r>
          </w:p>
        </w:tc>
      </w:tr>
      <w:tr w:rsidR="009C5DE1" w:rsidRPr="000F0154" w14:paraId="3CF581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5C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D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98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34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9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E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F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1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ЕЦД</w:t>
            </w:r>
          </w:p>
        </w:tc>
      </w:tr>
      <w:tr w:rsidR="009C5DE1" w:rsidRPr="000F0154" w14:paraId="6BB52D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8B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1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7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1E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87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F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63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6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07B58F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5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2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D6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DA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A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8E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E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70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АИК</w:t>
            </w:r>
          </w:p>
        </w:tc>
      </w:tr>
      <w:tr w:rsidR="009C5DE1" w:rsidRPr="000F0154" w14:paraId="4DA67C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7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1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6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B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6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8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6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0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1D18D2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8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4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1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39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9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4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9D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92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6A5623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3C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6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5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D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7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3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6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A1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9C5DE1" w:rsidRPr="000F0154" w14:paraId="38E82B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F8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C0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B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2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ED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7E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B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C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F9146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7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C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72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4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F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1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6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1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71C395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FE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1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2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29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4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E5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4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AA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</w:t>
            </w:r>
          </w:p>
        </w:tc>
      </w:tr>
      <w:tr w:rsidR="009C5DE1" w:rsidRPr="000F0154" w14:paraId="29D5E5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F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8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0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B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3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F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9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8FB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5A36E5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6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100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40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A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90.639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08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E7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11.051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D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143.66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C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2AE379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E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35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2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4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E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D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D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B0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ЦВТ</w:t>
            </w:r>
          </w:p>
        </w:tc>
      </w:tr>
      <w:tr w:rsidR="009C5DE1" w:rsidRPr="000F0154" w14:paraId="3EEC05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9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B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3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8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7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1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5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E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ЙВБ</w:t>
            </w:r>
          </w:p>
        </w:tc>
      </w:tr>
      <w:tr w:rsidR="009C5DE1" w:rsidRPr="000F0154" w14:paraId="79C848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1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1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8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F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F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D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48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7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7AA5F3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0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7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3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C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2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D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2C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29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0DCAFB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8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4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DA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3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7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A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91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B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348597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1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C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F6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E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9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A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DB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6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9C5DE1" w:rsidRPr="000F0154" w14:paraId="78A5DC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0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82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96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A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C7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0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8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3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3FC35F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0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E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0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7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2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B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3A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5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51112E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B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70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D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9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12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6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74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E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9C5DE1" w:rsidRPr="000F0154" w14:paraId="7649D4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D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3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7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7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E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0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1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95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БДМ и др.</w:t>
            </w:r>
          </w:p>
        </w:tc>
      </w:tr>
      <w:tr w:rsidR="009C5DE1" w:rsidRPr="000F0154" w14:paraId="3D9485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C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77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37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63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F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4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F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6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9C5DE1" w:rsidRPr="000F0154" w14:paraId="4F44F5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3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D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B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AA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8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0E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9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2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71F3D9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1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0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4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FE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7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F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31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D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НЦЦ</w:t>
            </w:r>
          </w:p>
        </w:tc>
      </w:tr>
      <w:tr w:rsidR="009C5DE1" w:rsidRPr="000F0154" w14:paraId="2606DB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F8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12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D56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5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5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8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B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26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АИВ</w:t>
            </w:r>
          </w:p>
        </w:tc>
      </w:tr>
      <w:tr w:rsidR="009C5DE1" w:rsidRPr="000F0154" w14:paraId="244FD0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E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8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3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3C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5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AE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5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64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</w:t>
            </w:r>
          </w:p>
        </w:tc>
      </w:tr>
      <w:tr w:rsidR="009C5DE1" w:rsidRPr="000F0154" w14:paraId="494392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E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D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B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6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2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A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6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0C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50E632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8F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2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6F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0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7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C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9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A2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3718EE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C9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42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6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B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2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8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3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7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23F07F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9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A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E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E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0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4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5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1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ЕЛВ</w:t>
            </w:r>
          </w:p>
        </w:tc>
      </w:tr>
      <w:tr w:rsidR="009C5DE1" w:rsidRPr="000F0154" w14:paraId="53576D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4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1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34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6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1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C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3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F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СВР</w:t>
            </w:r>
          </w:p>
        </w:tc>
      </w:tr>
      <w:tr w:rsidR="009C5DE1" w:rsidRPr="000F0154" w14:paraId="505E02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9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A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9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3B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6D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7A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7D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8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НГЦ</w:t>
            </w:r>
          </w:p>
        </w:tc>
      </w:tr>
      <w:tr w:rsidR="009C5DE1" w:rsidRPr="000F0154" w14:paraId="351B0A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CE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2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8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5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9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C0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F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0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9C5DE1" w:rsidRPr="000F0154" w14:paraId="063B27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0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16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5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E0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5C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8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B8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9C5DE1" w:rsidRPr="000F0154" w14:paraId="0AD740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5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C2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F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6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D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E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B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5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9C5DE1" w:rsidRPr="000F0154" w14:paraId="577F50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8D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3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8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D1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B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F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4B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C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9C5DE1" w:rsidRPr="000F0154" w14:paraId="4153DC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4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B1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6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0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22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EF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9E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F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ЦБГ</w:t>
            </w:r>
          </w:p>
        </w:tc>
      </w:tr>
      <w:tr w:rsidR="009C5DE1" w:rsidRPr="000F0154" w14:paraId="02A3DE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5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9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B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7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F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E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9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2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9C5DE1" w:rsidRPr="000F0154" w14:paraId="0FC9BD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E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B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B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A4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8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A9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D1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2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ЗПВ и др.</w:t>
            </w:r>
          </w:p>
        </w:tc>
      </w:tr>
      <w:tr w:rsidR="009C5DE1" w:rsidRPr="000F0154" w14:paraId="37F624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04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A9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0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ED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EE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78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9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5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ЕХС</w:t>
            </w:r>
          </w:p>
        </w:tc>
      </w:tr>
      <w:tr w:rsidR="009C5DE1" w:rsidRPr="000F0154" w14:paraId="5422B4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F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4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C4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9A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3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2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2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3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675BDA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7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70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E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5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2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E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FE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C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2FFD4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6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8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F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2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B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0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A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6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ДДА</w:t>
            </w:r>
          </w:p>
        </w:tc>
      </w:tr>
      <w:tr w:rsidR="009C5DE1" w:rsidRPr="000F0154" w14:paraId="6EC44F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3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8A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2D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0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1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D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2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96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2B4870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2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1E7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1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1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0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6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3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2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357F80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A1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6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E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B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4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E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4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8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ССЯ и др.</w:t>
            </w:r>
          </w:p>
        </w:tc>
      </w:tr>
      <w:tr w:rsidR="009C5DE1" w:rsidRPr="000F0154" w14:paraId="527031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B6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52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85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A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D4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9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6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0A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6D1DC5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45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0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9E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E8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C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6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9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1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4649EC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6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E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7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8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3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F1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F6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A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12955D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5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A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80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1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1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6F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B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9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ГКМ и др.</w:t>
            </w:r>
          </w:p>
        </w:tc>
      </w:tr>
      <w:tr w:rsidR="009C5DE1" w:rsidRPr="000F0154" w14:paraId="78681A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6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F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E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5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46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B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C3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1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7633B5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B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F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8E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CB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36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D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1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7F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ВИС и др.</w:t>
            </w:r>
          </w:p>
        </w:tc>
      </w:tr>
      <w:tr w:rsidR="009C5DE1" w:rsidRPr="000F0154" w14:paraId="536465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7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9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A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B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F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F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3C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D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КСК и др.</w:t>
            </w:r>
          </w:p>
        </w:tc>
      </w:tr>
      <w:tr w:rsidR="009C5DE1" w:rsidRPr="000F0154" w14:paraId="27DA01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4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C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B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8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9B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C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88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F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ТДЙ и др.</w:t>
            </w:r>
          </w:p>
        </w:tc>
      </w:tr>
      <w:tr w:rsidR="009C5DE1" w:rsidRPr="000F0154" w14:paraId="640AA5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E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B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9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A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A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18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E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B1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НАЕ и др.</w:t>
            </w:r>
          </w:p>
        </w:tc>
      </w:tr>
      <w:tr w:rsidR="009C5DE1" w:rsidRPr="000F0154" w14:paraId="05B2B5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E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3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5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F3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1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6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1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1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БДМ и др.</w:t>
            </w:r>
          </w:p>
        </w:tc>
      </w:tr>
      <w:tr w:rsidR="009C5DE1" w:rsidRPr="000F0154" w14:paraId="1F58CC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7D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1F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0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E6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B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B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63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67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ПКП и др.</w:t>
            </w:r>
          </w:p>
        </w:tc>
      </w:tr>
      <w:tr w:rsidR="009C5DE1" w:rsidRPr="000F0154" w14:paraId="3944AA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4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8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1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4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85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4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2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5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СКЛ</w:t>
            </w:r>
          </w:p>
        </w:tc>
      </w:tr>
      <w:tr w:rsidR="009C5DE1" w:rsidRPr="000F0154" w14:paraId="3127DE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7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0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5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C4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8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7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3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0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9C5DE1" w:rsidRPr="000F0154" w14:paraId="6C7BE0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A7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6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8F2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4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C1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A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8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3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7FB4F6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2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91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A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6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5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D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0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A6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5F84B8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26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D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C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4F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A4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D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6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8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РДП</w:t>
            </w:r>
          </w:p>
        </w:tc>
      </w:tr>
      <w:tr w:rsidR="009C5DE1" w:rsidRPr="000F0154" w14:paraId="7F01B1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1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91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9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0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89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C2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F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5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4EFAD8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A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6B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B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6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1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E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3C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E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75BD18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D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39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95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4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6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A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4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6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5D6E06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C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3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7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4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A3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E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E1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AB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9C5DE1" w:rsidRPr="000F0154" w14:paraId="7A4C36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D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7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A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A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02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7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7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155.95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FC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9C5DE1" w:rsidRPr="000F0154" w14:paraId="774989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4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E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04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3B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9F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B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3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B6F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МОЛ</w:t>
            </w:r>
          </w:p>
        </w:tc>
      </w:tr>
      <w:tr w:rsidR="009C5DE1" w:rsidRPr="000F0154" w14:paraId="3D7DF0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49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9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0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F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9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1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9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1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662FA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9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E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5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1C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3E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D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1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72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21598F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35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5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6C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E4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AB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F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4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C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ИАА и др.</w:t>
            </w:r>
          </w:p>
        </w:tc>
      </w:tr>
      <w:tr w:rsidR="009C5DE1" w:rsidRPr="000F0154" w14:paraId="496173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6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07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B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CC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4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4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F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4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ЛВ.</w:t>
            </w:r>
          </w:p>
        </w:tc>
      </w:tr>
      <w:tr w:rsidR="009C5DE1" w:rsidRPr="000F0154" w14:paraId="5BC883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E04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0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1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81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A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150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1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C3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482DCF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5F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C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34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3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DA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7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C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7E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4C83A7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83A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1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B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F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7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E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E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A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62F7E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1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D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C0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0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83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41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CB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1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СНЗ</w:t>
            </w:r>
          </w:p>
        </w:tc>
      </w:tr>
      <w:tr w:rsidR="009C5DE1" w:rsidRPr="000F0154" w14:paraId="7C7DA1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D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4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6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10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F4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3B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4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9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1B8B1E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F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00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7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74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7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1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A2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2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ЛАХ</w:t>
            </w:r>
          </w:p>
        </w:tc>
      </w:tr>
      <w:tr w:rsidR="009C5DE1" w:rsidRPr="000F0154" w14:paraId="72D290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0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0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6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14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7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D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6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E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0C2457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66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E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3B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F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6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C8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D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38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5D5538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2A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D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0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3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AFB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CE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3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88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57C615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1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3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5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6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6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3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32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A8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3E6676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DC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D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9B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E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2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20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C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2B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ОЛВ</w:t>
            </w:r>
          </w:p>
        </w:tc>
      </w:tr>
      <w:tr w:rsidR="009C5DE1" w:rsidRPr="000F0154" w14:paraId="4A0E4C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F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BC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D8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E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1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B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96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7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1EE38B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5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3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D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7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4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3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5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E7D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 и др.</w:t>
            </w:r>
          </w:p>
        </w:tc>
      </w:tr>
      <w:tr w:rsidR="009C5DE1" w:rsidRPr="000F0154" w14:paraId="1703A6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A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3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E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4E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FE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78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7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9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59E2E6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B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E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B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37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4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F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65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4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ПКА</w:t>
            </w:r>
          </w:p>
        </w:tc>
      </w:tr>
      <w:tr w:rsidR="009C5DE1" w:rsidRPr="000F0154" w14:paraId="3D3C20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40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0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6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79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E7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0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E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4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ИКЦ</w:t>
            </w:r>
          </w:p>
        </w:tc>
      </w:tr>
      <w:tr w:rsidR="009C5DE1" w:rsidRPr="000F0154" w14:paraId="4D11B8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0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06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7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49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8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5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0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8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9C5DE1" w:rsidRPr="000F0154" w14:paraId="6F9424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8F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24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38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39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B3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E3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D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5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 и др.</w:t>
            </w:r>
          </w:p>
        </w:tc>
      </w:tr>
      <w:tr w:rsidR="009C5DE1" w:rsidRPr="000F0154" w14:paraId="4FC043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F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3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8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9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E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96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E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1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9C5DE1" w:rsidRPr="000F0154" w14:paraId="6C527B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E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2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F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3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A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9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A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6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9C5DE1" w:rsidRPr="000F0154" w14:paraId="108853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2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B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5D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2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3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4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3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B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0B3A73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2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1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0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D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A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E4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E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B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ДНГ</w:t>
            </w:r>
          </w:p>
        </w:tc>
      </w:tr>
      <w:tr w:rsidR="009C5DE1" w:rsidRPr="000F0154" w14:paraId="5D31F4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F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64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EC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05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0F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C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36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D6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2CCD1C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DF6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9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0A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3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B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C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6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1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ГГВ</w:t>
            </w:r>
          </w:p>
        </w:tc>
      </w:tr>
      <w:tr w:rsidR="009C5DE1" w:rsidRPr="000F0154" w14:paraId="694191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C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8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8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5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5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DA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4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C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ЕГА</w:t>
            </w:r>
          </w:p>
        </w:tc>
      </w:tr>
      <w:tr w:rsidR="009C5DE1" w:rsidRPr="000F0154" w14:paraId="2606B1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F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B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3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39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3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4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0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B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 и др.</w:t>
            </w:r>
          </w:p>
        </w:tc>
      </w:tr>
      <w:tr w:rsidR="009C5DE1" w:rsidRPr="000F0154" w14:paraId="02A9C2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6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C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D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9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18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A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C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A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49638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3D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C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F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C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AB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B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2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E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5B48AA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A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4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6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2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5D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F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87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1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16B182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1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4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E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3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3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1A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C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11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6C8535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D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1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13E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DC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2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C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19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2C379F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3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9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E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D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7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5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8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4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ААЗ</w:t>
            </w:r>
          </w:p>
        </w:tc>
      </w:tr>
      <w:tr w:rsidR="009C5DE1" w:rsidRPr="000F0154" w14:paraId="1E9754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C2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D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8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D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6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F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4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4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32C05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6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9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A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3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8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2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B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B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БНВ</w:t>
            </w:r>
          </w:p>
        </w:tc>
      </w:tr>
      <w:tr w:rsidR="009C5DE1" w:rsidRPr="000F0154" w14:paraId="10CA66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5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1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87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A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27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D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A27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7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3E1E03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B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D6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6E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F6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E8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E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4A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4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ДФД</w:t>
            </w:r>
          </w:p>
        </w:tc>
      </w:tr>
      <w:tr w:rsidR="009C5DE1" w:rsidRPr="000F0154" w14:paraId="2EDBCB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2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98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4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6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A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9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3A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D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9C5DE1" w:rsidRPr="000F0154" w14:paraId="0E41C9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D6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81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AA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F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FC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9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9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2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6D63BB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B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D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4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0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7C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5D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4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C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0F3523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4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A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4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C1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8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2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2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A9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285272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7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5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B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68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F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7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56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E9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АМЦ</w:t>
            </w:r>
          </w:p>
        </w:tc>
      </w:tr>
      <w:tr w:rsidR="009C5DE1" w:rsidRPr="000F0154" w14:paraId="2F1035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7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15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4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2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C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E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E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90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50095E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8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ED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0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4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6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F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8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39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СЕРЕС ЕАД</w:t>
            </w:r>
          </w:p>
        </w:tc>
      </w:tr>
      <w:tr w:rsidR="009C5DE1" w:rsidRPr="000F0154" w14:paraId="32A545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5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5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5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5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0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0E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5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38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9C5DE1" w:rsidRPr="000F0154" w14:paraId="17CFD1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8D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3A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BF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E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5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2A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20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4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043B75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46D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4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C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8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0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B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D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4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9C5DE1" w:rsidRPr="000F0154" w14:paraId="26328B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60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5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A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3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98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42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77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4B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ИКЦ</w:t>
            </w:r>
          </w:p>
        </w:tc>
      </w:tr>
      <w:tr w:rsidR="009C5DE1" w:rsidRPr="000F0154" w14:paraId="27D534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D1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65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7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9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61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89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A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9C5DE1" w:rsidRPr="000F0154" w14:paraId="76DA90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E8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8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3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AE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D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D9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28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4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058CE5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4D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F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A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3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0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1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25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23602B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8F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5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4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0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4B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A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FF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1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ИБК</w:t>
            </w:r>
          </w:p>
        </w:tc>
      </w:tr>
      <w:tr w:rsidR="009C5DE1" w:rsidRPr="000F0154" w14:paraId="3A4D9E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6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0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F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E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1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B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9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4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169F42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C6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1F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1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E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19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EA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8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E9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749FE3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E9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02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DA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A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13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F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8D1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59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3310BC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6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0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4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7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0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3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E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F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4BC2C5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8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24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7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5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CD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0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8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EA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ГИГ</w:t>
            </w:r>
          </w:p>
        </w:tc>
      </w:tr>
      <w:tr w:rsidR="009C5DE1" w:rsidRPr="000F0154" w14:paraId="10F3CB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5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0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C9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F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6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D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6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97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6EA673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9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7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81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B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2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3E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1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4F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9C5DE1" w:rsidRPr="000F0154" w14:paraId="49E1C6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1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3A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1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26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5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9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3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44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699F25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D7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7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C2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B2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4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E5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0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79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ИНМ</w:t>
            </w:r>
          </w:p>
        </w:tc>
      </w:tr>
      <w:tr w:rsidR="009C5DE1" w:rsidRPr="000F0154" w14:paraId="3733C6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10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9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8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6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C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E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F7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ED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9C5DE1" w:rsidRPr="000F0154" w14:paraId="4F15EA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F2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6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6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5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68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02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9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7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33490D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8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1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6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E8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1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B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0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8E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9C5DE1" w:rsidRPr="000F0154" w14:paraId="2595AF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5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F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9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D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7B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FE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C5D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E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МИТ и др.</w:t>
            </w:r>
          </w:p>
        </w:tc>
      </w:tr>
      <w:tr w:rsidR="009C5DE1" w:rsidRPr="000F0154" w14:paraId="1593C3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1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A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9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6F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A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C2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1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D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506168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3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8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5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6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3B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A3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7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B0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МТЖ</w:t>
            </w:r>
          </w:p>
        </w:tc>
      </w:tr>
      <w:tr w:rsidR="009C5DE1" w:rsidRPr="000F0154" w14:paraId="16390A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9C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1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6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C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4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4D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B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4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БММ</w:t>
            </w:r>
          </w:p>
        </w:tc>
      </w:tr>
      <w:tr w:rsidR="009C5DE1" w:rsidRPr="000F0154" w14:paraId="2E0AFD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4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96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E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7E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D3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95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9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7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 и др.</w:t>
            </w:r>
          </w:p>
        </w:tc>
      </w:tr>
      <w:tr w:rsidR="009C5DE1" w:rsidRPr="000F0154" w14:paraId="56B4CC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F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7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4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0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F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5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6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D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МНВ и др.</w:t>
            </w:r>
          </w:p>
        </w:tc>
      </w:tr>
      <w:tr w:rsidR="009C5DE1" w:rsidRPr="000F0154" w14:paraId="744649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FE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0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E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78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8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2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6B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C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4E1F46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B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9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3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B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1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9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9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723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5A5E2D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71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6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4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D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8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1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0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5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МЙЦ</w:t>
            </w:r>
          </w:p>
        </w:tc>
      </w:tr>
      <w:tr w:rsidR="009C5DE1" w:rsidRPr="000F0154" w14:paraId="3B7219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65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D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DE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2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6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B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C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BD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761A92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0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5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4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7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4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3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6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2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ГБГ и др.</w:t>
            </w:r>
          </w:p>
        </w:tc>
      </w:tr>
      <w:tr w:rsidR="009C5DE1" w:rsidRPr="000F0154" w14:paraId="3023D5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BC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D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79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7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F4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A7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E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F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ИГМ</w:t>
            </w:r>
          </w:p>
        </w:tc>
      </w:tr>
      <w:tr w:rsidR="009C5DE1" w:rsidRPr="000F0154" w14:paraId="460C48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D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34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B7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D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3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2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8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3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3E8C07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9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1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D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5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1A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4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D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2D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4AB4F1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7E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1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E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E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1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A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3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69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037B3E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49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87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CB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6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8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4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7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2B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2A7096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7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0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7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E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F3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7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37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3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КЗК</w:t>
            </w:r>
          </w:p>
        </w:tc>
      </w:tr>
      <w:tr w:rsidR="009C5DE1" w:rsidRPr="000F0154" w14:paraId="09A679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2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89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C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46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2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3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6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B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39EAF9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90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5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4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3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17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3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0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B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9C5DE1" w:rsidRPr="000F0154" w14:paraId="31186D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C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2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C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28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C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8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FD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F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3A9864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8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C1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B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0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FE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AB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B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8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502553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7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D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B9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E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37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CF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6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4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КГИ и др.</w:t>
            </w:r>
          </w:p>
        </w:tc>
      </w:tr>
      <w:tr w:rsidR="009C5DE1" w:rsidRPr="000F0154" w14:paraId="1D2E5E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8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52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F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F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2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A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B3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091C83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B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4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5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1C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0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AC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6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7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7F6437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C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A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7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9D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E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EE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C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05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559017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87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7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B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9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1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D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E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1D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БМГ и др.</w:t>
            </w:r>
          </w:p>
        </w:tc>
      </w:tr>
      <w:tr w:rsidR="009C5DE1" w:rsidRPr="000F0154" w14:paraId="73037E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F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6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D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A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0C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2C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0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AA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9C5DE1" w:rsidRPr="000F0154" w14:paraId="1E4F23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2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0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62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05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2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B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162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B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СДН</w:t>
            </w:r>
          </w:p>
        </w:tc>
      </w:tr>
      <w:tr w:rsidR="009C5DE1" w:rsidRPr="000F0154" w14:paraId="316773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0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7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A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BB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D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5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A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9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7CC6F2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E2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B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B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A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8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BD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8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6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НБЦ</w:t>
            </w:r>
          </w:p>
        </w:tc>
      </w:tr>
      <w:tr w:rsidR="009C5DE1" w:rsidRPr="000F0154" w14:paraId="6B64C9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6E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DE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D5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3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B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6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D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6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БЗИ</w:t>
            </w:r>
          </w:p>
        </w:tc>
      </w:tr>
      <w:tr w:rsidR="009C5DE1" w:rsidRPr="000F0154" w14:paraId="5ABBAB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D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6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7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85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6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8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45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1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0AFA4F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9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7B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C0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84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C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A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D0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60DB4A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4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6E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3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F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8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9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0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A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ПЦИ и др.</w:t>
            </w:r>
          </w:p>
        </w:tc>
      </w:tr>
      <w:tr w:rsidR="009C5DE1" w:rsidRPr="000F0154" w14:paraId="0E8132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B8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E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6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E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5F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D4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7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E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559F72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C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E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0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7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4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6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74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0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1DAC51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F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7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9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EF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E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D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3E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C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ЦИВ</w:t>
            </w:r>
          </w:p>
        </w:tc>
      </w:tr>
      <w:tr w:rsidR="009C5DE1" w:rsidRPr="000F0154" w14:paraId="18C662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9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52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D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2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8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BD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B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E9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ОГМ</w:t>
            </w:r>
          </w:p>
        </w:tc>
      </w:tr>
      <w:tr w:rsidR="009C5DE1" w:rsidRPr="000F0154" w14:paraId="36FB58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2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10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56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0F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71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CE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8B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B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ХЯХ</w:t>
            </w:r>
          </w:p>
        </w:tc>
      </w:tr>
      <w:tr w:rsidR="009C5DE1" w:rsidRPr="000F0154" w14:paraId="4EE8B9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4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E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C6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9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2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E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D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2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МПВ</w:t>
            </w:r>
          </w:p>
        </w:tc>
      </w:tr>
      <w:tr w:rsidR="009C5DE1" w:rsidRPr="000F0154" w14:paraId="7F422A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DE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F8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D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3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88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4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1A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D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ХЯХ</w:t>
            </w:r>
          </w:p>
        </w:tc>
      </w:tr>
      <w:tr w:rsidR="009C5DE1" w:rsidRPr="000F0154" w14:paraId="1B2C02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F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27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3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20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76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C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2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F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9C5DE1" w:rsidRPr="000F0154" w14:paraId="1DBA70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57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F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92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1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C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2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5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D3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0D5E10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8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6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9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E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3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2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F9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B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СЕМ</w:t>
            </w:r>
          </w:p>
        </w:tc>
      </w:tr>
      <w:tr w:rsidR="009C5DE1" w:rsidRPr="000F0154" w14:paraId="32268F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5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D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D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A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68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B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1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3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3DE38D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D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4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9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A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C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F6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0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9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ЛПТ</w:t>
            </w:r>
          </w:p>
        </w:tc>
      </w:tr>
      <w:tr w:rsidR="009C5DE1" w:rsidRPr="000F0154" w14:paraId="65408E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1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F7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66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A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5F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4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9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E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РОМФАРМ КОМПАНИ ООД</w:t>
            </w:r>
          </w:p>
        </w:tc>
      </w:tr>
      <w:tr w:rsidR="009C5DE1" w:rsidRPr="000F0154" w14:paraId="3960A7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35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10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F8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1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7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5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79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09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2BAC2E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9C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68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5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2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48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2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1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EA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СНР</w:t>
            </w:r>
          </w:p>
        </w:tc>
      </w:tr>
      <w:tr w:rsidR="009C5DE1" w:rsidRPr="000F0154" w14:paraId="1D8964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8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0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7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F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4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6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C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2F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7AEE92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2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4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A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E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A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F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FB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D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ИНА</w:t>
            </w:r>
          </w:p>
        </w:tc>
      </w:tr>
      <w:tr w:rsidR="009C5DE1" w:rsidRPr="000F0154" w14:paraId="2F32BD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7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B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3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7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31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DD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6B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B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ГНА</w:t>
            </w:r>
          </w:p>
        </w:tc>
      </w:tr>
      <w:tr w:rsidR="009C5DE1" w:rsidRPr="000F0154" w14:paraId="7B0E66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88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D2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5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6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C3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62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19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34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4A9F9C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3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D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7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E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6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7C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D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12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ПСА</w:t>
            </w:r>
          </w:p>
        </w:tc>
      </w:tr>
      <w:tr w:rsidR="009C5DE1" w:rsidRPr="000F0154" w14:paraId="21C552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E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7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2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6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93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CE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40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2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ВГА и др.</w:t>
            </w:r>
          </w:p>
        </w:tc>
      </w:tr>
      <w:tr w:rsidR="009C5DE1" w:rsidRPr="000F0154" w14:paraId="1F7945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F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9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4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B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F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3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4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2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097D64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25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45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7E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7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74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5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4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38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ЮСР</w:t>
            </w:r>
          </w:p>
        </w:tc>
      </w:tr>
      <w:tr w:rsidR="009C5DE1" w:rsidRPr="000F0154" w14:paraId="218549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5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7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3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9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1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8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0B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443EF8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64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83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DC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1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5D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2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E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C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СИМ</w:t>
            </w:r>
          </w:p>
        </w:tc>
      </w:tr>
      <w:tr w:rsidR="009C5DE1" w:rsidRPr="000F0154" w14:paraId="241CA3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4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E3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F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C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A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B1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1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6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9C5DE1" w:rsidRPr="000F0154" w14:paraId="55C6C3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F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5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5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C8C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21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08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7D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B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449F52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7A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83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3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E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E9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4A5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EC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3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</w:t>
            </w:r>
          </w:p>
        </w:tc>
      </w:tr>
      <w:tr w:rsidR="009C5DE1" w:rsidRPr="000F0154" w14:paraId="2BD76C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3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F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5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C5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7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27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2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29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ЛИК</w:t>
            </w:r>
          </w:p>
        </w:tc>
      </w:tr>
      <w:tr w:rsidR="009C5DE1" w:rsidRPr="000F0154" w14:paraId="485AEB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4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F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F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EE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C4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2A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B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6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7586D9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C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3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0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F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C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9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9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D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0ABDB2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D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8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3D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95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52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7D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D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8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9C5DE1" w:rsidRPr="000F0154" w14:paraId="213346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3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069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2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F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7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B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5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1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1C3B06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0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F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7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3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59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0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6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2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НЛМ</w:t>
            </w:r>
          </w:p>
        </w:tc>
      </w:tr>
      <w:tr w:rsidR="009C5DE1" w:rsidRPr="000F0154" w14:paraId="3276A9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8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49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F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3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98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F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6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4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СИЕ</w:t>
            </w:r>
          </w:p>
        </w:tc>
      </w:tr>
      <w:tr w:rsidR="009C5DE1" w:rsidRPr="000F0154" w14:paraId="00394F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A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7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D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F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2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66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0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75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</w:t>
            </w:r>
          </w:p>
        </w:tc>
      </w:tr>
      <w:tr w:rsidR="009C5DE1" w:rsidRPr="000F0154" w14:paraId="1FC8B1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C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7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7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2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1F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5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FE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F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9C5DE1" w:rsidRPr="000F0154" w14:paraId="44F91C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9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4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E9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2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59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99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2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4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ПВС и др.</w:t>
            </w:r>
          </w:p>
        </w:tc>
      </w:tr>
      <w:tr w:rsidR="009C5DE1" w:rsidRPr="000F0154" w14:paraId="7EC64F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F0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D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3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F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0B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D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89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B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ГВГ</w:t>
            </w:r>
          </w:p>
        </w:tc>
      </w:tr>
      <w:tr w:rsidR="009C5DE1" w:rsidRPr="000F0154" w14:paraId="79DE52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E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1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D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2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14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49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89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3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58CB0F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6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02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0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E7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B7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E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F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3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71709C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6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0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2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7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2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3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0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A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БНВ</w:t>
            </w:r>
          </w:p>
        </w:tc>
      </w:tr>
      <w:tr w:rsidR="009C5DE1" w:rsidRPr="000F0154" w14:paraId="072808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BC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3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4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B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5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D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A7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B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ТЙС</w:t>
            </w:r>
          </w:p>
        </w:tc>
      </w:tr>
      <w:tr w:rsidR="009C5DE1" w:rsidRPr="000F0154" w14:paraId="49B51B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5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A4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8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0B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2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F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00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D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3CC96C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71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4F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E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1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DB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3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6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4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9C5DE1" w:rsidRPr="000F0154" w14:paraId="0572D4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C1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82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D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7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6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5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F5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F8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9C5DE1" w:rsidRPr="000F0154" w14:paraId="7C8157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2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4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D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D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4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3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8A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71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68FA14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B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B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9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1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1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C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E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E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56B528A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6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4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9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F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B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84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E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F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466D8D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9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E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E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E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E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7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62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E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СНЗ</w:t>
            </w:r>
          </w:p>
        </w:tc>
      </w:tr>
      <w:tr w:rsidR="009C5DE1" w:rsidRPr="000F0154" w14:paraId="18B241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B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2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59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C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4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E2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19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5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НнВ</w:t>
            </w:r>
          </w:p>
        </w:tc>
      </w:tr>
      <w:tr w:rsidR="009C5DE1" w:rsidRPr="000F0154" w14:paraId="37FF3D5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D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9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C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9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AF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87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A0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8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9C5DE1" w:rsidRPr="000F0154" w14:paraId="38862B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D6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3F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E8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E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2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C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B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0E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5F3204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4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B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4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F6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B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B4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B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2D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ИРП и др.</w:t>
            </w:r>
          </w:p>
        </w:tc>
      </w:tr>
      <w:tr w:rsidR="009C5DE1" w:rsidRPr="000F0154" w14:paraId="7B98BE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59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6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9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6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F8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2C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3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7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</w:t>
            </w:r>
          </w:p>
        </w:tc>
      </w:tr>
      <w:tr w:rsidR="009C5DE1" w:rsidRPr="000F0154" w14:paraId="23AE5B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4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6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4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54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10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47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5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9C5DE1" w:rsidRPr="000F0154" w14:paraId="105772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A4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5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F6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B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DC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A5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1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8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3880E9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E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1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F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5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B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7E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67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E8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2A106A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9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65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85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FF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9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6F8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65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49C37C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7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3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9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C5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D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9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FB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21E848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4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0E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0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1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C2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64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B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8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ВСВ</w:t>
            </w:r>
          </w:p>
        </w:tc>
      </w:tr>
      <w:tr w:rsidR="009C5DE1" w:rsidRPr="000F0154" w14:paraId="6BF16B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03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0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DA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2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A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E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4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FD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9C5DE1" w:rsidRPr="000F0154" w14:paraId="5B2929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8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9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E7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0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C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6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A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D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4F61D4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E0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6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8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A2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5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ED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5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1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3D67FE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97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AA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9A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E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5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7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8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7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1007F2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4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3D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1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09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9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D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7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1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6542E3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1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5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A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4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B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65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6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A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ЖДС</w:t>
            </w:r>
          </w:p>
        </w:tc>
      </w:tr>
      <w:tr w:rsidR="009C5DE1" w:rsidRPr="000F0154" w14:paraId="15C2AA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9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5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5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C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7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D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B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7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5D476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21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5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79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C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84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D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5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6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ФСГ</w:t>
            </w:r>
          </w:p>
        </w:tc>
      </w:tr>
      <w:tr w:rsidR="009C5DE1" w:rsidRPr="000F0154" w14:paraId="3BFEE8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7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7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A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7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8D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0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AC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CC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КМК</w:t>
            </w:r>
          </w:p>
        </w:tc>
      </w:tr>
      <w:tr w:rsidR="009C5DE1" w:rsidRPr="000F0154" w14:paraId="1A0741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73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6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D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A2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3D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B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A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9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</w:t>
            </w:r>
          </w:p>
        </w:tc>
      </w:tr>
      <w:tr w:rsidR="009C5DE1" w:rsidRPr="000F0154" w14:paraId="1CBD92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05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8A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0F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C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46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2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D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7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КВС</w:t>
            </w:r>
          </w:p>
        </w:tc>
      </w:tr>
      <w:tr w:rsidR="009C5DE1" w:rsidRPr="000F0154" w14:paraId="0591F8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A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0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D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A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4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B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7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6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5DF3C5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1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3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CF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5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4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3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22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8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6A2666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5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77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8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A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7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C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D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4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0F2412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D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3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6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1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D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0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F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5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ПНИ и др.</w:t>
            </w:r>
          </w:p>
        </w:tc>
      </w:tr>
      <w:tr w:rsidR="009C5DE1" w:rsidRPr="000F0154" w14:paraId="31FC4A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5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0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9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6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A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06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5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8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ЕАС и др.</w:t>
            </w:r>
          </w:p>
        </w:tc>
      </w:tr>
      <w:tr w:rsidR="009C5DE1" w:rsidRPr="000F0154" w14:paraId="7E7AAC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A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D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FB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BA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E3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6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A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9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ДНИ</w:t>
            </w:r>
          </w:p>
        </w:tc>
      </w:tr>
      <w:tr w:rsidR="009C5DE1" w:rsidRPr="000F0154" w14:paraId="0F4053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7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C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0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D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62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13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1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4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29B39B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1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3BF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87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4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97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7D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C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B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75675E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6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2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D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D8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5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1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5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4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6249AB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A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7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C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D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D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4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B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A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ВВГ</w:t>
            </w:r>
          </w:p>
        </w:tc>
      </w:tr>
      <w:tr w:rsidR="009C5DE1" w:rsidRPr="000F0154" w14:paraId="398243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77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1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A7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E5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04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D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4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6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2ACA42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33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4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3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B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1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DE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5C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3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64FFB8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05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D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1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3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D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8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5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67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РЛГ</w:t>
            </w:r>
          </w:p>
        </w:tc>
      </w:tr>
      <w:tr w:rsidR="009C5DE1" w:rsidRPr="000F0154" w14:paraId="24361B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0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13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F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D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0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AA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8F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FA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5E6412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06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5D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C7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F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B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1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D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1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ССЯ и др.</w:t>
            </w:r>
          </w:p>
        </w:tc>
      </w:tr>
      <w:tr w:rsidR="009C5DE1" w:rsidRPr="000F0154" w14:paraId="42A50B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1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8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4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BC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0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B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C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F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30E22E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4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0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4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4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E7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0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4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3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2F9FDB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D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F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D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9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7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1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3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3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СКС и др.</w:t>
            </w:r>
          </w:p>
        </w:tc>
      </w:tr>
      <w:tr w:rsidR="009C5DE1" w:rsidRPr="000F0154" w14:paraId="0CFE5B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B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91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3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5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9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5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8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 и др.</w:t>
            </w:r>
          </w:p>
        </w:tc>
      </w:tr>
      <w:tr w:rsidR="009C5DE1" w:rsidRPr="000F0154" w14:paraId="095E5E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B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A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3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8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85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6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F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5B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2FAED8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6B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D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B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7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2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1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5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7E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7EC298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F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9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F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4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2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1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0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62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</w:t>
            </w:r>
          </w:p>
        </w:tc>
      </w:tr>
      <w:tr w:rsidR="009C5DE1" w:rsidRPr="000F0154" w14:paraId="4F2EEF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7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87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7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F5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E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32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5E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A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9C5DE1" w:rsidRPr="000F0154" w14:paraId="57FC3E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B1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F7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A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C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B2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D6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2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6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10560D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4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A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7E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0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5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BB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5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C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9C5DE1" w:rsidRPr="000F0154" w14:paraId="5647ED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0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58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DE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B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5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8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0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3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0BCF8E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C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A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A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2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F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1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F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3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РАН</w:t>
            </w:r>
          </w:p>
        </w:tc>
      </w:tr>
      <w:tr w:rsidR="009C5DE1" w:rsidRPr="000F0154" w14:paraId="59F388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0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8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4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5B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0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A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4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13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ПКА</w:t>
            </w:r>
          </w:p>
        </w:tc>
      </w:tr>
      <w:tr w:rsidR="009C5DE1" w:rsidRPr="000F0154" w14:paraId="40AD79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35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3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7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1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2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A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E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D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НБМ</w:t>
            </w:r>
          </w:p>
        </w:tc>
      </w:tr>
      <w:tr w:rsidR="009C5DE1" w:rsidRPr="000F0154" w14:paraId="2C34E3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7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4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7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F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C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0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B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E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МПВ и др.</w:t>
            </w:r>
          </w:p>
        </w:tc>
      </w:tr>
      <w:tr w:rsidR="009C5DE1" w:rsidRPr="000F0154" w14:paraId="0E5EA9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B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4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2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B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3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8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B4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5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ЛАКАТАМИЯ ЕООД</w:t>
            </w:r>
          </w:p>
        </w:tc>
      </w:tr>
      <w:tr w:rsidR="009C5DE1" w:rsidRPr="000F0154" w14:paraId="42FAAD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9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D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62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0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58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3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8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D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5E6A4B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C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D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54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F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3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A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7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6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3BC7C7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D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F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77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90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E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F6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2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2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 и др.</w:t>
            </w:r>
          </w:p>
        </w:tc>
      </w:tr>
      <w:tr w:rsidR="009C5DE1" w:rsidRPr="000F0154" w14:paraId="48D6E1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6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2F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72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C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1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9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1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1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6C3742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3A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99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1D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3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73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3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B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E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411F3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C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9C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4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65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C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C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D9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7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6F4B35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18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2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C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8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3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6B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6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5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65A0C9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B4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88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D8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0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6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68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33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8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СГС и др.</w:t>
            </w:r>
          </w:p>
        </w:tc>
      </w:tr>
      <w:tr w:rsidR="009C5DE1" w:rsidRPr="000F0154" w14:paraId="4B3BFD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89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8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2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B1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6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5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6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B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РСН</w:t>
            </w:r>
          </w:p>
        </w:tc>
      </w:tr>
      <w:tr w:rsidR="009C5DE1" w:rsidRPr="000F0154" w14:paraId="4916C3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62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2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D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3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8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7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76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48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ЗБК</w:t>
            </w:r>
          </w:p>
        </w:tc>
      </w:tr>
      <w:tr w:rsidR="009C5DE1" w:rsidRPr="000F0154" w14:paraId="2EECC1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BF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4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0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80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E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B4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8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8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МБЛ</w:t>
            </w:r>
          </w:p>
        </w:tc>
      </w:tr>
      <w:tr w:rsidR="009C5DE1" w:rsidRPr="000F0154" w14:paraId="503C15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9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2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80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8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7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2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5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459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ЛКЛ</w:t>
            </w:r>
          </w:p>
        </w:tc>
      </w:tr>
      <w:tr w:rsidR="009C5DE1" w:rsidRPr="000F0154" w14:paraId="6C059F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E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9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4A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1F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E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1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A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B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ОНС</w:t>
            </w:r>
          </w:p>
        </w:tc>
      </w:tr>
      <w:tr w:rsidR="009C5DE1" w:rsidRPr="000F0154" w14:paraId="2EE5C2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15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FE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F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7C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37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7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6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B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422CFD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4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6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CA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4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2A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6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A9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A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САА и др.</w:t>
            </w:r>
          </w:p>
        </w:tc>
      </w:tr>
      <w:tr w:rsidR="009C5DE1" w:rsidRPr="000F0154" w14:paraId="1676F7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B8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68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9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B1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A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B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CA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1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КМК</w:t>
            </w:r>
          </w:p>
        </w:tc>
      </w:tr>
      <w:tr w:rsidR="009C5DE1" w:rsidRPr="000F0154" w14:paraId="0F3BA5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6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5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6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AA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B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9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2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3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СНМ</w:t>
            </w:r>
          </w:p>
        </w:tc>
      </w:tr>
      <w:tr w:rsidR="009C5DE1" w:rsidRPr="000F0154" w14:paraId="0CAD51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1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7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4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6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F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31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07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0A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КВС</w:t>
            </w:r>
          </w:p>
        </w:tc>
      </w:tr>
      <w:tr w:rsidR="009C5DE1" w:rsidRPr="000F0154" w14:paraId="4584BC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9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2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3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0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6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F9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C8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37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0805C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8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9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F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E2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A9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6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3E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3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1D3D54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E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4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67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22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0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4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D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9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5C0DCB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8A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E8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9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3D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A8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2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09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67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НЦА</w:t>
            </w:r>
          </w:p>
        </w:tc>
      </w:tr>
      <w:tr w:rsidR="009C5DE1" w:rsidRPr="000F0154" w14:paraId="5BFB88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D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A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4D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D6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1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E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3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E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6FDC64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F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2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9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C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2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2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42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DE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2DB230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25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9E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2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D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1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3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D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8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7286B7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0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4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44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A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F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65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F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1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КВИ</w:t>
            </w:r>
          </w:p>
        </w:tc>
      </w:tr>
      <w:tr w:rsidR="009C5DE1" w:rsidRPr="000F0154" w14:paraId="72190A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6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6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E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2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C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D0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B5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1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</w:t>
            </w:r>
          </w:p>
        </w:tc>
      </w:tr>
      <w:tr w:rsidR="009C5DE1" w:rsidRPr="000F0154" w14:paraId="4B28CD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6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48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5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2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9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D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1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D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МДТ</w:t>
            </w:r>
          </w:p>
        </w:tc>
      </w:tr>
      <w:tr w:rsidR="009C5DE1" w:rsidRPr="000F0154" w14:paraId="022F11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5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E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D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CF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2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6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2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6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5A9D83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9F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3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7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B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7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89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E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B7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НЛМ</w:t>
            </w:r>
          </w:p>
        </w:tc>
      </w:tr>
      <w:tr w:rsidR="009C5DE1" w:rsidRPr="000F0154" w14:paraId="18FD23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5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E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2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05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9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8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2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D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</w:t>
            </w:r>
          </w:p>
        </w:tc>
      </w:tr>
      <w:tr w:rsidR="009C5DE1" w:rsidRPr="000F0154" w14:paraId="1B663B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BE5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75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7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3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CCE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D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BF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4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9C5DE1" w:rsidRPr="000F0154" w14:paraId="227903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9B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2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3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8D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E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D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5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5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СГН</w:t>
            </w:r>
          </w:p>
        </w:tc>
      </w:tr>
      <w:tr w:rsidR="009C5DE1" w:rsidRPr="000F0154" w14:paraId="23D07B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A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C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C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5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AE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C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B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0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14B504E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8B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8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9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B3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9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E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D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9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ЦИВ</w:t>
            </w:r>
          </w:p>
        </w:tc>
      </w:tr>
      <w:tr w:rsidR="009C5DE1" w:rsidRPr="000F0154" w14:paraId="0C7391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3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6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1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A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2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4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EC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EF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5EB149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0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9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4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B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0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9D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8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8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1B15BF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6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1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F8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5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54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DB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2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E6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7780FD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F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7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9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1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D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B6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01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A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ЕЛК и др.</w:t>
            </w:r>
          </w:p>
        </w:tc>
      </w:tr>
      <w:tr w:rsidR="009C5DE1" w:rsidRPr="000F0154" w14:paraId="0AE677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D8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D5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1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E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0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D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E0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C2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ИАЗ</w:t>
            </w:r>
          </w:p>
        </w:tc>
      </w:tr>
      <w:tr w:rsidR="009C5DE1" w:rsidRPr="000F0154" w14:paraId="2886C6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5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8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3F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E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B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D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8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0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6E4D4A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2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0A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C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C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F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FA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3A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AC9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7E248C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9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3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C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D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E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F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B5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7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АПВ</w:t>
            </w:r>
          </w:p>
        </w:tc>
      </w:tr>
      <w:tr w:rsidR="009C5DE1" w:rsidRPr="000F0154" w14:paraId="47438A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CC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F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C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F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08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5E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8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F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ГЦБ и др.</w:t>
            </w:r>
          </w:p>
        </w:tc>
      </w:tr>
      <w:tr w:rsidR="009C5DE1" w:rsidRPr="000F0154" w14:paraId="10D3A5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0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60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F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302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6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69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83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6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072EF5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B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2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C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21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5E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9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8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76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АРБ</w:t>
            </w:r>
          </w:p>
        </w:tc>
      </w:tr>
      <w:tr w:rsidR="009C5DE1" w:rsidRPr="000F0154" w14:paraId="6930EA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3F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F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6E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76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2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89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8F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3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A03C7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B5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63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A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F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4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9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1E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7B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2A6139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2F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8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5B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10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1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85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4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1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ППЗ</w:t>
            </w:r>
          </w:p>
        </w:tc>
      </w:tr>
      <w:tr w:rsidR="009C5DE1" w:rsidRPr="000F0154" w14:paraId="6A229B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A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B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9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B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8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5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4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86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9C5DE1" w:rsidRPr="000F0154" w14:paraId="6F7B3B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0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63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417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5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94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E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C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3CFED5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D2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9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B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D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A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50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6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C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ХАГ</w:t>
            </w:r>
          </w:p>
        </w:tc>
      </w:tr>
      <w:tr w:rsidR="009C5DE1" w:rsidRPr="000F0154" w14:paraId="635D72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5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6A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A6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B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9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F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E6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F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ИПА</w:t>
            </w:r>
          </w:p>
        </w:tc>
      </w:tr>
      <w:tr w:rsidR="009C5DE1" w:rsidRPr="000F0154" w14:paraId="10C7A1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3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47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9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C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D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E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9D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8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ИДГ</w:t>
            </w:r>
          </w:p>
        </w:tc>
      </w:tr>
      <w:tr w:rsidR="009C5DE1" w:rsidRPr="000F0154" w14:paraId="5CF452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2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6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0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6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F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9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18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AE9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ЕХС</w:t>
            </w:r>
          </w:p>
        </w:tc>
      </w:tr>
      <w:tr w:rsidR="009C5DE1" w:rsidRPr="000F0154" w14:paraId="7272A0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4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D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66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E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24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BC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C8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3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НПА</w:t>
            </w:r>
          </w:p>
        </w:tc>
      </w:tr>
      <w:tr w:rsidR="009C5DE1" w:rsidRPr="000F0154" w14:paraId="1C6FAD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93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4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B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7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B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A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89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3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9C5DE1" w:rsidRPr="000F0154" w14:paraId="7130E9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E1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C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2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B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9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0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90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71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20D782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AE9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6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1F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9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0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2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B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B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7D2A67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4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4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F0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4F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4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9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E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A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9C5DE1" w:rsidRPr="000F0154" w14:paraId="500AD2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F9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F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8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E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D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7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8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6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ЦБХ</w:t>
            </w:r>
          </w:p>
        </w:tc>
      </w:tr>
      <w:tr w:rsidR="009C5DE1" w:rsidRPr="000F0154" w14:paraId="5795F6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A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DD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3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6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C5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CD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0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4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303C19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6F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F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938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8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2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68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C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67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14B68C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E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E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4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4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6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84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7D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D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9C5DE1" w:rsidRPr="000F0154" w14:paraId="08E0E6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F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2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4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E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D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F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66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8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ВСТ</w:t>
            </w:r>
          </w:p>
        </w:tc>
      </w:tr>
      <w:tr w:rsidR="009C5DE1" w:rsidRPr="000F0154" w14:paraId="7C85F7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7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80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9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9E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74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7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9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49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ИБЗ</w:t>
            </w:r>
          </w:p>
        </w:tc>
      </w:tr>
      <w:tr w:rsidR="009C5DE1" w:rsidRPr="000F0154" w14:paraId="4C409F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D8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84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9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C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3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2EF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04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8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9C5DE1" w:rsidRPr="000F0154" w14:paraId="3A26F9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25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2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67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26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43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E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5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B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ДГБ</w:t>
            </w:r>
          </w:p>
        </w:tc>
      </w:tr>
      <w:tr w:rsidR="009C5DE1" w:rsidRPr="000F0154" w14:paraId="161D6E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B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D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F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C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07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6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9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C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ДПТ</w:t>
            </w:r>
          </w:p>
        </w:tc>
      </w:tr>
      <w:tr w:rsidR="009C5DE1" w:rsidRPr="000F0154" w14:paraId="667821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77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11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9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2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F5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1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0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C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ПГМ и др.</w:t>
            </w:r>
          </w:p>
        </w:tc>
      </w:tr>
      <w:tr w:rsidR="009C5DE1" w:rsidRPr="000F0154" w14:paraId="067B09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C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BB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A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0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144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5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8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B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КЛВ и др.</w:t>
            </w:r>
          </w:p>
        </w:tc>
      </w:tr>
      <w:tr w:rsidR="009C5DE1" w:rsidRPr="000F0154" w14:paraId="547C9E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E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0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A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0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1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7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2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A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9C5DE1" w:rsidRPr="000F0154" w14:paraId="63EAD5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EE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1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5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C2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5E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5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D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F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3D7BD3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4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2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4D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0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3A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D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5D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3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ЛВ.</w:t>
            </w:r>
          </w:p>
        </w:tc>
      </w:tr>
      <w:tr w:rsidR="009C5DE1" w:rsidRPr="000F0154" w14:paraId="4B2C85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8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4A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4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35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D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9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B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4F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СЕМ</w:t>
            </w:r>
          </w:p>
        </w:tc>
      </w:tr>
      <w:tr w:rsidR="009C5DE1" w:rsidRPr="000F0154" w14:paraId="20B408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07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D9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E5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E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E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B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6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B5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АГРОБУРЕЛ ЕООД</w:t>
            </w:r>
          </w:p>
        </w:tc>
      </w:tr>
      <w:tr w:rsidR="009C5DE1" w:rsidRPr="000F0154" w14:paraId="105453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6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AF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01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DE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DE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8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24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B3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СМП и др.</w:t>
            </w:r>
          </w:p>
        </w:tc>
      </w:tr>
      <w:tr w:rsidR="009C5DE1" w:rsidRPr="000F0154" w14:paraId="398EC1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6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E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0C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0F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C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26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F5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DE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5770DF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36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4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5A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0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6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D6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3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3DF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6C65AF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62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B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BD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9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4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A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D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D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ПВГ</w:t>
            </w:r>
          </w:p>
        </w:tc>
      </w:tr>
      <w:tr w:rsidR="009C5DE1" w:rsidRPr="000F0154" w14:paraId="170A23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0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1C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9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A1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5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02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D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AF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РГА</w:t>
            </w:r>
          </w:p>
        </w:tc>
      </w:tr>
      <w:tr w:rsidR="009C5DE1" w:rsidRPr="000F0154" w14:paraId="2A1912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8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9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7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4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1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3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3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9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МСХ</w:t>
            </w:r>
          </w:p>
        </w:tc>
      </w:tr>
      <w:tr w:rsidR="009C5DE1" w:rsidRPr="000F0154" w14:paraId="50F983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3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C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0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95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4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5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9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4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9C5DE1" w:rsidRPr="000F0154" w14:paraId="5FA9EC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5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2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D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B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2F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E19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5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A2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1847BD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D3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3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B7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AB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8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5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C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F1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ХАГ</w:t>
            </w:r>
          </w:p>
        </w:tc>
      </w:tr>
      <w:tr w:rsidR="009C5DE1" w:rsidRPr="000F0154" w14:paraId="5DB9C7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9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0D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3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D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0E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6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4F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9A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9C5DE1" w:rsidRPr="000F0154" w14:paraId="69732C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76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E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E7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6B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E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C6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5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2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ГСБ</w:t>
            </w:r>
          </w:p>
        </w:tc>
      </w:tr>
      <w:tr w:rsidR="009C5DE1" w:rsidRPr="000F0154" w14:paraId="1C78A7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F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A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E9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4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CA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1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D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E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9C5DE1" w:rsidRPr="000F0154" w14:paraId="256D9D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5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C5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9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F2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8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DA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8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8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СКД</w:t>
            </w:r>
          </w:p>
        </w:tc>
      </w:tr>
      <w:tr w:rsidR="009C5DE1" w:rsidRPr="000F0154" w14:paraId="53A3B7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26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0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1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7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8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C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A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D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ЛВП</w:t>
            </w:r>
          </w:p>
        </w:tc>
      </w:tr>
      <w:tr w:rsidR="009C5DE1" w:rsidRPr="000F0154" w14:paraId="43638B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7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9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C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AA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5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0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8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20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1FBE2B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8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03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8F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8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C6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9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E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A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6B0ADD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55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1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2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9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9C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6A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6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D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ЕДМ</w:t>
            </w:r>
          </w:p>
        </w:tc>
      </w:tr>
      <w:tr w:rsidR="009C5DE1" w:rsidRPr="000F0154" w14:paraId="215C60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2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F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5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6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2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5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1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88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9C5DE1" w:rsidRPr="000F0154" w14:paraId="36626D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C9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6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2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E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AF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E5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0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0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00C6C7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1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0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9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F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2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EA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2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C4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СИМ</w:t>
            </w:r>
          </w:p>
        </w:tc>
      </w:tr>
      <w:tr w:rsidR="009C5DE1" w:rsidRPr="000F0154" w14:paraId="0CEB4F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AFE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B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2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F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26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0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0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4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ГЕМ</w:t>
            </w:r>
          </w:p>
        </w:tc>
      </w:tr>
      <w:tr w:rsidR="009C5DE1" w:rsidRPr="000F0154" w14:paraId="77126D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5C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3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C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0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6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D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E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1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3B9DE4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62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81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A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7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7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5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0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A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74A98B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2D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BF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6B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6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E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1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8D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1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ЕХС</w:t>
            </w:r>
          </w:p>
        </w:tc>
      </w:tr>
      <w:tr w:rsidR="009C5DE1" w:rsidRPr="000F0154" w14:paraId="489CA3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C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7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F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E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6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C5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ЕПВ</w:t>
            </w:r>
          </w:p>
        </w:tc>
      </w:tr>
      <w:tr w:rsidR="009C5DE1" w:rsidRPr="000F0154" w14:paraId="2816C7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FB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C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3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1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0B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1A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4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6C78DF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7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BB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3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F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F5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3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7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96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СКС и др.</w:t>
            </w:r>
          </w:p>
        </w:tc>
      </w:tr>
      <w:tr w:rsidR="009C5DE1" w:rsidRPr="000F0154" w14:paraId="03FDB4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6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0B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1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1C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0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D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9B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5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19E28F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7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5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81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2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BE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7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F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4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632D32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6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2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7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5D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F8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5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B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BA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9C5DE1" w:rsidRPr="000F0154" w14:paraId="64C0DB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66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B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C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54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9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45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4A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F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ЛВП</w:t>
            </w:r>
          </w:p>
        </w:tc>
      </w:tr>
      <w:tr w:rsidR="009C5DE1" w:rsidRPr="000F0154" w14:paraId="08AD62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5D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6A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1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06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E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36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6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9C5DE1" w:rsidRPr="000F0154" w14:paraId="1AD782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9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7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8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C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A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93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1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D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РБГ и др.</w:t>
            </w:r>
          </w:p>
        </w:tc>
      </w:tr>
      <w:tr w:rsidR="009C5DE1" w:rsidRPr="000F0154" w14:paraId="3C4DE6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9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8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E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9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9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6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DE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D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5CBAE3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D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09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1B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3F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D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4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5A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BB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E1CF2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8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B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5F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95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7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1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0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F8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1B152B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4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19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D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3B5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8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0F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F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6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ЛВ.</w:t>
            </w:r>
          </w:p>
        </w:tc>
      </w:tr>
      <w:tr w:rsidR="009C5DE1" w:rsidRPr="000F0154" w14:paraId="420F4E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7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F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8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0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D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0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AD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E4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5C3324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5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7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7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D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74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6C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E4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1F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3C3160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78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A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9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5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3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92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7B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E6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78E273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2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00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B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D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5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9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2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BF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9C5DE1" w:rsidRPr="000F0154" w14:paraId="0398A7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1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C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5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1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2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C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4B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C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6915D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7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8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6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4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97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1D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4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38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ААИ</w:t>
            </w:r>
          </w:p>
        </w:tc>
      </w:tr>
      <w:tr w:rsidR="009C5DE1" w:rsidRPr="000F0154" w14:paraId="247B56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B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9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64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0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1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F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B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B7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5421DE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85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2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B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E7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F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16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37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A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СЙВ</w:t>
            </w:r>
          </w:p>
        </w:tc>
      </w:tr>
      <w:tr w:rsidR="009C5DE1" w:rsidRPr="000F0154" w14:paraId="59241E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4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E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2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50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4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C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7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F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МИВ</w:t>
            </w:r>
          </w:p>
        </w:tc>
      </w:tr>
      <w:tr w:rsidR="009C5DE1" w:rsidRPr="000F0154" w14:paraId="54B17C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1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6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4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7BC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1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0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AD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7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33B8FB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24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7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DF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E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80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95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A9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2E6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62573C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7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51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7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1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1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6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6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C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4383D6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1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73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A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F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9F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8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7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B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9C5DE1" w:rsidRPr="000F0154" w14:paraId="00F768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F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0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8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C8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61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DB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A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F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37571C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1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C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3E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1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E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7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8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D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514C45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7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6F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8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2D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E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B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8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FD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5F7A1D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8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E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BB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A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6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86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0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D5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3F78E4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FD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1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6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4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D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6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D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4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НЦХ</w:t>
            </w:r>
          </w:p>
        </w:tc>
      </w:tr>
      <w:tr w:rsidR="009C5DE1" w:rsidRPr="000F0154" w14:paraId="5490A6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8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9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0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5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7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5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A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0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ГЦГ</w:t>
            </w:r>
          </w:p>
        </w:tc>
      </w:tr>
      <w:tr w:rsidR="009C5DE1" w:rsidRPr="000F0154" w14:paraId="7CA1F7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6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6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B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6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0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6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D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F8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СГХ</w:t>
            </w:r>
          </w:p>
        </w:tc>
      </w:tr>
      <w:tr w:rsidR="009C5DE1" w:rsidRPr="000F0154" w14:paraId="500729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84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0E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C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7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3F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0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AE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71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ЛГЖ</w:t>
            </w:r>
          </w:p>
        </w:tc>
      </w:tr>
      <w:tr w:rsidR="009C5DE1" w:rsidRPr="000F0154" w14:paraId="29DA5C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E95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2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7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0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7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A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4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1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ФЦС</w:t>
            </w:r>
          </w:p>
        </w:tc>
      </w:tr>
      <w:tr w:rsidR="009C5DE1" w:rsidRPr="000F0154" w14:paraId="6CF568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8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6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B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1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FA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4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BA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71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3FF84F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6E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E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5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4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E0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5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2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55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ИАЗ</w:t>
            </w:r>
          </w:p>
        </w:tc>
      </w:tr>
      <w:tr w:rsidR="009C5DE1" w:rsidRPr="000F0154" w14:paraId="47BECE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C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3E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3F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B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7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0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F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74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ЙЦГ</w:t>
            </w:r>
          </w:p>
        </w:tc>
      </w:tr>
      <w:tr w:rsidR="009C5DE1" w:rsidRPr="000F0154" w14:paraId="34BDD4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17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60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14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76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0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0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D1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E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ССМ и др.</w:t>
            </w:r>
          </w:p>
        </w:tc>
      </w:tr>
      <w:tr w:rsidR="009C5DE1" w:rsidRPr="000F0154" w14:paraId="5FD172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74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D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3D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3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B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E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76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25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168B4E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1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5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F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C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5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B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D9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3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128AA9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0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FA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8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9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F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C8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32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41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9C5DE1" w:rsidRPr="000F0154" w14:paraId="47B221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A7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B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D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B8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5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D0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9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B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САА</w:t>
            </w:r>
          </w:p>
        </w:tc>
      </w:tr>
      <w:tr w:rsidR="009C5DE1" w:rsidRPr="000F0154" w14:paraId="0ECC20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B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0A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D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1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6C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6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2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8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ЦГЦ</w:t>
            </w:r>
          </w:p>
        </w:tc>
      </w:tr>
      <w:tr w:rsidR="009C5DE1" w:rsidRPr="000F0154" w14:paraId="496FA5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2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30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7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1C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E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D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7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5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1C8785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3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0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0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50E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12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6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2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9E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320D06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6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9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F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C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C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16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A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D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БДК</w:t>
            </w:r>
          </w:p>
        </w:tc>
      </w:tr>
      <w:tr w:rsidR="009C5DE1" w:rsidRPr="000F0154" w14:paraId="4F8BC8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A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C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52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5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A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E7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3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5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9C5DE1" w:rsidRPr="000F0154" w14:paraId="14F666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A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2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84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0E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56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86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0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1E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9C5DE1" w:rsidRPr="000F0154" w14:paraId="62C262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6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5C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E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6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FA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8C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6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6E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9C5DE1" w:rsidRPr="000F0154" w14:paraId="78002C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6C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BB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5E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CD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F6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5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2E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A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9C5DE1" w:rsidRPr="000F0154" w14:paraId="3F1421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E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E8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5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3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A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9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B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B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РСИ и др.</w:t>
            </w:r>
          </w:p>
        </w:tc>
      </w:tr>
      <w:tr w:rsidR="009C5DE1" w:rsidRPr="000F0154" w14:paraId="4F9D11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3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7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4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5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B8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6A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7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E0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ЛГИ</w:t>
            </w:r>
          </w:p>
        </w:tc>
      </w:tr>
      <w:tr w:rsidR="009C5DE1" w:rsidRPr="000F0154" w14:paraId="01FB13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2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0B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C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25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D8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A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87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4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ИКС и др.</w:t>
            </w:r>
          </w:p>
        </w:tc>
      </w:tr>
      <w:tr w:rsidR="009C5DE1" w:rsidRPr="000F0154" w14:paraId="4B9308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7D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8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45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4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A9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A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B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5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МПС и др.</w:t>
            </w:r>
          </w:p>
        </w:tc>
      </w:tr>
      <w:tr w:rsidR="009C5DE1" w:rsidRPr="000F0154" w14:paraId="404A06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4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3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2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1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7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1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FA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6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9C5DE1" w:rsidRPr="000F0154" w14:paraId="599668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6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D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2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C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37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5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CA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0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ПНГ</w:t>
            </w:r>
          </w:p>
        </w:tc>
      </w:tr>
      <w:tr w:rsidR="009C5DE1" w:rsidRPr="000F0154" w14:paraId="07DAC0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B1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F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0D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3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C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1A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4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9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 и др.</w:t>
            </w:r>
          </w:p>
        </w:tc>
      </w:tr>
      <w:tr w:rsidR="009C5DE1" w:rsidRPr="000F0154" w14:paraId="2FEFCA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C8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A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6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6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B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1D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0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3C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5672A6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6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5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019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7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0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ED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F7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1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НИКОС ХАДЖИПАНАЙОТУ И СИН ЕООД</w:t>
            </w:r>
          </w:p>
        </w:tc>
      </w:tr>
      <w:tr w:rsidR="009C5DE1" w:rsidRPr="000F0154" w14:paraId="0CD875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6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FC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0F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7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3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90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5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C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46BC00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1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9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6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8DA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2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83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1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6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6060EF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8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B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24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66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8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B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7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9B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75DBB2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F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3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4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D5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3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7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3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C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1FE16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3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306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5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5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2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65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1A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E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ЛВН и др.</w:t>
            </w:r>
          </w:p>
        </w:tc>
      </w:tr>
      <w:tr w:rsidR="009C5DE1" w:rsidRPr="000F0154" w14:paraId="34C874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4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1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3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3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25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60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8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3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65A21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E5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55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B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6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50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1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CF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4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0DEEE5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6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9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2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B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B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6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3C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2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80401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2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C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1D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8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5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D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2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C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09A812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09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C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F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2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76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DF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FF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9C5DE1" w:rsidRPr="000F0154" w14:paraId="41948C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3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B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5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3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5D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6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1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D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АНД</w:t>
            </w:r>
          </w:p>
        </w:tc>
      </w:tr>
      <w:tr w:rsidR="009C5DE1" w:rsidRPr="000F0154" w14:paraId="2BBB89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F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A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68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5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6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D0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8C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49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9C5DE1" w:rsidRPr="000F0154" w14:paraId="6A98FD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2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D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F2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7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2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0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3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9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7825D8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D1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B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1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D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4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FD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6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A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ГЗП</w:t>
            </w:r>
          </w:p>
        </w:tc>
      </w:tr>
      <w:tr w:rsidR="009C5DE1" w:rsidRPr="000F0154" w14:paraId="747A89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8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D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D2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6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6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A9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4D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6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ГЛИ</w:t>
            </w:r>
          </w:p>
        </w:tc>
      </w:tr>
      <w:tr w:rsidR="009C5DE1" w:rsidRPr="000F0154" w14:paraId="341AF1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3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64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9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0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0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8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D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A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A86ED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E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10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84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C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74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B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5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4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ДНГ</w:t>
            </w:r>
          </w:p>
        </w:tc>
      </w:tr>
      <w:tr w:rsidR="009C5DE1" w:rsidRPr="000F0154" w14:paraId="48BBF0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7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68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2A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8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0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F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CB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F3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АСЯ и др.</w:t>
            </w:r>
          </w:p>
        </w:tc>
      </w:tr>
      <w:tr w:rsidR="009C5DE1" w:rsidRPr="000F0154" w14:paraId="1C8282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5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52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C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6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BA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2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1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0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704D58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8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B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F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0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7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C4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D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5E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586EF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2EC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3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14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1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9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A3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F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5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</w:tr>
      <w:tr w:rsidR="009C5DE1" w:rsidRPr="000F0154" w14:paraId="05696D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E2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B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9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97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4B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E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6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7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ПЕРИСТЕРОНА ЕООД</w:t>
            </w:r>
          </w:p>
        </w:tc>
      </w:tr>
      <w:tr w:rsidR="009C5DE1" w:rsidRPr="000F0154" w14:paraId="01ACCB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F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8D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2D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A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3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E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E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90B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ПАФОС ПРОПЪРТИС ЕООД</w:t>
            </w:r>
          </w:p>
        </w:tc>
      </w:tr>
      <w:tr w:rsidR="009C5DE1" w:rsidRPr="000F0154" w14:paraId="6D8393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7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48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AB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C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8A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47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7E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9F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73FBF5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1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46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A5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D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1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8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7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B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0157C7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8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B5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C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5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57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B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6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3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43F931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5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9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9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9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0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B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0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BF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65E70B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3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A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DE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4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06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65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4B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0C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ПЕК</w:t>
            </w:r>
          </w:p>
        </w:tc>
      </w:tr>
      <w:tr w:rsidR="009C5DE1" w:rsidRPr="000F0154" w14:paraId="30E0D0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80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F9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F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F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1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B6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98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74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9C5DE1" w:rsidRPr="000F0154" w14:paraId="073084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DF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F1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42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A0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39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4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C9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6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4EA924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E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9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2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7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7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E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7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B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НнВ</w:t>
            </w:r>
          </w:p>
        </w:tc>
      </w:tr>
      <w:tr w:rsidR="009C5DE1" w:rsidRPr="000F0154" w14:paraId="1E1A68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2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3E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7E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E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3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F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8F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1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E1E86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2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E5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3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B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7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4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3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B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9C5DE1" w:rsidRPr="000F0154" w14:paraId="166463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2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FA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C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0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0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0B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C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B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04D2A0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7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3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10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B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1F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E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E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92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6704AD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97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B1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1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5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7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BC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B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F3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ЗАИ</w:t>
            </w:r>
          </w:p>
        </w:tc>
      </w:tr>
      <w:tr w:rsidR="009C5DE1" w:rsidRPr="000F0154" w14:paraId="2CFDD3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6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D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06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3B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D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AA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FF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2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ДГЯ</w:t>
            </w:r>
          </w:p>
        </w:tc>
      </w:tr>
      <w:tr w:rsidR="009C5DE1" w:rsidRPr="000F0154" w14:paraId="237003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F6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D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7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0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B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D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C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7E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13B95E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4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52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4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A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D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2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2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4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7C39C6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2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8D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E2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7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F2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D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5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5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03AE47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9F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8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7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2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03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E5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0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8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5D819C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3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4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4DF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83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E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2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F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7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0CAE685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4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F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6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8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0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C9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7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3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524E64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A0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DF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A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2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9F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3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9E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37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31CC70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10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1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C0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8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7B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E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D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9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ИНЗ</w:t>
            </w:r>
          </w:p>
        </w:tc>
      </w:tr>
      <w:tr w:rsidR="009C5DE1" w:rsidRPr="000F0154" w14:paraId="0D4510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E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5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0E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3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2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A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D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FB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МАЗ</w:t>
            </w:r>
          </w:p>
        </w:tc>
      </w:tr>
      <w:tr w:rsidR="009C5DE1" w:rsidRPr="000F0154" w14:paraId="563B49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2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B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B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F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C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A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5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1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ЕКМ и др.</w:t>
            </w:r>
          </w:p>
        </w:tc>
      </w:tr>
      <w:tr w:rsidR="009C5DE1" w:rsidRPr="000F0154" w14:paraId="785A8E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A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35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5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0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B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2E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097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03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МВК</w:t>
            </w:r>
          </w:p>
        </w:tc>
      </w:tr>
      <w:tr w:rsidR="009C5DE1" w:rsidRPr="000F0154" w14:paraId="2E61A7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CB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D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A8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9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70C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8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C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D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7CA002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B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C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D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7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6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F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6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C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ЮРОПЛЕНД ООД</w:t>
            </w:r>
          </w:p>
        </w:tc>
      </w:tr>
      <w:tr w:rsidR="009C5DE1" w:rsidRPr="000F0154" w14:paraId="5D1601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79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8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D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8E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1A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4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7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4B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1F878A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CF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C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8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E8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7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D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1E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F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</w:t>
            </w:r>
          </w:p>
        </w:tc>
      </w:tr>
      <w:tr w:rsidR="009C5DE1" w:rsidRPr="000F0154" w14:paraId="419169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C2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F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2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5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A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3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4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A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ПИХ и др.</w:t>
            </w:r>
          </w:p>
        </w:tc>
      </w:tr>
      <w:tr w:rsidR="009C5DE1" w:rsidRPr="000F0154" w14:paraId="328564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8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3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F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C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4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E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CE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1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9C5DE1" w:rsidRPr="000F0154" w14:paraId="56EE19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03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9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D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C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2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8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13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DE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АНС</w:t>
            </w:r>
          </w:p>
        </w:tc>
      </w:tr>
      <w:tr w:rsidR="009C5DE1" w:rsidRPr="000F0154" w14:paraId="1EA5D8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6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43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33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2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0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D1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D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A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6C30E3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34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6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C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7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1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E4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8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9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ЯДБ</w:t>
            </w:r>
          </w:p>
        </w:tc>
      </w:tr>
      <w:tr w:rsidR="009C5DE1" w:rsidRPr="000F0154" w14:paraId="451864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07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1F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1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9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A4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B41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47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11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048919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CF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7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C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38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7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1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6C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4B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D63A7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8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F3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0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FB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76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C6F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6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8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3F13B6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B9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51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87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47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2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B2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6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97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СБУ</w:t>
            </w:r>
          </w:p>
        </w:tc>
      </w:tr>
      <w:tr w:rsidR="009C5DE1" w:rsidRPr="000F0154" w14:paraId="04D094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E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6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4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7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8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A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E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63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ТИЛ и др.</w:t>
            </w:r>
          </w:p>
        </w:tc>
      </w:tr>
      <w:tr w:rsidR="009C5DE1" w:rsidRPr="000F0154" w14:paraId="746283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D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AE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E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C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1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F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2F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C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ЗДВ</w:t>
            </w:r>
          </w:p>
        </w:tc>
      </w:tr>
      <w:tr w:rsidR="009C5DE1" w:rsidRPr="000F0154" w14:paraId="5D3112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A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1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7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3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6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DB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8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9F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ГПП</w:t>
            </w:r>
          </w:p>
        </w:tc>
      </w:tr>
      <w:tr w:rsidR="009C5DE1" w:rsidRPr="000F0154" w14:paraId="3C2460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D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6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D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7F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1F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8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E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A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EBE65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6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F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A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2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1D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1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3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73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203A18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F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E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1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D0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3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9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4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BE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ДПА</w:t>
            </w:r>
          </w:p>
        </w:tc>
      </w:tr>
      <w:tr w:rsidR="009C5DE1" w:rsidRPr="000F0154" w14:paraId="27A207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1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2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4E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5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0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E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5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99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631415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C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D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5C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2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9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A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C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03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ПГС</w:t>
            </w:r>
          </w:p>
        </w:tc>
      </w:tr>
      <w:tr w:rsidR="009C5DE1" w:rsidRPr="000F0154" w14:paraId="5A0105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7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D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E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E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A9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D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F4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A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7ED62E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DB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72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A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A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6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7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8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5D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ЛИК</w:t>
            </w:r>
          </w:p>
        </w:tc>
      </w:tr>
      <w:tr w:rsidR="009C5DE1" w:rsidRPr="000F0154" w14:paraId="07A318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5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95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6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D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4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FE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3C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ДАЛ</w:t>
            </w:r>
          </w:p>
        </w:tc>
      </w:tr>
      <w:tr w:rsidR="009C5DE1" w:rsidRPr="000F0154" w14:paraId="54CFB9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93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8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2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B0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B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E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7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0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ДПА</w:t>
            </w:r>
          </w:p>
        </w:tc>
      </w:tr>
      <w:tr w:rsidR="009C5DE1" w:rsidRPr="000F0154" w14:paraId="518013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F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3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2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CB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2B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66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C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A9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49EEE6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26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9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A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C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5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7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D4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E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1C7F35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6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69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5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E4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2D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5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9C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C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СКХ</w:t>
            </w:r>
          </w:p>
        </w:tc>
      </w:tr>
      <w:tr w:rsidR="009C5DE1" w:rsidRPr="000F0154" w14:paraId="4AF417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5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40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46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8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C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1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F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C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ФСГ</w:t>
            </w:r>
          </w:p>
        </w:tc>
      </w:tr>
      <w:tr w:rsidR="009C5DE1" w:rsidRPr="000F0154" w14:paraId="2928F6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C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3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C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E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D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EC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18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E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9C5DE1" w:rsidRPr="000F0154" w14:paraId="6A3AE6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E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E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F3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1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C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6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6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5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</w:t>
            </w:r>
          </w:p>
        </w:tc>
      </w:tr>
      <w:tr w:rsidR="009C5DE1" w:rsidRPr="000F0154" w14:paraId="77B82B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6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34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F1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0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B5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D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5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C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02AC23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7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D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8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E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0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E4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4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EC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542212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C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4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9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0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5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5B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E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B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15C9A9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7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EB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A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ED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6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0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E6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E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6A64AF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E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B5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D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8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C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B1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37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D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ЛГЖ</w:t>
            </w:r>
          </w:p>
        </w:tc>
      </w:tr>
      <w:tr w:rsidR="009C5DE1" w:rsidRPr="000F0154" w14:paraId="4579FD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A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7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9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A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8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5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C4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F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ЗНК</w:t>
            </w:r>
          </w:p>
        </w:tc>
      </w:tr>
      <w:tr w:rsidR="009C5DE1" w:rsidRPr="000F0154" w14:paraId="77B556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4D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FA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5E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7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F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E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41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FD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52F9C4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F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23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F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0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A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2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89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ED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27C4C7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2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6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B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9E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8A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5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D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2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7AC235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4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E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E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8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D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8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E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8E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54F502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F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34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D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44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3C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C6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48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E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РХВ</w:t>
            </w:r>
          </w:p>
        </w:tc>
      </w:tr>
      <w:tr w:rsidR="009C5DE1" w:rsidRPr="000F0154" w14:paraId="65EF339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B1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D0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E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5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6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3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D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4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0B6CD8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1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2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8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D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A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B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5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8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7447EA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F1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6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22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C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7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9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AD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1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БЕЛЕНА ЕООД</w:t>
            </w:r>
          </w:p>
        </w:tc>
      </w:tr>
      <w:tr w:rsidR="009C5DE1" w:rsidRPr="000F0154" w14:paraId="7FDD1A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A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CB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4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90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48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4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9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DC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ЕГС и др.</w:t>
            </w:r>
          </w:p>
        </w:tc>
      </w:tr>
      <w:tr w:rsidR="009C5DE1" w:rsidRPr="000F0154" w14:paraId="154B5F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F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6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9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4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7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4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42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3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9C5DE1" w:rsidRPr="000F0154" w14:paraId="4A3BE7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91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45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2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9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9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82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E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2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0B3D58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2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9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82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2C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2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F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9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5D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47AB99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5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8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1D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AC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B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9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2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0C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КЛВ и др.</w:t>
            </w:r>
          </w:p>
        </w:tc>
      </w:tr>
      <w:tr w:rsidR="009C5DE1" w:rsidRPr="000F0154" w14:paraId="6EBDE5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E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8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EB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93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B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8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8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F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ЙОР БИГ ИНВЕСТМЪНТС ЕООД</w:t>
            </w:r>
          </w:p>
        </w:tc>
      </w:tr>
      <w:tr w:rsidR="009C5DE1" w:rsidRPr="000F0154" w14:paraId="6265D7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8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8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6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4A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1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2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9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05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9C5DE1" w:rsidRPr="000F0154" w14:paraId="258AA4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89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8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5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C8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3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1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15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DD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ЛАН</w:t>
            </w:r>
          </w:p>
        </w:tc>
      </w:tr>
      <w:tr w:rsidR="009C5DE1" w:rsidRPr="000F0154" w14:paraId="4A616E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9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2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7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B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BC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A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BF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ED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67E825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A0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43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1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08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8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2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5A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DF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0900C9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29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5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E1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61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3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C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D0B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4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625423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6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42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D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D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E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6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4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588CEF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9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E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4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B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8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8B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7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93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0577CA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8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0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6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7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E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8E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E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5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ХРИСТОДУЛОС ХРИСТУ ЕООД</w:t>
            </w:r>
          </w:p>
        </w:tc>
      </w:tr>
      <w:tr w:rsidR="009C5DE1" w:rsidRPr="000F0154" w14:paraId="2F7E3F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C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4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9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6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5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1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5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D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221293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D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3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D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8C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B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D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9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7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2CB270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4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6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9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2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F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C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B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84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ХРИСТОДУЛОС ХРИСТУ ЕООД</w:t>
            </w:r>
          </w:p>
        </w:tc>
      </w:tr>
      <w:tr w:rsidR="009C5DE1" w:rsidRPr="000F0154" w14:paraId="02F1BD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955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08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80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D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8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9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D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5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РЗП и др.</w:t>
            </w:r>
          </w:p>
        </w:tc>
      </w:tr>
      <w:tr w:rsidR="009C5DE1" w:rsidRPr="000F0154" w14:paraId="24946F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B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9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21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C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7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63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4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0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ЯАИ и др.</w:t>
            </w:r>
          </w:p>
        </w:tc>
      </w:tr>
      <w:tr w:rsidR="009C5DE1" w:rsidRPr="000F0154" w14:paraId="4C1CB5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6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0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E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A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1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5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2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7B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ЮВВ и др.</w:t>
            </w:r>
          </w:p>
        </w:tc>
      </w:tr>
      <w:tr w:rsidR="009C5DE1" w:rsidRPr="000F0154" w14:paraId="684BBB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D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F1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45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E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D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5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A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A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ВПС и др.</w:t>
            </w:r>
          </w:p>
        </w:tc>
      </w:tr>
      <w:tr w:rsidR="009C5DE1" w:rsidRPr="000F0154" w14:paraId="6D79CD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FD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B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7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9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437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C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B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78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2412A5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E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2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F8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4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17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6B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7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5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АСЯ и др.</w:t>
            </w:r>
          </w:p>
        </w:tc>
      </w:tr>
      <w:tr w:rsidR="009C5DE1" w:rsidRPr="000F0154" w14:paraId="03CD7A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B7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6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4A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8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4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0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3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BB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A1BE2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9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6B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8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5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4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1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C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9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1B832C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51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C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A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F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BD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C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E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B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9C5DE1" w:rsidRPr="000F0154" w14:paraId="46AEDD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E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41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8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06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8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A7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EF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90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26B222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0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177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46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5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8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6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2E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4B3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25C6E8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1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E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47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2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D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C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C0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87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ТМБ</w:t>
            </w:r>
          </w:p>
        </w:tc>
      </w:tr>
      <w:tr w:rsidR="009C5DE1" w:rsidRPr="000F0154" w14:paraId="4A9963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F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CC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4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3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14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04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C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E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E72D9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21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EE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B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8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5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1F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25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D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9C5DE1" w:rsidRPr="000F0154" w14:paraId="5468B7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17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D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8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A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F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B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0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78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5711BF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0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B2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79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7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69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9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2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9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D5827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5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9F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C5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EE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44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7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C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5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АЯХ и др.</w:t>
            </w:r>
          </w:p>
        </w:tc>
      </w:tr>
      <w:tr w:rsidR="009C5DE1" w:rsidRPr="000F0154" w14:paraId="616400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DD0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0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A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EA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7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8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74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A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6F1144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E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55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6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6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6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9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6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1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ЕСКЕЙП ДИВЕЛОПМЕНТС ЕООД</w:t>
            </w:r>
          </w:p>
        </w:tc>
      </w:tr>
      <w:tr w:rsidR="009C5DE1" w:rsidRPr="000F0154" w14:paraId="6BC695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7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6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2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F6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5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3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3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C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0FEC4D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6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92E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0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DD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6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F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9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D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216D60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13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3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A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7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0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3F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4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88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0AFF74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41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1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C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B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0F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5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CC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A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ТПД и др.</w:t>
            </w:r>
          </w:p>
        </w:tc>
      </w:tr>
      <w:tr w:rsidR="009C5DE1" w:rsidRPr="000F0154" w14:paraId="493E23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6E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6F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2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3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6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7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EB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5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38B5E0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4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3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5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5C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42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6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0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4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КАП и др.</w:t>
            </w:r>
          </w:p>
        </w:tc>
      </w:tr>
      <w:tr w:rsidR="009C5DE1" w:rsidRPr="000F0154" w14:paraId="3AC2E2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2B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B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A9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7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0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7C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C8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0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333756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0C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A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0C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9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F2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B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3E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BD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F4BF0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B9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6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0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F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90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7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1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420FC6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C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C8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9B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0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C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D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6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B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2AF832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5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66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9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0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6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7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86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7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0DAC8AA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75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8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5F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6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F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0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E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A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НМП</w:t>
            </w:r>
          </w:p>
        </w:tc>
      </w:tr>
      <w:tr w:rsidR="009C5DE1" w:rsidRPr="000F0154" w14:paraId="4FCECB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9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59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4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30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D8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D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5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8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20664F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0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6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0D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0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9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E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B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6494E4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A1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2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1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07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4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8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81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D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9C5DE1" w:rsidRPr="000F0154" w14:paraId="2B8E0F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6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C5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1C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9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7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4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44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F4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9C5DE1" w:rsidRPr="000F0154" w14:paraId="472024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C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7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69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3B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2D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9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86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5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9C5DE1" w:rsidRPr="000F0154" w14:paraId="6938B1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7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8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5E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03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2C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C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0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26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9C5DE1" w:rsidRPr="000F0154" w14:paraId="5D89EE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F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9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7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6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1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3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12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0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ДПТ</w:t>
            </w:r>
          </w:p>
        </w:tc>
      </w:tr>
      <w:tr w:rsidR="009C5DE1" w:rsidRPr="000F0154" w14:paraId="278575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3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C6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D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2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B8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E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B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E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9C5DE1" w:rsidRPr="000F0154" w14:paraId="244626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1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DD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3D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7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B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4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24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0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ЛАН</w:t>
            </w:r>
          </w:p>
        </w:tc>
      </w:tr>
      <w:tr w:rsidR="009C5DE1" w:rsidRPr="000F0154" w14:paraId="519115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8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DD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FE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1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4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7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7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5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ЛКЛ</w:t>
            </w:r>
          </w:p>
        </w:tc>
      </w:tr>
      <w:tr w:rsidR="009C5DE1" w:rsidRPr="000F0154" w14:paraId="1F04AF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7F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3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0C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11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48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A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D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F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БПЗ</w:t>
            </w:r>
          </w:p>
        </w:tc>
      </w:tr>
      <w:tr w:rsidR="009C5DE1" w:rsidRPr="000F0154" w14:paraId="77F9BC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95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52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70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8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C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23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B7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24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ИЦВ</w:t>
            </w:r>
          </w:p>
        </w:tc>
      </w:tr>
      <w:tr w:rsidR="009C5DE1" w:rsidRPr="000F0154" w14:paraId="617F42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C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08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35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EA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3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1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5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1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 и др.</w:t>
            </w:r>
          </w:p>
        </w:tc>
      </w:tr>
      <w:tr w:rsidR="009C5DE1" w:rsidRPr="000F0154" w14:paraId="3BF1C0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7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4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8E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7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0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61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1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B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ЕПВ и др.</w:t>
            </w:r>
          </w:p>
        </w:tc>
      </w:tr>
      <w:tr w:rsidR="009C5DE1" w:rsidRPr="000F0154" w14:paraId="3D3D4E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2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4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33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A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0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FC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3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2F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9C5DE1" w:rsidRPr="000F0154" w14:paraId="08D06F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1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3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0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A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D2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D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D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2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СТЦ</w:t>
            </w:r>
          </w:p>
        </w:tc>
      </w:tr>
      <w:tr w:rsidR="009C5DE1" w:rsidRPr="000F0154" w14:paraId="3827C6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7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6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1B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C6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30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E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6F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D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ИДИ</w:t>
            </w:r>
          </w:p>
        </w:tc>
      </w:tr>
      <w:tr w:rsidR="009C5DE1" w:rsidRPr="000F0154" w14:paraId="38B50D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38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8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C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6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F6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6F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0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5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ЕДМ</w:t>
            </w:r>
          </w:p>
        </w:tc>
      </w:tr>
      <w:tr w:rsidR="009C5DE1" w:rsidRPr="000F0154" w14:paraId="3C7391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E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C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24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F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7C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1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E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C7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9C5DE1" w:rsidRPr="000F0154" w14:paraId="44C4B8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D9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6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9D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B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E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2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0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D0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147CD8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F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F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8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9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5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53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D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B3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2EC383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4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6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0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9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D4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2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2E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2C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9C5DE1" w:rsidRPr="000F0154" w14:paraId="47ABC8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D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AA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530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9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E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6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5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8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ЕГМ</w:t>
            </w:r>
          </w:p>
        </w:tc>
      </w:tr>
      <w:tr w:rsidR="009C5DE1" w:rsidRPr="000F0154" w14:paraId="65805E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A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3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1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7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8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8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3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6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9C5DE1" w:rsidRPr="000F0154" w14:paraId="0CF69F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15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2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5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D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70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5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AE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E9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7BD546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B0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1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0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E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C9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2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D1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B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0D3F89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9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E4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41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366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02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D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3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7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4AB715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A7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8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1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2F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F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E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3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5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КМП</w:t>
            </w:r>
          </w:p>
        </w:tc>
      </w:tr>
      <w:tr w:rsidR="009C5DE1" w:rsidRPr="000F0154" w14:paraId="432962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7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1B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8B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9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D3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6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6B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E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9C5DE1" w:rsidRPr="000F0154" w14:paraId="5E3843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93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1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4C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C0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E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F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1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7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0AB95A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0B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D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7B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8D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1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4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E5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E2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ГХЦ</w:t>
            </w:r>
          </w:p>
        </w:tc>
      </w:tr>
      <w:tr w:rsidR="009C5DE1" w:rsidRPr="000F0154" w14:paraId="786901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B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2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9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0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7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6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8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6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ХМА</w:t>
            </w:r>
          </w:p>
        </w:tc>
      </w:tr>
      <w:tr w:rsidR="009C5DE1" w:rsidRPr="000F0154" w14:paraId="0026B3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6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D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F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4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5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CA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9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4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7C35ED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5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2F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52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6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0F1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1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B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53B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5DEFF7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F9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4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87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6E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A2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17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5CF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9A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180BD2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C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08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84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85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A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6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C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86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АСС и др.</w:t>
            </w:r>
          </w:p>
        </w:tc>
      </w:tr>
      <w:tr w:rsidR="009C5DE1" w:rsidRPr="000F0154" w14:paraId="24C29B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66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8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C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7C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4E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A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C3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12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475E3A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E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D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1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F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4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5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8B5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EC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ЕМК</w:t>
            </w:r>
          </w:p>
        </w:tc>
      </w:tr>
      <w:tr w:rsidR="009C5DE1" w:rsidRPr="000F0154" w14:paraId="0990DC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27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D7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3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4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A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E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6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85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СТЦ</w:t>
            </w:r>
          </w:p>
        </w:tc>
      </w:tr>
      <w:tr w:rsidR="009C5DE1" w:rsidRPr="000F0154" w14:paraId="28717F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1D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A7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38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D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7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7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0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9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0119E7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D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90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2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D6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61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5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CD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28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71CF35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C6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9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F6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53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7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9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1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9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ЙСВ</w:t>
            </w:r>
          </w:p>
        </w:tc>
      </w:tr>
      <w:tr w:rsidR="009C5DE1" w:rsidRPr="000F0154" w14:paraId="051BB2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7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0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1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96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8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0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6D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1DBC1B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9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6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99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8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87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54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E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F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9C5DE1" w:rsidRPr="000F0154" w14:paraId="3CB139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16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D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5D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D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7F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5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2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2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6C0BDA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32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1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0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0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4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D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D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6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045678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9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44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D7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4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5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0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9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F2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1FE1C1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6D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5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8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4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D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4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4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EA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МПБ</w:t>
            </w:r>
          </w:p>
        </w:tc>
      </w:tr>
      <w:tr w:rsidR="009C5DE1" w:rsidRPr="000F0154" w14:paraId="60C406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90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29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9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5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A7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97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0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КСК и др.</w:t>
            </w:r>
          </w:p>
        </w:tc>
      </w:tr>
      <w:tr w:rsidR="009C5DE1" w:rsidRPr="000F0154" w14:paraId="6C47CB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C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4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F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1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C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0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8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B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</w:t>
            </w:r>
          </w:p>
        </w:tc>
      </w:tr>
      <w:tr w:rsidR="009C5DE1" w:rsidRPr="000F0154" w14:paraId="32B33E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C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5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4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3A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3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F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FA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9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EE3D3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90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2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D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E7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D5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D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0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E4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НЕВ</w:t>
            </w:r>
          </w:p>
        </w:tc>
      </w:tr>
      <w:tr w:rsidR="009C5DE1" w:rsidRPr="000F0154" w14:paraId="39D8C8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A1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3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3E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9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22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A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C0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6B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68A69E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B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2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7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D6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1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C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0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EA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АНС</w:t>
            </w:r>
          </w:p>
        </w:tc>
      </w:tr>
      <w:tr w:rsidR="009C5DE1" w:rsidRPr="000F0154" w14:paraId="5F9299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D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5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C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50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3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4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F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4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235394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4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B8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DC9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8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7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17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86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6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ЛАМ и др.</w:t>
            </w:r>
          </w:p>
        </w:tc>
      </w:tr>
      <w:tr w:rsidR="009C5DE1" w:rsidRPr="000F0154" w14:paraId="0876F1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F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FD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6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DA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2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96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0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38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3B4483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D4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8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25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8E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3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2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A0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32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СДН</w:t>
            </w:r>
          </w:p>
        </w:tc>
      </w:tr>
      <w:tr w:rsidR="009C5DE1" w:rsidRPr="000F0154" w14:paraId="486278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B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C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5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6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A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E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34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B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РСН</w:t>
            </w:r>
          </w:p>
        </w:tc>
      </w:tr>
      <w:tr w:rsidR="009C5DE1" w:rsidRPr="000F0154" w14:paraId="01F816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1D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2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5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F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4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6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DF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0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75CDE6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F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5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1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5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E7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A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F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9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12A9E5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C7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1A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A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E6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8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9A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B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2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74257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4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D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5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01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7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3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3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93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6F56C2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DB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6E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2D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8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57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8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BD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3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7530A0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7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DD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6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5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9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D6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5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5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508568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54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C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28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4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A5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A3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B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1C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ЛАН</w:t>
            </w:r>
          </w:p>
        </w:tc>
      </w:tr>
      <w:tr w:rsidR="009C5DE1" w:rsidRPr="000F0154" w14:paraId="358DEA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43C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3F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55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1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1A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6E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BC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5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C704E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C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5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74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A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6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3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6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BC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350235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0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0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91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A7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F0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5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1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F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4C1B83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D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BE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E8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A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5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4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C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B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РСХ и др.</w:t>
            </w:r>
          </w:p>
        </w:tc>
      </w:tr>
      <w:tr w:rsidR="009C5DE1" w:rsidRPr="000F0154" w14:paraId="1D3A18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FC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6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2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85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1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4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E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40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35639B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F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0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7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1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A4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C2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C0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B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9C5DE1" w:rsidRPr="000F0154" w14:paraId="41120D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2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5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2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F5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D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82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3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D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F0D36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B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5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FF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3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F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2F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E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A2D4D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8B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D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B39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0F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A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D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F0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E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83900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24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B9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07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9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4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FB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0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D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ЗБК</w:t>
            </w:r>
          </w:p>
        </w:tc>
      </w:tr>
      <w:tr w:rsidR="009C5DE1" w:rsidRPr="000F0154" w14:paraId="39D334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96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D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4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6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9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2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7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40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76FCC1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0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1C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2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21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8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8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D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AC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ЯЗП</w:t>
            </w:r>
          </w:p>
        </w:tc>
      </w:tr>
      <w:tr w:rsidR="009C5DE1" w:rsidRPr="000F0154" w14:paraId="080B1A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38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5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7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C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AF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9B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D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6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641530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25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A7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0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0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7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0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C8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3E15C0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1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7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95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8B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3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93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E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C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114607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8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5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A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5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1B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8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EC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7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8E8DD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1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06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68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9C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F2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B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23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6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494E3C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E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D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01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0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A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1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FD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18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7ED27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3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7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A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4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2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F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2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A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6EEB15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B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A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2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C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8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E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0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8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ГУТАС ООД</w:t>
            </w:r>
          </w:p>
        </w:tc>
      </w:tr>
      <w:tr w:rsidR="009C5DE1" w:rsidRPr="000F0154" w14:paraId="6EF1B5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8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F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6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F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3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81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6D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C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ИПА</w:t>
            </w:r>
          </w:p>
        </w:tc>
      </w:tr>
      <w:tr w:rsidR="009C5DE1" w:rsidRPr="000F0154" w14:paraId="26311E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6E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3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03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1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C9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6B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8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FA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ГАД и др.</w:t>
            </w:r>
          </w:p>
        </w:tc>
      </w:tr>
      <w:tr w:rsidR="009C5DE1" w:rsidRPr="000F0154" w14:paraId="6668DB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C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14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A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F8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E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A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4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38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477B7D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14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E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37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BD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A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8B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5D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9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ФЦС</w:t>
            </w:r>
          </w:p>
        </w:tc>
      </w:tr>
      <w:tr w:rsidR="009C5DE1" w:rsidRPr="000F0154" w14:paraId="5459F4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8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C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3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7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6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3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E0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21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СКЛ</w:t>
            </w:r>
          </w:p>
        </w:tc>
      </w:tr>
      <w:tr w:rsidR="009C5DE1" w:rsidRPr="000F0154" w14:paraId="6629F1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18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AC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F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7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7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4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DF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B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 и др.</w:t>
            </w:r>
          </w:p>
        </w:tc>
      </w:tr>
      <w:tr w:rsidR="009C5DE1" w:rsidRPr="000F0154" w14:paraId="758B9B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39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B2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5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C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9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3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F04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8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501937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D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0A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BE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D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3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B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0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F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42A40D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92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45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3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2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01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7E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0C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2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9C5DE1" w:rsidRPr="000F0154" w14:paraId="68E6AB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44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E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3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E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8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5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0B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5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МВК</w:t>
            </w:r>
          </w:p>
        </w:tc>
      </w:tr>
      <w:tr w:rsidR="009C5DE1" w:rsidRPr="000F0154" w14:paraId="02EF43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D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1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A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CF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C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2E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19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4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2E25B4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76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F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35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00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46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4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5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36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КМК</w:t>
            </w:r>
          </w:p>
        </w:tc>
      </w:tr>
      <w:tr w:rsidR="009C5DE1" w:rsidRPr="000F0154" w14:paraId="592086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1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25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5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30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A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2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2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4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7E36BB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5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E0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E7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8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F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19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A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3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684843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D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C9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B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3E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D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3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96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C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5CAED4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24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C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C0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5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1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4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D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AA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692E4C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7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4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3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9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B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59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7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E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5977BE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C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E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F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1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D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4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3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EE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7617A7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4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45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2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A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C0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D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C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A7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7EBB84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C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D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4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49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3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6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2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13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78FA1E5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25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F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01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6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04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A6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D2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C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388FA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BA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A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D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D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C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46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F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E8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РЗП и др.</w:t>
            </w:r>
          </w:p>
        </w:tc>
      </w:tr>
      <w:tr w:rsidR="009C5DE1" w:rsidRPr="000F0154" w14:paraId="6F023F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4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BD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54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9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D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6F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6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9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439F30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B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D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F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9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0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9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34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99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9B1C9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4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0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1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0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3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C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4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A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САС</w:t>
            </w:r>
          </w:p>
        </w:tc>
      </w:tr>
      <w:tr w:rsidR="009C5DE1" w:rsidRPr="000F0154" w14:paraId="4B8F1B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F6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E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4E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AA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9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C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5E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97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478B98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B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98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F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3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9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8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6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A1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ПДЦ</w:t>
            </w:r>
          </w:p>
        </w:tc>
      </w:tr>
      <w:tr w:rsidR="009C5DE1" w:rsidRPr="000F0154" w14:paraId="5DA14C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10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FE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4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F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1C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02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6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B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 и др.</w:t>
            </w:r>
          </w:p>
        </w:tc>
      </w:tr>
      <w:tr w:rsidR="009C5DE1" w:rsidRPr="000F0154" w14:paraId="73FCF4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6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74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F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8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8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3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A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9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2470F4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2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0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F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1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F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3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3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80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6904F0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BF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6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FD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F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1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F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A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C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98E6F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E3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9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FD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DA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7C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2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5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F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16DA88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5B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54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A9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F9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D9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D5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4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90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09BEDE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C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3A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EA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34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79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5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F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B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9C5DE1" w:rsidRPr="000F0154" w14:paraId="07FEAD3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4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F57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7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15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1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F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A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B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ВСВ</w:t>
            </w:r>
          </w:p>
        </w:tc>
      </w:tr>
      <w:tr w:rsidR="009C5DE1" w:rsidRPr="000F0154" w14:paraId="3C5D94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FC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2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5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3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D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C9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D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6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C8F7E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9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41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7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0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1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BA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D8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FE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3FCBF0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3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4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D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2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E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A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9B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DE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6C6D0A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0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2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F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2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C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94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D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7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ПСА и др.</w:t>
            </w:r>
          </w:p>
        </w:tc>
      </w:tr>
      <w:tr w:rsidR="009C5DE1" w:rsidRPr="000F0154" w14:paraId="11AD3C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E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3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BE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0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2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D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8C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8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НЦХ</w:t>
            </w:r>
          </w:p>
        </w:tc>
      </w:tr>
      <w:tr w:rsidR="009C5DE1" w:rsidRPr="000F0154" w14:paraId="337BF4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F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E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9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2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C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3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F0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0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6AFF75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4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9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86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67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8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87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33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5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9C5DE1" w:rsidRPr="000F0154" w14:paraId="1539AE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9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5A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2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E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D2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8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6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 и др.</w:t>
            </w:r>
          </w:p>
        </w:tc>
      </w:tr>
      <w:tr w:rsidR="009C5DE1" w:rsidRPr="000F0154" w14:paraId="1D3A99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96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E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9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91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D0A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F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3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9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ЦБГ</w:t>
            </w:r>
          </w:p>
        </w:tc>
      </w:tr>
      <w:tr w:rsidR="009C5DE1" w:rsidRPr="000F0154" w14:paraId="352CA0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3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8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BF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8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F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0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D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B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06C71B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2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EA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54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6C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E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28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5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F2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54F85E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E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362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E4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8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35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B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F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3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A977E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C6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1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91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8E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7B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6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B6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52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ЯЛД</w:t>
            </w:r>
          </w:p>
        </w:tc>
      </w:tr>
      <w:tr w:rsidR="009C5DE1" w:rsidRPr="000F0154" w14:paraId="19EA88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35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23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23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1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783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2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4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04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4FEFEC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1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0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1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18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A6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7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D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4B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1FE4DE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3F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2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53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D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C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8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7A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A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47D8FB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CC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4C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2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3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95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4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BC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23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9C5DE1" w:rsidRPr="000F0154" w14:paraId="76A400A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AD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1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7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FF5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83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31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DE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9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ГИС</w:t>
            </w:r>
          </w:p>
        </w:tc>
      </w:tr>
      <w:tr w:rsidR="009C5DE1" w:rsidRPr="000F0154" w14:paraId="17926F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1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B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7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00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F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56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5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BF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6D5AFF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3B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6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F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95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C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A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A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A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ДГБ</w:t>
            </w:r>
          </w:p>
        </w:tc>
      </w:tr>
      <w:tr w:rsidR="009C5DE1" w:rsidRPr="000F0154" w14:paraId="3931F4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C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7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9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AA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D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1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0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CE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9C5DE1" w:rsidRPr="000F0154" w14:paraId="7D0808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A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9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5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3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E2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0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1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E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529A95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8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A4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9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D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1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6F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E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D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</w:t>
            </w:r>
          </w:p>
        </w:tc>
      </w:tr>
      <w:tr w:rsidR="009C5DE1" w:rsidRPr="000F0154" w14:paraId="3EAADD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62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1D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E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96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B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7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E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EA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ВАЗ</w:t>
            </w:r>
          </w:p>
        </w:tc>
      </w:tr>
      <w:tr w:rsidR="009C5DE1" w:rsidRPr="000F0154" w14:paraId="77BAFEF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35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E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6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F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60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0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A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01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МБЛ</w:t>
            </w:r>
          </w:p>
        </w:tc>
      </w:tr>
      <w:tr w:rsidR="009C5DE1" w:rsidRPr="000F0154" w14:paraId="0A7C95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4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0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3D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2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A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C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8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DD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ТГП</w:t>
            </w:r>
          </w:p>
        </w:tc>
      </w:tr>
      <w:tr w:rsidR="009C5DE1" w:rsidRPr="000F0154" w14:paraId="7F9D2C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65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5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3F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69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48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E4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0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90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БЗИ</w:t>
            </w:r>
          </w:p>
        </w:tc>
      </w:tr>
      <w:tr w:rsidR="009C5DE1" w:rsidRPr="000F0154" w14:paraId="16A595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9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F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4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A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8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A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B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C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25BF71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3B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E4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9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2C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F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5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B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DD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ИАЗ</w:t>
            </w:r>
          </w:p>
        </w:tc>
      </w:tr>
      <w:tr w:rsidR="009C5DE1" w:rsidRPr="000F0154" w14:paraId="4F0328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5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82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8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7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88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6C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2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5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9C5DE1" w:rsidRPr="000F0154" w14:paraId="004CA1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B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B0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3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9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6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A2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5C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7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9C5DE1" w:rsidRPr="000F0154" w14:paraId="1F2FE2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1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B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9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B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CD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3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0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C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0A76FF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4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C3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A7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C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F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4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2C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5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323568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52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0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A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F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5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2A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4A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7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01722C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EF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D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E7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E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5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0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C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C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9C5DE1" w:rsidRPr="000F0154" w14:paraId="7DA28E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F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6D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F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F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48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FD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1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7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2D2014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30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E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75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A7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8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D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F6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0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34166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6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D0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A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2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0E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01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C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5C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136EB7E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2E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3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2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8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A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3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3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A4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ПСЗ</w:t>
            </w:r>
          </w:p>
        </w:tc>
      </w:tr>
      <w:tr w:rsidR="009C5DE1" w:rsidRPr="000F0154" w14:paraId="215708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C9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9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65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5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CB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DA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07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6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3451E3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F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B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9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D0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0C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1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4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7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СВР</w:t>
            </w:r>
          </w:p>
        </w:tc>
      </w:tr>
      <w:tr w:rsidR="009C5DE1" w:rsidRPr="000F0154" w14:paraId="163B741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9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E8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1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A0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4B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6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C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7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 и др.</w:t>
            </w:r>
          </w:p>
        </w:tc>
      </w:tr>
      <w:tr w:rsidR="009C5DE1" w:rsidRPr="000F0154" w14:paraId="640CB4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56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AB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EB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0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7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8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E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2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12FE65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C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F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A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D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2E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0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E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CB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 и др.</w:t>
            </w:r>
          </w:p>
        </w:tc>
      </w:tr>
      <w:tr w:rsidR="009C5DE1" w:rsidRPr="000F0154" w14:paraId="029556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A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9C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70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A3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8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41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B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1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 и др.</w:t>
            </w:r>
          </w:p>
        </w:tc>
      </w:tr>
      <w:tr w:rsidR="009C5DE1" w:rsidRPr="000F0154" w14:paraId="56B53C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B8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87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8E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50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2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02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A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4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СЛВ и др.</w:t>
            </w:r>
          </w:p>
        </w:tc>
      </w:tr>
      <w:tr w:rsidR="009C5DE1" w:rsidRPr="000F0154" w14:paraId="5695E3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4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E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D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FC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B5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8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E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4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АИГ</w:t>
            </w:r>
          </w:p>
        </w:tc>
      </w:tr>
      <w:tr w:rsidR="009C5DE1" w:rsidRPr="000F0154" w14:paraId="515BD7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3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F7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6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9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0B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9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4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05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ССЯ и др.</w:t>
            </w:r>
          </w:p>
        </w:tc>
      </w:tr>
      <w:tr w:rsidR="009C5DE1" w:rsidRPr="000F0154" w14:paraId="6BD10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2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2E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3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57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A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B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60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4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АСЕН ИЛИЕВ АТАНАСОВ и др.</w:t>
            </w:r>
          </w:p>
        </w:tc>
      </w:tr>
      <w:tr w:rsidR="009C5DE1" w:rsidRPr="000F0154" w14:paraId="1BCB23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8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A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62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E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5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D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79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5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7424E3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3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4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2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B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7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0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D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F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4863E6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2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75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C6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0F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2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7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7C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81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379934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1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9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1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C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7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0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50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32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ВАИ</w:t>
            </w:r>
          </w:p>
        </w:tc>
      </w:tr>
      <w:tr w:rsidR="009C5DE1" w:rsidRPr="000F0154" w14:paraId="3CA0886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D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7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9D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D2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29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D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1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A6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3A8235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A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4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A7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00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18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B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8D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A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ЦМЙ и др.</w:t>
            </w:r>
          </w:p>
        </w:tc>
      </w:tr>
      <w:tr w:rsidR="009C5DE1" w:rsidRPr="000F0154" w14:paraId="37ED20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E7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AE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AA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3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F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4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1B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4BB0A7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D5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9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2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0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E5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3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69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0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9C5DE1" w:rsidRPr="000F0154" w14:paraId="5B5738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BF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87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CB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A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8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E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44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5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МНВ</w:t>
            </w:r>
          </w:p>
        </w:tc>
      </w:tr>
      <w:tr w:rsidR="009C5DE1" w:rsidRPr="000F0154" w14:paraId="154748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E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6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8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9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E8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5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14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D5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9C5DE1" w:rsidRPr="000F0154" w14:paraId="7DDC84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49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7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F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C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9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B7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D3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45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13B5B6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8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A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6B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2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8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A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4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4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ДНГ</w:t>
            </w:r>
          </w:p>
        </w:tc>
      </w:tr>
      <w:tr w:rsidR="009C5DE1" w:rsidRPr="000F0154" w14:paraId="288027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FA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E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E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DC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55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87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6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4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7051CD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97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8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6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0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B4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3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7F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7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9C5DE1" w:rsidRPr="000F0154" w14:paraId="7C88C0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6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D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C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1E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2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1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BE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F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3AFE0F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E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4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B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6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C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6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FC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96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31461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3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F4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C6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8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C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0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2C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0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ККС и др.</w:t>
            </w:r>
          </w:p>
        </w:tc>
      </w:tr>
      <w:tr w:rsidR="009C5DE1" w:rsidRPr="000F0154" w14:paraId="6497C7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A3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C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2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5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97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B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D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6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9C5DE1" w:rsidRPr="000F0154" w14:paraId="04F5BC3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21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4F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0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E8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9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8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E2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71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ДММ</w:t>
            </w:r>
          </w:p>
        </w:tc>
      </w:tr>
      <w:tr w:rsidR="009C5DE1" w:rsidRPr="000F0154" w14:paraId="4B918A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29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EE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B0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C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B7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3DA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A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E4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9C5DE1" w:rsidRPr="000F0154" w14:paraId="17687C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C9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58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C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D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2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E5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A5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AD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1FE8278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6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4E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0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F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F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4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C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0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МАН</w:t>
            </w:r>
          </w:p>
        </w:tc>
      </w:tr>
      <w:tr w:rsidR="009C5DE1" w:rsidRPr="000F0154" w14:paraId="1DE97A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2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C1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A6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42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87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F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A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F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 и др.</w:t>
            </w:r>
          </w:p>
        </w:tc>
      </w:tr>
      <w:tr w:rsidR="009C5DE1" w:rsidRPr="000F0154" w14:paraId="2350AA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2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4D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5A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2A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2F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2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7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8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 и др.</w:t>
            </w:r>
          </w:p>
        </w:tc>
      </w:tr>
      <w:tr w:rsidR="009C5DE1" w:rsidRPr="000F0154" w14:paraId="16EF0C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6D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6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2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2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A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0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21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C0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9C5DE1" w:rsidRPr="000F0154" w14:paraId="6C5B7A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7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D1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8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2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9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9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2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3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54AA6F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E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3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3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0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43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D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2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C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РЛГ</w:t>
            </w:r>
          </w:p>
        </w:tc>
      </w:tr>
      <w:tr w:rsidR="009C5DE1" w:rsidRPr="000F0154" w14:paraId="34B5A8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D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BE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7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15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3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1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95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8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ЦДМ и др.</w:t>
            </w:r>
          </w:p>
        </w:tc>
      </w:tr>
      <w:tr w:rsidR="009C5DE1" w:rsidRPr="000F0154" w14:paraId="202817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07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2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0D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0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F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9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CCA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F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 и др.</w:t>
            </w:r>
          </w:p>
        </w:tc>
      </w:tr>
      <w:tr w:rsidR="009C5DE1" w:rsidRPr="000F0154" w14:paraId="711578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7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9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9E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8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C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E4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C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1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МИВ</w:t>
            </w:r>
          </w:p>
        </w:tc>
      </w:tr>
      <w:tr w:rsidR="009C5DE1" w:rsidRPr="000F0154" w14:paraId="5A43CF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5A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80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AF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2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1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1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3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44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ГЦГ</w:t>
            </w:r>
          </w:p>
        </w:tc>
      </w:tr>
      <w:tr w:rsidR="009C5DE1" w:rsidRPr="000F0154" w14:paraId="74850A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B1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C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7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C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2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79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8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8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СГХ</w:t>
            </w:r>
          </w:p>
        </w:tc>
      </w:tr>
      <w:tr w:rsidR="009C5DE1" w:rsidRPr="000F0154" w14:paraId="2DA5F6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2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05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3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09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0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B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5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42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ЛГЖ</w:t>
            </w:r>
          </w:p>
        </w:tc>
      </w:tr>
      <w:tr w:rsidR="009C5DE1" w:rsidRPr="000F0154" w14:paraId="6771E1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3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1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F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0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F2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7A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25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7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ГДЦ</w:t>
            </w:r>
          </w:p>
        </w:tc>
      </w:tr>
      <w:tr w:rsidR="009C5DE1" w:rsidRPr="000F0154" w14:paraId="3033BC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9A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5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A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C5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8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15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3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E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КМП</w:t>
            </w:r>
          </w:p>
        </w:tc>
      </w:tr>
      <w:tr w:rsidR="009C5DE1" w:rsidRPr="000F0154" w14:paraId="4F39B76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20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E2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8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B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F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D9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2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BF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 и др.</w:t>
            </w:r>
          </w:p>
        </w:tc>
      </w:tr>
      <w:tr w:rsidR="009C5DE1" w:rsidRPr="000F0154" w14:paraId="374966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DE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10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7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EA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DF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B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8E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E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7B46F0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4C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50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1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65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25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BF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76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E55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124504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C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9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2B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F7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E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3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0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0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247984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E6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74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8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C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9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5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7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E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527EB4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B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A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0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04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7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80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A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7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9C5DE1" w:rsidRPr="000F0154" w14:paraId="528053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6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1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C9E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3D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B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D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1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BD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ИМА и др.</w:t>
            </w:r>
          </w:p>
        </w:tc>
      </w:tr>
      <w:tr w:rsidR="009C5DE1" w:rsidRPr="000F0154" w14:paraId="6DC88F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133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C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2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1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E4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7A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74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B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52F7BD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7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5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A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B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5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E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1B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9C5DE1" w:rsidRPr="000F0154" w14:paraId="621EC8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1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0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B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8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6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1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0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A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МДМ и др.</w:t>
            </w:r>
          </w:p>
        </w:tc>
      </w:tr>
      <w:tr w:rsidR="009C5DE1" w:rsidRPr="000F0154" w14:paraId="2925CA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011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69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4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E0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6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9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C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5B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6589EF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B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7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1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0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2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B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F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77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56E917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3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B8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2F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1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9B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0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5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F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</w:t>
            </w:r>
          </w:p>
        </w:tc>
      </w:tr>
      <w:tr w:rsidR="009C5DE1" w:rsidRPr="000F0154" w14:paraId="18D046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29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B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D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3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6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4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D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C6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27245C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9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B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3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70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F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F6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E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F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44A176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A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8B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69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7F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F6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D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AF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D4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717FBA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D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2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D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0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30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C9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C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E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РПП</w:t>
            </w:r>
          </w:p>
        </w:tc>
      </w:tr>
      <w:tr w:rsidR="009C5DE1" w:rsidRPr="000F0154" w14:paraId="564082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4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86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47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1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56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D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9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F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69B5631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F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C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F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9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D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3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0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9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ИДД и др.</w:t>
            </w:r>
          </w:p>
        </w:tc>
      </w:tr>
      <w:tr w:rsidR="009C5DE1" w:rsidRPr="000F0154" w14:paraId="1CD99A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F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8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D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9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AB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46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C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43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4E1AE0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0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13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3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E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88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13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53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3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6BDFAD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2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F5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7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25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73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9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62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14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 и др.</w:t>
            </w:r>
          </w:p>
        </w:tc>
      </w:tr>
      <w:tr w:rsidR="009C5DE1" w:rsidRPr="000F0154" w14:paraId="30BE86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E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F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7A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7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2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BA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C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34.56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4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ИЗК</w:t>
            </w:r>
          </w:p>
        </w:tc>
      </w:tr>
      <w:tr w:rsidR="009C5DE1" w:rsidRPr="000F0154" w14:paraId="471A4D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00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EE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DF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7A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A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8F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6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1AED9C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9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F0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3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3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9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00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E9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3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ОЛВ</w:t>
            </w:r>
          </w:p>
        </w:tc>
      </w:tr>
      <w:tr w:rsidR="009C5DE1" w:rsidRPr="000F0154" w14:paraId="551FA9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5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81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4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0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8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0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7A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8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6BD448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F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92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C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D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90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D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5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11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7187CF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23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AD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E7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F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18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7F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A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C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НЕВ</w:t>
            </w:r>
          </w:p>
        </w:tc>
      </w:tr>
      <w:tr w:rsidR="009C5DE1" w:rsidRPr="000F0154" w14:paraId="178DFE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1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E3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8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6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B1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01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D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61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7A8D73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1C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B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D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60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D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2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17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A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ОЛВ</w:t>
            </w:r>
          </w:p>
        </w:tc>
      </w:tr>
      <w:tr w:rsidR="009C5DE1" w:rsidRPr="000F0154" w14:paraId="23E5EC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E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10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7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A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1F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7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73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5B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ГЙГ</w:t>
            </w:r>
          </w:p>
        </w:tc>
      </w:tr>
      <w:tr w:rsidR="009C5DE1" w:rsidRPr="000F0154" w14:paraId="452CA4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1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4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4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CC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6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5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18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5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ДИТ</w:t>
            </w:r>
          </w:p>
        </w:tc>
      </w:tr>
      <w:tr w:rsidR="009C5DE1" w:rsidRPr="000F0154" w14:paraId="052F39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D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B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FD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9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48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8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6A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2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0B505F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C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91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D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402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8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0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D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C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9C5DE1" w:rsidRPr="000F0154" w14:paraId="15ACA8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E4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7D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7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15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1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07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BE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4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1141BA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3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E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8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A5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1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6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9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E4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9C5DE1" w:rsidRPr="000F0154" w14:paraId="6E02EC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2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12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67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3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0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DD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6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417579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D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0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F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3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E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9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C9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F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СНГ и др.</w:t>
            </w:r>
          </w:p>
        </w:tc>
      </w:tr>
      <w:tr w:rsidR="009C5DE1" w:rsidRPr="000F0154" w14:paraId="35C34B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7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2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3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D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E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FE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C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F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9C5DE1" w:rsidRPr="000F0154" w14:paraId="706F0A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1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2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8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E2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2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F6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3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9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56DA16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A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21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CC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6D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80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3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71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13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ЕМС и др.</w:t>
            </w:r>
          </w:p>
        </w:tc>
      </w:tr>
      <w:tr w:rsidR="009C5DE1" w:rsidRPr="000F0154" w14:paraId="4650B2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4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04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5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84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6F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8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5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B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ЕМС</w:t>
            </w:r>
          </w:p>
        </w:tc>
      </w:tr>
      <w:tr w:rsidR="009C5DE1" w:rsidRPr="000F0154" w14:paraId="232E88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C6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E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A3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8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BF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B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CD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D6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711B5C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E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4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C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B2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1E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A3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2E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46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</w:t>
            </w:r>
          </w:p>
        </w:tc>
      </w:tr>
      <w:tr w:rsidR="009C5DE1" w:rsidRPr="000F0154" w14:paraId="7D3DD4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B4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7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62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9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4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7A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D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5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408474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19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35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4B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8E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F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A1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D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47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9C5DE1" w:rsidRPr="000F0154" w14:paraId="004153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8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0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9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C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3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14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F1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3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3FD061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4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3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D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6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E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A6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68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202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7EFDC0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F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B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D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0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04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B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A7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C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ЦКВ</w:t>
            </w:r>
          </w:p>
        </w:tc>
      </w:tr>
      <w:tr w:rsidR="009C5DE1" w:rsidRPr="000F0154" w14:paraId="347E2A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2A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0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9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9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3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4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9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EA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9C5DE1" w:rsidRPr="000F0154" w14:paraId="1C0BAA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04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5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00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2A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F0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B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DA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4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245191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5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0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EC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3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C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E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0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2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9C5DE1" w:rsidRPr="000F0154" w14:paraId="2DC44EE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C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55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D8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E9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1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9E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9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D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ЛСК и др.</w:t>
            </w:r>
          </w:p>
        </w:tc>
      </w:tr>
      <w:tr w:rsidR="009C5DE1" w:rsidRPr="000F0154" w14:paraId="799298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EF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A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4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6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9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0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06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3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63CB3A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03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F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2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5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4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2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3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01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08880D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A2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D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BF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FB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A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3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D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F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25E3A3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4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1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0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14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47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38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6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F6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ОАИ</w:t>
            </w:r>
          </w:p>
        </w:tc>
      </w:tr>
      <w:tr w:rsidR="009C5DE1" w:rsidRPr="000F0154" w14:paraId="203196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95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0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2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B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AD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6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F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65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5E6CC1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0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68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D1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7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1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4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A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B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984ED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E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DC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4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38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22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5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C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48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РПХ и др.</w:t>
            </w:r>
          </w:p>
        </w:tc>
      </w:tr>
      <w:tr w:rsidR="009C5DE1" w:rsidRPr="000F0154" w14:paraId="4C41D6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208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001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3E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85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4B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C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DF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7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32E17E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9B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01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7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5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0E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3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D9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B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9C5DE1" w:rsidRPr="000F0154" w14:paraId="6016BA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05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A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62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C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5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F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0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A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 и др.</w:t>
            </w:r>
          </w:p>
        </w:tc>
      </w:tr>
      <w:tr w:rsidR="009C5DE1" w:rsidRPr="000F0154" w14:paraId="28AC3B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0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3B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3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CE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0F0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4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C5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1C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ЗБК</w:t>
            </w:r>
          </w:p>
        </w:tc>
      </w:tr>
      <w:tr w:rsidR="009C5DE1" w:rsidRPr="000F0154" w14:paraId="2EEE7C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4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36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9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4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D9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0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9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A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ЯЗП</w:t>
            </w:r>
          </w:p>
        </w:tc>
      </w:tr>
      <w:tr w:rsidR="009C5DE1" w:rsidRPr="000F0154" w14:paraId="733A59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05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2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47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4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F5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19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E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C5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6E537B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20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24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4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6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2E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10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A9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1CA377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E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6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77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A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6B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0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E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C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0FDF97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25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D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CE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D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5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9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7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D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08A4D6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8D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D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1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A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6F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9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6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B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69681D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E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B8C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E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98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5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FF2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D9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3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ЕВД и др.</w:t>
            </w:r>
          </w:p>
        </w:tc>
      </w:tr>
      <w:tr w:rsidR="009C5DE1" w:rsidRPr="000F0154" w14:paraId="3F2FB4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F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6B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E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47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774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AC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0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E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6007D9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E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2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D3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4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B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8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3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6F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076245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B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D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72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6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16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7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5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E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1DA200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2C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B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F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C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4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3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21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8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9C5DE1" w:rsidRPr="000F0154" w14:paraId="282687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7D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3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C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B7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D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C4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D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5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6BD76D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9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6F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8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00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8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CA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AF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2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2F7C7F3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0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B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D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87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A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6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5A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DA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6A318D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2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F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A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8E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1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A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9F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МАЗ</w:t>
            </w:r>
          </w:p>
        </w:tc>
      </w:tr>
      <w:tr w:rsidR="009C5DE1" w:rsidRPr="000F0154" w14:paraId="4D4ECA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5B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F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27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1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B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EF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C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C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07FA2C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0C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8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E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5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9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4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E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6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ПЕК</w:t>
            </w:r>
          </w:p>
        </w:tc>
      </w:tr>
      <w:tr w:rsidR="009C5DE1" w:rsidRPr="000F0154" w14:paraId="07C7D8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93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C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3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4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0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0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D7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54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9C5DE1" w:rsidRPr="000F0154" w14:paraId="23DE92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2C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D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62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C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B3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08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4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CD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ГЗИ и др.</w:t>
            </w:r>
          </w:p>
        </w:tc>
      </w:tr>
      <w:tr w:rsidR="009C5DE1" w:rsidRPr="000F0154" w14:paraId="33FB193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2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0B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1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35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63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6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8B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CA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87A28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4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E8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1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3F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2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9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D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BF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ДГБ</w:t>
            </w:r>
          </w:p>
        </w:tc>
      </w:tr>
      <w:tr w:rsidR="009C5DE1" w:rsidRPr="000F0154" w14:paraId="08E521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CD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AE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87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AD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D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E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A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1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ВСП</w:t>
            </w:r>
          </w:p>
        </w:tc>
      </w:tr>
      <w:tr w:rsidR="009C5DE1" w:rsidRPr="000F0154" w14:paraId="11384D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6C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73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C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47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13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A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7A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FB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9C5DE1" w:rsidRPr="000F0154" w14:paraId="7E0464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2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95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0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2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B7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7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5F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A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</w:t>
            </w:r>
          </w:p>
        </w:tc>
      </w:tr>
      <w:tr w:rsidR="009C5DE1" w:rsidRPr="000F0154" w14:paraId="53B705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E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EF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C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B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A8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F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2C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5A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СЕХ и др.</w:t>
            </w:r>
          </w:p>
        </w:tc>
      </w:tr>
      <w:tr w:rsidR="009C5DE1" w:rsidRPr="000F0154" w14:paraId="479455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AC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6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62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7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78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5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5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E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9C5DE1" w:rsidRPr="000F0154" w14:paraId="722FDCC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04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9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EB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5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F9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E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A9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E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9C5DE1" w:rsidRPr="000F0154" w14:paraId="568E7D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14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CB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19B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3E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20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E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A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C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6B2F8B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A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9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F9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D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6BA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C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81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AB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СОЛОМОН ИНВЕСТМЪНТС ЕООД</w:t>
            </w:r>
          </w:p>
        </w:tc>
      </w:tr>
      <w:tr w:rsidR="009C5DE1" w:rsidRPr="000F0154" w14:paraId="6BABC7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B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3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0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C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32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36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E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16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5A1AA0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E5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BF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87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9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C5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0C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DC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6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МНР</w:t>
            </w:r>
          </w:p>
        </w:tc>
      </w:tr>
      <w:tr w:rsidR="009C5DE1" w:rsidRPr="000F0154" w14:paraId="738A6C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BC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33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0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9B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7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5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26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E4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1069CA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D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4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C1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F2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D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67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2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8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СБУ</w:t>
            </w:r>
          </w:p>
        </w:tc>
      </w:tr>
      <w:tr w:rsidR="009C5DE1" w:rsidRPr="000F0154" w14:paraId="7A485B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B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D1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F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B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B3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4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C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2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ПКС и др.</w:t>
            </w:r>
          </w:p>
        </w:tc>
      </w:tr>
      <w:tr w:rsidR="009C5DE1" w:rsidRPr="000F0154" w14:paraId="6C8C5B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2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6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4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0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C5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9D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E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43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13172E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8F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A4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8B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2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2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6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D7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FD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ДБВ</w:t>
            </w:r>
          </w:p>
        </w:tc>
      </w:tr>
      <w:tr w:rsidR="009C5DE1" w:rsidRPr="000F0154" w14:paraId="7FC186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8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8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D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1A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C2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9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6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6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ПЦИ и др.</w:t>
            </w:r>
          </w:p>
        </w:tc>
      </w:tr>
      <w:tr w:rsidR="009C5DE1" w:rsidRPr="000F0154" w14:paraId="77FE3B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F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AC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A58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5C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2A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3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A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8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35F15F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CF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DD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AF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4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D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2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C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3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2187AC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13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7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13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8F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F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06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B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8D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 и др.</w:t>
            </w:r>
          </w:p>
        </w:tc>
      </w:tr>
      <w:tr w:rsidR="009C5DE1" w:rsidRPr="000F0154" w14:paraId="34B041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5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D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E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D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A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9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F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4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73500C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0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434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8A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16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3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D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51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C7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РВВ</w:t>
            </w:r>
          </w:p>
        </w:tc>
      </w:tr>
      <w:tr w:rsidR="009C5DE1" w:rsidRPr="000F0154" w14:paraId="1FC14B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B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2B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B2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35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C4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F2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4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3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5C43A2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93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05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DB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A8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1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A60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B1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8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9C5DE1" w:rsidRPr="000F0154" w14:paraId="275054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30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E2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B7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0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5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A1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6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A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7F71B7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6D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3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FD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2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1F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3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C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2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ГАД</w:t>
            </w:r>
          </w:p>
        </w:tc>
      </w:tr>
      <w:tr w:rsidR="009C5DE1" w:rsidRPr="000F0154" w14:paraId="464A93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2A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C8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1B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0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9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47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81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1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ЦВТ</w:t>
            </w:r>
          </w:p>
        </w:tc>
      </w:tr>
      <w:tr w:rsidR="009C5DE1" w:rsidRPr="000F0154" w14:paraId="20617F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B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5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7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EE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6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6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5E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D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ПБЗ</w:t>
            </w:r>
          </w:p>
        </w:tc>
      </w:tr>
      <w:tr w:rsidR="009C5DE1" w:rsidRPr="000F0154" w14:paraId="157A51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2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D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DB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B2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6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0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E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D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ААИ</w:t>
            </w:r>
          </w:p>
        </w:tc>
      </w:tr>
      <w:tr w:rsidR="009C5DE1" w:rsidRPr="000F0154" w14:paraId="11C9DF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F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D2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58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7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92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D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7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2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701C50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2F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7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4B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5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0A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0D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B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93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0505C1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E1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0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3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F2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A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75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56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6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48460A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2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3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CB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7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5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5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D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42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685CFF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8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5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3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7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4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F9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51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E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61C0A0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8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70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6B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1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A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B6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50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7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ГХЦ</w:t>
            </w:r>
          </w:p>
        </w:tc>
      </w:tr>
      <w:tr w:rsidR="009C5DE1" w:rsidRPr="000F0154" w14:paraId="3C0F34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6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8A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8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7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6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24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3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F2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5BA5F9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7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BE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1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D8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C9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F0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8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2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68F99C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0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1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D9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C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6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6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1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5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6A1723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87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AA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0C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5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4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20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55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5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9C5DE1" w:rsidRPr="000F0154" w14:paraId="46D3A7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7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BA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E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1F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E5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B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2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37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6A3C28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2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9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AC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2D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3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A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E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B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136069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69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A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75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6B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5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7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1D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BE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002E75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0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6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93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0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F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F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4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B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ФВТ</w:t>
            </w:r>
          </w:p>
        </w:tc>
      </w:tr>
      <w:tr w:rsidR="009C5DE1" w:rsidRPr="000F0154" w14:paraId="1D4C12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76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8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5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88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A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5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1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D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66E181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7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17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5C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B6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F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5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BD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6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ПНД</w:t>
            </w:r>
          </w:p>
        </w:tc>
      </w:tr>
      <w:tr w:rsidR="009C5DE1" w:rsidRPr="000F0154" w14:paraId="2CC929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F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FF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B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D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74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E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BF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37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 и др.</w:t>
            </w:r>
          </w:p>
        </w:tc>
      </w:tr>
      <w:tr w:rsidR="009C5DE1" w:rsidRPr="000F0154" w14:paraId="7087E1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7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F9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C0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8B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B2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2F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E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93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59E93E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DB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C29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58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B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6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3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B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6A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СИГ и др.</w:t>
            </w:r>
          </w:p>
        </w:tc>
      </w:tr>
      <w:tr w:rsidR="009C5DE1" w:rsidRPr="000F0154" w14:paraId="0C6C43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56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2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F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D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6F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7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AF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5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СОЛОМОН ИНВЕСТМЪНТС ЕООД</w:t>
            </w:r>
          </w:p>
        </w:tc>
      </w:tr>
      <w:tr w:rsidR="009C5DE1" w:rsidRPr="000F0154" w14:paraId="5BCD0F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5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E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6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5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1F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F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84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9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5D0EBB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B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E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4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6F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E4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9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AD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DB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738F7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88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1C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1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5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9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C3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2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D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ИМР</w:t>
            </w:r>
          </w:p>
        </w:tc>
      </w:tr>
      <w:tr w:rsidR="009C5DE1" w:rsidRPr="000F0154" w14:paraId="43CC9A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1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50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85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7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E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7A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63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73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ИАИ</w:t>
            </w:r>
          </w:p>
        </w:tc>
      </w:tr>
      <w:tr w:rsidR="009C5DE1" w:rsidRPr="000F0154" w14:paraId="0FDE9D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E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11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5C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8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5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6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73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4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 и др.</w:t>
            </w:r>
          </w:p>
        </w:tc>
      </w:tr>
      <w:tr w:rsidR="009C5DE1" w:rsidRPr="000F0154" w14:paraId="62DB30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EE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9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86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2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45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3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17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1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1EBB5C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7B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6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1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05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E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1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B4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E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0B7676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75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1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E4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0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F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41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289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B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124744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01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1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43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4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C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8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2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2C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МДВ</w:t>
            </w:r>
          </w:p>
        </w:tc>
      </w:tr>
      <w:tr w:rsidR="009C5DE1" w:rsidRPr="000F0154" w14:paraId="6ABC72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3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A4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9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50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9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9C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FB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A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СЙВ</w:t>
            </w:r>
          </w:p>
        </w:tc>
      </w:tr>
      <w:tr w:rsidR="009C5DE1" w:rsidRPr="000F0154" w14:paraId="29EE35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E4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A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E1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E4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9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6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B8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0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58E896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9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0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5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9F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449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1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1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E9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41A1ED5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F4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3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B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33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3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6C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8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F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070B23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2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E0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D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3C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4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F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4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07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57373E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6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4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0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E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7D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13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A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9D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6F4DC8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77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AB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1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24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E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1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B8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99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6D2419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98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D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F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0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0D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97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71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F5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9C5DE1" w:rsidRPr="000F0154" w14:paraId="4EB710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B8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AC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04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4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EA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0A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E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9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554E05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E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A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C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8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7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3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E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C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9C5DE1" w:rsidRPr="000F0154" w14:paraId="6EF4DD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2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69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5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D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67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C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3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40.27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F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6EB70D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71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A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E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3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01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E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9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9B1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НКД</w:t>
            </w:r>
          </w:p>
        </w:tc>
      </w:tr>
      <w:tr w:rsidR="009C5DE1" w:rsidRPr="000F0154" w14:paraId="3B87A0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3F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5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D8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7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4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A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38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C1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0A52B1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A0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0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F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B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7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66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8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C5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БИВ</w:t>
            </w:r>
          </w:p>
        </w:tc>
      </w:tr>
      <w:tr w:rsidR="009C5DE1" w:rsidRPr="000F0154" w14:paraId="548595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0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4E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E0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94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F7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8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0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9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ИПА</w:t>
            </w:r>
          </w:p>
        </w:tc>
      </w:tr>
      <w:tr w:rsidR="009C5DE1" w:rsidRPr="000F0154" w14:paraId="22F368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AB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11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23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87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2C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1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4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97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9C5DE1" w:rsidRPr="000F0154" w14:paraId="6C700A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8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7C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D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3A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05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8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F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17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ФМП</w:t>
            </w:r>
          </w:p>
        </w:tc>
      </w:tr>
      <w:tr w:rsidR="009C5DE1" w:rsidRPr="000F0154" w14:paraId="2924E4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6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5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3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E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A1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8A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01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F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 и др.</w:t>
            </w:r>
          </w:p>
        </w:tc>
      </w:tr>
      <w:tr w:rsidR="009C5DE1" w:rsidRPr="000F0154" w14:paraId="7591051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B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6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4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7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C7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54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2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3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БРАЙТ ИНЖЕНЕРИНГ ООД</w:t>
            </w:r>
          </w:p>
        </w:tc>
      </w:tr>
      <w:tr w:rsidR="009C5DE1" w:rsidRPr="000F0154" w14:paraId="13A7DB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F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EB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A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5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1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5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A6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92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ДФД</w:t>
            </w:r>
          </w:p>
        </w:tc>
      </w:tr>
      <w:tr w:rsidR="009C5DE1" w:rsidRPr="000F0154" w14:paraId="346AFD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5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8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C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A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09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A4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2FA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13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ВАЗ</w:t>
            </w:r>
          </w:p>
        </w:tc>
      </w:tr>
      <w:tr w:rsidR="009C5DE1" w:rsidRPr="000F0154" w14:paraId="46A615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2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70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C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0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A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5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6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3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АКИ</w:t>
            </w:r>
          </w:p>
        </w:tc>
      </w:tr>
      <w:tr w:rsidR="009C5DE1" w:rsidRPr="000F0154" w14:paraId="2CECD4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50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29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60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9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1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E5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B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3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27FDBC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E5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4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2E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2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BB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0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3C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E0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9C5DE1" w:rsidRPr="000F0154" w14:paraId="71E05F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5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BF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98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0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6A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D3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5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87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B7395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2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CD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6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4E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5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6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E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2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497D45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32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7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7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B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CF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A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DA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E9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9C5DE1" w:rsidRPr="000F0154" w14:paraId="5DA752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2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4E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62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08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D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F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0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D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ИЦВ</w:t>
            </w:r>
          </w:p>
        </w:tc>
      </w:tr>
      <w:tr w:rsidR="009C5DE1" w:rsidRPr="000F0154" w14:paraId="1F3AE09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B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CD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33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2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00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58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A7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C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ГСБ</w:t>
            </w:r>
          </w:p>
        </w:tc>
      </w:tr>
      <w:tr w:rsidR="009C5DE1" w:rsidRPr="000F0154" w14:paraId="5F708A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6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9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C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7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4D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C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4D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01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3C0C23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6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D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1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DB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8B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50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E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1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ПДБ</w:t>
            </w:r>
          </w:p>
        </w:tc>
      </w:tr>
      <w:tr w:rsidR="009C5DE1" w:rsidRPr="000F0154" w14:paraId="54576D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7D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F7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DB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7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58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1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66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8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43B272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42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A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F5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B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E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6C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B9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9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343297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D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3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8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9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7D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4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C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3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ГНЯ и др.</w:t>
            </w:r>
          </w:p>
        </w:tc>
      </w:tr>
      <w:tr w:rsidR="009C5DE1" w:rsidRPr="000F0154" w14:paraId="090ADF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F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73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65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BC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FD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0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F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B7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6CC5A59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7C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2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9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0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18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2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5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8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46CBFAA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B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40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A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9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1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E5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3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74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ЛВЦ</w:t>
            </w:r>
          </w:p>
        </w:tc>
      </w:tr>
      <w:tr w:rsidR="009C5DE1" w:rsidRPr="000F0154" w14:paraId="026BA9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E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1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C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BD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46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25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D0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A1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СЛВ и др.</w:t>
            </w:r>
          </w:p>
        </w:tc>
      </w:tr>
      <w:tr w:rsidR="009C5DE1" w:rsidRPr="000F0154" w14:paraId="78BB70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13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8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C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C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78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54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A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4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004002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6B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F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4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C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B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73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2F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E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29B275E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8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5E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23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7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7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6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A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77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СТМ</w:t>
            </w:r>
          </w:p>
        </w:tc>
      </w:tr>
      <w:tr w:rsidR="009C5DE1" w:rsidRPr="000F0154" w14:paraId="7AF567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E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D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C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A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5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27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57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8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9C5DE1" w:rsidRPr="000F0154" w14:paraId="0E03FC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06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8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7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0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BE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8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5C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0F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9C5DE1" w:rsidRPr="000F0154" w14:paraId="760A85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E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AD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C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B1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1F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F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5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21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ДММ</w:t>
            </w:r>
          </w:p>
        </w:tc>
      </w:tr>
      <w:tr w:rsidR="009C5DE1" w:rsidRPr="000F0154" w14:paraId="70B39BF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3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8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0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D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D3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7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1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9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9C5DE1" w:rsidRPr="000F0154" w14:paraId="17DAB3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3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B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3B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C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5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7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D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F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7E5AC9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C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79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D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4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9F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4D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E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E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 и др.</w:t>
            </w:r>
          </w:p>
        </w:tc>
      </w:tr>
      <w:tr w:rsidR="009C5DE1" w:rsidRPr="000F0154" w14:paraId="438C3A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68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F9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3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D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C7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6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A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3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0A429E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5B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8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C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3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3E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B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C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8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9C5DE1" w:rsidRPr="000F0154" w14:paraId="7B272A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1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CE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5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A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99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B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3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EF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30DCE8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55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31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0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6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C6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FC7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DF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C0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4E7432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0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8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F1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8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58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5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6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B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1A56C9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B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E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ED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A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E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91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F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2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ОИА</w:t>
            </w:r>
          </w:p>
        </w:tc>
      </w:tr>
      <w:tr w:rsidR="009C5DE1" w:rsidRPr="000F0154" w14:paraId="7DC06E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2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5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64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219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4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A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4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9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562F52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1D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8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4D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8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3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FC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EAB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9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3D9456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78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F7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82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5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6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9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9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7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ЙВМ</w:t>
            </w:r>
          </w:p>
        </w:tc>
      </w:tr>
      <w:tr w:rsidR="009C5DE1" w:rsidRPr="000F0154" w14:paraId="49F01F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B4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6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2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16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46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FD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55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94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0FD5C2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7D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32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2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29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77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5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9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8C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642AAB8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C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86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CA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B9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C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85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A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50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3E32A10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3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43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9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1D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A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6C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10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2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ЛДК и др.</w:t>
            </w:r>
          </w:p>
        </w:tc>
      </w:tr>
      <w:tr w:rsidR="009C5DE1" w:rsidRPr="000F0154" w14:paraId="24D2C7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75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9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A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C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D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39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0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B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5AC8B7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8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9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F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42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A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A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0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4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</w:tr>
      <w:tr w:rsidR="009C5DE1" w:rsidRPr="000F0154" w14:paraId="0C7753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8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0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D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8C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C4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B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AD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A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20D5CE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C5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93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79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38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1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D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9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3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64B1BD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50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B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5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AF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44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53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18F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C1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9C5DE1" w:rsidRPr="000F0154" w14:paraId="7FF0C61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A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5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A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F8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9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9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1B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9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ДПТ</w:t>
            </w:r>
          </w:p>
        </w:tc>
      </w:tr>
      <w:tr w:rsidR="009C5DE1" w:rsidRPr="000F0154" w14:paraId="068F73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E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4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92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1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5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53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6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E6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2C3EE5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F0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3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A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3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01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C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C8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ED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9C5DE1" w:rsidRPr="000F0154" w14:paraId="1D8908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03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A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1B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5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C3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A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9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D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ЗАИ</w:t>
            </w:r>
          </w:p>
        </w:tc>
      </w:tr>
      <w:tr w:rsidR="009C5DE1" w:rsidRPr="000F0154" w14:paraId="5DE342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8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8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269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0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83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13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F6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4D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ЛПТ</w:t>
            </w:r>
          </w:p>
        </w:tc>
      </w:tr>
      <w:tr w:rsidR="009C5DE1" w:rsidRPr="000F0154" w14:paraId="330CD2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8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0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E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46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D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E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0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91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09061D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5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C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1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E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90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6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1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0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СГО</w:t>
            </w:r>
          </w:p>
        </w:tc>
      </w:tr>
      <w:tr w:rsidR="009C5DE1" w:rsidRPr="000F0154" w14:paraId="6BF91F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2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5E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6F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B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B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F0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35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8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4DA528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D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25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D1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A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E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8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9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7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ЦКА</w:t>
            </w:r>
          </w:p>
        </w:tc>
      </w:tr>
      <w:tr w:rsidR="009C5DE1" w:rsidRPr="000F0154" w14:paraId="631973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8E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6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8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0A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C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5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BC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82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6EF86F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A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A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BC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D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C0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49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D6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2A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ТИВ и др.</w:t>
            </w:r>
          </w:p>
        </w:tc>
      </w:tr>
      <w:tr w:rsidR="009C5DE1" w:rsidRPr="000F0154" w14:paraId="2FFAEA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1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A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4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D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6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2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6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3F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45F1E8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2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0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88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B5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1D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3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EE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A4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СЗЛ</w:t>
            </w:r>
          </w:p>
        </w:tc>
      </w:tr>
      <w:tr w:rsidR="009C5DE1" w:rsidRPr="000F0154" w14:paraId="35FAC4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F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6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3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5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4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A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1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8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АГА</w:t>
            </w:r>
          </w:p>
        </w:tc>
      </w:tr>
      <w:tr w:rsidR="009C5DE1" w:rsidRPr="000F0154" w14:paraId="3B8294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80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14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B4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65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4C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F4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D2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5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ГАД и др.</w:t>
            </w:r>
          </w:p>
        </w:tc>
      </w:tr>
      <w:tr w:rsidR="009C5DE1" w:rsidRPr="000F0154" w14:paraId="08A562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5A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C4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0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E2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8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AC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34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5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4C4B9F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4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B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97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9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F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77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D2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7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ЛТМ</w:t>
            </w:r>
          </w:p>
        </w:tc>
      </w:tr>
      <w:tr w:rsidR="009C5DE1" w:rsidRPr="000F0154" w14:paraId="46B7497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2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28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1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9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49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19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A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БИВ</w:t>
            </w:r>
          </w:p>
        </w:tc>
      </w:tr>
      <w:tr w:rsidR="009C5DE1" w:rsidRPr="000F0154" w14:paraId="73013C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33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CF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F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B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F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83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4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E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9C5DE1" w:rsidRPr="000F0154" w14:paraId="7044FA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30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B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14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B6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A8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DA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3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A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КДВ</w:t>
            </w:r>
          </w:p>
        </w:tc>
      </w:tr>
      <w:tr w:rsidR="009C5DE1" w:rsidRPr="000F0154" w14:paraId="451261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E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6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7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84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8F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A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A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2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09EFE5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8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5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B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0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B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F8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6B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13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9C5DE1" w:rsidRPr="000F0154" w14:paraId="6040B8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7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1F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7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CC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C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C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8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33B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</w:tr>
      <w:tr w:rsidR="009C5DE1" w:rsidRPr="000F0154" w14:paraId="7B65968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32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00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8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5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A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4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78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61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ГПП</w:t>
            </w:r>
          </w:p>
        </w:tc>
      </w:tr>
      <w:tr w:rsidR="009C5DE1" w:rsidRPr="000F0154" w14:paraId="0EA4B9A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26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95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1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D9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3A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DF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1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F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ЕМК</w:t>
            </w:r>
          </w:p>
        </w:tc>
      </w:tr>
      <w:tr w:rsidR="009C5DE1" w:rsidRPr="000F0154" w14:paraId="100926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1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C1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DF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D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4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6A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9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5D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ЯЗП</w:t>
            </w:r>
          </w:p>
        </w:tc>
      </w:tr>
      <w:tr w:rsidR="009C5DE1" w:rsidRPr="000F0154" w14:paraId="50C0E8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1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8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45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9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82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46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7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A5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1C99AB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4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C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B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1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0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0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8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E0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СДП и др.</w:t>
            </w:r>
          </w:p>
        </w:tc>
      </w:tr>
      <w:tr w:rsidR="009C5DE1" w:rsidRPr="000F0154" w14:paraId="7B1A69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4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9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50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3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CB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BA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76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27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АСЯ и др.</w:t>
            </w:r>
          </w:p>
        </w:tc>
      </w:tr>
      <w:tr w:rsidR="009C5DE1" w:rsidRPr="000F0154" w14:paraId="6DDBF2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20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D5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C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EA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7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2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D5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1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9C5DE1" w:rsidRPr="000F0154" w14:paraId="67D354A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1D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2D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B2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9C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425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37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5F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B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ДПГ и др.</w:t>
            </w:r>
          </w:p>
        </w:tc>
      </w:tr>
      <w:tr w:rsidR="009C5DE1" w:rsidRPr="000F0154" w14:paraId="0F5DE6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365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9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0F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C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2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A7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7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5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СКД</w:t>
            </w:r>
          </w:p>
        </w:tc>
      </w:tr>
      <w:tr w:rsidR="009C5DE1" w:rsidRPr="000F0154" w14:paraId="108796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C9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C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C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67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2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4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6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8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18DAC1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9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8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10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46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9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4E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B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2E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53D23F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37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1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5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E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A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6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D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57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9C5DE1" w:rsidRPr="000F0154" w14:paraId="73AF49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67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1F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7F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805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45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16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D2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76.58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CF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НСС</w:t>
            </w:r>
          </w:p>
        </w:tc>
      </w:tr>
      <w:tr w:rsidR="009C5DE1" w:rsidRPr="000F0154" w14:paraId="6C30E0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F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4D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C0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EA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3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34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B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18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7F8F19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3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D3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B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B3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9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5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5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A1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488516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69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EA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7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0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8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A1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80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1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637791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E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0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6E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75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F6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1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19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9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5882DC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1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E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4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F7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4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BFB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E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9C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ДПЦ</w:t>
            </w:r>
          </w:p>
        </w:tc>
      </w:tr>
      <w:tr w:rsidR="009C5DE1" w:rsidRPr="000F0154" w14:paraId="269DB0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8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94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F4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4B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5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39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3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9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9C5DE1" w:rsidRPr="000F0154" w14:paraId="34DDE1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2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7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C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28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4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C7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4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8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ИКК</w:t>
            </w:r>
          </w:p>
        </w:tc>
      </w:tr>
      <w:tr w:rsidR="009C5DE1" w:rsidRPr="000F0154" w14:paraId="2CA39B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A9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0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24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6C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AD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96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C1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A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45F5C5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A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6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5F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3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45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07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2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E4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ЕПЛ</w:t>
            </w:r>
          </w:p>
        </w:tc>
      </w:tr>
      <w:tr w:rsidR="009C5DE1" w:rsidRPr="000F0154" w14:paraId="69483F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7D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3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6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AF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7E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DE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7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6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ДИС</w:t>
            </w:r>
          </w:p>
        </w:tc>
      </w:tr>
      <w:tr w:rsidR="009C5DE1" w:rsidRPr="000F0154" w14:paraId="5E4F31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A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E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3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4A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3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52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6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0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СПС</w:t>
            </w:r>
          </w:p>
        </w:tc>
      </w:tr>
      <w:tr w:rsidR="009C5DE1" w:rsidRPr="000F0154" w14:paraId="1FC39A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A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13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0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45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9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0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D0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E0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387654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5BA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3E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3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D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4C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6B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5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2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ГЛИ</w:t>
            </w:r>
          </w:p>
        </w:tc>
      </w:tr>
      <w:tr w:rsidR="009C5DE1" w:rsidRPr="000F0154" w14:paraId="75526C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54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1B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F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1D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1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EF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A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9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364850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C9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B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8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4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F7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9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82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DF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41FCF9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4F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D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7F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1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AB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4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2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6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ГЙГ</w:t>
            </w:r>
          </w:p>
        </w:tc>
      </w:tr>
      <w:tr w:rsidR="009C5DE1" w:rsidRPr="000F0154" w14:paraId="11C748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B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B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11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3C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7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66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5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F5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КМП</w:t>
            </w:r>
          </w:p>
        </w:tc>
      </w:tr>
      <w:tr w:rsidR="009C5DE1" w:rsidRPr="000F0154" w14:paraId="44EC91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8F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95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A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B1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68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84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3F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F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9C5DE1" w:rsidRPr="000F0154" w14:paraId="5325B2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07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3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B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E4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6B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1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65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FC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7F5D5A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E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1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EE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6D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60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1F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F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2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ВПГ и др.</w:t>
            </w:r>
          </w:p>
        </w:tc>
      </w:tr>
      <w:tr w:rsidR="009C5DE1" w:rsidRPr="000F0154" w14:paraId="580B93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E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82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82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C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F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A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6F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98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ААИ</w:t>
            </w:r>
          </w:p>
        </w:tc>
      </w:tr>
      <w:tr w:rsidR="009C5DE1" w:rsidRPr="000F0154" w14:paraId="502160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2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9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2D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7F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D0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AF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6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2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65FD30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5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77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A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F0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F5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F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6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C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ИВД</w:t>
            </w:r>
          </w:p>
        </w:tc>
      </w:tr>
      <w:tr w:rsidR="009C5DE1" w:rsidRPr="000F0154" w14:paraId="2ED85B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54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4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5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7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3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FA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4F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1A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2FEE56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9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A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0B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4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0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9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D5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A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КИП</w:t>
            </w:r>
          </w:p>
        </w:tc>
      </w:tr>
      <w:tr w:rsidR="009C5DE1" w:rsidRPr="000F0154" w14:paraId="789623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2E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5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89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5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CE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FA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B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0D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ДПЦ</w:t>
            </w:r>
          </w:p>
        </w:tc>
      </w:tr>
      <w:tr w:rsidR="009C5DE1" w:rsidRPr="000F0154" w14:paraId="1B05C1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2A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9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8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25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D9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9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A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F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513AA2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D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FD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9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3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C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77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DF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9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9C5DE1" w:rsidRPr="000F0154" w14:paraId="6834E6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3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A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3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88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BA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23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3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01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2C4839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3E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8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1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C0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0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6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C8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4E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9C5DE1" w:rsidRPr="000F0154" w14:paraId="0E4588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4F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0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6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BB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C4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A4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D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8E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9C5DE1" w:rsidRPr="000F0154" w14:paraId="2335C0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04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2C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6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66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4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5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9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C6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77D7DE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CA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96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5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E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C9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382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1A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1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17524B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F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0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1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9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87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B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0B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30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ПИС</w:t>
            </w:r>
          </w:p>
        </w:tc>
      </w:tr>
      <w:tr w:rsidR="009C5DE1" w:rsidRPr="000F0154" w14:paraId="54024AA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C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3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9D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27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68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6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4F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6D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1052CC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8A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6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7A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7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26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75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F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A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НИГ</w:t>
            </w:r>
          </w:p>
        </w:tc>
      </w:tr>
      <w:tr w:rsidR="009C5DE1" w:rsidRPr="000F0154" w14:paraId="27B2B68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0E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4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CE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97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C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15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5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7E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КХИ</w:t>
            </w:r>
          </w:p>
        </w:tc>
      </w:tr>
      <w:tr w:rsidR="009C5DE1" w:rsidRPr="000F0154" w14:paraId="4875F7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28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6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C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6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B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8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8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E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346A5E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E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C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E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7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F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D4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9A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0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КТТ</w:t>
            </w:r>
          </w:p>
        </w:tc>
      </w:tr>
      <w:tr w:rsidR="009C5DE1" w:rsidRPr="000F0154" w14:paraId="30F9ED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7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B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5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ED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33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B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6C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3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ФСМ и др.</w:t>
            </w:r>
          </w:p>
        </w:tc>
      </w:tr>
      <w:tr w:rsidR="009C5DE1" w:rsidRPr="000F0154" w14:paraId="1A5D42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2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8E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14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4A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2F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5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D7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4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0272F7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53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97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5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95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DA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8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B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0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ЛДК и др.</w:t>
            </w:r>
          </w:p>
        </w:tc>
      </w:tr>
      <w:tr w:rsidR="009C5DE1" w:rsidRPr="000F0154" w14:paraId="0C8FC7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C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E4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15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5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79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BE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BC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D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59E1FC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6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4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977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E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A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1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7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7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ПТГ</w:t>
            </w:r>
          </w:p>
        </w:tc>
      </w:tr>
      <w:tr w:rsidR="009C5DE1" w:rsidRPr="000F0154" w14:paraId="207A1F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7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9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E5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5E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6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AC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CC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EF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635779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4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B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BD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3F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4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4E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E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29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214F4E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3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B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17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E8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4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49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9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8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ДПД и др.</w:t>
            </w:r>
          </w:p>
        </w:tc>
      </w:tr>
      <w:tr w:rsidR="009C5DE1" w:rsidRPr="000F0154" w14:paraId="2C9CEB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1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E1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F4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02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9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F0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00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A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391ECA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19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5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4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E7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6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2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A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2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НЦА</w:t>
            </w:r>
          </w:p>
        </w:tc>
      </w:tr>
      <w:tr w:rsidR="009C5DE1" w:rsidRPr="000F0154" w14:paraId="01F8AE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7B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C2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5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C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97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7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2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47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С.И.Г.ООД</w:t>
            </w:r>
          </w:p>
        </w:tc>
      </w:tr>
      <w:tr w:rsidR="009C5DE1" w:rsidRPr="000F0154" w14:paraId="03E274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8A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CE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8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E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49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3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B4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C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ПДТ</w:t>
            </w:r>
          </w:p>
        </w:tc>
      </w:tr>
      <w:tr w:rsidR="009C5DE1" w:rsidRPr="000F0154" w14:paraId="3FD72E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54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4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A6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EC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85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6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EE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7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ЕЛГ и др.</w:t>
            </w:r>
          </w:p>
        </w:tc>
      </w:tr>
      <w:tr w:rsidR="009C5DE1" w:rsidRPr="000F0154" w14:paraId="5D31AC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7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8E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6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0C0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4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4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A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F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9C5DE1" w:rsidRPr="000F0154" w14:paraId="21EF57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B0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D6E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6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B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C1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D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2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4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9C5DE1" w:rsidRPr="000F0154" w14:paraId="41ABD0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2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7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F9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14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BA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CB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B2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D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ВБД</w:t>
            </w:r>
          </w:p>
        </w:tc>
      </w:tr>
      <w:tr w:rsidR="009C5DE1" w:rsidRPr="000F0154" w14:paraId="525FD07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0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B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92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B2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17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0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B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B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6B4662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DB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1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D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4E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53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8A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6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49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29B545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A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66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A1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8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44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0C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7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6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ЕСЕ</w:t>
            </w:r>
          </w:p>
        </w:tc>
      </w:tr>
      <w:tr w:rsidR="009C5DE1" w:rsidRPr="000F0154" w14:paraId="4EEA9E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9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F3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BC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6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33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4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5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EE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ВСВ</w:t>
            </w:r>
          </w:p>
        </w:tc>
      </w:tr>
      <w:tr w:rsidR="009C5DE1" w:rsidRPr="000F0154" w14:paraId="1962A9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7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E2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27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E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C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56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E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C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9C5DE1" w:rsidRPr="000F0154" w14:paraId="7C627E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26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6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1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C7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1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C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D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EF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1A9474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E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0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DD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A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30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6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BF7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B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4B3F00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55E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5C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35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D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CE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5A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DC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29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СКС и др.</w:t>
            </w:r>
          </w:p>
        </w:tc>
      </w:tr>
      <w:tr w:rsidR="009C5DE1" w:rsidRPr="000F0154" w14:paraId="6FCE2C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A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B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E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66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6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0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3B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5E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КМК и др.</w:t>
            </w:r>
          </w:p>
        </w:tc>
      </w:tr>
      <w:tr w:rsidR="009C5DE1" w:rsidRPr="000F0154" w14:paraId="2FD77A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A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6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7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7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32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9D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2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0B16D2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F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4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56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AA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E6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3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6F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8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МПА</w:t>
            </w:r>
          </w:p>
        </w:tc>
      </w:tr>
      <w:tr w:rsidR="009C5DE1" w:rsidRPr="000F0154" w14:paraId="14F2F7B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C8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F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7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A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A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3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14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8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25D437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10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D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8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3B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FF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B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C8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C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ЕДГ и др.</w:t>
            </w:r>
          </w:p>
        </w:tc>
      </w:tr>
      <w:tr w:rsidR="009C5DE1" w:rsidRPr="000F0154" w14:paraId="36F72C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72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D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8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F1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FB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2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FB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F0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СКЗ</w:t>
            </w:r>
          </w:p>
        </w:tc>
      </w:tr>
      <w:tr w:rsidR="009C5DE1" w:rsidRPr="000F0154" w14:paraId="1DE1A7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19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F4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B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3C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5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F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5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1C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БЗИ</w:t>
            </w:r>
          </w:p>
        </w:tc>
      </w:tr>
      <w:tr w:rsidR="009C5DE1" w:rsidRPr="000F0154" w14:paraId="64E4B7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B6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F5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10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CE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66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8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3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B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ЯВВ</w:t>
            </w:r>
          </w:p>
        </w:tc>
      </w:tr>
      <w:tr w:rsidR="009C5DE1" w:rsidRPr="000F0154" w14:paraId="69B695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2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0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C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8D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DD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3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2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5A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4F800D5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7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1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C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85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76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2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B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3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0804B7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72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9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BD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88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5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1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6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1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9C5DE1" w:rsidRPr="000F0154" w14:paraId="1AC88A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7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5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E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31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A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C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0F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5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021873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F5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A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50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6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0B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53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20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CD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ЕМС</w:t>
            </w:r>
          </w:p>
        </w:tc>
      </w:tr>
      <w:tr w:rsidR="009C5DE1" w:rsidRPr="000F0154" w14:paraId="6C0CD9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7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F9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0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EE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3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0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37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6A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6172C8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96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D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D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9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A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D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3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17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701222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20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4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A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2D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9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4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5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07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МИВ</w:t>
            </w:r>
          </w:p>
        </w:tc>
      </w:tr>
      <w:tr w:rsidR="009C5DE1" w:rsidRPr="000F0154" w14:paraId="66891C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88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5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19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B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9A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91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C4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0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11FEC2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BF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9F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F6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C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5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6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1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4B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РМГ</w:t>
            </w:r>
          </w:p>
        </w:tc>
      </w:tr>
      <w:tr w:rsidR="009C5DE1" w:rsidRPr="000F0154" w14:paraId="7C5002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9C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9D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7F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F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E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D4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EB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7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ПОК и др.</w:t>
            </w:r>
          </w:p>
        </w:tc>
      </w:tr>
      <w:tr w:rsidR="009C5DE1" w:rsidRPr="000F0154" w14:paraId="7330FE2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4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D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0B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B3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B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0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4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E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9C5DE1" w:rsidRPr="000F0154" w14:paraId="2CC39C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3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5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6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C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58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1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2C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F6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24D6EC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FB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C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E62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5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E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6D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59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89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</w:t>
            </w:r>
          </w:p>
        </w:tc>
      </w:tr>
      <w:tr w:rsidR="009C5DE1" w:rsidRPr="000F0154" w14:paraId="159D82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4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43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52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1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50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B1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9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D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9C5DE1" w:rsidRPr="000F0154" w14:paraId="2AC912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5E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0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08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F4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A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C1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69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7C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СКЛ</w:t>
            </w:r>
          </w:p>
        </w:tc>
      </w:tr>
      <w:tr w:rsidR="009C5DE1" w:rsidRPr="000F0154" w14:paraId="40704F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E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5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C4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B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8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FB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BC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E8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331CD57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8A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46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F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6E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6D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19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5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31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ТДЙ и др.</w:t>
            </w:r>
          </w:p>
        </w:tc>
      </w:tr>
      <w:tr w:rsidR="009C5DE1" w:rsidRPr="000F0154" w14:paraId="3B2878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65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C0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A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C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E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AB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99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5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ГММ</w:t>
            </w:r>
          </w:p>
        </w:tc>
      </w:tr>
      <w:tr w:rsidR="009C5DE1" w:rsidRPr="000F0154" w14:paraId="75E2FF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F7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6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B0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7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9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04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D7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9C5DE1" w:rsidRPr="000F0154" w14:paraId="672401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C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4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C4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BE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D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91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9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15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9C5DE1" w:rsidRPr="000F0154" w14:paraId="720EBE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5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7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AB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4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FF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5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2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3C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9C5DE1" w:rsidRPr="000F0154" w14:paraId="61E44BD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0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D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7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2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5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D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62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A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ЛМИ и др.</w:t>
            </w:r>
          </w:p>
        </w:tc>
      </w:tr>
      <w:tr w:rsidR="009C5DE1" w:rsidRPr="000F0154" w14:paraId="403979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9A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F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0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E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46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C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5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C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48100AF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E6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B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8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E3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9B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9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9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AF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ХПХ</w:t>
            </w:r>
          </w:p>
        </w:tc>
      </w:tr>
      <w:tr w:rsidR="009C5DE1" w:rsidRPr="000F0154" w14:paraId="404767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2C1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4A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6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1F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27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BE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F4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0F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018866B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F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F0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0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E6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B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1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092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4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ДДМ</w:t>
            </w:r>
          </w:p>
        </w:tc>
      </w:tr>
      <w:tr w:rsidR="009C5DE1" w:rsidRPr="000F0154" w14:paraId="45449B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E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E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25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1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5B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FE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33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F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НИТ и др.</w:t>
            </w:r>
          </w:p>
        </w:tc>
      </w:tr>
      <w:tr w:rsidR="009C5DE1" w:rsidRPr="000F0154" w14:paraId="24CFCC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8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FF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37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5F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90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7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8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2A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ЛГЖ</w:t>
            </w:r>
          </w:p>
        </w:tc>
      </w:tr>
      <w:tr w:rsidR="009C5DE1" w:rsidRPr="000F0154" w14:paraId="0C8F9A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6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A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A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9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9E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9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6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112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9C5DE1" w:rsidRPr="000F0154" w14:paraId="112DDBD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B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4D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D6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2B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85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C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8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5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ИПП</w:t>
            </w:r>
          </w:p>
        </w:tc>
      </w:tr>
      <w:tr w:rsidR="009C5DE1" w:rsidRPr="000F0154" w14:paraId="2CF7D7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D4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5D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8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B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6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AD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19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C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9C5DE1" w:rsidRPr="000F0154" w14:paraId="33F37D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0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38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C3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83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C6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7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5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2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037547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9A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9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2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8D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0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09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0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2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9C5DE1" w:rsidRPr="000F0154" w14:paraId="69B00C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6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3C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17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22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68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C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F9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36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7421C1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3B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ЕМДИ 1602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AD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E57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A7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3F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66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D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01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СНЛ</w:t>
            </w:r>
          </w:p>
        </w:tc>
      </w:tr>
      <w:tr w:rsidR="009C5DE1" w:rsidRPr="000F0154" w14:paraId="109A8D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E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24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08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D1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4379.415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5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B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188.535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A9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2450.96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76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04FACC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B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79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7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0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9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B1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0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5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НИКОЛЕТТА ЕООД</w:t>
            </w:r>
          </w:p>
        </w:tc>
      </w:tr>
      <w:tr w:rsidR="009C5DE1" w:rsidRPr="000F0154" w14:paraId="5FA0B1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0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C5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2F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F6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C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1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C0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2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ПРОПЪРТИ ДЕВЕЛОПМЕНТ ЕООД</w:t>
            </w:r>
          </w:p>
        </w:tc>
      </w:tr>
      <w:tr w:rsidR="009C5DE1" w:rsidRPr="000F0154" w14:paraId="481B78E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0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79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3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E6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B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F8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6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3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9C5DE1" w:rsidRPr="000F0154" w14:paraId="7449DC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A6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4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3B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D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B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98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D9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50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ГРИЙН АЙСЛАНД - ХРАБЪРСКО ООД</w:t>
            </w:r>
          </w:p>
        </w:tc>
      </w:tr>
      <w:tr w:rsidR="009C5DE1" w:rsidRPr="000F0154" w14:paraId="3A1C23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63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7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89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D9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D0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42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16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455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9C5DE1" w:rsidRPr="000F0154" w14:paraId="7117E1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D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D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4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3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E7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2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F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7C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18BEC90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29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0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07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3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B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81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E8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BB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Г.ПХ.А.ФОТИУ-БЪЛГАРИЯ ЕООД</w:t>
            </w:r>
          </w:p>
        </w:tc>
      </w:tr>
      <w:tr w:rsidR="009C5DE1" w:rsidRPr="000F0154" w14:paraId="64825FC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9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5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53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CE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0B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13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1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5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1CDE78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90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4E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3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6A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FD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0F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7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91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24933F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03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E6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08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B37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D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0C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3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C5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Г.Н.С ГРИЙН ЛАНД ООД</w:t>
            </w:r>
          </w:p>
        </w:tc>
      </w:tr>
      <w:tr w:rsidR="009C5DE1" w:rsidRPr="000F0154" w14:paraId="760E186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4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52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23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6C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97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48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1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2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9C5DE1" w:rsidRPr="000F0154" w14:paraId="20A4EE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20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02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B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A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8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5B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D7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C4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ГГМ</w:t>
            </w:r>
          </w:p>
        </w:tc>
      </w:tr>
      <w:tr w:rsidR="009C5DE1" w:rsidRPr="000F0154" w14:paraId="5ABFC9D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A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1D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9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27C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48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6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F1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CA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48EB12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5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42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D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B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6D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73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4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0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ГХЦ</w:t>
            </w:r>
          </w:p>
        </w:tc>
      </w:tr>
      <w:tr w:rsidR="009C5DE1" w:rsidRPr="000F0154" w14:paraId="3F243E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84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B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20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D4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A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DF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BF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C7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ЕГИ и др.</w:t>
            </w:r>
          </w:p>
        </w:tc>
      </w:tr>
      <w:tr w:rsidR="009C5DE1" w:rsidRPr="000F0154" w14:paraId="624FDC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51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BA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6D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85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48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EF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B8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7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749021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32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CB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9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B0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2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2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6A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CB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САБ</w:t>
            </w:r>
          </w:p>
        </w:tc>
      </w:tr>
      <w:tr w:rsidR="009C5DE1" w:rsidRPr="000F0154" w14:paraId="09D810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9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66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8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B5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A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4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74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9E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</w:t>
            </w:r>
          </w:p>
        </w:tc>
      </w:tr>
      <w:tr w:rsidR="009C5DE1" w:rsidRPr="000F0154" w14:paraId="066460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9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35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49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8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1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DF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84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3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ГСЗ и др.</w:t>
            </w:r>
          </w:p>
        </w:tc>
      </w:tr>
      <w:tr w:rsidR="009C5DE1" w:rsidRPr="000F0154" w14:paraId="7FCE40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4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F5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7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5E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40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AE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8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A7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НИТ</w:t>
            </w:r>
          </w:p>
        </w:tc>
      </w:tr>
      <w:tr w:rsidR="009C5DE1" w:rsidRPr="000F0154" w14:paraId="1B670F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9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F1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1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0B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8B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DE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89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8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0CA8BA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0E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3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4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77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29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17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84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8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9C5DE1" w:rsidRPr="000F0154" w14:paraId="5B725D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1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F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4B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B9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A2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6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F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5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220AC6B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FE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E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68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66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13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79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12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2B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9C5DE1" w:rsidRPr="000F0154" w14:paraId="60BBF0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CA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16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38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C1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3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A0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12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94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7187C4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6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EF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8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9C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79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CF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C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3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РБГ и др.</w:t>
            </w:r>
          </w:p>
        </w:tc>
      </w:tr>
      <w:tr w:rsidR="009C5DE1" w:rsidRPr="000F0154" w14:paraId="06941A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2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4E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F3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1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CB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AF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2A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67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АСЯ и др.</w:t>
            </w:r>
          </w:p>
        </w:tc>
      </w:tr>
      <w:tr w:rsidR="009C5DE1" w:rsidRPr="000F0154" w14:paraId="0665E77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5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A4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4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6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03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D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8E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7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СИЕ</w:t>
            </w:r>
          </w:p>
        </w:tc>
      </w:tr>
      <w:tr w:rsidR="009C5DE1" w:rsidRPr="000F0154" w14:paraId="1081FA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2C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5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24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D6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94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04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1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3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СИСИЛ ПРОПЪРТИ ООД</w:t>
            </w:r>
          </w:p>
        </w:tc>
      </w:tr>
      <w:tr w:rsidR="009C5DE1" w:rsidRPr="000F0154" w14:paraId="59B367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7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0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3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E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5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1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77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2A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ДГЯ</w:t>
            </w:r>
          </w:p>
        </w:tc>
      </w:tr>
      <w:tr w:rsidR="009C5DE1" w:rsidRPr="000F0154" w14:paraId="0E41F0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32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2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79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D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B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93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D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E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ХАМ и др.</w:t>
            </w:r>
          </w:p>
        </w:tc>
      </w:tr>
      <w:tr w:rsidR="009C5DE1" w:rsidRPr="000F0154" w14:paraId="425C2E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9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DD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AD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6E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81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9B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7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C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9C5DE1" w:rsidRPr="000F0154" w14:paraId="42ADF4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D1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1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7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C2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4F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4A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0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4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2A257F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A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A8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8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EE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01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9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C5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5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НИВ</w:t>
            </w:r>
          </w:p>
        </w:tc>
      </w:tr>
      <w:tr w:rsidR="009C5DE1" w:rsidRPr="000F0154" w14:paraId="6C2A50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D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D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1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C6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2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4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0E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41.58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E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ЦКВ</w:t>
            </w:r>
          </w:p>
        </w:tc>
      </w:tr>
      <w:tr w:rsidR="009C5DE1" w:rsidRPr="000F0154" w14:paraId="08A873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F3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B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E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9C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C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D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24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1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НИТ</w:t>
            </w:r>
          </w:p>
        </w:tc>
      </w:tr>
      <w:tr w:rsidR="009C5DE1" w:rsidRPr="000F0154" w14:paraId="783F17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91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12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F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A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B5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8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9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EB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9C5DE1" w:rsidRPr="000F0154" w14:paraId="1021CD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97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00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B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C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CA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8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8D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13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2CE46C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F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B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3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5D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F7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25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F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1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7F2CE1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D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2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5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C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BE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B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BC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08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9C5DE1" w:rsidRPr="000F0154" w14:paraId="4603E5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B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9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3F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2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10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BE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7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2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55D664A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8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B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2F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8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A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F2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87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A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23080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C7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E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8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AA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91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81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E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1A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17855F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4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7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6E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00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1B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D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2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8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ЛАКАТАМИЯ ЕООД</w:t>
            </w:r>
          </w:p>
        </w:tc>
      </w:tr>
      <w:tr w:rsidR="009C5DE1" w:rsidRPr="000F0154" w14:paraId="4CAEA5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52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B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5F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59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2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2C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94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C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4E1098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722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54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7C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8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8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B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1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ГЦГ</w:t>
            </w:r>
          </w:p>
        </w:tc>
      </w:tr>
      <w:tr w:rsidR="009C5DE1" w:rsidRPr="000F0154" w14:paraId="27B353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1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1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1F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38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D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1B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10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8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НЛМ и др.</w:t>
            </w:r>
          </w:p>
        </w:tc>
      </w:tr>
      <w:tr w:rsidR="009C5DE1" w:rsidRPr="000F0154" w14:paraId="45DDC1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5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4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45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4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0F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94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2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55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6A3B9A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A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AB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5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3B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9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F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26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D3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СПС</w:t>
            </w:r>
          </w:p>
        </w:tc>
      </w:tr>
      <w:tr w:rsidR="009C5DE1" w:rsidRPr="000F0154" w14:paraId="12CFC3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84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29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97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8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B6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6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E7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8C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9C5DE1" w:rsidRPr="000F0154" w14:paraId="7AE019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4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F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36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4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CDB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1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B7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7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13458D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68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F6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7C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83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26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5E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13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D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ГЙГ</w:t>
            </w:r>
          </w:p>
        </w:tc>
      </w:tr>
      <w:tr w:rsidR="009C5DE1" w:rsidRPr="000F0154" w14:paraId="7E572E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6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31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9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D3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83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4F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B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23.23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AD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14BCBCD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1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B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2B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E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42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19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4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0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3CAA26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29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1F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FF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B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76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39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B8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7E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ЛАКАТАМИЯ ЕООД</w:t>
            </w:r>
          </w:p>
        </w:tc>
      </w:tr>
      <w:tr w:rsidR="009C5DE1" w:rsidRPr="000F0154" w14:paraId="0F18A5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7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3C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3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70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E8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4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6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41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7024D8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C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DA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CC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98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9B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2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C2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5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72D1C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E8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3A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A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8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2F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59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7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64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609E7A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FC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5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92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7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C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BA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F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E3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319277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2B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D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2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C6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C0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7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9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7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25AB5B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9C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5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0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E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9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7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F2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E0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9C5DE1" w:rsidRPr="000F0154" w14:paraId="4A850A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E6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1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73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9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AB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97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E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12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9C5DE1" w:rsidRPr="000F0154" w14:paraId="365011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17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8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E5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18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9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E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44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E4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9C5DE1" w:rsidRPr="000F0154" w14:paraId="1ACA9C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9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40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2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8C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23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B9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A2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2F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МЛВ и др.</w:t>
            </w:r>
          </w:p>
        </w:tc>
      </w:tr>
      <w:tr w:rsidR="009C5DE1" w:rsidRPr="000F0154" w14:paraId="474712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E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14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8C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44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06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7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E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DB6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366B96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1D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D8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66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F0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0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9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3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AD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40E02D4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7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26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42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3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D4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1B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B5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C3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099D713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53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B8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4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5A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57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F7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3F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42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767C59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AE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8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5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3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E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E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E4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A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ИВВ</w:t>
            </w:r>
          </w:p>
        </w:tc>
      </w:tr>
      <w:tr w:rsidR="009C5DE1" w:rsidRPr="000F0154" w14:paraId="13F9AF1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E3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F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CF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5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90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03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3A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51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СДВ</w:t>
            </w:r>
          </w:p>
        </w:tc>
      </w:tr>
      <w:tr w:rsidR="009C5DE1" w:rsidRPr="000F0154" w14:paraId="537A78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9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F5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0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4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18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C3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8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1D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ЛВ.</w:t>
            </w:r>
          </w:p>
        </w:tc>
      </w:tr>
      <w:tr w:rsidR="009C5DE1" w:rsidRPr="000F0154" w14:paraId="6D1FCD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72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0C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BE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8A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0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82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65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66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9C5DE1" w:rsidRPr="000F0154" w14:paraId="6B3D82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0D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0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77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E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7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1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F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51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САС и др.</w:t>
            </w:r>
          </w:p>
        </w:tc>
      </w:tr>
      <w:tr w:rsidR="009C5DE1" w:rsidRPr="000F0154" w14:paraId="3B9936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DD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F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0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A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8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C9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66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3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7CE070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17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CF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470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A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65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8B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B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4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 и др.</w:t>
            </w:r>
          </w:p>
        </w:tc>
      </w:tr>
      <w:tr w:rsidR="009C5DE1" w:rsidRPr="000F0154" w14:paraId="3E1646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C8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1B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2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6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55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7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C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5F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НОВО ХРАБЪРСКО ЕООД</w:t>
            </w:r>
          </w:p>
        </w:tc>
      </w:tr>
      <w:tr w:rsidR="009C5DE1" w:rsidRPr="000F0154" w14:paraId="3BCF35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C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3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9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D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02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B8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45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D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2A86B7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2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9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5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32E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24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44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0E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86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2DC95B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98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AB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BF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7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EC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3B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71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572DC1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43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0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C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8C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19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1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AA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4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9C5DE1" w:rsidRPr="000F0154" w14:paraId="06456B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4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7E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22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84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310.164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11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7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9.072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66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117.94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8E6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6055F9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E6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5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8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C0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6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B3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33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4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ИГИ и др.</w:t>
            </w:r>
          </w:p>
        </w:tc>
      </w:tr>
      <w:tr w:rsidR="009C5DE1" w:rsidRPr="000F0154" w14:paraId="7EC655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2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5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0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C5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80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B9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0C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75.37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8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ТСИ</w:t>
            </w:r>
          </w:p>
        </w:tc>
      </w:tr>
      <w:tr w:rsidR="009C5DE1" w:rsidRPr="000F0154" w14:paraId="1B23C6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00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4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C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F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66D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3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90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C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РСН</w:t>
            </w:r>
          </w:p>
        </w:tc>
      </w:tr>
      <w:tr w:rsidR="009C5DE1" w:rsidRPr="000F0154" w14:paraId="16F3CC3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7E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BD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A3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47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6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5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F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9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56233B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83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C6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0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E7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99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46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5C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54.60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A5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6B38D06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5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34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05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9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B7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9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9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81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185A05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9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06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54D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6F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38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AA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FD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2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РГЦ</w:t>
            </w:r>
          </w:p>
        </w:tc>
      </w:tr>
      <w:tr w:rsidR="009C5DE1" w:rsidRPr="000F0154" w14:paraId="11B28F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C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B08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A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B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5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D6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C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6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0046214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1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36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E9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9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C7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D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D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CA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НИВ</w:t>
            </w:r>
          </w:p>
        </w:tc>
      </w:tr>
      <w:tr w:rsidR="009C5DE1" w:rsidRPr="000F0154" w14:paraId="69B87AF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2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C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8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4D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B0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60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6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0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46F3EF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E8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3C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A5E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0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D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C2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04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92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3CE47C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6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E2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A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1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62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4B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4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63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АХВ</w:t>
            </w:r>
          </w:p>
        </w:tc>
      </w:tr>
      <w:tr w:rsidR="009C5DE1" w:rsidRPr="000F0154" w14:paraId="197202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5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A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6F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3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F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683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A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2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2EAACD8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F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D1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9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BE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552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A4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B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7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ЛВП</w:t>
            </w:r>
          </w:p>
        </w:tc>
      </w:tr>
      <w:tr w:rsidR="009C5DE1" w:rsidRPr="000F0154" w14:paraId="6B7F30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19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9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F1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25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4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A7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F3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0A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ТГП</w:t>
            </w:r>
          </w:p>
        </w:tc>
      </w:tr>
      <w:tr w:rsidR="009C5DE1" w:rsidRPr="000F0154" w14:paraId="511DF1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6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2B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D3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EE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1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E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0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7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9C5DE1" w:rsidRPr="000F0154" w14:paraId="7D19B29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0A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76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8D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FE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D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FE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6B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F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9C5DE1" w:rsidRPr="000F0154" w14:paraId="2C4748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4A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57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ED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28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B7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8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5E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1A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СКС и др.</w:t>
            </w:r>
          </w:p>
        </w:tc>
      </w:tr>
      <w:tr w:rsidR="009C5DE1" w:rsidRPr="000F0154" w14:paraId="2709F90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75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B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DE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3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A7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B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3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45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МВР</w:t>
            </w:r>
          </w:p>
        </w:tc>
      </w:tr>
      <w:tr w:rsidR="009C5DE1" w:rsidRPr="000F0154" w14:paraId="106251B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4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15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1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04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FC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55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F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РСБ</w:t>
            </w:r>
          </w:p>
        </w:tc>
      </w:tr>
      <w:tr w:rsidR="009C5DE1" w:rsidRPr="000F0154" w14:paraId="1D6F56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1C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C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0A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F9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B4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63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C4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1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9C5DE1" w:rsidRPr="000F0154" w14:paraId="1FE25E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1B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02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8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B1E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3F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0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CB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F4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5532D5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EF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27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B3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8E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1C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2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BE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92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ХАГ</w:t>
            </w:r>
          </w:p>
        </w:tc>
      </w:tr>
      <w:tr w:rsidR="009C5DE1" w:rsidRPr="000F0154" w14:paraId="4DBC168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5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4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9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3F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0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59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78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BA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4F782B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F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E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D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A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8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E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3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D5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ИАА и др.</w:t>
            </w:r>
          </w:p>
        </w:tc>
      </w:tr>
      <w:tr w:rsidR="009C5DE1" w:rsidRPr="000F0154" w14:paraId="0344F1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7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2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6E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2D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63A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1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75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BD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9C5DE1" w:rsidRPr="000F0154" w14:paraId="08C9915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2E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0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8D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02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96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1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36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D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ИАД</w:t>
            </w:r>
          </w:p>
        </w:tc>
      </w:tr>
      <w:tr w:rsidR="009C5DE1" w:rsidRPr="000F0154" w14:paraId="39E473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A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8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1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39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6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A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4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8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РГА</w:t>
            </w:r>
          </w:p>
        </w:tc>
      </w:tr>
      <w:tr w:rsidR="009C5DE1" w:rsidRPr="000F0154" w14:paraId="35EA9D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F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B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E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9E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ED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5C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8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77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РГН</w:t>
            </w:r>
          </w:p>
        </w:tc>
      </w:tr>
      <w:tr w:rsidR="009C5DE1" w:rsidRPr="000F0154" w14:paraId="0ADB41C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16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AB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B8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3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D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E5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3D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9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0518F7E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C6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16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5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4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A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A8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AF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3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ПЦИ и др.</w:t>
            </w:r>
          </w:p>
        </w:tc>
      </w:tr>
      <w:tr w:rsidR="009C5DE1" w:rsidRPr="000F0154" w14:paraId="1F8DDA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9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29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9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E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9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61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E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C5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РСН</w:t>
            </w:r>
          </w:p>
        </w:tc>
      </w:tr>
      <w:tr w:rsidR="009C5DE1" w:rsidRPr="000F0154" w14:paraId="73C5263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4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84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B74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C4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18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4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19E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5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СБС</w:t>
            </w:r>
          </w:p>
        </w:tc>
      </w:tr>
      <w:tr w:rsidR="009C5DE1" w:rsidRPr="000F0154" w14:paraId="30583B1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91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3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27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4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25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FE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7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4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ЦСК и др.</w:t>
            </w:r>
          </w:p>
        </w:tc>
      </w:tr>
      <w:tr w:rsidR="009C5DE1" w:rsidRPr="000F0154" w14:paraId="5D2B5A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D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7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85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6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8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2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4C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AE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222525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FE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FF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D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7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DB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9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E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A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45A14B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00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1E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8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6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9D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FD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67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АСС и др.</w:t>
            </w:r>
          </w:p>
        </w:tc>
      </w:tr>
      <w:tr w:rsidR="009C5DE1" w:rsidRPr="000F0154" w14:paraId="49C197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6F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D3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A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13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F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1C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3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1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164E01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6D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1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D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F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C1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ED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D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84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5F9A9A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AB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2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3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8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06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3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D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9C5DE1" w:rsidRPr="000F0154" w14:paraId="0AB8C2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7F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8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5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05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A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33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30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7E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НТМ</w:t>
            </w:r>
          </w:p>
        </w:tc>
      </w:tr>
      <w:tr w:rsidR="009C5DE1" w:rsidRPr="000F0154" w14:paraId="256E7E0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F4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2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B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5E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7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1C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C3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6D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ЗАИ</w:t>
            </w:r>
          </w:p>
        </w:tc>
      </w:tr>
      <w:tr w:rsidR="009C5DE1" w:rsidRPr="000F0154" w14:paraId="7E1616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E2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9DF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8C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9C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4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28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D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1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47C6640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B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8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B1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81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CD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35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A9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F7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269B09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E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5E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D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D2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0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0A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C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8E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3B6D60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9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7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8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D1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084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1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D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87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37627D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6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3A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6A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B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57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AB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82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7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624EB4A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F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E4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80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DC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2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B8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C8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4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9C5DE1" w:rsidRPr="000F0154" w14:paraId="3E3AFF9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B4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BE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C4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1D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4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2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2F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D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52458D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E8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A8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0F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45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18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95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E0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24.11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F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31F2BB5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C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F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E1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C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3A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34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7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7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0F1F23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33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E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47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2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FFB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1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7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5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7FFA6D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D6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1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60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1D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9F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D5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B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8B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СТВ и др.</w:t>
            </w:r>
          </w:p>
        </w:tc>
      </w:tr>
      <w:tr w:rsidR="009C5DE1" w:rsidRPr="000F0154" w14:paraId="126F70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B5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E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3E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BA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5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1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4F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0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БММ</w:t>
            </w:r>
          </w:p>
        </w:tc>
      </w:tr>
      <w:tr w:rsidR="009C5DE1" w:rsidRPr="000F0154" w14:paraId="066DE9D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F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87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A5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5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02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66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C9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1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КЛК</w:t>
            </w:r>
          </w:p>
        </w:tc>
      </w:tr>
      <w:tr w:rsidR="009C5DE1" w:rsidRPr="000F0154" w14:paraId="055BD1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96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EA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D1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C7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F6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2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43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C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616CAE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7D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5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42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C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A2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4E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57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A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ИДИ</w:t>
            </w:r>
          </w:p>
        </w:tc>
      </w:tr>
      <w:tr w:rsidR="009C5DE1" w:rsidRPr="000F0154" w14:paraId="7A4B89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D8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C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4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55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0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5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CE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0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63F1B8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E0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2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5A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54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18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C7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80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38.77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0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7AD26D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BD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A0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CF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4A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D3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C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1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НЙВ</w:t>
            </w:r>
          </w:p>
        </w:tc>
      </w:tr>
      <w:tr w:rsidR="009C5DE1" w:rsidRPr="000F0154" w14:paraId="534E99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F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7C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2E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1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E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5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4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D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1026B0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A9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F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D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B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3A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5F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1C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29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9C5DE1" w:rsidRPr="000F0154" w14:paraId="457048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6E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AE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FB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EA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020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4D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EE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A3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4DFD72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6E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0E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7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4A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FC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EF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B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ДХГ</w:t>
            </w:r>
          </w:p>
        </w:tc>
      </w:tr>
      <w:tr w:rsidR="009C5DE1" w:rsidRPr="000F0154" w14:paraId="4EB706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06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F3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4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A1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2E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BD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E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20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9C5DE1" w:rsidRPr="000F0154" w14:paraId="298DDA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E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BA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2C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4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1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36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AE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E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9C5DE1" w:rsidRPr="000F0154" w14:paraId="2AD2F9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C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C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2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4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6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E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08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9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МКС</w:t>
            </w:r>
          </w:p>
        </w:tc>
      </w:tr>
      <w:tr w:rsidR="009C5DE1" w:rsidRPr="000F0154" w14:paraId="3F951D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10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2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01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A0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10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61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6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A0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ГПП</w:t>
            </w:r>
          </w:p>
        </w:tc>
      </w:tr>
      <w:tr w:rsidR="009C5DE1" w:rsidRPr="000F0154" w14:paraId="0E8F72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B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34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99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1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4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72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F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32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ИМВ и др.</w:t>
            </w:r>
          </w:p>
        </w:tc>
      </w:tr>
      <w:tr w:rsidR="009C5DE1" w:rsidRPr="000F0154" w14:paraId="2C9644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4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5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63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D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AF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6A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7A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A9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0E7EA8F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4A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CA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3D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9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E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F3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8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D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ТНК и др.</w:t>
            </w:r>
          </w:p>
        </w:tc>
      </w:tr>
      <w:tr w:rsidR="009C5DE1" w:rsidRPr="000F0154" w14:paraId="034A17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29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8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68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3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FE2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CC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E0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6D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ЯЛД</w:t>
            </w:r>
          </w:p>
        </w:tc>
      </w:tr>
      <w:tr w:rsidR="009C5DE1" w:rsidRPr="000F0154" w14:paraId="2903484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C2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C6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E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FB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4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6C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E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F0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СИЦ</w:t>
            </w:r>
          </w:p>
        </w:tc>
      </w:tr>
      <w:tr w:rsidR="009C5DE1" w:rsidRPr="000F0154" w14:paraId="5FFAC8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55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1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6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2E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0B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CF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AB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06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ЕГГ</w:t>
            </w:r>
          </w:p>
        </w:tc>
      </w:tr>
      <w:tr w:rsidR="009C5DE1" w:rsidRPr="000F0154" w14:paraId="55D2E0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B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58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E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D0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1F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88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23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A3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23CEFCB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0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ECD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0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C1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0E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8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B5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418D1F0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C5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E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F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27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E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68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6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7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МНВ</w:t>
            </w:r>
          </w:p>
        </w:tc>
      </w:tr>
      <w:tr w:rsidR="009C5DE1" w:rsidRPr="000F0154" w14:paraId="36A0FE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1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5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90C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A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B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0B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56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5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МСХ</w:t>
            </w:r>
          </w:p>
        </w:tc>
      </w:tr>
      <w:tr w:rsidR="009C5DE1" w:rsidRPr="000F0154" w14:paraId="3D4C3C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3F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01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82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19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452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A9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B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B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ЛВГ</w:t>
            </w:r>
          </w:p>
        </w:tc>
      </w:tr>
      <w:tr w:rsidR="009C5DE1" w:rsidRPr="000F0154" w14:paraId="6B65286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75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46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41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3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F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9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2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DB2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 и др.</w:t>
            </w:r>
          </w:p>
        </w:tc>
      </w:tr>
      <w:tr w:rsidR="009C5DE1" w:rsidRPr="000F0154" w14:paraId="360D46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9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C9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84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1C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1D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5B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83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</w:t>
            </w:r>
          </w:p>
        </w:tc>
      </w:tr>
      <w:tr w:rsidR="009C5DE1" w:rsidRPr="000F0154" w14:paraId="755F7C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D7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62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50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D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B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D1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5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58.47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42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МДФ</w:t>
            </w:r>
          </w:p>
        </w:tc>
      </w:tr>
      <w:tr w:rsidR="009C5DE1" w:rsidRPr="000F0154" w14:paraId="431EB0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9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5C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0B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A9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8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3D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D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46.79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C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2D3DA94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C7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B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FA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5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C7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3B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8B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50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ТДЙ и др.</w:t>
            </w:r>
          </w:p>
        </w:tc>
      </w:tr>
      <w:tr w:rsidR="009C5DE1" w:rsidRPr="000F0154" w14:paraId="4F9CB8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04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78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0E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D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C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DE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0F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13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9C5DE1" w:rsidRPr="000F0154" w14:paraId="4C63C5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34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2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0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75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9A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92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F3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7E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7E20C43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D9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11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7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22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A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0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AA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A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ВБС и др.</w:t>
            </w:r>
          </w:p>
        </w:tc>
      </w:tr>
      <w:tr w:rsidR="009C5DE1" w:rsidRPr="000F0154" w14:paraId="263ACC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5C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4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2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4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1A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8C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E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E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НАЕ и др.</w:t>
            </w:r>
          </w:p>
        </w:tc>
      </w:tr>
      <w:tr w:rsidR="009C5DE1" w:rsidRPr="000F0154" w14:paraId="372B71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7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2E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7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3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D3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3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25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48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ДИВ</w:t>
            </w:r>
          </w:p>
        </w:tc>
      </w:tr>
      <w:tr w:rsidR="009C5DE1" w:rsidRPr="000F0154" w14:paraId="0C99F8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AA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A0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E3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3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3E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43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D1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273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ЗПВ и др.</w:t>
            </w:r>
          </w:p>
        </w:tc>
      </w:tr>
      <w:tr w:rsidR="009C5DE1" w:rsidRPr="000F0154" w14:paraId="3A40889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2D6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B3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4F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5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BB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6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11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8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БСВ и др.</w:t>
            </w:r>
          </w:p>
        </w:tc>
      </w:tr>
      <w:tr w:rsidR="009C5DE1" w:rsidRPr="000F0154" w14:paraId="631CFD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33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C7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6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5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E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58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B1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17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9C5DE1" w:rsidRPr="000F0154" w14:paraId="6556A3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D5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63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D7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B4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84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0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C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7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4AFC2C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0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C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108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CE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AF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2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F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8A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9C5DE1" w:rsidRPr="000F0154" w14:paraId="0823D3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86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5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45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92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04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27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95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D0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9C5DE1" w:rsidRPr="000F0154" w14:paraId="2DC339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08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07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56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6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5C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21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4D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4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ИКГ</w:t>
            </w:r>
          </w:p>
        </w:tc>
      </w:tr>
      <w:tr w:rsidR="009C5DE1" w:rsidRPr="000F0154" w14:paraId="310164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3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8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EA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30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2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5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4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BD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ГЗИ и др.</w:t>
            </w:r>
          </w:p>
        </w:tc>
      </w:tr>
      <w:tr w:rsidR="009C5DE1" w:rsidRPr="000F0154" w14:paraId="574544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DE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4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7F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41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A9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C8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D5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B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33E147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4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9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B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9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FE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5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E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DE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СКФ и др.</w:t>
            </w:r>
          </w:p>
        </w:tc>
      </w:tr>
      <w:tr w:rsidR="009C5DE1" w:rsidRPr="000F0154" w14:paraId="63660E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C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80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84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08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A0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E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D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EA7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ГДЦ</w:t>
            </w:r>
          </w:p>
        </w:tc>
      </w:tr>
      <w:tr w:rsidR="009C5DE1" w:rsidRPr="000F0154" w14:paraId="2EB5ED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F9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F6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2A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71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FC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CCA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0C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A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ГАБ</w:t>
            </w:r>
          </w:p>
        </w:tc>
      </w:tr>
      <w:tr w:rsidR="009C5DE1" w:rsidRPr="000F0154" w14:paraId="7A74788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86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0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3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08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1E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BD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7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2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 и др.</w:t>
            </w:r>
          </w:p>
        </w:tc>
      </w:tr>
      <w:tr w:rsidR="009C5DE1" w:rsidRPr="000F0154" w14:paraId="65B3EC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CE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32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7F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50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E8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41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F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6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9C5DE1" w:rsidRPr="000F0154" w14:paraId="63B863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B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A7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7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E0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3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2E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F6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9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ЛАВ</w:t>
            </w:r>
          </w:p>
        </w:tc>
      </w:tr>
      <w:tr w:rsidR="009C5DE1" w:rsidRPr="000F0154" w14:paraId="448E52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81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28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6C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71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9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35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61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BB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АКП</w:t>
            </w:r>
          </w:p>
        </w:tc>
      </w:tr>
      <w:tr w:rsidR="009C5DE1" w:rsidRPr="000F0154" w14:paraId="497FAA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F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F3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6D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32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EE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CF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64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065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9C5DE1" w:rsidRPr="000F0154" w14:paraId="2491F4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1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2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AA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D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3E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03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C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99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9C5DE1" w:rsidRPr="000F0154" w14:paraId="6D4D1BD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8E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4E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11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1F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E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FC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2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9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9C5DE1" w:rsidRPr="000F0154" w14:paraId="489ABE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C8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0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EC8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27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B9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7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C43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6C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НЕВ</w:t>
            </w:r>
          </w:p>
        </w:tc>
      </w:tr>
      <w:tr w:rsidR="009C5DE1" w:rsidRPr="000F0154" w14:paraId="115995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6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F9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BA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F6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5D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2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19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E2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4F2621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C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6C7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C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29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21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E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1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9C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КМЗ</w:t>
            </w:r>
          </w:p>
        </w:tc>
      </w:tr>
      <w:tr w:rsidR="009C5DE1" w:rsidRPr="000F0154" w14:paraId="74F6A5C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9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BC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DE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42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28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C4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B5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2D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ПКА</w:t>
            </w:r>
          </w:p>
        </w:tc>
      </w:tr>
      <w:tr w:rsidR="009C5DE1" w:rsidRPr="000F0154" w14:paraId="0E6806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A8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3F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A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8B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F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56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D7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3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9C5DE1" w:rsidRPr="000F0154" w14:paraId="3CC0C0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4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D1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83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11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F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50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8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F8D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422B7C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0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5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40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85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8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E1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AE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A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9C5DE1" w:rsidRPr="000F0154" w14:paraId="2920FEA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B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7F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02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2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9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3F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8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77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ЙКЦ и др.</w:t>
            </w:r>
          </w:p>
        </w:tc>
      </w:tr>
      <w:tr w:rsidR="009C5DE1" w:rsidRPr="000F0154" w14:paraId="47247E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70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F8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1E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DA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10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9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CF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BA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СНП</w:t>
            </w:r>
          </w:p>
        </w:tc>
      </w:tr>
      <w:tr w:rsidR="009C5DE1" w:rsidRPr="000F0154" w14:paraId="273BE9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2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6D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08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A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6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9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8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BF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ФМП</w:t>
            </w:r>
          </w:p>
        </w:tc>
      </w:tr>
      <w:tr w:rsidR="009C5DE1" w:rsidRPr="000F0154" w14:paraId="2D63BA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78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D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35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B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226.706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8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77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59.788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8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777.24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F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183A276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E0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1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90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B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77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7E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DB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2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ЦХЯ и др.</w:t>
            </w:r>
          </w:p>
        </w:tc>
      </w:tr>
      <w:tr w:rsidR="009C5DE1" w:rsidRPr="000F0154" w14:paraId="048B8DE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42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75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E1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3E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F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4C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8B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82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ХЯХ</w:t>
            </w:r>
          </w:p>
        </w:tc>
      </w:tr>
      <w:tr w:rsidR="009C5DE1" w:rsidRPr="000F0154" w14:paraId="26FC27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0B9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AA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6A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D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43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B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75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2C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ВМИ</w:t>
            </w:r>
          </w:p>
        </w:tc>
      </w:tr>
      <w:tr w:rsidR="009C5DE1" w:rsidRPr="000F0154" w14:paraId="445F60F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CA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94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E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C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2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EC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01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B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20E3BA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81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69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02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A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1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97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7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D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ЦМА и др.</w:t>
            </w:r>
          </w:p>
        </w:tc>
      </w:tr>
      <w:tr w:rsidR="009C5DE1" w:rsidRPr="000F0154" w14:paraId="5598A6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AB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1E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31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DA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C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8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08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1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ВДЦ</w:t>
            </w:r>
          </w:p>
        </w:tc>
      </w:tr>
      <w:tr w:rsidR="009C5DE1" w:rsidRPr="000F0154" w14:paraId="746473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4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64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81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FE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14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0A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D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52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9C5DE1" w:rsidRPr="000F0154" w14:paraId="74DA1F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CD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D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D51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9B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3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AD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7D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06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9C5DE1" w:rsidRPr="000F0154" w14:paraId="399914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68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8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17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F1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A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4B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E5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2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ГМК</w:t>
            </w:r>
          </w:p>
        </w:tc>
      </w:tr>
      <w:tr w:rsidR="009C5DE1" w:rsidRPr="000F0154" w14:paraId="7647D7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BE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A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A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F8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E6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7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9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4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СГС</w:t>
            </w:r>
          </w:p>
        </w:tc>
      </w:tr>
      <w:tr w:rsidR="009C5DE1" w:rsidRPr="000F0154" w14:paraId="60C471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C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4D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2E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6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90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AF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5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4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1028D6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3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B9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F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06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A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D6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9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79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4FA2DB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D7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A3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9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5B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8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19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C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49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4C0723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29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93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A1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2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6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F2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4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2C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021321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00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5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C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82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7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26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5C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B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9C5DE1" w:rsidRPr="000F0154" w14:paraId="445707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4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D3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52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C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E4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1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99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B4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19C62FF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D0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5A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61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0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1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2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5D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F0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ОКБ</w:t>
            </w:r>
          </w:p>
        </w:tc>
      </w:tr>
      <w:tr w:rsidR="009C5DE1" w:rsidRPr="000F0154" w14:paraId="404576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40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D2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2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C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51.088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6E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75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0F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636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7BF2D2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FC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00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8B0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53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087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93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A9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B3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2CA72A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31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52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B0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AB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3B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7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6C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2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1530C89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9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95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0E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E9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0A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8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3D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D1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ВИЙ</w:t>
            </w:r>
          </w:p>
        </w:tc>
      </w:tr>
      <w:tr w:rsidR="009C5DE1" w:rsidRPr="000F0154" w14:paraId="59E415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DF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E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37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E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5C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9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36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МКИ</w:t>
            </w:r>
          </w:p>
        </w:tc>
      </w:tr>
      <w:tr w:rsidR="009C5DE1" w:rsidRPr="000F0154" w14:paraId="01F683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32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E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A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0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13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C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0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39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59954B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E3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2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49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46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7F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9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8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78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3A26FC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E1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6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F5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9A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30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2F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E0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7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28D9EC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22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5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FC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FF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5F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6C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27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FD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ББМ</w:t>
            </w:r>
          </w:p>
        </w:tc>
      </w:tr>
      <w:tr w:rsidR="009C5DE1" w:rsidRPr="000F0154" w14:paraId="1FE5934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56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04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0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D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1D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8F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0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8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2D19063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1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01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A5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27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D3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49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AD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98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635F965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7F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51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5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0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9A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88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21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10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698E623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5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1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44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90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E9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15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B0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0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18650BC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3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D0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0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7F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17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F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C1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B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ВИЙ</w:t>
            </w:r>
          </w:p>
        </w:tc>
      </w:tr>
      <w:tr w:rsidR="009C5DE1" w:rsidRPr="000F0154" w14:paraId="2A98BE0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94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6A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A3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2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95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B4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CE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B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 и др.</w:t>
            </w:r>
          </w:p>
        </w:tc>
      </w:tr>
      <w:tr w:rsidR="009C5DE1" w:rsidRPr="000F0154" w14:paraId="6D3AD3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F3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C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A4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9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7F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5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7D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E3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9C5DE1" w:rsidRPr="000F0154" w14:paraId="438608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F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51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FF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B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B9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CA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9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C75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6E61EB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C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D7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4A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92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BD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5C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1F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7D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347BE9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D8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40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4D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E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0B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71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9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69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5E278B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FA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B9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73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C3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B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4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2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58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7F258E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5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86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4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89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6A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0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99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0C7F2F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45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ПЕТЪР МИХАЙЛОВ АЛЕКСОВ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96F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B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13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A3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2F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B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82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МСХ</w:t>
            </w:r>
          </w:p>
        </w:tc>
      </w:tr>
      <w:tr w:rsidR="009C5DE1" w:rsidRPr="000F0154" w14:paraId="0AC29A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B2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E8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B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4FB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55.329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9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51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C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16.12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5C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41DE5D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EB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4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F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BF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1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F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D6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1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ИСГ и др.</w:t>
            </w:r>
          </w:p>
        </w:tc>
      </w:tr>
      <w:tr w:rsidR="009C5DE1" w:rsidRPr="000F0154" w14:paraId="6CCB8BA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A2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A2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EB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70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20E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1B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B9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ХХЧ и др.</w:t>
            </w:r>
          </w:p>
        </w:tc>
      </w:tr>
      <w:tr w:rsidR="009C5DE1" w:rsidRPr="000F0154" w14:paraId="0ADE560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07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2E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47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98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03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12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98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41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691A2D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0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13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C1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5E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B5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E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52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E1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5CBBF8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73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6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FC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F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DD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3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C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E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ИНП</w:t>
            </w:r>
          </w:p>
        </w:tc>
      </w:tr>
      <w:tr w:rsidR="009C5DE1" w:rsidRPr="000F0154" w14:paraId="0DE5932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B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5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F5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D5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4F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6A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A3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CB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7CDCFB8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56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69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6D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D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8A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A0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97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E4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0F3388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9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B8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BD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E9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2C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C5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1F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67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4D0B336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2F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39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95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B0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F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B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B2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66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9C5DE1" w:rsidRPr="000F0154" w14:paraId="31111DF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FF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8D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A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F8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96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C1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7A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1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9C5DE1" w:rsidRPr="000F0154" w14:paraId="003AAF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9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83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9D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8F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3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8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7B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C6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9C5DE1" w:rsidRPr="000F0154" w14:paraId="0D1D0C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80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0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A4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30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E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D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1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36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 и др.</w:t>
            </w:r>
          </w:p>
        </w:tc>
      </w:tr>
      <w:tr w:rsidR="009C5DE1" w:rsidRPr="000F0154" w14:paraId="5D8A7B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7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E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87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42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4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C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52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9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ЙСТ</w:t>
            </w:r>
          </w:p>
        </w:tc>
      </w:tr>
      <w:tr w:rsidR="009C5DE1" w:rsidRPr="000F0154" w14:paraId="20FA5D4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F1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E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A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AC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E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4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2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6F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06EA40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36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4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4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4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78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F4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3D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1C1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9C5DE1" w:rsidRPr="000F0154" w14:paraId="3358BE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41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31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7F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C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2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29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D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5C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9C5DE1" w:rsidRPr="000F0154" w14:paraId="695EC7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BD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C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9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96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6D1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5C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3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0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0905377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91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83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13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6D5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D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8A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12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FB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5DE31F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71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88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6B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D4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9C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1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2F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A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3D76BDC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69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1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8E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04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7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CA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BF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3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1A31435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A3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DD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6B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E5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2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1D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4A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C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5865A3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7C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86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E9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63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C7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7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7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EA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НДВ и др.</w:t>
            </w:r>
          </w:p>
        </w:tc>
      </w:tr>
      <w:tr w:rsidR="009C5DE1" w:rsidRPr="000F0154" w14:paraId="012FD77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05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45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0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9C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ED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D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5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C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9C5DE1" w:rsidRPr="000F0154" w14:paraId="0FE3B7C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88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B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6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2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F7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C0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C2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C0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9C5DE1" w:rsidRPr="000F0154" w14:paraId="13BA1D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1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AC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43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4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9C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42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C7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13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9C5DE1" w:rsidRPr="000F0154" w14:paraId="1248DC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DC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09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E9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9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B7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F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82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F2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54C44A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5F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D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53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8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C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00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3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FDE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СДС</w:t>
            </w:r>
          </w:p>
        </w:tc>
      </w:tr>
      <w:tr w:rsidR="009C5DE1" w:rsidRPr="000F0154" w14:paraId="4618FDC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EA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6B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F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ED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D2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BC2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F5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A5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344AF03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A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FA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59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A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5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4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E3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A0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5BEF726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F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45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9B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9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9C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95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D6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94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ЙЦГ</w:t>
            </w:r>
          </w:p>
        </w:tc>
      </w:tr>
      <w:tr w:rsidR="009C5DE1" w:rsidRPr="000F0154" w14:paraId="016586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02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B3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79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62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F8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69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CD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0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ЗНБ</w:t>
            </w:r>
          </w:p>
        </w:tc>
      </w:tr>
      <w:tr w:rsidR="009C5DE1" w:rsidRPr="000F0154" w14:paraId="49CD1D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54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B0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C7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A7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D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8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48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318AF2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C1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C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9E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87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6E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A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03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1A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6074B69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3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77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1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1C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A0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0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39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C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3BBA982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F4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98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7D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3E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A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CD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B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65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САВ</w:t>
            </w:r>
          </w:p>
        </w:tc>
      </w:tr>
      <w:tr w:rsidR="009C5DE1" w:rsidRPr="000F0154" w14:paraId="35DE5B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CE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9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85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53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131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D4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B2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E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ПКЗ</w:t>
            </w:r>
          </w:p>
        </w:tc>
      </w:tr>
      <w:tr w:rsidR="009C5DE1" w:rsidRPr="000F0154" w14:paraId="088C644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D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4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B6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42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8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2D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08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8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ПГЗ</w:t>
            </w:r>
          </w:p>
        </w:tc>
      </w:tr>
      <w:tr w:rsidR="009C5DE1" w:rsidRPr="000F0154" w14:paraId="445C8D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BD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A8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E4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E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2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F5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F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16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МТТ</w:t>
            </w:r>
          </w:p>
        </w:tc>
      </w:tr>
      <w:tr w:rsidR="009C5DE1" w:rsidRPr="000F0154" w14:paraId="0B46F90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3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61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0A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21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F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52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0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2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СТМ</w:t>
            </w:r>
          </w:p>
        </w:tc>
      </w:tr>
      <w:tr w:rsidR="009C5DE1" w:rsidRPr="000F0154" w14:paraId="70E3B3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5B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57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F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88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CE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4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2A3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3A8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ПДЦ</w:t>
            </w:r>
          </w:p>
        </w:tc>
      </w:tr>
      <w:tr w:rsidR="009C5DE1" w:rsidRPr="000F0154" w14:paraId="01BFA52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69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15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B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E8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DC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2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84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D92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ДМГ</w:t>
            </w:r>
          </w:p>
        </w:tc>
      </w:tr>
      <w:tr w:rsidR="009C5DE1" w:rsidRPr="000F0154" w14:paraId="6058BB2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86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80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C5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D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57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F1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0F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A0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9C5DE1" w:rsidRPr="000F0154" w14:paraId="25B61B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18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8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F8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7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0E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C6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47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AC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АЯХ и др.</w:t>
            </w:r>
          </w:p>
        </w:tc>
      </w:tr>
      <w:tr w:rsidR="009C5DE1" w:rsidRPr="000F0154" w14:paraId="63A344F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4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0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19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B1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E8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6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30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FC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МАЗ</w:t>
            </w:r>
          </w:p>
        </w:tc>
      </w:tr>
      <w:tr w:rsidR="009C5DE1" w:rsidRPr="000F0154" w14:paraId="627BEA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85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7A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4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D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CD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6E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56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E3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ЕФА</w:t>
            </w:r>
          </w:p>
        </w:tc>
      </w:tr>
      <w:tr w:rsidR="009C5DE1" w:rsidRPr="000F0154" w14:paraId="7977D5E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C7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63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A2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C9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0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C5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12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B29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КХМ</w:t>
            </w:r>
          </w:p>
        </w:tc>
      </w:tr>
      <w:tr w:rsidR="009C5DE1" w:rsidRPr="000F0154" w14:paraId="538C01D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D2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06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DD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B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2C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A7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8D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50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3B28DC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A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2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69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4C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CD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C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F0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D0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ДБВ</w:t>
            </w:r>
          </w:p>
        </w:tc>
      </w:tr>
      <w:tr w:rsidR="009C5DE1" w:rsidRPr="000F0154" w14:paraId="3767D90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8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84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E8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2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68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5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FF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A6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9C5DE1" w:rsidRPr="000F0154" w14:paraId="669CD0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5F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35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D1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F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ED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55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5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7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СХВ</w:t>
            </w:r>
          </w:p>
        </w:tc>
      </w:tr>
      <w:tr w:rsidR="009C5DE1" w:rsidRPr="000F0154" w14:paraId="7DE56E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38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47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1A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4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08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50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2D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4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 и др.</w:t>
            </w:r>
          </w:p>
        </w:tc>
      </w:tr>
      <w:tr w:rsidR="009C5DE1" w:rsidRPr="000F0154" w14:paraId="391916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37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50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C9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6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8C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BE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F7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1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25CBBF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81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BB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45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B4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57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98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E3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6C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9C5DE1" w:rsidRPr="000F0154" w14:paraId="3595801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4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F6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7B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01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B3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BD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D1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BC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ВЦВ</w:t>
            </w:r>
          </w:p>
        </w:tc>
      </w:tr>
      <w:tr w:rsidR="009C5DE1" w:rsidRPr="000F0154" w14:paraId="4BDA25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1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44B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D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21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2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31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F1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6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57B7D8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C2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7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6E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E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E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85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32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825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ЛБМ</w:t>
            </w:r>
          </w:p>
        </w:tc>
      </w:tr>
      <w:tr w:rsidR="009C5DE1" w:rsidRPr="000F0154" w14:paraId="7601CF9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42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E7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2A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B46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5A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959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72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0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АДА</w:t>
            </w:r>
          </w:p>
        </w:tc>
      </w:tr>
      <w:tr w:rsidR="009C5DE1" w:rsidRPr="000F0154" w14:paraId="6F00CEF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F5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41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BF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2A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F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95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08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21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КВС</w:t>
            </w:r>
          </w:p>
        </w:tc>
      </w:tr>
      <w:tr w:rsidR="009C5DE1" w:rsidRPr="000F0154" w14:paraId="11C0B8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F1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27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B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05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1D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EC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32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ФЦС и др.</w:t>
            </w:r>
          </w:p>
        </w:tc>
      </w:tr>
      <w:tr w:rsidR="009C5DE1" w:rsidRPr="000F0154" w14:paraId="71E683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3D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20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4A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26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6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41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8A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16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9C5DE1" w:rsidRPr="000F0154" w14:paraId="48CCA5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11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7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D4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A3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2E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EF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7B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7E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МАЛ</w:t>
            </w:r>
          </w:p>
        </w:tc>
      </w:tr>
      <w:tr w:rsidR="009C5DE1" w:rsidRPr="000F0154" w14:paraId="082CE11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42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B0A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CE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E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4F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59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A5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2F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9C5DE1" w:rsidRPr="000F0154" w14:paraId="0A6331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99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B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00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2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9C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59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EB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1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34745E9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6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4F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D65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4B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9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76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E4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C1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МСХ</w:t>
            </w:r>
          </w:p>
        </w:tc>
      </w:tr>
      <w:tr w:rsidR="009C5DE1" w:rsidRPr="000F0154" w14:paraId="4D4928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D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E3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E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EF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6C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A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4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E6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АСХ и др.</w:t>
            </w:r>
          </w:p>
        </w:tc>
      </w:tr>
      <w:tr w:rsidR="009C5DE1" w:rsidRPr="000F0154" w14:paraId="2BCF02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34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A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6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08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BF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8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43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F5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</w:tr>
      <w:tr w:rsidR="009C5DE1" w:rsidRPr="000F0154" w14:paraId="5A3960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C8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FC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5A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6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12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9D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E70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47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КСК и др.</w:t>
            </w:r>
          </w:p>
        </w:tc>
      </w:tr>
      <w:tr w:rsidR="009C5DE1" w:rsidRPr="000F0154" w14:paraId="647F124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EB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ТАТЯНА ВЛАДИМИРОВА ВЕЛИЧКОВА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5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1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CF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7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91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5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B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5A4CAC5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5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B1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4E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48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329.323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9B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7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E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19.50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86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419E6A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F2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A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BF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8C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D2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76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18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FC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ДБР и др.</w:t>
            </w:r>
          </w:p>
        </w:tc>
      </w:tr>
      <w:tr w:rsidR="009C5DE1" w:rsidRPr="000F0154" w14:paraId="09068E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7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0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31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2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01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1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B1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74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ХХЧ и др.</w:t>
            </w:r>
          </w:p>
        </w:tc>
      </w:tr>
      <w:tr w:rsidR="009C5DE1" w:rsidRPr="000F0154" w14:paraId="1BBB0A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65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17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1F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7C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C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56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64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84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СВИ</w:t>
            </w:r>
          </w:p>
        </w:tc>
      </w:tr>
      <w:tr w:rsidR="009C5DE1" w:rsidRPr="000F0154" w14:paraId="63DB9EF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1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1D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5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7E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FF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9F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0A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303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9C5DE1" w:rsidRPr="000F0154" w14:paraId="7CD9F0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66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A6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3C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D8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0B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5B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71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28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НПР</w:t>
            </w:r>
          </w:p>
        </w:tc>
      </w:tr>
      <w:tr w:rsidR="009C5DE1" w:rsidRPr="000F0154" w14:paraId="04833EC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43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D5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0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7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A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7D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BC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F2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9C5DE1" w:rsidRPr="000F0154" w14:paraId="0F1A87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E7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DB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5B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B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7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C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02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7E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9C5DE1" w:rsidRPr="000F0154" w14:paraId="7AA9E6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1C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A2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0D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B5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D7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5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D9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5C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455B8FB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99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B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574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05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59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FC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09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17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9C5DE1" w:rsidRPr="000F0154" w14:paraId="4DBE62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1D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E0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FB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EE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C9D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3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C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E0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0B0F0D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7B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42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34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6F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1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B8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FF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CE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9C5DE1" w:rsidRPr="000F0154" w14:paraId="1025E1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E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8E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99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D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B0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4C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02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47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БСА</w:t>
            </w:r>
          </w:p>
        </w:tc>
      </w:tr>
      <w:tr w:rsidR="009C5DE1" w:rsidRPr="000F0154" w14:paraId="1FCD13B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D2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A41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E6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F6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6A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39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2D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34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 и др.</w:t>
            </w:r>
          </w:p>
        </w:tc>
      </w:tr>
      <w:tr w:rsidR="009C5DE1" w:rsidRPr="000F0154" w14:paraId="0B23C5E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6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1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27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C1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A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B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1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AD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57C9337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D2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C2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45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60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16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90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EC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C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3BC29D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76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F2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D8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68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E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90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31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7C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МГА</w:t>
            </w:r>
          </w:p>
        </w:tc>
      </w:tr>
      <w:tr w:rsidR="009C5DE1" w:rsidRPr="000F0154" w14:paraId="75EFD2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6E8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F3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3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57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C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6B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7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A4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ЛГД</w:t>
            </w:r>
          </w:p>
        </w:tc>
      </w:tr>
      <w:tr w:rsidR="009C5DE1" w:rsidRPr="000F0154" w14:paraId="12A1A2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2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37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BB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69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5F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B4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37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E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63C676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87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02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21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B0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83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41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C9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B3E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ЙВР</w:t>
            </w:r>
          </w:p>
        </w:tc>
      </w:tr>
      <w:tr w:rsidR="009C5DE1" w:rsidRPr="000F0154" w14:paraId="06474B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8A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F7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F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4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9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F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8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16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ЦМЦ и др.</w:t>
            </w:r>
          </w:p>
        </w:tc>
      </w:tr>
      <w:tr w:rsidR="009C5DE1" w:rsidRPr="000F0154" w14:paraId="6EE6260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5C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E0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D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9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B2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1D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29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FE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ХЦМ</w:t>
            </w:r>
          </w:p>
        </w:tc>
      </w:tr>
      <w:tr w:rsidR="009C5DE1" w:rsidRPr="000F0154" w14:paraId="4FCAFA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4D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1D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64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38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DA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66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43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21.48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98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МСХ</w:t>
            </w:r>
          </w:p>
        </w:tc>
      </w:tr>
      <w:tr w:rsidR="009C5DE1" w:rsidRPr="000F0154" w14:paraId="57B7CAD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4F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36B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14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75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2D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2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07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51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</w:tr>
      <w:tr w:rsidR="009C5DE1" w:rsidRPr="000F0154" w14:paraId="08836A4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2C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77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C0E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FE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496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F2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A7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A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ХРИСТОДУЛОС ХРИСТУ ЕООД</w:t>
            </w:r>
          </w:p>
        </w:tc>
      </w:tr>
      <w:tr w:rsidR="009C5DE1" w:rsidRPr="000F0154" w14:paraId="70030E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70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38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73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DB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87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FA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DC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7D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СИЕ и др.</w:t>
            </w:r>
          </w:p>
        </w:tc>
      </w:tr>
      <w:tr w:rsidR="009C5DE1" w:rsidRPr="000F0154" w14:paraId="70F4B08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F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28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3B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3C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02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57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7D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52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7AFBDF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5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BE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5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A3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E5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10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70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38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МГП</w:t>
            </w:r>
          </w:p>
        </w:tc>
      </w:tr>
      <w:tr w:rsidR="009C5DE1" w:rsidRPr="000F0154" w14:paraId="14C957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E3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4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39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CD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3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D8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96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99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МЙА</w:t>
            </w:r>
          </w:p>
        </w:tc>
      </w:tr>
      <w:tr w:rsidR="009C5DE1" w:rsidRPr="000F0154" w14:paraId="029499C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99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90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24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82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BF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38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BF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26.55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D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ВМП</w:t>
            </w:r>
          </w:p>
        </w:tc>
      </w:tr>
      <w:tr w:rsidR="009C5DE1" w:rsidRPr="000F0154" w14:paraId="2F2E47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F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4B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7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1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FD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41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2C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14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ПОВ</w:t>
            </w:r>
          </w:p>
        </w:tc>
      </w:tr>
      <w:tr w:rsidR="009C5DE1" w:rsidRPr="000F0154" w14:paraId="7E16DFD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8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DA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1E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C2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3D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4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33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CA4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ВИЙ</w:t>
            </w:r>
          </w:p>
        </w:tc>
      </w:tr>
      <w:tr w:rsidR="009C5DE1" w:rsidRPr="000F0154" w14:paraId="722AC92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6BB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F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FA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FF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0E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9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CD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8A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9C5DE1" w:rsidRPr="000F0154" w14:paraId="3A5B65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BB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8C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F2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5E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D8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56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FA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4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ГАК</w:t>
            </w:r>
          </w:p>
        </w:tc>
      </w:tr>
      <w:tr w:rsidR="009C5DE1" w:rsidRPr="000F0154" w14:paraId="3BCF18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F4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4F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C5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2E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E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1E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A9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E9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ЛДБ и др.</w:t>
            </w:r>
          </w:p>
        </w:tc>
      </w:tr>
      <w:tr w:rsidR="009C5DE1" w:rsidRPr="000F0154" w14:paraId="2778DB3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D2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9B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F7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57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2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77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E6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A5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9C5DE1" w:rsidRPr="000F0154" w14:paraId="0A18F02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30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A4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DA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2DB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972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F2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52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62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ААК</w:t>
            </w:r>
          </w:p>
        </w:tc>
      </w:tr>
      <w:tr w:rsidR="009C5DE1" w:rsidRPr="000F0154" w14:paraId="0D8A5D7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02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39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D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5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4C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DD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ED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27.37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C3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МФД и др.</w:t>
            </w:r>
          </w:p>
        </w:tc>
      </w:tr>
      <w:tr w:rsidR="009C5DE1" w:rsidRPr="000F0154" w14:paraId="038886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A0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AF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BD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8D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904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77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E6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EC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ФКП</w:t>
            </w:r>
          </w:p>
        </w:tc>
      </w:tr>
      <w:tr w:rsidR="009C5DE1" w:rsidRPr="000F0154" w14:paraId="7168EA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E3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BD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8B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3C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7B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62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93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A6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ЕМС</w:t>
            </w:r>
          </w:p>
        </w:tc>
      </w:tr>
      <w:tr w:rsidR="009C5DE1" w:rsidRPr="000F0154" w14:paraId="78ACA7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75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62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16C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68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9D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C4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F4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43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ЕДГ и др.</w:t>
            </w:r>
          </w:p>
        </w:tc>
      </w:tr>
      <w:tr w:rsidR="009C5DE1" w:rsidRPr="000F0154" w14:paraId="1BF2BB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4E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19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6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B2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26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5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2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40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ВГД и др.</w:t>
            </w:r>
          </w:p>
        </w:tc>
      </w:tr>
      <w:tr w:rsidR="009C5DE1" w:rsidRPr="000F0154" w14:paraId="067FE86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59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15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F5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D2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5B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7E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04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7D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9C5DE1" w:rsidRPr="000F0154" w14:paraId="38720A7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EC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DF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16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53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83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74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1A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A3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196D78B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83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7A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DE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B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E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1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B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DB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5AA968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36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29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14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11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27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58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13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15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ДКБ</w:t>
            </w:r>
          </w:p>
        </w:tc>
      </w:tr>
      <w:tr w:rsidR="009C5DE1" w:rsidRPr="000F0154" w14:paraId="5775FC9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E1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2F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78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5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12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1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4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15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356B47B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3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ED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3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14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34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29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6A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9E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398244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25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E0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E9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E2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69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77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71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26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МНД</w:t>
            </w:r>
          </w:p>
        </w:tc>
      </w:tr>
      <w:tr w:rsidR="009C5DE1" w:rsidRPr="000F0154" w14:paraId="1BBF65E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35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9BE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DC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C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1D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7A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A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54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ДГЯ</w:t>
            </w:r>
          </w:p>
        </w:tc>
      </w:tr>
      <w:tr w:rsidR="009C5DE1" w:rsidRPr="000F0154" w14:paraId="5D11FC8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A8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F0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5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8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A9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B8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69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61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9C5DE1" w:rsidRPr="000F0154" w14:paraId="35F5BE8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1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F8F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8E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DC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0C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B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43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8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008DBFD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64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C2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1C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49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2A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B9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20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1F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0935B87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CC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5C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3A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18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3A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5A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70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22.93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D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9C5DE1" w:rsidRPr="000F0154" w14:paraId="7FFB64C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A5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E0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C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55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36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DC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7B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20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ЙВК</w:t>
            </w:r>
          </w:p>
        </w:tc>
      </w:tr>
      <w:tr w:rsidR="009C5DE1" w:rsidRPr="000F0154" w14:paraId="58179B4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3F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1D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33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BA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EC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0D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F3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9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ГХП</w:t>
            </w:r>
          </w:p>
        </w:tc>
      </w:tr>
      <w:tr w:rsidR="009C5DE1" w:rsidRPr="000F0154" w14:paraId="2A94BE4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95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B9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C6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BA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09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0F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02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EB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ИМА и др.</w:t>
            </w:r>
          </w:p>
        </w:tc>
      </w:tr>
      <w:tr w:rsidR="009C5DE1" w:rsidRPr="000F0154" w14:paraId="339981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D6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20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28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3D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9B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BC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7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8A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ПНС</w:t>
            </w:r>
          </w:p>
        </w:tc>
      </w:tr>
      <w:tr w:rsidR="009C5DE1" w:rsidRPr="000F0154" w14:paraId="4F58A1A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3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FB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A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90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2C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15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2C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09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3B6B20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CA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1A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B7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E5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E7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6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26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97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ВДН и др.</w:t>
            </w:r>
          </w:p>
        </w:tc>
      </w:tr>
      <w:tr w:rsidR="009C5DE1" w:rsidRPr="000F0154" w14:paraId="0298608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92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9D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52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9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47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E6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8E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7E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ТИМ</w:t>
            </w:r>
          </w:p>
        </w:tc>
      </w:tr>
      <w:tr w:rsidR="009C5DE1" w:rsidRPr="000F0154" w14:paraId="67840A2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AC3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232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F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71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62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604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E2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A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КЙЦ</w:t>
            </w:r>
          </w:p>
        </w:tc>
      </w:tr>
      <w:tr w:rsidR="009C5DE1" w:rsidRPr="000F0154" w14:paraId="6448E29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0F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9E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E6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4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97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D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B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5D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776E12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7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0B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97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E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A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5C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8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E7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ПИА</w:t>
            </w:r>
          </w:p>
        </w:tc>
      </w:tr>
      <w:tr w:rsidR="009C5DE1" w:rsidRPr="000F0154" w14:paraId="25DE90D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67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3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32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1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7F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2B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7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E2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7BCCB61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61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4C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4F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6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2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1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36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C7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ЗММ</w:t>
            </w:r>
          </w:p>
        </w:tc>
      </w:tr>
      <w:tr w:rsidR="009C5DE1" w:rsidRPr="000F0154" w14:paraId="142F4B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0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81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2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94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9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FD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09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94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53C8047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CE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45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01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37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B1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A64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69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032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9C5DE1" w:rsidRPr="000F0154" w14:paraId="412339E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C3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21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418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57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A7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96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CE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A4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НБГ</w:t>
            </w:r>
          </w:p>
        </w:tc>
      </w:tr>
      <w:tr w:rsidR="009C5DE1" w:rsidRPr="000F0154" w14:paraId="051062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2A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09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62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8B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CB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F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28A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4C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9C5DE1" w:rsidRPr="000F0154" w14:paraId="006E64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FC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A2F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23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2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20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D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89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B0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ЕСБ и др.</w:t>
            </w:r>
          </w:p>
        </w:tc>
      </w:tr>
      <w:tr w:rsidR="009C5DE1" w:rsidRPr="000F0154" w14:paraId="01FAF21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95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72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B0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2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EC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EF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D0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27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ИГФ</w:t>
            </w:r>
          </w:p>
        </w:tc>
      </w:tr>
      <w:tr w:rsidR="009C5DE1" w:rsidRPr="000F0154" w14:paraId="63E2FA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4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93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A9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1B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98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E9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5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B8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КВС</w:t>
            </w:r>
          </w:p>
        </w:tc>
      </w:tr>
      <w:tr w:rsidR="009C5DE1" w:rsidRPr="000F0154" w14:paraId="09E728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78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0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8E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C5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0F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45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F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6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ГАС</w:t>
            </w:r>
          </w:p>
        </w:tc>
      </w:tr>
      <w:tr w:rsidR="009C5DE1" w:rsidRPr="000F0154" w14:paraId="35A1D5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64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E4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C8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D0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AB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F9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C7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51.01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B4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РЙК</w:t>
            </w:r>
          </w:p>
        </w:tc>
      </w:tr>
      <w:tr w:rsidR="009C5DE1" w:rsidRPr="000F0154" w14:paraId="589465B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0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4E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D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C1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9D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6C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D6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68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ЯБВ и др.</w:t>
            </w:r>
          </w:p>
        </w:tc>
      </w:tr>
      <w:tr w:rsidR="009C5DE1" w:rsidRPr="000F0154" w14:paraId="6E842AD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2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BF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12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E6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C4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18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4E1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8F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493A39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6D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AF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4B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D6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F5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84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3A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3B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0692764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29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96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61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5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5F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EB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25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F2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9C5DE1" w:rsidRPr="000F0154" w14:paraId="2705EA0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9A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3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176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AA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19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B1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6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38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9C5DE1" w:rsidRPr="000F0154" w14:paraId="58100A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BE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2A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C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40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B6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3A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B4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2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3C389F1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38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ХРИСТО ПАВЛОВ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FD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70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EB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FF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CB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0A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89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 и др.</w:t>
            </w:r>
          </w:p>
        </w:tc>
      </w:tr>
      <w:tr w:rsidR="009C5DE1" w:rsidRPr="000F0154" w14:paraId="6C660BB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0E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5E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36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B00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155.017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21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BD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25.479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D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331.23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46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DE1" w:rsidRPr="000F0154" w14:paraId="032031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C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32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3C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CC1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17.195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8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9B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20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36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ннД и др.</w:t>
            </w:r>
          </w:p>
        </w:tc>
      </w:tr>
      <w:tr w:rsidR="009C5DE1" w:rsidRPr="000F0154" w14:paraId="3F567E6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A0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2B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25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8E6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08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DE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9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50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ЦАР</w:t>
            </w:r>
          </w:p>
        </w:tc>
      </w:tr>
      <w:tr w:rsidR="009C5DE1" w:rsidRPr="000F0154" w14:paraId="55E0FB9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C5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0E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CD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94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E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36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B4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2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ФЕВ и др.</w:t>
            </w:r>
          </w:p>
        </w:tc>
      </w:tr>
      <w:tr w:rsidR="009C5DE1" w:rsidRPr="000F0154" w14:paraId="5BD85C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5C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4E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8C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70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9C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A0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E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66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283203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73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C4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668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DB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5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98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3F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628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ЙПА</w:t>
            </w:r>
          </w:p>
        </w:tc>
      </w:tr>
      <w:tr w:rsidR="009C5DE1" w:rsidRPr="000F0154" w14:paraId="1DEB33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F4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39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009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C69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54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A9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B4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9.29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E9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24F934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D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7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5D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84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2F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BAB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BB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A6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9C5DE1" w:rsidRPr="000F0154" w14:paraId="625B91E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E5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60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9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23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60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A5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6D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DE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9C5DE1" w:rsidRPr="000F0154" w14:paraId="577F3C5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A0C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88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87C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85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D5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90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33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87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9C5DE1" w:rsidRPr="000F0154" w14:paraId="3275660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3D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04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75F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FA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D9D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AB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6FB6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D5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ЗТФ и др.</w:t>
            </w:r>
          </w:p>
        </w:tc>
      </w:tr>
      <w:tr w:rsidR="009C5DE1" w:rsidRPr="000F0154" w14:paraId="75A07E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EF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ED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22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24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17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F7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F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96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ЛПД</w:t>
            </w:r>
          </w:p>
        </w:tc>
      </w:tr>
      <w:tr w:rsidR="009C5DE1" w:rsidRPr="000F0154" w14:paraId="1269310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12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D2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79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D3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C1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7C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A9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9C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707E5A8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4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10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F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766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C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018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89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D3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ЕАК</w:t>
            </w:r>
          </w:p>
        </w:tc>
      </w:tr>
      <w:tr w:rsidR="009C5DE1" w:rsidRPr="000F0154" w14:paraId="7AB704A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A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9D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C1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3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38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A1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22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83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ДТХ</w:t>
            </w:r>
          </w:p>
        </w:tc>
      </w:tr>
      <w:tr w:rsidR="009C5DE1" w:rsidRPr="000F0154" w14:paraId="5985166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5BB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7E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7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BA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D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CF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2B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61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СМД</w:t>
            </w:r>
          </w:p>
        </w:tc>
      </w:tr>
      <w:tr w:rsidR="009C5DE1" w:rsidRPr="000F0154" w14:paraId="15534E8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C3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442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A4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21B3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37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AC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4E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381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МБВ</w:t>
            </w:r>
          </w:p>
        </w:tc>
      </w:tr>
      <w:tr w:rsidR="009C5DE1" w:rsidRPr="000F0154" w14:paraId="4521809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57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99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68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E2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D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2A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50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0C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9C5DE1" w:rsidRPr="000F0154" w14:paraId="3318805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73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FF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94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37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BE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10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1C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8C2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ИМА и др.</w:t>
            </w:r>
          </w:p>
        </w:tc>
      </w:tr>
      <w:tr w:rsidR="009C5DE1" w:rsidRPr="000F0154" w14:paraId="14425D7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6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D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07E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43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56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49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EB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CE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МБГ и др.</w:t>
            </w:r>
          </w:p>
        </w:tc>
      </w:tr>
      <w:tr w:rsidR="009C5DE1" w:rsidRPr="000F0154" w14:paraId="45ADA18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C9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89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5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AB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6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21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4D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56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9C5DE1" w:rsidRPr="000F0154" w14:paraId="469EA74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1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08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20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14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34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33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4B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38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ТЕРАЕКСПЕРТ ЕООД и др.</w:t>
            </w:r>
          </w:p>
        </w:tc>
      </w:tr>
      <w:tr w:rsidR="009C5DE1" w:rsidRPr="000F0154" w14:paraId="502BC8A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2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1D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F9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7D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3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6C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1CF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DE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9C5DE1" w:rsidRPr="000F0154" w14:paraId="6333852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C0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9A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6E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C1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CD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0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7F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7E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ЛБЯ и др.</w:t>
            </w:r>
          </w:p>
        </w:tc>
      </w:tr>
      <w:tr w:rsidR="009C5DE1" w:rsidRPr="000F0154" w14:paraId="6D040F1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E5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E7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E5D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4B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E26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CE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B78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F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АДТ и др.</w:t>
            </w:r>
          </w:p>
        </w:tc>
      </w:tr>
      <w:tr w:rsidR="009C5DE1" w:rsidRPr="000F0154" w14:paraId="4D63AED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14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6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53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8C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5C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1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C0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24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9C5DE1" w:rsidRPr="000F0154" w14:paraId="6A6E64B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A6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17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25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2E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1F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765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233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3B5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РСН</w:t>
            </w:r>
          </w:p>
        </w:tc>
      </w:tr>
      <w:tr w:rsidR="009C5DE1" w:rsidRPr="000F0154" w14:paraId="0E85E5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EB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FB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D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15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BA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0B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8D1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91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СТЦ</w:t>
            </w:r>
          </w:p>
        </w:tc>
      </w:tr>
      <w:tr w:rsidR="009C5DE1" w:rsidRPr="000F0154" w14:paraId="71F954E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21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F0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3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83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BD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90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BBD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266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НПА</w:t>
            </w:r>
          </w:p>
        </w:tc>
      </w:tr>
      <w:tr w:rsidR="009C5DE1" w:rsidRPr="000F0154" w14:paraId="7091E81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C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F5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F6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A4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5D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84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A2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98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БПБ и др.</w:t>
            </w:r>
          </w:p>
        </w:tc>
      </w:tr>
      <w:tr w:rsidR="009C5DE1" w:rsidRPr="000F0154" w14:paraId="0043EA8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84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EE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7C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10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6B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DF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C4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5D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РЛН и др.</w:t>
            </w:r>
          </w:p>
        </w:tc>
      </w:tr>
      <w:tr w:rsidR="009C5DE1" w:rsidRPr="000F0154" w14:paraId="5290B18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9C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520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9C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CAE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E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84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AF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9E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БКВ</w:t>
            </w:r>
          </w:p>
        </w:tc>
      </w:tr>
      <w:tr w:rsidR="009C5DE1" w:rsidRPr="000F0154" w14:paraId="742706F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3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2D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71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AD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09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C3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6F9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B5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ИРП и др.</w:t>
            </w:r>
          </w:p>
        </w:tc>
      </w:tr>
      <w:tr w:rsidR="009C5DE1" w:rsidRPr="000F0154" w14:paraId="0F8BB81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6E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0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4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7B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0D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6A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E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9E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ГИМ</w:t>
            </w:r>
          </w:p>
        </w:tc>
      </w:tr>
      <w:tr w:rsidR="009C5DE1" w:rsidRPr="000F0154" w14:paraId="1C0F98A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55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07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BB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32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13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6A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07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4D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9C5DE1" w:rsidRPr="000F0154" w14:paraId="4C63D1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FB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16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58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48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68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04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91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9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ДВЛ</w:t>
            </w:r>
          </w:p>
        </w:tc>
      </w:tr>
      <w:tr w:rsidR="009C5DE1" w:rsidRPr="000F0154" w14:paraId="09AE464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65D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35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2A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12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BF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3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07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34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ГВГ</w:t>
            </w:r>
          </w:p>
        </w:tc>
      </w:tr>
      <w:tr w:rsidR="009C5DE1" w:rsidRPr="000F0154" w14:paraId="1F08DFE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1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5DC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39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D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95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DC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E6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1F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9C5DE1" w:rsidRPr="000F0154" w14:paraId="711022C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A4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AD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A9F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43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62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F4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7B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BC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РСА</w:t>
            </w:r>
          </w:p>
        </w:tc>
      </w:tr>
      <w:tr w:rsidR="009C5DE1" w:rsidRPr="000F0154" w14:paraId="7C8F8F5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458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0FC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2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C84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3B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3D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BE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B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СДИ и др.</w:t>
            </w:r>
          </w:p>
        </w:tc>
      </w:tr>
      <w:tr w:rsidR="009C5DE1" w:rsidRPr="000F0154" w14:paraId="68B7506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15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72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6C8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9A9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0B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C1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4D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F5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9C5DE1" w:rsidRPr="000F0154" w14:paraId="2137E23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3B9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DE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A90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F9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6E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54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96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63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9C5DE1" w:rsidRPr="000F0154" w14:paraId="24F0731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05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EA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FC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60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94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D6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B9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46A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9C5DE1" w:rsidRPr="000F0154" w14:paraId="0FB22A2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1D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0B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02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6C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D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8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ED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84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ИГК и др.</w:t>
            </w:r>
          </w:p>
        </w:tc>
      </w:tr>
      <w:tr w:rsidR="009C5DE1" w:rsidRPr="000F0154" w14:paraId="67D6DFD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E2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A1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2A7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FF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18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1F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B7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55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70733A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01D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5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2E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D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3F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6B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4C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53D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9C5DE1" w:rsidRPr="000F0154" w14:paraId="3297B22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919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EF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D0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B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AEC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B5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17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A7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АГГ</w:t>
            </w:r>
          </w:p>
        </w:tc>
      </w:tr>
      <w:tr w:rsidR="009C5DE1" w:rsidRPr="000F0154" w14:paraId="2FEE41B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E6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B4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C15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F6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88B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9A4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1A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7E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ДПС</w:t>
            </w:r>
          </w:p>
        </w:tc>
      </w:tr>
      <w:tr w:rsidR="009C5DE1" w:rsidRPr="000F0154" w14:paraId="1F0443E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D2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8F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54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DF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907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2B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19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2E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ИПД</w:t>
            </w:r>
          </w:p>
        </w:tc>
      </w:tr>
      <w:tr w:rsidR="009C5DE1" w:rsidRPr="000F0154" w14:paraId="4992CF5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660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2EF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DA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F0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4838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73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AF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F5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ЯСС</w:t>
            </w:r>
          </w:p>
        </w:tc>
      </w:tr>
      <w:tr w:rsidR="009C5DE1" w:rsidRPr="000F0154" w14:paraId="22B46C2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48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8F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FD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C2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1CC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FE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1F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193.50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219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ПРОПРИМО ООД</w:t>
            </w:r>
          </w:p>
        </w:tc>
      </w:tr>
      <w:tr w:rsidR="009C5DE1" w:rsidRPr="000F0154" w14:paraId="3C5035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0D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3E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462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3F6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A7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11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B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416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НЙД</w:t>
            </w:r>
          </w:p>
        </w:tc>
      </w:tr>
      <w:tr w:rsidR="009C5DE1" w:rsidRPr="000F0154" w14:paraId="693F28F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7A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B1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C1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CC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9C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F0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60A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87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РКМ и др.</w:t>
            </w:r>
          </w:p>
        </w:tc>
      </w:tr>
      <w:tr w:rsidR="009C5DE1" w:rsidRPr="000F0154" w14:paraId="5770FF6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55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3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91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3C2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CF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B1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42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DA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КЖП</w:t>
            </w:r>
          </w:p>
        </w:tc>
      </w:tr>
      <w:tr w:rsidR="009C5DE1" w:rsidRPr="000F0154" w14:paraId="65779AD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6F6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CF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A35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AB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FE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44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1C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9C5DE1" w:rsidRPr="000F0154" w14:paraId="334E5B9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2E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C8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79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77C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19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58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B2B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52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9C5DE1" w:rsidRPr="000F0154" w14:paraId="0191FD2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7D4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DE1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AB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D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BD7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F6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23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64.97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EA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ЕФА и др.</w:t>
            </w:r>
          </w:p>
        </w:tc>
      </w:tr>
      <w:tr w:rsidR="009C5DE1" w:rsidRPr="000F0154" w14:paraId="6805756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25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FEE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85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54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470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CC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9F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F5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БРАЙТ ИНЖЕНЕРИНГ ООД</w:t>
            </w:r>
          </w:p>
        </w:tc>
      </w:tr>
      <w:tr w:rsidR="009C5DE1" w:rsidRPr="000F0154" w14:paraId="1C7E493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5BA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12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7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E4E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D7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A9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25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DA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ДВК и др.</w:t>
            </w:r>
          </w:p>
        </w:tc>
      </w:tr>
      <w:tr w:rsidR="009C5DE1" w:rsidRPr="000F0154" w14:paraId="0C5023C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A5E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7C7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F3F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A1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4FE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19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D634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47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ДИМ</w:t>
            </w:r>
          </w:p>
        </w:tc>
      </w:tr>
      <w:tr w:rsidR="009C5DE1" w:rsidRPr="000F0154" w14:paraId="35A0AE0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FB2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14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5C7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A1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0B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91D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0E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2B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9C5DE1" w:rsidRPr="000F0154" w14:paraId="5CE8F2D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597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1D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52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5A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03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262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43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CC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БРАЙТ ИНЖЕНЕРИНГ ООД</w:t>
            </w:r>
          </w:p>
        </w:tc>
      </w:tr>
      <w:tr w:rsidR="009C5DE1" w:rsidRPr="000F0154" w14:paraId="0B74CA8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9D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0E2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96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9B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10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EDD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26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18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9C5DE1" w:rsidRPr="000F0154" w14:paraId="50E44A88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62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CB1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03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C1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1C3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548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CA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45.49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58B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КЙП</w:t>
            </w:r>
          </w:p>
        </w:tc>
      </w:tr>
      <w:tr w:rsidR="009C5DE1" w:rsidRPr="000F0154" w14:paraId="348AA436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2C6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717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94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4EC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78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0176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B29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770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ППЗ</w:t>
            </w:r>
          </w:p>
        </w:tc>
      </w:tr>
      <w:tr w:rsidR="009C5DE1" w:rsidRPr="000F0154" w14:paraId="5F7B41E2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737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CA3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70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0E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84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2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F80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4B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9C5DE1" w:rsidRPr="000F0154" w14:paraId="147AE24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60D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F7EA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AEFB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FC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62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22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3C1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BE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ДГБ</w:t>
            </w:r>
          </w:p>
        </w:tc>
      </w:tr>
      <w:tr w:rsidR="009C5DE1" w:rsidRPr="000F0154" w14:paraId="5B358C0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694A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B27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AEF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05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CC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115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C61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257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ККВ</w:t>
            </w:r>
          </w:p>
        </w:tc>
      </w:tr>
      <w:tr w:rsidR="009C5DE1" w:rsidRPr="000F0154" w14:paraId="7BB769C9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23C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AD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DB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5A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7A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651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C5F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B8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ЦОВ</w:t>
            </w:r>
          </w:p>
        </w:tc>
      </w:tr>
      <w:tr w:rsidR="009C5DE1" w:rsidRPr="000F0154" w14:paraId="3DB62A7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38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85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BC6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07A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CF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3F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128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92E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АРА СОФИЯ ООД</w:t>
            </w:r>
          </w:p>
        </w:tc>
      </w:tr>
      <w:tr w:rsidR="009C5DE1" w:rsidRPr="000F0154" w14:paraId="169326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F7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C59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582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33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139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E0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C0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58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9C5DE1" w:rsidRPr="000F0154" w14:paraId="7F98F49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E6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3A8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82B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9F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EC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107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B5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32.51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2EE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B80F1F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FF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19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858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3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B0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219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14C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64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9C5DE1" w:rsidRPr="000F0154" w14:paraId="44BAAB7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166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25F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805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6C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B46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A67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F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AB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САС</w:t>
            </w:r>
          </w:p>
        </w:tc>
      </w:tr>
      <w:tr w:rsidR="009C5DE1" w:rsidRPr="000F0154" w14:paraId="227E08C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C1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0A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45A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49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BB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7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29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45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1018D87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1BB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5DD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3F4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3A6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FA7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11D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E75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52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ТХМ</w:t>
            </w:r>
          </w:p>
        </w:tc>
      </w:tr>
      <w:tr w:rsidR="009C5DE1" w:rsidRPr="000F0154" w14:paraId="3FDD235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1D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3A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1C2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DF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C25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F4B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24E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D23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9C5DE1" w:rsidRPr="000F0154" w14:paraId="5BBAB22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58E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D0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707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8B3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AF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7A1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52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6E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ММЦ и др.</w:t>
            </w:r>
          </w:p>
        </w:tc>
      </w:tr>
      <w:tr w:rsidR="009C5DE1" w:rsidRPr="000F0154" w14:paraId="0F719D5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E7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9A5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F98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100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87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171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135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E0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ЛНМ и др.</w:t>
            </w:r>
          </w:p>
        </w:tc>
      </w:tr>
      <w:tr w:rsidR="009C5DE1" w:rsidRPr="000F0154" w14:paraId="7BEA6A7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A42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E5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98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1B0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0A8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69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1A0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51F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СФМ</w:t>
            </w:r>
          </w:p>
        </w:tc>
      </w:tr>
      <w:tr w:rsidR="009C5DE1" w:rsidRPr="000F0154" w14:paraId="166870CC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1D9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18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36E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30F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F63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028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F1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830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МЙЦ</w:t>
            </w:r>
          </w:p>
        </w:tc>
      </w:tr>
      <w:tr w:rsidR="009C5DE1" w:rsidRPr="000F0154" w14:paraId="54F752B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001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BB0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065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13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EFD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0FC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F9A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EDA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ЕМС</w:t>
            </w:r>
          </w:p>
        </w:tc>
      </w:tr>
      <w:tr w:rsidR="009C5DE1" w:rsidRPr="000F0154" w14:paraId="49725A4D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FE2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90F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C83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00C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7.250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DCD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D1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CAA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C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ИЗВ</w:t>
            </w:r>
          </w:p>
        </w:tc>
      </w:tr>
      <w:tr w:rsidR="009C5DE1" w:rsidRPr="000F0154" w14:paraId="369F46B4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29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5B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DA3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2E6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ABE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28C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129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07F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АГЗ</w:t>
            </w:r>
          </w:p>
        </w:tc>
      </w:tr>
      <w:tr w:rsidR="009C5DE1" w:rsidRPr="000F0154" w14:paraId="3618F2E1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353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5A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24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795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B1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DB9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3E4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A88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АЙБ</w:t>
            </w:r>
          </w:p>
        </w:tc>
      </w:tr>
      <w:tr w:rsidR="009C5DE1" w:rsidRPr="000F0154" w14:paraId="29768CF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6A6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6C0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1F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66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80E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83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64DB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901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9C5DE1" w:rsidRPr="000F0154" w14:paraId="5FD1E01A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4F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BDE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3A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7DC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2DF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6B9F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2D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B3B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ОКБ</w:t>
            </w:r>
          </w:p>
        </w:tc>
      </w:tr>
      <w:tr w:rsidR="009C5DE1" w:rsidRPr="000F0154" w14:paraId="363C5CF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371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1C1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8B6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80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BF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A3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177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13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ГБЛ</w:t>
            </w:r>
          </w:p>
        </w:tc>
      </w:tr>
      <w:tr w:rsidR="009C5DE1" w:rsidRPr="000F0154" w14:paraId="39C53F6F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3C4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B4D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DE5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7C3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092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AEF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75D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36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МТК</w:t>
            </w:r>
          </w:p>
        </w:tc>
      </w:tr>
      <w:tr w:rsidR="009C5DE1" w:rsidRPr="000F0154" w14:paraId="55A7393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56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EFB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D03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AEB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431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C4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B44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29A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АДМ</w:t>
            </w:r>
          </w:p>
        </w:tc>
      </w:tr>
      <w:tr w:rsidR="009C5DE1" w:rsidRPr="000F0154" w14:paraId="771DBB2E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D00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469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2B8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F91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0580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D0C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FF0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67.59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45A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ВВД и др.</w:t>
            </w:r>
          </w:p>
        </w:tc>
      </w:tr>
      <w:tr w:rsidR="009C5DE1" w:rsidRPr="000F0154" w14:paraId="50CE0967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2D7A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43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400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433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D76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FE55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A4BA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4BE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9C5DE1" w:rsidRPr="000F0154" w14:paraId="2D5604B0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938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829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ED0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812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C448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FD57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67B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56C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9C5DE1" w:rsidRPr="000F0154" w14:paraId="1EDE962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A45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4D4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CAE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9E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3EA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0C1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FD2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31.21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052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9C5DE1" w:rsidRPr="000F0154" w14:paraId="73636E5B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A8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C1F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C3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4449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664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AA9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E83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024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ФЕВ и др.</w:t>
            </w:r>
          </w:p>
        </w:tc>
      </w:tr>
      <w:tr w:rsidR="009C5DE1" w:rsidRPr="000F0154" w14:paraId="73B91BA3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9B5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ED76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CE4B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C1A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01AD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0891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576E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C5A5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9C5DE1" w:rsidRPr="000F0154" w14:paraId="39349855" w14:textId="77777777" w:rsidTr="009C5DE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2E1C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9F3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FAC4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2AF7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407.828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FF93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8CE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37.697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8132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F0154">
              <w:rPr>
                <w:rFonts w:ascii="Arial" w:hAnsi="Arial" w:cs="Arial"/>
                <w:b/>
                <w:bCs/>
                <w:sz w:val="16"/>
                <w:szCs w:val="16"/>
              </w:rPr>
              <w:t>490.07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22DF" w14:textId="77777777" w:rsidR="009C5DE1" w:rsidRPr="000F0154" w:rsidRDefault="009C5DE1" w:rsidP="00F0753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770536AC" w14:textId="77777777" w:rsidR="006D6C03" w:rsidRDefault="006D6C03" w:rsidP="006D6C03"/>
    <w:p w14:paraId="77F4B980" w14:textId="77777777" w:rsidR="008D2BA0" w:rsidRPr="00CE78CA" w:rsidRDefault="008D2BA0" w:rsidP="008D2BA0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027D5B2A" w14:textId="77777777" w:rsidR="008D2BA0" w:rsidRPr="002725F6" w:rsidRDefault="008D2BA0" w:rsidP="008D2BA0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1E1F10E2" w14:textId="77777777" w:rsidR="008D2BA0" w:rsidRPr="00992DF8" w:rsidRDefault="008D2BA0" w:rsidP="008D2BA0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28D7718B" w14:textId="77777777" w:rsidR="008D2BA0" w:rsidRPr="004A35CC" w:rsidRDefault="008D2BA0" w:rsidP="008D2BA0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A10243">
        <w:rPr>
          <w:b/>
          <w:i/>
          <w:lang w:val="ru-RU"/>
        </w:rPr>
        <w:t>се прилага чл. 37в, ал. 7 от ЗСПЗЗ.</w:t>
      </w:r>
    </w:p>
    <w:p w14:paraId="6C2B97E4" w14:textId="77777777" w:rsidR="008D2BA0" w:rsidRPr="004A35CC" w:rsidRDefault="008D2BA0" w:rsidP="008D2BA0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5F6F0115" w14:textId="04E4086A" w:rsidR="008D2BA0" w:rsidRDefault="008D2BA0" w:rsidP="008D2BA0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>
        <w:rPr>
          <w:lang w:val="bg-BG"/>
        </w:rPr>
        <w:t>Храбърско</w:t>
      </w:r>
      <w:r w:rsidRPr="00CE78CA">
        <w:rPr>
          <w:lang w:val="ru-RU"/>
        </w:rPr>
        <w:t>, участници в комисията – за сведение и изпълнение.</w:t>
      </w:r>
    </w:p>
    <w:p w14:paraId="40897B30" w14:textId="77777777" w:rsidR="008D2BA0" w:rsidRDefault="008D2BA0" w:rsidP="008D2BA0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7547C43D" w14:textId="77777777" w:rsidR="008D2BA0" w:rsidRDefault="008D2BA0" w:rsidP="008D2BA0">
      <w:pPr>
        <w:jc w:val="both"/>
        <w:rPr>
          <w:lang w:val="bg-BG"/>
        </w:rPr>
      </w:pPr>
    </w:p>
    <w:p w14:paraId="5D405643" w14:textId="77777777" w:rsidR="008D2BA0" w:rsidRPr="00535D58" w:rsidRDefault="008D2BA0" w:rsidP="008D2BA0">
      <w:pPr>
        <w:jc w:val="both"/>
        <w:rPr>
          <w:lang w:val="bg-BG"/>
        </w:rPr>
      </w:pPr>
    </w:p>
    <w:p w14:paraId="083A3D28" w14:textId="77777777" w:rsidR="008D2BA0" w:rsidRPr="00CE78CA" w:rsidRDefault="008D2BA0" w:rsidP="008D2BA0">
      <w:pPr>
        <w:ind w:firstLine="709"/>
        <w:jc w:val="both"/>
        <w:rPr>
          <w:u w:val="single"/>
          <w:lang w:val="bg-BG"/>
        </w:rPr>
      </w:pPr>
    </w:p>
    <w:p w14:paraId="3D48E1D3" w14:textId="24BC3AC2" w:rsidR="008D2BA0" w:rsidRPr="00CE78CA" w:rsidRDefault="008D2BA0" w:rsidP="008D2BA0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84537F">
        <w:rPr>
          <w:b/>
          <w:lang w:val="bg-BG"/>
        </w:rPr>
        <w:t xml:space="preserve">   /П/</w:t>
      </w:r>
      <w:bookmarkStart w:id="5" w:name="_GoBack"/>
      <w:bookmarkEnd w:id="5"/>
    </w:p>
    <w:p w14:paraId="300C41A2" w14:textId="77777777" w:rsidR="008D2BA0" w:rsidRPr="00FA15EF" w:rsidRDefault="008D2BA0" w:rsidP="008D2BA0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613E9F7E" w14:textId="77777777" w:rsidR="008D2BA0" w:rsidRPr="00CE78CA" w:rsidRDefault="008D2BA0" w:rsidP="008D2BA0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799517" w14:textId="77777777" w:rsidR="008D2BA0" w:rsidRPr="00CE78CA" w:rsidRDefault="008D2BA0" w:rsidP="008D2BA0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655977E8" w14:textId="77777777" w:rsidR="008D2BA0" w:rsidRPr="00E16D9A" w:rsidRDefault="008D2BA0" w:rsidP="008D2BA0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3459F658" w14:textId="77777777" w:rsidR="008D2BA0" w:rsidRDefault="008D2BA0" w:rsidP="008D2BA0">
      <w:pPr>
        <w:rPr>
          <w:i/>
          <w:lang w:val="bg-BG"/>
        </w:rPr>
      </w:pPr>
    </w:p>
    <w:p w14:paraId="7A4C597E" w14:textId="77777777" w:rsidR="008D2BA0" w:rsidRPr="00CE78CA" w:rsidRDefault="008D2BA0" w:rsidP="008D2BA0">
      <w:pPr>
        <w:rPr>
          <w:i/>
          <w:lang w:val="bg-BG"/>
        </w:rPr>
      </w:pPr>
    </w:p>
    <w:p w14:paraId="2F3984E6" w14:textId="77777777" w:rsidR="008D2BA0" w:rsidRDefault="008D2BA0" w:rsidP="008D2BA0">
      <w:pPr>
        <w:ind w:firstLine="709"/>
        <w:jc w:val="both"/>
        <w:rPr>
          <w:i/>
          <w:iCs/>
          <w:sz w:val="20"/>
          <w:lang w:val="bg-BG"/>
        </w:rPr>
      </w:pPr>
    </w:p>
    <w:p w14:paraId="11F2CBA5" w14:textId="2A7B30D7" w:rsidR="00EE0F93" w:rsidRDefault="00EE0F93" w:rsidP="008D2BA0">
      <w:pPr>
        <w:ind w:firstLine="720"/>
        <w:jc w:val="both"/>
        <w:textAlignment w:val="center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F843A" w14:textId="77777777" w:rsidR="00D31246" w:rsidRDefault="00D31246">
      <w:r>
        <w:separator/>
      </w:r>
    </w:p>
  </w:endnote>
  <w:endnote w:type="continuationSeparator" w:id="0">
    <w:p w14:paraId="1C9AC9D2" w14:textId="77777777" w:rsidR="00D31246" w:rsidRDefault="00D3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D6C03" w:rsidRDefault="006D6C0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D6C03" w:rsidRDefault="006D6C0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4F472645" w:rsidR="006D6C03" w:rsidRPr="00713EC9" w:rsidRDefault="006D6C0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84537F">
      <w:rPr>
        <w:rStyle w:val="PageNumber"/>
        <w:noProof/>
        <w:sz w:val="18"/>
      </w:rPr>
      <w:t>55</w:t>
    </w:r>
    <w:r w:rsidRPr="00713EC9">
      <w:rPr>
        <w:rStyle w:val="PageNumber"/>
        <w:sz w:val="18"/>
      </w:rPr>
      <w:fldChar w:fldCharType="end"/>
    </w:r>
  </w:p>
  <w:p w14:paraId="0FA8A641" w14:textId="77777777" w:rsidR="008D2BA0" w:rsidRPr="002B412A" w:rsidRDefault="008D2BA0" w:rsidP="008D2BA0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6FA7DF02" w14:textId="64345F63" w:rsidR="008D2BA0" w:rsidRPr="00835BBA" w:rsidRDefault="008D2BA0" w:rsidP="008D2BA0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15D45614" w14:textId="63879A39" w:rsidR="006D6C03" w:rsidRPr="002639F4" w:rsidRDefault="006D6C03" w:rsidP="002639F4">
    <w:pPr>
      <w:jc w:val="center"/>
      <w:rPr>
        <w:rFonts w:ascii="Verdana" w:hAnsi="Verdana"/>
        <w:noProof/>
        <w:sz w:val="16"/>
        <w:szCs w:val="16"/>
        <w:lang w:val="bg-BG"/>
      </w:rPr>
    </w:pPr>
  </w:p>
  <w:p w14:paraId="0DF700C8" w14:textId="77777777" w:rsidR="006D6C03" w:rsidRPr="00835BBA" w:rsidRDefault="006D6C0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94A7" w14:textId="77777777" w:rsidR="006D6C03" w:rsidRPr="00004F45" w:rsidRDefault="006D6C03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14:paraId="4D099F30" w14:textId="77777777" w:rsidR="006D6C03" w:rsidRPr="00004F45" w:rsidRDefault="006D6C0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32D8E" w14:textId="77777777" w:rsidR="00D31246" w:rsidRDefault="00D31246">
      <w:r>
        <w:separator/>
      </w:r>
    </w:p>
  </w:footnote>
  <w:footnote w:type="continuationSeparator" w:id="0">
    <w:p w14:paraId="06E27B58" w14:textId="77777777" w:rsidR="00D31246" w:rsidRDefault="00D3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D6C03" w:rsidRPr="005B69F7" w:rsidRDefault="006D6C0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6D6C03" w:rsidRPr="005B69F7" w:rsidRDefault="006D6C03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033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="00CD47E5">
      <w:rPr>
        <w:rFonts w:ascii="Helen Bg Condensed" w:hAnsi="Helen Bg Condensed"/>
        <w:spacing w:val="40"/>
        <w:sz w:val="30"/>
        <w:szCs w:val="30"/>
      </w:rPr>
      <w:t>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6D6C03" w:rsidRPr="0023186B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D6C03" w:rsidRPr="00983B22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D6C03" w:rsidRPr="00983B22" w:rsidRDefault="006D6C0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43AE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4DE3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4537F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042A"/>
    <w:rsid w:val="008D1749"/>
    <w:rsid w:val="008D2703"/>
    <w:rsid w:val="008D2BA0"/>
    <w:rsid w:val="008D7029"/>
    <w:rsid w:val="008E0E45"/>
    <w:rsid w:val="008F3A6E"/>
    <w:rsid w:val="00931B42"/>
    <w:rsid w:val="00933CBA"/>
    <w:rsid w:val="00936425"/>
    <w:rsid w:val="00942A7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C5DE1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1702"/>
    <w:rsid w:val="00CF334D"/>
    <w:rsid w:val="00CF79A1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246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4DB7"/>
    <w:rsid w:val="00ED0DBB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059ED0D3-E744-4ACF-B28D-1B4000EF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9A662-2B90-4DED-B184-3BB93282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55</Pages>
  <Words>20881</Words>
  <Characters>119027</Characters>
  <Application>Microsoft Office Word</Application>
  <DocSecurity>0</DocSecurity>
  <Lines>991</Lines>
  <Paragraphs>279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2016-09-16T10:47:00Z</cp:lastPrinted>
  <dcterms:created xsi:type="dcterms:W3CDTF">2022-09-28T08:28:00Z</dcterms:created>
  <dcterms:modified xsi:type="dcterms:W3CDTF">2022-10-03T11:48:00Z</dcterms:modified>
</cp:coreProperties>
</file>