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0F36D0CE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EB6A21">
        <w:rPr>
          <w:lang w:val="bg-BG"/>
        </w:rPr>
        <w:t xml:space="preserve">     </w:t>
      </w:r>
      <w:r w:rsidR="00454CDE" w:rsidRPr="00CE78CA">
        <w:rPr>
          <w:lang w:val="bg-BG"/>
        </w:rPr>
        <w:t>№</w:t>
      </w:r>
      <w:r w:rsidR="00EB6A21">
        <w:rPr>
          <w:lang w:val="bg-BG"/>
        </w:rPr>
        <w:t xml:space="preserve">  ПО-09-2867-3</w:t>
      </w:r>
    </w:p>
    <w:p w14:paraId="3795E67F" w14:textId="237D8E35" w:rsidR="00454CDE" w:rsidRPr="00CE78CA" w:rsidRDefault="00EB6A21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79F06478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EB6A21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EB6A21">
        <w:rPr>
          <w:lang w:val="bg-BG"/>
        </w:rPr>
        <w:t>41</w:t>
      </w:r>
      <w:r w:rsidR="0083710E" w:rsidRPr="00EB6A21">
        <w:rPr>
          <w:lang w:val="bg-BG"/>
        </w:rPr>
        <w:t xml:space="preserve"> от 0</w:t>
      </w:r>
      <w:r w:rsidR="00E1632B" w:rsidRPr="00EB6A21">
        <w:rPr>
          <w:lang w:val="bg-BG"/>
        </w:rPr>
        <w:t>3</w:t>
      </w:r>
      <w:r w:rsidR="0083710E" w:rsidRPr="00EB6A21">
        <w:rPr>
          <w:lang w:val="bg-BG"/>
        </w:rPr>
        <w:t xml:space="preserve"> </w:t>
      </w:r>
      <w:bookmarkEnd w:id="2"/>
      <w:bookmarkEnd w:id="3"/>
      <w:bookmarkEnd w:id="4"/>
      <w:r w:rsidR="00E1632B" w:rsidRPr="00EB6A21">
        <w:rPr>
          <w:lang w:val="bg-BG"/>
        </w:rPr>
        <w:t>юни</w:t>
      </w:r>
      <w:r w:rsidR="0083710E" w:rsidRPr="00EB6A21">
        <w:rPr>
          <w:lang w:val="bg-BG"/>
        </w:rPr>
        <w:t xml:space="preserve"> 202</w:t>
      </w:r>
      <w:r w:rsidR="00E1632B" w:rsidRPr="00EB6A21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EB6A21">
        <w:rPr>
          <w:sz w:val="26"/>
          <w:szCs w:val="26"/>
          <w:lang w:val="bg-BG"/>
        </w:rPr>
        <w:t>28</w:t>
      </w:r>
      <w:r w:rsidR="00BE6833" w:rsidRPr="00EB6A21">
        <w:rPr>
          <w:sz w:val="26"/>
          <w:szCs w:val="26"/>
          <w:lang w:val="bg-BG"/>
        </w:rPr>
        <w:t>6</w:t>
      </w:r>
      <w:r w:rsidR="006D6C03" w:rsidRPr="00EB6A21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/</w:t>
      </w:r>
      <w:r w:rsidR="006D6C03" w:rsidRPr="00EB6A21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0B1317B0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BE6833">
        <w:rPr>
          <w:lang w:val="bg-BG"/>
        </w:rPr>
        <w:t>Херак</w:t>
      </w:r>
      <w:r w:rsidR="006D6C03">
        <w:rPr>
          <w:lang w:val="bg-BG"/>
        </w:rPr>
        <w:t>ово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BE6833">
        <w:rPr>
          <w:lang w:val="bg-BG"/>
        </w:rPr>
        <w:t>77246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299"/>
      </w:tblGrid>
      <w:tr w:rsidR="00BE6833" w:rsidRPr="00820C50" w14:paraId="152E5326" w14:textId="77777777" w:rsidTr="00BE683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9A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A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3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49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2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A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BE6833" w:rsidRPr="00820C50" w14:paraId="0B9398E4" w14:textId="77777777" w:rsidTr="00BE683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8C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7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2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B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6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3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8C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2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05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713628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0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78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A5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C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36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F8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3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0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АЛЦ</w:t>
            </w:r>
          </w:p>
        </w:tc>
      </w:tr>
      <w:tr w:rsidR="00BE6833" w:rsidRPr="00820C50" w14:paraId="1662E8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F9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12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6A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C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FB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A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F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14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ЦВМ</w:t>
            </w:r>
          </w:p>
        </w:tc>
      </w:tr>
      <w:tr w:rsidR="00BE6833" w:rsidRPr="00820C50" w14:paraId="1C348F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6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A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C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7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0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D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E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2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2A33B4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8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3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D0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4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F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83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5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6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06D5C3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9C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D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8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8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36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F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C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3C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НГД</w:t>
            </w:r>
          </w:p>
        </w:tc>
      </w:tr>
      <w:tr w:rsidR="00BE6833" w:rsidRPr="00820C50" w14:paraId="2A9FE1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8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27E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B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6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4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F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E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CD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67CA1C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31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AE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E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A3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F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6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FA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C9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5E0587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6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1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7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9E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1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82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6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5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BE6833" w:rsidRPr="00820C50" w14:paraId="622646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F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5F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F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62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36.592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6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0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E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4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D0543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8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E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08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F8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C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B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0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3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ГДН</w:t>
            </w:r>
          </w:p>
        </w:tc>
      </w:tr>
      <w:tr w:rsidR="00BE6833" w:rsidRPr="00820C50" w14:paraId="47BBD5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A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6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1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D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6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B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B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4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ДНС</w:t>
            </w:r>
          </w:p>
        </w:tc>
      </w:tr>
      <w:tr w:rsidR="00BE6833" w:rsidRPr="00820C50" w14:paraId="255FEF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D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7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DC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5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0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0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0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1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05DE95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4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F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F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3F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D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29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2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6B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35FFC7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0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A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9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60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4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9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8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01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3E8DEB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0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01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8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C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E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9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B5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D0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 и др.</w:t>
            </w:r>
          </w:p>
        </w:tc>
      </w:tr>
      <w:tr w:rsidR="00BE6833" w:rsidRPr="00820C50" w14:paraId="625F5A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2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53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8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5E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E4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67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3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D3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BE6833" w:rsidRPr="00820C50" w14:paraId="4CFE33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9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E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10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A8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C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3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04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4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BE6833" w:rsidRPr="00820C50" w14:paraId="4C6334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C9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3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D1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2C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B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3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7C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2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 и др.</w:t>
            </w:r>
          </w:p>
        </w:tc>
      </w:tr>
      <w:tr w:rsidR="00BE6833" w:rsidRPr="00820C50" w14:paraId="50B97B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1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1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C0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B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0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68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9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5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ГБГ</w:t>
            </w:r>
          </w:p>
        </w:tc>
      </w:tr>
      <w:tr w:rsidR="00BE6833" w:rsidRPr="00820C50" w14:paraId="4E9492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7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E7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D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8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7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12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3F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9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1C9CB0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E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7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3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C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5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A9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D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C5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433873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8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67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5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4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D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6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1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59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72A4F9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B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4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93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EE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9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8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91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4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ЙЦБ</w:t>
            </w:r>
          </w:p>
        </w:tc>
      </w:tr>
      <w:tr w:rsidR="00BE6833" w:rsidRPr="00820C50" w14:paraId="7542B7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8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6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C9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E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7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1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D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F7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276259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7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8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4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E0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4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60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A3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2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7AE54A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F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5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A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F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6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8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4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C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652E03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9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1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A4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79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3A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12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21.062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0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273.81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D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743A58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4B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4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B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6D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3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87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E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263.11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B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13A7B9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54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9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8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7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F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1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7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B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1C01CD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1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9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60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8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F6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1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1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8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4AA2FE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D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C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5C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38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D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A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2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2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СТРОИТЕЛ-КОЖУХАРОВИ ЕООД</w:t>
            </w:r>
          </w:p>
        </w:tc>
      </w:tr>
      <w:tr w:rsidR="00BE6833" w:rsidRPr="00820C50" w14:paraId="2F4F6E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1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5E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0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73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7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6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E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4D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ЛАН и др.</w:t>
            </w:r>
          </w:p>
        </w:tc>
      </w:tr>
      <w:tr w:rsidR="00BE6833" w:rsidRPr="00820C50" w14:paraId="186033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5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5C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89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6C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E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5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1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8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BE6833" w:rsidRPr="00820C50" w14:paraId="46083D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8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6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BA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3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D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1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3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F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2491E0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0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B0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2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3E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4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30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F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D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ЕВИ</w:t>
            </w:r>
          </w:p>
        </w:tc>
      </w:tr>
      <w:tr w:rsidR="00BE6833" w:rsidRPr="00820C50" w14:paraId="2F046E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5F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BC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F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3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E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16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13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97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BE6833" w:rsidRPr="00820C50" w14:paraId="5230A0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7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3C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73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CE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90.889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7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19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41.301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9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536.92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31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17C89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6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E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E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F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74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F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8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E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2A583C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B7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A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4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1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6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6D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1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2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42388E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A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41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21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17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30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F6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F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C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4C01DB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0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1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81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5C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A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952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3D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DE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5342A4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0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B0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7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70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0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7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4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E2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46CDF0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5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5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A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F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4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9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C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3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67BB6E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4E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B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7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7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E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9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30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7D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1B3DAC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F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C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B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63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8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9F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3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A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67A54A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3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86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5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08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F4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DF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1F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F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49C45D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3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B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9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2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E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B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4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5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55C7B8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72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E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25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18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28.621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13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9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23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7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B6AD0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B3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73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8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9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A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B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D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6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75E55E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A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3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C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F3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8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C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D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E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ПКВ</w:t>
            </w:r>
          </w:p>
        </w:tc>
      </w:tr>
      <w:tr w:rsidR="00BE6833" w:rsidRPr="00820C50" w14:paraId="1DA115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B7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D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1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1E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0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2C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B6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E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2436C9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00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1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80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1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50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1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F2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5E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МЯС</w:t>
            </w:r>
          </w:p>
        </w:tc>
      </w:tr>
      <w:tr w:rsidR="00BE6833" w:rsidRPr="00820C50" w14:paraId="73A42A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A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60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8B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60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2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7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F5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4F3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436143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5BC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B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4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D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D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3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4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0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ЕИС и др.</w:t>
            </w:r>
          </w:p>
        </w:tc>
      </w:tr>
      <w:tr w:rsidR="00BE6833" w:rsidRPr="00820C50" w14:paraId="362BE4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34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7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8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F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9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52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19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9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63F93F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29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6C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2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C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2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B4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B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6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1F6CD6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7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75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0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D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6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B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4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4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РВП и др.</w:t>
            </w:r>
          </w:p>
        </w:tc>
      </w:tr>
      <w:tr w:rsidR="00BE6833" w:rsidRPr="00820C50" w14:paraId="464D89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9D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A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ED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C0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9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C4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73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DF0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ВКВ</w:t>
            </w:r>
          </w:p>
        </w:tc>
      </w:tr>
      <w:tr w:rsidR="00BE6833" w:rsidRPr="00820C50" w14:paraId="3FC9BB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F7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9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76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19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C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0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4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7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51A75E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1D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7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9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83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92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33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E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6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6DFBBF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1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B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27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8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2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D9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54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F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46C285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0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3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B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C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D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4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2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2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BE6833" w:rsidRPr="00820C50" w14:paraId="65A0D2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6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8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4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A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DC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D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3C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1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4815E5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2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F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A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0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55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754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0D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41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BE6833" w:rsidRPr="00820C50" w14:paraId="1AD2D5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4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7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3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6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8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2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93C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A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146944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1C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7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A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E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F8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78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4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D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23D2C2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0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A5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4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B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C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A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D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C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6B9092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C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C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A2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D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13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6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A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4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КСВ и др.</w:t>
            </w:r>
          </w:p>
        </w:tc>
      </w:tr>
      <w:tr w:rsidR="00BE6833" w:rsidRPr="00820C50" w14:paraId="0F3CB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A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FD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F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A8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8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54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D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8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ПАМ и др.</w:t>
            </w:r>
          </w:p>
        </w:tc>
      </w:tr>
      <w:tr w:rsidR="00BE6833" w:rsidRPr="00820C50" w14:paraId="469995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C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3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0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1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FE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2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F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3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МБК и др.</w:t>
            </w:r>
          </w:p>
        </w:tc>
      </w:tr>
      <w:tr w:rsidR="00BE6833" w:rsidRPr="00820C50" w14:paraId="18191F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D0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E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E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9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D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B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A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B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ИЕБ и др.</w:t>
            </w:r>
          </w:p>
        </w:tc>
      </w:tr>
      <w:tr w:rsidR="00BE6833" w:rsidRPr="00820C50" w14:paraId="323740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7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2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82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1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E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22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7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D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ЛСЛ</w:t>
            </w:r>
          </w:p>
        </w:tc>
      </w:tr>
      <w:tr w:rsidR="00BE6833" w:rsidRPr="00820C50" w14:paraId="4D2FD4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EF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9D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60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7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C6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6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B1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62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3C77CE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8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0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4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C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2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3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A3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7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731D3D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9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B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9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6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2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6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00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B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ВРБ</w:t>
            </w:r>
          </w:p>
        </w:tc>
      </w:tr>
      <w:tr w:rsidR="00BE6833" w:rsidRPr="00820C50" w14:paraId="384A6D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B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2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E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C2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6D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2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55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4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69F292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0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D0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1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F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3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3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F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24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2DADAE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0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0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A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D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B7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1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66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72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1E8D2F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D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3B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2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6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3C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B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4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ТДА и др.</w:t>
            </w:r>
          </w:p>
        </w:tc>
      </w:tr>
      <w:tr w:rsidR="00BE6833" w:rsidRPr="00820C50" w14:paraId="341A17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3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6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D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1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3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D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CB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B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722E09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C3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9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4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2C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8C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13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4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9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13FAD1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94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0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A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2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1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77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4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0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151B51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CF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4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54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9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4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4D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2F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D3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541B21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7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4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D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4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B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F5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9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A0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13D78D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C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F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72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5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1B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E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3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9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АНН и др.</w:t>
            </w:r>
          </w:p>
        </w:tc>
      </w:tr>
      <w:tr w:rsidR="00BE6833" w:rsidRPr="00820C50" w14:paraId="19C515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5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2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C6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F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D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E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5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4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7694AA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1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9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61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9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92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2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5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1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6BFA9F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9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C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B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3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1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B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43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D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НБД</w:t>
            </w:r>
          </w:p>
        </w:tc>
      </w:tr>
      <w:tr w:rsidR="00BE6833" w:rsidRPr="00820C50" w14:paraId="054F75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06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6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3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D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D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F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6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0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ПИД</w:t>
            </w:r>
          </w:p>
        </w:tc>
      </w:tr>
      <w:tr w:rsidR="00BE6833" w:rsidRPr="00820C50" w14:paraId="60B95B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0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0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8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9A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7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7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2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A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ХЛГ</w:t>
            </w:r>
          </w:p>
        </w:tc>
      </w:tr>
      <w:tr w:rsidR="00BE6833" w:rsidRPr="00820C50" w14:paraId="0F222B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C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8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D9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E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C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6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AF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00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ДСР</w:t>
            </w:r>
          </w:p>
        </w:tc>
      </w:tr>
      <w:tr w:rsidR="00BE6833" w:rsidRPr="00820C50" w14:paraId="565D64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9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A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3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03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8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53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23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17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НнХ</w:t>
            </w:r>
          </w:p>
        </w:tc>
      </w:tr>
      <w:tr w:rsidR="00BE6833" w:rsidRPr="00820C50" w14:paraId="68B1FB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3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6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2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2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B9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83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C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69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ЦГБ и др.</w:t>
            </w:r>
          </w:p>
        </w:tc>
      </w:tr>
      <w:tr w:rsidR="00BE6833" w:rsidRPr="00820C50" w14:paraId="78000B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D2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6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5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3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AB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0B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3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D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ПГК</w:t>
            </w:r>
          </w:p>
        </w:tc>
      </w:tr>
      <w:tr w:rsidR="00BE6833" w:rsidRPr="00820C50" w14:paraId="3B38C0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40B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D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9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E4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11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8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9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5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189406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1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6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9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7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7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F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E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8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1476E4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0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F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96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5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CB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CE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E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6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03A5ED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2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E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F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3C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8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3B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D3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3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ДСП</w:t>
            </w:r>
          </w:p>
        </w:tc>
      </w:tr>
      <w:tr w:rsidR="00BE6833" w:rsidRPr="00820C50" w14:paraId="34B9E7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C3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5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24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9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6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1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2D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2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АРБ</w:t>
            </w:r>
          </w:p>
        </w:tc>
      </w:tr>
      <w:tr w:rsidR="00BE6833" w:rsidRPr="00820C50" w14:paraId="6C5924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E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F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1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7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7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C5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4F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67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16CEEF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4E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3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F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82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6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FC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73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E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BE6833" w:rsidRPr="00820C50" w14:paraId="1A2E5A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A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23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7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B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97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D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53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9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7A2755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0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67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4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26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0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0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0A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3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502A62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F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2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89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A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6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F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5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9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154D9A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67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E1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46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B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B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0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E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ДПК</w:t>
            </w:r>
          </w:p>
        </w:tc>
      </w:tr>
      <w:tr w:rsidR="00BE6833" w:rsidRPr="00820C50" w14:paraId="0DC871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2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6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D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E2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9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0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C2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E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КСП</w:t>
            </w:r>
          </w:p>
        </w:tc>
      </w:tr>
      <w:tr w:rsidR="00BE6833" w:rsidRPr="00820C50" w14:paraId="44BE76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F1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04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FB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1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A7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A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A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4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003DBD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9A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2F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9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1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7B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E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0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B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ВВЗ</w:t>
            </w:r>
          </w:p>
        </w:tc>
      </w:tr>
      <w:tr w:rsidR="00BE6833" w:rsidRPr="00820C50" w14:paraId="275806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D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75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E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E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B6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A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7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B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BE6833" w:rsidRPr="00820C50" w14:paraId="5C8B76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48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3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A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5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E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A7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84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FC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0C9E54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9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9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3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C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29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9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6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E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387862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2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A9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7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DE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C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42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4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1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441C55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A38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21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17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2A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B47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C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0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E3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0FD217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3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C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84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CF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27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E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96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F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41584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5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7D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1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5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73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73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0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0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BE6833" w:rsidRPr="00820C50" w14:paraId="1939F9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47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6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2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A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F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D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4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F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1E0B9D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9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9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B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8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5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2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1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8A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ЯСП</w:t>
            </w:r>
          </w:p>
        </w:tc>
      </w:tr>
      <w:tr w:rsidR="00BE6833" w:rsidRPr="00820C50" w14:paraId="30AC77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2C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6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A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7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C8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A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A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E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ЯСГ</w:t>
            </w:r>
          </w:p>
        </w:tc>
      </w:tr>
      <w:tr w:rsidR="00BE6833" w:rsidRPr="00820C50" w14:paraId="2A5C22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8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7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18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9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9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52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DF5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7C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ЕТБ</w:t>
            </w:r>
          </w:p>
        </w:tc>
      </w:tr>
      <w:tr w:rsidR="00BE6833" w:rsidRPr="00820C50" w14:paraId="6AB0D1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2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9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0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1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F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4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7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F5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BE6833" w:rsidRPr="00820C50" w14:paraId="234B1E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6F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A4A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80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B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3A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49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9A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F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BE6833" w:rsidRPr="00820C50" w14:paraId="2CB3CE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F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C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7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F3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1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6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F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F1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42A357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C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67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6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4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63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B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5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2E3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ВЛБ</w:t>
            </w:r>
          </w:p>
        </w:tc>
      </w:tr>
      <w:tr w:rsidR="00BE6833" w:rsidRPr="00820C50" w14:paraId="34E6F9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2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E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8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9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B3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2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B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B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654A05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4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F0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E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2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CA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7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D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1A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527529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9C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9C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A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D2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7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8A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21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A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171843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1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EA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B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6B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7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A2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3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9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444EBF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AF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3D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E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5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F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E3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3A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C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МЙВ</w:t>
            </w:r>
          </w:p>
        </w:tc>
      </w:tr>
      <w:tr w:rsidR="00BE6833" w:rsidRPr="00820C50" w14:paraId="3F74D1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2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54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B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E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1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C8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B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7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5C42EA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D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B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B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F1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BC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2C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2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9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23C03C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D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C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57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6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0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3E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F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</w:t>
            </w:r>
          </w:p>
        </w:tc>
      </w:tr>
      <w:tr w:rsidR="00BE6833" w:rsidRPr="00820C50" w14:paraId="28698C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A6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BB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6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6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A9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2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C3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52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ЦВА</w:t>
            </w:r>
          </w:p>
        </w:tc>
      </w:tr>
      <w:tr w:rsidR="00BE6833" w:rsidRPr="00820C50" w14:paraId="3BFE7E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64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6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8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A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3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1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0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79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НБХ</w:t>
            </w:r>
          </w:p>
        </w:tc>
      </w:tr>
      <w:tr w:rsidR="00BE6833" w:rsidRPr="00820C50" w14:paraId="300CFD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7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2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3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A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2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4B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CA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6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ЛЛН</w:t>
            </w:r>
          </w:p>
        </w:tc>
      </w:tr>
      <w:tr w:rsidR="00BE6833" w:rsidRPr="00820C50" w14:paraId="26FA3C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5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5B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F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1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D3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31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E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C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370597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9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E2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14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A0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1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2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B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3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0593C9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58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8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7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5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48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F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D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A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МКД</w:t>
            </w:r>
          </w:p>
        </w:tc>
      </w:tr>
      <w:tr w:rsidR="00BE6833" w:rsidRPr="00820C50" w14:paraId="6EF610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9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1C8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7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2F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E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6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5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D2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21AC52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88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9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F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1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D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55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B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F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57FEF2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7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3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3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D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86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0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B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E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5BC952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1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2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D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E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E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BC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E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3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3CC077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63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7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6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E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6E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D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C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B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 и др.</w:t>
            </w:r>
          </w:p>
        </w:tc>
      </w:tr>
      <w:tr w:rsidR="00BE6833" w:rsidRPr="00820C50" w14:paraId="1B9C01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E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E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D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5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6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E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A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E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6850DD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7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0B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24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7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E9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BA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3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F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1B6B96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3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1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E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2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F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1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1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BF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1EF39C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A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49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1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88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E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9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CB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72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ТМЯ</w:t>
            </w:r>
          </w:p>
        </w:tc>
      </w:tr>
      <w:tr w:rsidR="00BE6833" w:rsidRPr="00820C50" w14:paraId="12818E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E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46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0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8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6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F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1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194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ЕНВ</w:t>
            </w:r>
          </w:p>
        </w:tc>
      </w:tr>
      <w:tr w:rsidR="00BE6833" w:rsidRPr="00820C50" w14:paraId="37C8E1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A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4D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0B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E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7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5B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A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1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АХД</w:t>
            </w:r>
          </w:p>
        </w:tc>
      </w:tr>
      <w:tr w:rsidR="00BE6833" w:rsidRPr="00820C50" w14:paraId="450CF2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A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E4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D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3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1F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5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D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9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66DF32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9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3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61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A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2D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E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56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7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ИМС и др.</w:t>
            </w:r>
          </w:p>
        </w:tc>
      </w:tr>
      <w:tr w:rsidR="00BE6833" w:rsidRPr="00820C50" w14:paraId="117A7D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FA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2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6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4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3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1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E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9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 и др.</w:t>
            </w:r>
          </w:p>
        </w:tc>
      </w:tr>
      <w:tr w:rsidR="00BE6833" w:rsidRPr="00820C50" w14:paraId="66924B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8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4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4B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3D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2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6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B4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B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МКД</w:t>
            </w:r>
          </w:p>
        </w:tc>
      </w:tr>
      <w:tr w:rsidR="00BE6833" w:rsidRPr="00820C50" w14:paraId="6547F1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6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0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F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F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C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4C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2D3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6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557B25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AE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8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F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6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36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6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C4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85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BE6833" w:rsidRPr="00820C50" w14:paraId="7BBB49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4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0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B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C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4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4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7D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E8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58B4CA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5F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C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0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E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A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8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B8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E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43F083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9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A2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E0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A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0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C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6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6A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</w:t>
            </w:r>
          </w:p>
        </w:tc>
      </w:tr>
      <w:tr w:rsidR="00BE6833" w:rsidRPr="00820C50" w14:paraId="622AE1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54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70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4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C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3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1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E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A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206E29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D7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B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B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A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5F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2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C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A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 и др.</w:t>
            </w:r>
          </w:p>
        </w:tc>
      </w:tr>
      <w:tr w:rsidR="00BE6833" w:rsidRPr="00820C50" w14:paraId="790E88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3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3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5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D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9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D4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B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2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5CD67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C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1A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2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D6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2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31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8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C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ЕКБ и др.</w:t>
            </w:r>
          </w:p>
        </w:tc>
      </w:tr>
      <w:tr w:rsidR="00BE6833" w:rsidRPr="00820C50" w14:paraId="7E3C3F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17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E2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D9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7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BC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23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3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E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6733A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A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2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8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8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9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5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C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1B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479472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6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BC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9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7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5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0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B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E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36B459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B63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2A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44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1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1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5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3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D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BE6833" w:rsidRPr="00820C50" w14:paraId="0312EF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5E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F8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0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2B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F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72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B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6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ЛСД</w:t>
            </w:r>
          </w:p>
        </w:tc>
      </w:tr>
      <w:tr w:rsidR="00BE6833" w:rsidRPr="00820C50" w14:paraId="1084F5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1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9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D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8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5F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F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7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0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БЕН и др.</w:t>
            </w:r>
          </w:p>
        </w:tc>
      </w:tr>
      <w:tr w:rsidR="00BE6833" w:rsidRPr="00820C50" w14:paraId="5F1016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56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8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9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C6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FC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F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7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6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BE6833" w:rsidRPr="00820C50" w14:paraId="427331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8C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3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24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4E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4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95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FE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E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66F0F1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2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C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70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E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8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5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9D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4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4BD2DD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3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50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605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DB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E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3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B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0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3DCED8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8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32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F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B6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AF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AC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7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24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НДГ и др.</w:t>
            </w:r>
          </w:p>
        </w:tc>
      </w:tr>
      <w:tr w:rsidR="00BE6833" w:rsidRPr="00820C50" w14:paraId="18A450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17F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F8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18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D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955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D2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D4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2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BE6833" w:rsidRPr="00820C50" w14:paraId="67C848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E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E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6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1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0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E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7F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6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09D0AD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2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7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55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9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83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31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F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A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5BC66D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B6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A25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02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CB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9B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31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8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C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1A8AD8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08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2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D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C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F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C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A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B4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1D591D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A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F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8F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3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2F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A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5C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6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10F3BC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2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0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2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8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1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E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6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F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АХД</w:t>
            </w:r>
          </w:p>
        </w:tc>
      </w:tr>
      <w:tr w:rsidR="00BE6833" w:rsidRPr="00820C50" w14:paraId="1A4553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54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4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9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A5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F5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37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9F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A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0F58BC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9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3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A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90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95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7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F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8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3D6921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6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2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4C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4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0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67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1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F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ВГА и др.</w:t>
            </w:r>
          </w:p>
        </w:tc>
      </w:tr>
      <w:tr w:rsidR="00BE6833" w:rsidRPr="00820C50" w14:paraId="7A4652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B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A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F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B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43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AA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9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ЛКЦ</w:t>
            </w:r>
          </w:p>
        </w:tc>
      </w:tr>
      <w:tr w:rsidR="00BE6833" w:rsidRPr="00820C50" w14:paraId="216CC1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A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3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4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76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2C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4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C1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8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50E18C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2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8C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D57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9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3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5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BC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9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4C6799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23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0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E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5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4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3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79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D3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ФНФ и др.</w:t>
            </w:r>
          </w:p>
        </w:tc>
      </w:tr>
      <w:tr w:rsidR="00BE6833" w:rsidRPr="00820C50" w14:paraId="28CC6F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0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1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AE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9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3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6C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8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55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BE6833" w:rsidRPr="00820C50" w14:paraId="24BE59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B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B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1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5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43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10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0F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2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НДМ</w:t>
            </w:r>
          </w:p>
        </w:tc>
      </w:tr>
      <w:tr w:rsidR="00BE6833" w:rsidRPr="00820C50" w14:paraId="3F3F76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2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2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8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5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1C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8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3E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8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BE6833" w:rsidRPr="00820C50" w14:paraId="4CD8D7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55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4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E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863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8C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09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AF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46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BE6833" w:rsidRPr="00820C50" w14:paraId="2EE415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A3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3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1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3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E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0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8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9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658E70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F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A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9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BB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0A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E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1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FD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72732E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2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2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51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3C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51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E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9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ИАП</w:t>
            </w:r>
          </w:p>
        </w:tc>
      </w:tr>
      <w:tr w:rsidR="00BE6833" w:rsidRPr="00820C50" w14:paraId="18F5B2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0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71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7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F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E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5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9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8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ДОЯ</w:t>
            </w:r>
          </w:p>
        </w:tc>
      </w:tr>
      <w:tr w:rsidR="00BE6833" w:rsidRPr="00820C50" w14:paraId="7AE4DF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A2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E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8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FC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E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F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B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7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1CA97C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4F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2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3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1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9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D9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ED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D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515FC7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B74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1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0B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AA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4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A6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E2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3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BE6833" w:rsidRPr="00820C50" w14:paraId="2F823C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F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92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BD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0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4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9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9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ИВЙ</w:t>
            </w:r>
          </w:p>
        </w:tc>
      </w:tr>
      <w:tr w:rsidR="00BE6833" w:rsidRPr="00820C50" w14:paraId="5F0ED8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5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9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2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E2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9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3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43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0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НИМ</w:t>
            </w:r>
          </w:p>
        </w:tc>
      </w:tr>
      <w:tr w:rsidR="00BE6833" w:rsidRPr="00820C50" w14:paraId="25967B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5E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A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5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C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4F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9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4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C0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НДМ</w:t>
            </w:r>
          </w:p>
        </w:tc>
      </w:tr>
      <w:tr w:rsidR="00BE6833" w:rsidRPr="00820C50" w14:paraId="6DC91C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8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0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7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4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44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B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2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0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BE6833" w:rsidRPr="00820C50" w14:paraId="510AE5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9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0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D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4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25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6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73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3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25AF5B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F6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1D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1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6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A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F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50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5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САИ</w:t>
            </w:r>
          </w:p>
        </w:tc>
      </w:tr>
      <w:tr w:rsidR="00BE6833" w:rsidRPr="00820C50" w14:paraId="61274E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E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8E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7A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D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B0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7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5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A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ВИВ</w:t>
            </w:r>
          </w:p>
        </w:tc>
      </w:tr>
      <w:tr w:rsidR="00BE6833" w:rsidRPr="00820C50" w14:paraId="0EAD4C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2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F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FC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D3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C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6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B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E4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3F1A4A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1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5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6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B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3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37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70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F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72DE07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8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5D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9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F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1D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C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90F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4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ВВЗ</w:t>
            </w:r>
          </w:p>
        </w:tc>
      </w:tr>
      <w:tr w:rsidR="00BE6833" w:rsidRPr="00820C50" w14:paraId="22C588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10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D4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2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E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F9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0C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9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A7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47C570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08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F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4C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D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FC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F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5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3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ЖЛГ</w:t>
            </w:r>
          </w:p>
        </w:tc>
      </w:tr>
      <w:tr w:rsidR="00BE6833" w:rsidRPr="00820C50" w14:paraId="094FB5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E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C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F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10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3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4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E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E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ЕИН</w:t>
            </w:r>
          </w:p>
        </w:tc>
      </w:tr>
      <w:tr w:rsidR="00BE6833" w:rsidRPr="00820C50" w14:paraId="79897A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4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9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5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D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1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5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B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8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12EBAF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E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F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4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A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C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D9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01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04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0F249A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23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7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7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5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8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72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B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39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BE6833" w:rsidRPr="00820C50" w14:paraId="7AB3AE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A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B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0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D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D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79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E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D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BE6833" w:rsidRPr="00820C50" w14:paraId="40D63F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5E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B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2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6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48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5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F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1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5EA583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E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3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6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9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A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A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1D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55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1FCCE2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A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A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CD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1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C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5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A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8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BE6833" w:rsidRPr="00820C50" w14:paraId="7164CB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0B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6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F5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1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A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9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3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E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BE6833" w:rsidRPr="00820C50" w14:paraId="7EA72D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A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2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8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4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97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F1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CA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4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ЛПН</w:t>
            </w:r>
          </w:p>
        </w:tc>
      </w:tr>
      <w:tr w:rsidR="00BE6833" w:rsidRPr="00820C50" w14:paraId="2F49D5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F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01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9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70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E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23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A8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CB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BE6833" w:rsidRPr="00820C50" w14:paraId="38DD71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97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C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0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8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2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1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45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F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BE6833" w:rsidRPr="00820C50" w14:paraId="1FB62A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3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8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4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F0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E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3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E2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C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НБХ</w:t>
            </w:r>
          </w:p>
        </w:tc>
      </w:tr>
      <w:tr w:rsidR="00BE6833" w:rsidRPr="00820C50" w14:paraId="253830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3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5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7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8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B3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3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8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2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60A356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4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E5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BC9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79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9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E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C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6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5CF98D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41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A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57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2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C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72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D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D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0D164E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3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50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D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5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6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7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C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460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BE6833" w:rsidRPr="00820C50" w14:paraId="2C14B8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A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A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9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3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0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6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8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0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ЛНИ</w:t>
            </w:r>
          </w:p>
        </w:tc>
      </w:tr>
      <w:tr w:rsidR="00BE6833" w:rsidRPr="00820C50" w14:paraId="0EF186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5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F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5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6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2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1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D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32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ЛБЗ и др.</w:t>
            </w:r>
          </w:p>
        </w:tc>
      </w:tr>
      <w:tr w:rsidR="00BE6833" w:rsidRPr="00820C50" w14:paraId="03C025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6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68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E1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0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58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B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B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9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2CA2D2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2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E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2D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D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82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2F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0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4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1AD75E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F7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9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2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8F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679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A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9C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EC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28AA44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F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9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E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B0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3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3E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B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25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МТА</w:t>
            </w:r>
          </w:p>
        </w:tc>
      </w:tr>
      <w:tr w:rsidR="00BE6833" w:rsidRPr="00820C50" w14:paraId="1C31C6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F6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8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E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2D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8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0E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F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1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101226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7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D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63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2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B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C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AB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1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BE6833" w:rsidRPr="00820C50" w14:paraId="527B08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4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D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D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3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5F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3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C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1E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ПГИ</w:t>
            </w:r>
          </w:p>
        </w:tc>
      </w:tr>
      <w:tr w:rsidR="00BE6833" w:rsidRPr="00820C50" w14:paraId="79E3F9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B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B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8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8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92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A9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1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B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BE6833" w:rsidRPr="00820C50" w14:paraId="02172A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5D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F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7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B2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B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6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B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A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5A9E8E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0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8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F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AE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07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C2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7F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92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469970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9A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9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7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6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D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2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6C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48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63EEC3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4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2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7A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5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7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0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8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3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BE6833" w:rsidRPr="00820C50" w14:paraId="58581D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A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0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6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35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8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C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D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9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725620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6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D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1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2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4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21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D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3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ПГА</w:t>
            </w:r>
          </w:p>
        </w:tc>
      </w:tr>
      <w:tr w:rsidR="00BE6833" w:rsidRPr="00820C50" w14:paraId="0244B6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3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5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D7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1D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B0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80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52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F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542324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59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3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6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6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3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CD0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9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1C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ЕВИ</w:t>
            </w:r>
          </w:p>
        </w:tc>
      </w:tr>
      <w:tr w:rsidR="00BE6833" w:rsidRPr="00820C50" w14:paraId="0A02C8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9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4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C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B7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5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8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7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9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673014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74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3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8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B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C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6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B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7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ПМЦ</w:t>
            </w:r>
          </w:p>
        </w:tc>
      </w:tr>
      <w:tr w:rsidR="00BE6833" w:rsidRPr="00820C50" w14:paraId="47E3F5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B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6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5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0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A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0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4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A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ДПК и др.</w:t>
            </w:r>
          </w:p>
        </w:tc>
      </w:tr>
      <w:tr w:rsidR="00BE6833" w:rsidRPr="00820C50" w14:paraId="007059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9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1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F0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3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8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3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1E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B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МБМ и др.</w:t>
            </w:r>
          </w:p>
        </w:tc>
      </w:tr>
      <w:tr w:rsidR="00BE6833" w:rsidRPr="00820C50" w14:paraId="6567A6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5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9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F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97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D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4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2A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5B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СЦР и др.</w:t>
            </w:r>
          </w:p>
        </w:tc>
      </w:tr>
      <w:tr w:rsidR="00BE6833" w:rsidRPr="00820C50" w14:paraId="14C364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C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33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0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E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1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6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D2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C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D8CB6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7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8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2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FB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9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DA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7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BE6833" w:rsidRPr="00820C50" w14:paraId="2B6AF2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2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E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A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C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BB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9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AF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8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ИЕБ и др.</w:t>
            </w:r>
          </w:p>
        </w:tc>
      </w:tr>
      <w:tr w:rsidR="00BE6833" w:rsidRPr="00820C50" w14:paraId="0D322C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C7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1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2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C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0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D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0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5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ТВЧ и др.</w:t>
            </w:r>
          </w:p>
        </w:tc>
      </w:tr>
      <w:tr w:rsidR="00BE6833" w:rsidRPr="00820C50" w14:paraId="746E9B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E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A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4BC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1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19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D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E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1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BE6833" w:rsidRPr="00820C50" w14:paraId="4F5517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CC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3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E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F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4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7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9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B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37A43A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5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FA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1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0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B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3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63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F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ЦКВ и др.</w:t>
            </w:r>
          </w:p>
        </w:tc>
      </w:tr>
      <w:tr w:rsidR="00BE6833" w:rsidRPr="00820C50" w14:paraId="5E46D3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8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D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B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5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5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E8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A0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8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01C124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A2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6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DE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A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BF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BE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C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D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АМТ и др.</w:t>
            </w:r>
          </w:p>
        </w:tc>
      </w:tr>
      <w:tr w:rsidR="00BE6833" w:rsidRPr="00820C50" w14:paraId="27C8D6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9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3D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A7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9D1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D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0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A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FA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 и др.</w:t>
            </w:r>
          </w:p>
        </w:tc>
      </w:tr>
      <w:tr w:rsidR="00BE6833" w:rsidRPr="00820C50" w14:paraId="425721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9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82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0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54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B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9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9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F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ССК</w:t>
            </w:r>
          </w:p>
        </w:tc>
      </w:tr>
      <w:tr w:rsidR="00BE6833" w:rsidRPr="00820C50" w14:paraId="29B693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8B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18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2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2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2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F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5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98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BE6833" w:rsidRPr="00820C50" w14:paraId="3CA17A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D7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D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5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A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BB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D9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82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A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03F67B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9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3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20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E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D1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8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F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8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BE6833" w:rsidRPr="00820C50" w14:paraId="1291C4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A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8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5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BD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E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F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1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B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BE6833" w:rsidRPr="00820C50" w14:paraId="2C2D07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F0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A0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AD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BA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D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F6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9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F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ЛДВ</w:t>
            </w:r>
          </w:p>
        </w:tc>
      </w:tr>
      <w:tr w:rsidR="00BE6833" w:rsidRPr="00820C50" w14:paraId="26728B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0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A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DB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9F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4FF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D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A8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9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2AAB54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43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3A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0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24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2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57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A4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C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5399DF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D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BC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9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9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E1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C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34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F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1C318A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5D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2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93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12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C2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B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C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53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040E02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7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5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4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C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921.521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6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78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14.929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1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194.08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C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B8E26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2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D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1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21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3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5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9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62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BE6833" w:rsidRPr="00820C50" w14:paraId="146D7F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F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1E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97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F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8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4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E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5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BE6833" w:rsidRPr="00820C50" w14:paraId="7AD44A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66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6C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7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5F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81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FC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F7C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D2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РЕКА МЕСТА ЕАД</w:t>
            </w:r>
          </w:p>
        </w:tc>
      </w:tr>
      <w:tr w:rsidR="00BE6833" w:rsidRPr="00820C50" w14:paraId="668A48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C5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B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4D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80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AC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3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2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1E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0DF82A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5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0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5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B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5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C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0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8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МНЛ</w:t>
            </w:r>
          </w:p>
        </w:tc>
      </w:tr>
      <w:tr w:rsidR="00BE6833" w:rsidRPr="00820C50" w14:paraId="568B48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1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8F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21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1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E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7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E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0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РЕКА МЕСТА ЕАД</w:t>
            </w:r>
          </w:p>
        </w:tc>
      </w:tr>
      <w:tr w:rsidR="00BE6833" w:rsidRPr="00820C50" w14:paraId="23CDEA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9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A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8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1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D5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9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9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9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ЯСС и др.</w:t>
            </w:r>
          </w:p>
        </w:tc>
      </w:tr>
      <w:tr w:rsidR="00BE6833" w:rsidRPr="00820C50" w14:paraId="23D898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A6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D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4A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1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E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C3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1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8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ВМЙ</w:t>
            </w:r>
          </w:p>
        </w:tc>
      </w:tr>
      <w:tr w:rsidR="00BE6833" w:rsidRPr="00820C50" w14:paraId="2600A1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6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C5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7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67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A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D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36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8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ДРХ и др.</w:t>
            </w:r>
          </w:p>
        </w:tc>
      </w:tr>
      <w:tr w:rsidR="00BE6833" w:rsidRPr="00820C50" w14:paraId="713261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9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D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D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7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4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E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2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A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А&amp;И СОЛЮШЪН ЕООД</w:t>
            </w:r>
          </w:p>
        </w:tc>
      </w:tr>
      <w:tr w:rsidR="00BE6833" w:rsidRPr="00820C50" w14:paraId="2D079C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56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F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F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BC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8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5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A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4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1D71DD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9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02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4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5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5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3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1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F7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630584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F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1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0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6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6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4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B1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7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0087CB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D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49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8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8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3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C29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F4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02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РЕКА МЕСТА ЕАД</w:t>
            </w:r>
          </w:p>
        </w:tc>
      </w:tr>
      <w:tr w:rsidR="00BE6833" w:rsidRPr="00820C50" w14:paraId="11E18B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4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8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88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A3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206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3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C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6A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ЕХШ и др.</w:t>
            </w:r>
          </w:p>
        </w:tc>
      </w:tr>
      <w:tr w:rsidR="00BE6833" w:rsidRPr="00820C50" w14:paraId="489A89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F7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6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D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B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3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E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E6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16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РЕКА МЕСТА ЕАД</w:t>
            </w:r>
          </w:p>
        </w:tc>
      </w:tr>
      <w:tr w:rsidR="00BE6833" w:rsidRPr="00820C50" w14:paraId="13D4B6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7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3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AE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40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6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2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7A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5A3BA5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C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6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BF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A3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8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5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A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C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BE6833" w:rsidRPr="00820C50" w14:paraId="2E192E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D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B1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5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0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B8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59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EC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BE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792DDC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F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8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7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3A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6B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F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49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0AD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20AD89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4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C4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1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1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9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D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C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D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25DA83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FB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2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C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D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3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7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9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4F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РЕКА МЕСТА ЕАД</w:t>
            </w:r>
          </w:p>
        </w:tc>
      </w:tr>
      <w:tr w:rsidR="00BE6833" w:rsidRPr="00820C50" w14:paraId="61B027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1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F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3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2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D5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DE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5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C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1787E5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A8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9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B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1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CA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7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A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6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3D04F2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9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FD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5A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6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7C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A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4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C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235AE1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77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D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D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9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3D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0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1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0A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74F03E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3B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C0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6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C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5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3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5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C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ГКК</w:t>
            </w:r>
          </w:p>
        </w:tc>
      </w:tr>
      <w:tr w:rsidR="00BE6833" w:rsidRPr="00820C50" w14:paraId="0CA1CF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5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9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75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A3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2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5F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0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64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BE6833" w:rsidRPr="00820C50" w14:paraId="76F24D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2B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2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1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4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1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40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F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D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634786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E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F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D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4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6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B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D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E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</w:t>
            </w:r>
          </w:p>
        </w:tc>
      </w:tr>
      <w:tr w:rsidR="00BE6833" w:rsidRPr="00820C50" w14:paraId="442714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BA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96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A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D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0E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E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2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B6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НЕК и др.</w:t>
            </w:r>
          </w:p>
        </w:tc>
      </w:tr>
      <w:tr w:rsidR="00BE6833" w:rsidRPr="00820C50" w14:paraId="4C7DD1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4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F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81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5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9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51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5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42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5834B0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C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A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09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4B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34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4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7C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E0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1C2BE3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5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4D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6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8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68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9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8F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7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2F02E9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C5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5F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88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6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0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31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05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E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BE6833" w:rsidRPr="00820C50" w14:paraId="427A1C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0F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FC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C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839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C8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E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1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5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2F6AF3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5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2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0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3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D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2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16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9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МБГ</w:t>
            </w:r>
          </w:p>
        </w:tc>
      </w:tr>
      <w:tr w:rsidR="00BE6833" w:rsidRPr="00820C50" w14:paraId="46A05D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C1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0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26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D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36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6D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54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13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АВД</w:t>
            </w:r>
          </w:p>
        </w:tc>
      </w:tr>
      <w:tr w:rsidR="00BE6833" w:rsidRPr="00820C50" w14:paraId="1A267B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D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8D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73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9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5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F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4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1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667943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6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F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1C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2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2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EB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C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AA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41BB98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7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D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B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9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5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D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6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4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72F50E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3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3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C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83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A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8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68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4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303627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1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EC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D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88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5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4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B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7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ДОЯ</w:t>
            </w:r>
          </w:p>
        </w:tc>
      </w:tr>
      <w:tr w:rsidR="00BE6833" w:rsidRPr="00820C50" w14:paraId="1A2210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1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A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C1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66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A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3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EA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F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АЛЕФ-2005 ЕООД и др.</w:t>
            </w:r>
          </w:p>
        </w:tc>
      </w:tr>
      <w:tr w:rsidR="00BE6833" w:rsidRPr="00820C50" w14:paraId="6F8DC2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59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59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7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6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F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E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C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4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29DBBD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0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A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9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88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1F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E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4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165.32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D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ФАЙН ИМОТИ ЕООД</w:t>
            </w:r>
          </w:p>
        </w:tc>
      </w:tr>
      <w:tr w:rsidR="00BE6833" w:rsidRPr="00820C50" w14:paraId="1A3850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E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1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0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C8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CF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B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AF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D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45E3C1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0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4E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F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F1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D2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C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A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5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BE6833" w:rsidRPr="00820C50" w14:paraId="05AF01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D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B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03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87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D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A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8F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7C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ЛАН и др.</w:t>
            </w:r>
          </w:p>
        </w:tc>
      </w:tr>
      <w:tr w:rsidR="00BE6833" w:rsidRPr="00820C50" w14:paraId="068F534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2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E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C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66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2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3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E5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F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BE6833" w:rsidRPr="00820C50" w14:paraId="570C20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5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2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5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4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42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7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27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3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75D6E9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16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8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BB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E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F2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5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1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0A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2CFDEC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9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7B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2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F0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3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F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4B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F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59B3DD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9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FB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D2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2C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3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F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7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9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ТАИ</w:t>
            </w:r>
          </w:p>
        </w:tc>
      </w:tr>
      <w:tr w:rsidR="00BE6833" w:rsidRPr="00820C50" w14:paraId="73DEBD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8B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E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5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8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4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4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D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B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ЛЦЗ</w:t>
            </w:r>
          </w:p>
        </w:tc>
      </w:tr>
      <w:tr w:rsidR="00BE6833" w:rsidRPr="00820C50" w14:paraId="64CBC1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6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3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7B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D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1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80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3D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B8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МДВ и др.</w:t>
            </w:r>
          </w:p>
        </w:tc>
      </w:tr>
      <w:tr w:rsidR="00BE6833" w:rsidRPr="00820C50" w14:paraId="2A9D31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7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5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7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C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2D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0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A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9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ПАЦ</w:t>
            </w:r>
          </w:p>
        </w:tc>
      </w:tr>
      <w:tr w:rsidR="00BE6833" w:rsidRPr="00820C50" w14:paraId="7837C4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6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D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2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9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F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3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A0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AC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7CB903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43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E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0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F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2A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5D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0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6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BE6833" w:rsidRPr="00820C50" w14:paraId="4334CD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D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B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1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B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C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F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5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A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5B73102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D9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57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0F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E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3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6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3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F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ВГА и др.</w:t>
            </w:r>
          </w:p>
        </w:tc>
      </w:tr>
      <w:tr w:rsidR="00BE6833" w:rsidRPr="00820C50" w14:paraId="2DEB41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E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6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C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8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A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40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F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B5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ОИА</w:t>
            </w:r>
          </w:p>
        </w:tc>
      </w:tr>
      <w:tr w:rsidR="00BE6833" w:rsidRPr="00820C50" w14:paraId="4E6644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0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82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36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1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9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C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5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69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2E7B67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13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6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E0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13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5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69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9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E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ПИД</w:t>
            </w:r>
          </w:p>
        </w:tc>
      </w:tr>
      <w:tr w:rsidR="00BE6833" w:rsidRPr="00820C50" w14:paraId="498E47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9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B5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4C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E0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0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1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5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F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445B9C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3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4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B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F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C3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6E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E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D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АХД</w:t>
            </w:r>
          </w:p>
        </w:tc>
      </w:tr>
      <w:tr w:rsidR="00BE6833" w:rsidRPr="00820C50" w14:paraId="352A93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82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9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2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A0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6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7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D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3F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ААА</w:t>
            </w:r>
          </w:p>
        </w:tc>
      </w:tr>
      <w:tr w:rsidR="00BE6833" w:rsidRPr="00820C50" w14:paraId="370A23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D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C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9C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E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84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9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56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10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ССА и др.</w:t>
            </w:r>
          </w:p>
        </w:tc>
      </w:tr>
      <w:tr w:rsidR="00BE6833" w:rsidRPr="00820C50" w14:paraId="312D26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A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85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D7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7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EC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A3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F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2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ААА</w:t>
            </w:r>
          </w:p>
        </w:tc>
      </w:tr>
      <w:tr w:rsidR="00BE6833" w:rsidRPr="00820C50" w14:paraId="734221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F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F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5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86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6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A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50D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F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ИПС</w:t>
            </w:r>
          </w:p>
        </w:tc>
      </w:tr>
      <w:tr w:rsidR="00BE6833" w:rsidRPr="00820C50" w14:paraId="2BE15A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9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DA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8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10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9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F7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FC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C1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73651D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F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F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5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E6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E4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3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7E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1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578F44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A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6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0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9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3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9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CE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5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ЛСД</w:t>
            </w:r>
          </w:p>
        </w:tc>
      </w:tr>
      <w:tr w:rsidR="00BE6833" w:rsidRPr="00820C50" w14:paraId="276447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2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E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1C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4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D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4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F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D5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ДОЯ</w:t>
            </w:r>
          </w:p>
        </w:tc>
      </w:tr>
      <w:tr w:rsidR="00BE6833" w:rsidRPr="00820C50" w14:paraId="013B1A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1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6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7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B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2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4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36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7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ЕКБ и др.</w:t>
            </w:r>
          </w:p>
        </w:tc>
      </w:tr>
      <w:tr w:rsidR="00BE6833" w:rsidRPr="00820C50" w14:paraId="094BA3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0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DA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EE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D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A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8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3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2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01DDD3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8F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0F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BE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81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B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0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F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BB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26BA13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A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2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9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D9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0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96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7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3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АЛИКА ЕООД</w:t>
            </w:r>
          </w:p>
        </w:tc>
      </w:tr>
      <w:tr w:rsidR="00BE6833" w:rsidRPr="00820C50" w14:paraId="7A5BA6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4D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76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B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1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8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35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2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4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BE6833" w:rsidRPr="00820C50" w14:paraId="3B593E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6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C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0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C3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16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0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3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F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002123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B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C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8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C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7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C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E0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0F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5C5DA6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0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7A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2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0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7B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9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53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7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ДИД</w:t>
            </w:r>
          </w:p>
        </w:tc>
      </w:tr>
      <w:tr w:rsidR="00BE6833" w:rsidRPr="00820C50" w14:paraId="240551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B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2C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2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B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E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7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5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7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ДАВ</w:t>
            </w:r>
          </w:p>
        </w:tc>
      </w:tr>
      <w:tr w:rsidR="00BE6833" w:rsidRPr="00820C50" w14:paraId="16E3A6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20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91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F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7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FF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4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7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1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517BE5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8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2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4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8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5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B0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D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E8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ЛЛТ и др.</w:t>
            </w:r>
          </w:p>
        </w:tc>
      </w:tr>
      <w:tr w:rsidR="00BE6833" w:rsidRPr="00820C50" w14:paraId="2CBDAF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19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1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1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C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9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8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E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AB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BE6833" w:rsidRPr="00820C50" w14:paraId="1BCC93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D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5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A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6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3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9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9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9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ГДМ и др.</w:t>
            </w:r>
          </w:p>
        </w:tc>
      </w:tr>
      <w:tr w:rsidR="00BE6833" w:rsidRPr="00820C50" w14:paraId="4BEE20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74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A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B6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B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4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F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D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9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ЛДК</w:t>
            </w:r>
          </w:p>
        </w:tc>
      </w:tr>
      <w:tr w:rsidR="00BE6833" w:rsidRPr="00820C50" w14:paraId="68E10A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94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A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22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2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D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4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5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7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778402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3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B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2E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C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E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2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D5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6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2D23BA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B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B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01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2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DF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4D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3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E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BE6833" w:rsidRPr="00820C50" w14:paraId="0EBCCD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A4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7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C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B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6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D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5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7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МАН</w:t>
            </w:r>
          </w:p>
        </w:tc>
      </w:tr>
      <w:tr w:rsidR="00BE6833" w:rsidRPr="00820C50" w14:paraId="7A4324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C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1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7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4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A2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F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4C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0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1D1F14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3E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8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4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94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1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B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A8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D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212A4F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1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9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1C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BC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2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B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3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7B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КББ</w:t>
            </w:r>
          </w:p>
        </w:tc>
      </w:tr>
      <w:tr w:rsidR="00BE6833" w:rsidRPr="00820C50" w14:paraId="77C5B5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F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9FD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3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B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C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C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3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4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0AFCDC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D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C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B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A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9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2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4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D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06739D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3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5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B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D1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D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88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ED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1E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ВГЛ</w:t>
            </w:r>
          </w:p>
        </w:tc>
      </w:tr>
      <w:tr w:rsidR="00BE6833" w:rsidRPr="00820C50" w14:paraId="0A08A8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1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5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D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76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AB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5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7E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BE6833" w:rsidRPr="00820C50" w14:paraId="1605EA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F1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73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4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6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D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1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B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0B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70158A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B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8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D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44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F3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9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B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5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BE6833" w:rsidRPr="00820C50" w14:paraId="152716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D0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D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7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E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5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2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F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5A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BE6833" w:rsidRPr="00820C50" w14:paraId="3E8180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E3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8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D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5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C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3A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0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5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69E0EC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86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B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AD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FF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6B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D5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0A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0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3DE50A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D0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8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58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8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3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64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3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9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0884FB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12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3A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6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42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C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F4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2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60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5E50B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A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D0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94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1D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D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1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8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B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0F91B7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F7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5A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0F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D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3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A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97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A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2BBD16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2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2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D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1C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C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4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3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A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АЛЦ</w:t>
            </w:r>
          </w:p>
        </w:tc>
      </w:tr>
      <w:tr w:rsidR="00BE6833" w:rsidRPr="00820C50" w14:paraId="63CAD1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F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A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7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2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8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B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16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0C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АЛЦ</w:t>
            </w:r>
          </w:p>
        </w:tc>
      </w:tr>
      <w:tr w:rsidR="00BE6833" w:rsidRPr="00820C50" w14:paraId="7E7B0B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C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01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4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F9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91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E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F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A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655827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8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0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0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3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1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B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1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7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41CE94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D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A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2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B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1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B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6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5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РИМ и др.</w:t>
            </w:r>
          </w:p>
        </w:tc>
      </w:tr>
      <w:tr w:rsidR="00BE6833" w:rsidRPr="00820C50" w14:paraId="3B9DB5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E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1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8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BD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6A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6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BD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E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0A49AD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5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F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6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9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1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4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3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5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0FDBF5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D2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10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8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44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F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0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1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D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ББП</w:t>
            </w:r>
          </w:p>
        </w:tc>
      </w:tr>
      <w:tr w:rsidR="00BE6833" w:rsidRPr="00820C50" w14:paraId="65AE5D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96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15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B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95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8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E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6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F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</w:t>
            </w:r>
          </w:p>
        </w:tc>
      </w:tr>
      <w:tr w:rsidR="00BE6833" w:rsidRPr="00820C50" w14:paraId="6697E0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3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4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7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1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7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B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7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3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АЛЦ</w:t>
            </w:r>
          </w:p>
        </w:tc>
      </w:tr>
      <w:tr w:rsidR="00BE6833" w:rsidRPr="00820C50" w14:paraId="4B20E5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9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1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AC8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0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B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8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1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87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ББП</w:t>
            </w:r>
          </w:p>
        </w:tc>
      </w:tr>
      <w:tr w:rsidR="00BE6833" w:rsidRPr="00820C50" w14:paraId="05942E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E2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1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0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E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1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A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7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96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409CA7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6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2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A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1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D9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0D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63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3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2CBD74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1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BF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9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E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1B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A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B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2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60FCC82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A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B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0E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F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6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6E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AB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A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3C8A9E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B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CB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1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0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C3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FA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7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6A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7EFAD4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6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F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D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F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62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C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6D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B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0C7DC9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B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D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1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D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C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3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2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2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40466C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D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0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56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6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C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4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2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0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23A788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E9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05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5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8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2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5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D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8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02C9E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3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E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5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B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B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65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0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B9D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4A6BE7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F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B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2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D7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9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4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E0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B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BE6833" w:rsidRPr="00820C50" w14:paraId="06B98C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C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A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FA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D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4E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F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5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D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АНН</w:t>
            </w:r>
          </w:p>
        </w:tc>
      </w:tr>
      <w:tr w:rsidR="00BE6833" w:rsidRPr="00820C50" w14:paraId="7B778B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D2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1F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83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4F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59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9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9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E9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БЛЦ</w:t>
            </w:r>
          </w:p>
        </w:tc>
      </w:tr>
      <w:tr w:rsidR="00BE6833" w:rsidRPr="00820C50" w14:paraId="15C865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20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A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E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BA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C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5A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E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7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1E5929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2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35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A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1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B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1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2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7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РЗГ и др.</w:t>
            </w:r>
          </w:p>
        </w:tc>
      </w:tr>
      <w:tr w:rsidR="00BE6833" w:rsidRPr="00820C50" w14:paraId="52EDFF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90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3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2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5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A99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4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81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1A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BE6833" w:rsidRPr="00820C50" w14:paraId="4234A5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8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0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E0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8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A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1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8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9C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40C24D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7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6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4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5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513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3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ED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8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7192D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4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6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7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E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27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A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7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7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617DAB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B1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8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9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F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A3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2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5D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20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591FB6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C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8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6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3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5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4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6CF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4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BE6833" w:rsidRPr="00820C50" w14:paraId="251B1E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E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2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0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3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F8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3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29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E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5F9860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C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F3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B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AF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8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8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4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0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ЛМИ</w:t>
            </w:r>
          </w:p>
        </w:tc>
      </w:tr>
      <w:tr w:rsidR="00BE6833" w:rsidRPr="00820C50" w14:paraId="12F28C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8A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A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7D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72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F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7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D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2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ВМВ</w:t>
            </w:r>
          </w:p>
        </w:tc>
      </w:tr>
      <w:tr w:rsidR="00BE6833" w:rsidRPr="00820C50" w14:paraId="530455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A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F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8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C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8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7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8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6F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КСВ и др.</w:t>
            </w:r>
          </w:p>
        </w:tc>
      </w:tr>
      <w:tr w:rsidR="00BE6833" w:rsidRPr="00820C50" w14:paraId="073FEE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D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6C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D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5A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E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E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C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F5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2A14F5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B7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F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3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9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5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F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E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1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26FBDF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81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D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5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36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49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9A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34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FD9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73DBB8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B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2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E3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1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E6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5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4A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D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ЛБЗ и др.</w:t>
            </w:r>
          </w:p>
        </w:tc>
      </w:tr>
      <w:tr w:rsidR="00BE6833" w:rsidRPr="00820C50" w14:paraId="2FF5D8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1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5C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9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0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8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C5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8B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7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4677B5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38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A6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7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5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24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CD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A0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4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BE6833" w:rsidRPr="00820C50" w14:paraId="18A93E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61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E9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BF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6B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3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0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0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A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ВМВ</w:t>
            </w:r>
          </w:p>
        </w:tc>
      </w:tr>
      <w:tr w:rsidR="00BE6833" w:rsidRPr="00820C50" w14:paraId="437A35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A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E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27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1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4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A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8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МХК и др.</w:t>
            </w:r>
          </w:p>
        </w:tc>
      </w:tr>
      <w:tr w:rsidR="00BE6833" w:rsidRPr="00820C50" w14:paraId="77B93F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2F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5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C2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E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E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2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9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E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31C563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D3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C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CD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01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9A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2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1F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2E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СФП</w:t>
            </w:r>
          </w:p>
        </w:tc>
      </w:tr>
      <w:tr w:rsidR="00BE6833" w:rsidRPr="00820C50" w14:paraId="0FA024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2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2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C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F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0F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2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A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E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РРС и др.</w:t>
            </w:r>
          </w:p>
        </w:tc>
      </w:tr>
      <w:tr w:rsidR="00BE6833" w:rsidRPr="00820C50" w14:paraId="0FB2C0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94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A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4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5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63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A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A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F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ПМВ</w:t>
            </w:r>
          </w:p>
        </w:tc>
      </w:tr>
      <w:tr w:rsidR="00BE6833" w:rsidRPr="00820C50" w14:paraId="63EEE8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1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5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7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6C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B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0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4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C8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НЛМ и др.</w:t>
            </w:r>
          </w:p>
        </w:tc>
      </w:tr>
      <w:tr w:rsidR="00BE6833" w:rsidRPr="00820C50" w14:paraId="195736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0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6E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9B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2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FA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2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9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A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МВТ</w:t>
            </w:r>
          </w:p>
        </w:tc>
      </w:tr>
      <w:tr w:rsidR="00BE6833" w:rsidRPr="00820C50" w14:paraId="421B70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BD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B3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9C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9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BE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0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F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19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BE6833" w:rsidRPr="00820C50" w14:paraId="102042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9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8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F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A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B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71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D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9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13E5E1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BD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1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D7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4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D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4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48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F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ДГД</w:t>
            </w:r>
          </w:p>
        </w:tc>
      </w:tr>
      <w:tr w:rsidR="00BE6833" w:rsidRPr="00820C50" w14:paraId="7C2D18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14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3E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7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F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3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C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A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F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МАН</w:t>
            </w:r>
          </w:p>
        </w:tc>
      </w:tr>
      <w:tr w:rsidR="00BE6833" w:rsidRPr="00820C50" w14:paraId="5E4A6D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04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7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6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9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F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3E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0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7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2454E2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F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D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9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C43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8A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FC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0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E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BE6833" w:rsidRPr="00820C50" w14:paraId="208A1F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8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E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8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C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5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D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4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C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11CEE5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B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40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A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7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A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D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D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4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СБП</w:t>
            </w:r>
          </w:p>
        </w:tc>
      </w:tr>
      <w:tr w:rsidR="00BE6833" w:rsidRPr="00820C50" w14:paraId="41F660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6C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9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DD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8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26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5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E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7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70CA25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18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C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4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6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9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59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C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D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ЕВИ</w:t>
            </w:r>
          </w:p>
        </w:tc>
      </w:tr>
      <w:tr w:rsidR="00BE6833" w:rsidRPr="00820C50" w14:paraId="034BC9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4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B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B78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B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2C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81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7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6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ВВА</w:t>
            </w:r>
          </w:p>
        </w:tc>
      </w:tr>
      <w:tr w:rsidR="00BE6833" w:rsidRPr="00820C50" w14:paraId="5900E2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EAD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2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C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8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F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5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D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C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77DABC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F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D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A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1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4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AD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0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8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1B5B9E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7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09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E5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7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8E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6B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C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D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АВД</w:t>
            </w:r>
          </w:p>
        </w:tc>
      </w:tr>
      <w:tr w:rsidR="00BE6833" w:rsidRPr="00820C50" w14:paraId="291E9D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F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4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98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9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91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A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6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B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033CAB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2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10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9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7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4F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2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9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9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65CA12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2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C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C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651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1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6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1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684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НГП</w:t>
            </w:r>
          </w:p>
        </w:tc>
      </w:tr>
      <w:tr w:rsidR="00BE6833" w:rsidRPr="00820C50" w14:paraId="1DD9F0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19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1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5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5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7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2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33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24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5C5145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F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6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9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E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8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9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C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5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BE6833" w:rsidRPr="00820C50" w14:paraId="182196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A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B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50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C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4A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D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A9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9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 и др.</w:t>
            </w:r>
          </w:p>
        </w:tc>
      </w:tr>
      <w:tr w:rsidR="00BE6833" w:rsidRPr="00820C50" w14:paraId="7F94C3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C2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8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D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5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A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8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30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6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МСН</w:t>
            </w:r>
          </w:p>
        </w:tc>
      </w:tr>
      <w:tr w:rsidR="00BE6833" w:rsidRPr="00820C50" w14:paraId="5AAA96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FA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BB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4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7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8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A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6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6D6E52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6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17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B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13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7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EC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F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D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1DA563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F3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81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F3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1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DE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4E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1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2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214418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CF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5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F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F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A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00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7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6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1D5830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E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2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D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7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5C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0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1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9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4A3287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6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79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C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5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73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A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D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D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BE6833" w:rsidRPr="00820C50" w14:paraId="7DE5B4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7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50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4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0A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06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D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EF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B8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РХВ и др.</w:t>
            </w:r>
          </w:p>
        </w:tc>
      </w:tr>
      <w:tr w:rsidR="00BE6833" w:rsidRPr="00820C50" w14:paraId="502584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E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8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9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8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A1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0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7B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27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ЯДГ</w:t>
            </w:r>
          </w:p>
        </w:tc>
      </w:tr>
      <w:tr w:rsidR="00BE6833" w:rsidRPr="00820C50" w14:paraId="61A606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2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8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6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5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B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20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06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1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ЦМЙ и др.</w:t>
            </w:r>
          </w:p>
        </w:tc>
      </w:tr>
      <w:tr w:rsidR="00BE6833" w:rsidRPr="00820C50" w14:paraId="772F51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4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E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E9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39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E7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B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8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0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ОИА</w:t>
            </w:r>
          </w:p>
        </w:tc>
      </w:tr>
      <w:tr w:rsidR="00BE6833" w:rsidRPr="00820C50" w14:paraId="6F584A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25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D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1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C6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AE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F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63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C6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МИЦ</w:t>
            </w:r>
          </w:p>
        </w:tc>
      </w:tr>
      <w:tr w:rsidR="00BE6833" w:rsidRPr="00820C50" w14:paraId="03BCD2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9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9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E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CA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0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6C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0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C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BE6833" w:rsidRPr="00820C50" w14:paraId="3C7C79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0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1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7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B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5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2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A98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8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ОГМ</w:t>
            </w:r>
          </w:p>
        </w:tc>
      </w:tr>
      <w:tr w:rsidR="00BE6833" w:rsidRPr="00820C50" w14:paraId="333083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5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1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F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6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D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E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9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3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ЛСА</w:t>
            </w:r>
          </w:p>
        </w:tc>
      </w:tr>
      <w:tr w:rsidR="00BE6833" w:rsidRPr="00820C50" w14:paraId="661E4CD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F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1D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37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9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A6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3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7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8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ХЛГ</w:t>
            </w:r>
          </w:p>
        </w:tc>
      </w:tr>
      <w:tr w:rsidR="00BE6833" w:rsidRPr="00820C50" w14:paraId="4359B4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B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A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4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3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4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15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9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1B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BE6833" w:rsidRPr="00820C50" w14:paraId="4E272A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C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5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2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C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6A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2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5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0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ЛКЦ</w:t>
            </w:r>
          </w:p>
        </w:tc>
      </w:tr>
      <w:tr w:rsidR="00BE6833" w:rsidRPr="00820C50" w14:paraId="15131D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63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5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6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1A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E47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85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90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8D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3C4349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6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4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B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B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9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A1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8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E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62DD93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2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DB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1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23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7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B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0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C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ЦМЙ и др.</w:t>
            </w:r>
          </w:p>
        </w:tc>
      </w:tr>
      <w:tr w:rsidR="00BE6833" w:rsidRPr="00820C50" w14:paraId="692B95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70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97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D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6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F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D5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6F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9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498F59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8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44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A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F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9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F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B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BC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69791C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7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A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2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DD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74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7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2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9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661D14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A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E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9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7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0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91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4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A0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051652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6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3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C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D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9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3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5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6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3535C2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7C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D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9D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8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7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B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0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F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3D4EE6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77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C2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D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C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E9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A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67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70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КВМ</w:t>
            </w:r>
          </w:p>
        </w:tc>
      </w:tr>
      <w:tr w:rsidR="00BE6833" w:rsidRPr="00820C50" w14:paraId="46857B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3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6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C1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3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1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6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A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7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1B72DD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D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6A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61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B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D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F7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F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2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0CE03F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0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08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1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2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D4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CD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44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1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67D3CC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8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D2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1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6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D1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B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8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2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АХД</w:t>
            </w:r>
          </w:p>
        </w:tc>
      </w:tr>
      <w:tr w:rsidR="00BE6833" w:rsidRPr="00820C50" w14:paraId="57534A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8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6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7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A9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2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0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7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42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697E54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377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F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03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B8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19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1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6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3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BE6833" w:rsidRPr="00820C50" w14:paraId="0FFD7B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2F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8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7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8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6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7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4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5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ГКЛ и др.</w:t>
            </w:r>
          </w:p>
        </w:tc>
      </w:tr>
      <w:tr w:rsidR="00BE6833" w:rsidRPr="00820C50" w14:paraId="5A4544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B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3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0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78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213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E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6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C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ОИА</w:t>
            </w:r>
          </w:p>
        </w:tc>
      </w:tr>
      <w:tr w:rsidR="00BE6833" w:rsidRPr="00820C50" w14:paraId="4C856C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8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9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0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7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E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9D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A7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68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59C926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41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3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0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F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4D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2B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F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A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НКД</w:t>
            </w:r>
          </w:p>
        </w:tc>
      </w:tr>
      <w:tr w:rsidR="00BE6833" w:rsidRPr="00820C50" w14:paraId="59C52D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3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B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A4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E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2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1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8F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C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5B1664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0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D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03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7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68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F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7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2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6FA70B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F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6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2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9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0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1D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B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6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ССЛ</w:t>
            </w:r>
          </w:p>
        </w:tc>
      </w:tr>
      <w:tr w:rsidR="00BE6833" w:rsidRPr="00820C50" w14:paraId="0A91FB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E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F9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D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58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A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2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9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A8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ДТР</w:t>
            </w:r>
          </w:p>
        </w:tc>
      </w:tr>
      <w:tr w:rsidR="00BE6833" w:rsidRPr="00820C50" w14:paraId="13FE8C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F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E3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61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14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74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1B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40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0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309839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7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1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F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89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9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7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13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3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67EA36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49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0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5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9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1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7D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1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E6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321BB5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00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7D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A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9B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5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A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CA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9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741E99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83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4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FE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A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D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3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A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4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КСР</w:t>
            </w:r>
          </w:p>
        </w:tc>
      </w:tr>
      <w:tr w:rsidR="00BE6833" w:rsidRPr="00820C50" w14:paraId="49775E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C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D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59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4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A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D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1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D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265E29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5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E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A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1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4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1C6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A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47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НБХ</w:t>
            </w:r>
          </w:p>
        </w:tc>
      </w:tr>
      <w:tr w:rsidR="00BE6833" w:rsidRPr="00820C50" w14:paraId="3993EA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EC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B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3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0D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E0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E8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B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9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375B6F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2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B6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B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4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3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7C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D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79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6FDEF2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D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F3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1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5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E5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E3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25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7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57324E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0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1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5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7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F6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9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3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1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ВКВ и др.</w:t>
            </w:r>
          </w:p>
        </w:tc>
      </w:tr>
      <w:tr w:rsidR="00BE6833" w:rsidRPr="00820C50" w14:paraId="1BC5C4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6D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5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0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3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2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6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C2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F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 и др.</w:t>
            </w:r>
          </w:p>
        </w:tc>
      </w:tr>
      <w:tr w:rsidR="00BE6833" w:rsidRPr="00820C50" w14:paraId="6398394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E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C6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D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D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82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E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6D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17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 и др.</w:t>
            </w:r>
          </w:p>
        </w:tc>
      </w:tr>
      <w:tr w:rsidR="00BE6833" w:rsidRPr="00820C50" w14:paraId="78063B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1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BC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C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C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3E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3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D4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5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ДВХ</w:t>
            </w:r>
          </w:p>
        </w:tc>
      </w:tr>
      <w:tr w:rsidR="00BE6833" w:rsidRPr="00820C50" w14:paraId="25931C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39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B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A5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3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F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1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D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2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0F509C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1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4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4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F2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A9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9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6C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4D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7C42E7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3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4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B4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D5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E5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3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4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35D07A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F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7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7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7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66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07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78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E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392FA6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7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73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9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0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1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4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0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4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25583C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97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2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E6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3A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4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C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D5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A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1E49F7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1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93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3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9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8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0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2C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A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652D04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C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A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8D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9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D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B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D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455.93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7D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53E98C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A7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9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0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CA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F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96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D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168.36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7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13542C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0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A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8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D3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F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57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7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C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34E386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48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F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69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99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4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0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7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E0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42416F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C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4E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9D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7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3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E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9F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9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Д-САХА ООД</w:t>
            </w:r>
          </w:p>
        </w:tc>
      </w:tr>
      <w:tr w:rsidR="00BE6833" w:rsidRPr="00820C50" w14:paraId="4800F7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02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8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5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2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C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B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A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5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583DEC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5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7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3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4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D3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A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B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3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6884E1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D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4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7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7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5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E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1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38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0016EE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ED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F3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B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4D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6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0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76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D8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54F9DB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C4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0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5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0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0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F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5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E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БИЙ</w:t>
            </w:r>
          </w:p>
        </w:tc>
      </w:tr>
      <w:tr w:rsidR="00BE6833" w:rsidRPr="00820C50" w14:paraId="15744A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D7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6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D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1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2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5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9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4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277F89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9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F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C9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2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2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1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5A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8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6B59B2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9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B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B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3A0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F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A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B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F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ФВР и др.</w:t>
            </w:r>
          </w:p>
        </w:tc>
      </w:tr>
      <w:tr w:rsidR="00BE6833" w:rsidRPr="00820C50" w14:paraId="16F9B1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3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E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8D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C1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F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0F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A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45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768BC6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A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8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8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A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A5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0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C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B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BE6833" w:rsidRPr="00820C50" w14:paraId="2110AE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04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2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0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F7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D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9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9F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42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BE6833" w:rsidRPr="00820C50" w14:paraId="759AC4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8F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FB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0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D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85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4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B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F0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12E7EA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F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32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4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B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E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A8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C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E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ДМШ</w:t>
            </w:r>
          </w:p>
        </w:tc>
      </w:tr>
      <w:tr w:rsidR="00BE6833" w:rsidRPr="00820C50" w14:paraId="6A54B6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E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53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9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4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91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F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F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D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BE6833" w:rsidRPr="00820C50" w14:paraId="6E25EB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4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7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FB2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E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1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A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E4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3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5210F0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7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B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4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6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0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64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AA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C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115C8F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8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FC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0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E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77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5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F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4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2D8873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C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55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5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6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1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E6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4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D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СКИ</w:t>
            </w:r>
          </w:p>
        </w:tc>
      </w:tr>
      <w:tr w:rsidR="00BE6833" w:rsidRPr="00820C50" w14:paraId="72E617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7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0F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19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3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D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5F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6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2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20C5FF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D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1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2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D2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4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3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3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СКИ</w:t>
            </w:r>
          </w:p>
        </w:tc>
      </w:tr>
      <w:tr w:rsidR="00BE6833" w:rsidRPr="00820C50" w14:paraId="713D0D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6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20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10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D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B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4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5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4E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BE6833" w:rsidRPr="00820C50" w14:paraId="31A169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8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6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F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2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E4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A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4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8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5123B0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FE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D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75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8E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32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0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4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8E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096B8B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1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AB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6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2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8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4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0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E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1AE913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E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D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C1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41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1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F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D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4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68E472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96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8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8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1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6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D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4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E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11E00A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A1E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B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B5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6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4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B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9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7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68C39A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5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8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0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3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79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6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8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57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62AFD5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CD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9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3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51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E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2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D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8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2D4396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B8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08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2F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4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8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CD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4C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3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026078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E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F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0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EE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05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46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E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7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6142A1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17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C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43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32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2D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7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A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AA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6BE965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D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F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A8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5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FD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39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B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C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7998A7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2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0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E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0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3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E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B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B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4741D7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0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5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D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36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9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4B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2F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7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4B57C1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7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7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DD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4E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B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1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A0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7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55F76B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56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B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4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1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98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7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2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6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042218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2F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9D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F7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6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B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7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2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E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</w:t>
            </w:r>
          </w:p>
        </w:tc>
      </w:tr>
      <w:tr w:rsidR="00BE6833" w:rsidRPr="00820C50" w14:paraId="064069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17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E1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6D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9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1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2F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73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6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5F1C8F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6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7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24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6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B8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C5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2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2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64C338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7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5D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E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0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4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4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78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E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ЦДВ</w:t>
            </w:r>
          </w:p>
        </w:tc>
      </w:tr>
      <w:tr w:rsidR="00BE6833" w:rsidRPr="00820C50" w14:paraId="209C2F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1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5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C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2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4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8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3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5B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ПСР</w:t>
            </w:r>
          </w:p>
        </w:tc>
      </w:tr>
      <w:tr w:rsidR="00BE6833" w:rsidRPr="00820C50" w14:paraId="63067A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38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5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CA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0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D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1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86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E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31C308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9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68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32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DA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F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21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8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F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ГЛТ</w:t>
            </w:r>
          </w:p>
        </w:tc>
      </w:tr>
      <w:tr w:rsidR="00BE6833" w:rsidRPr="00820C50" w14:paraId="55498F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6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8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7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D8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6B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1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9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F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04C88A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0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71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5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B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0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16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7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FE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BE6833" w:rsidRPr="00820C50" w14:paraId="4121B8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F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3B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B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D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28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4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9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9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009B8C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E9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B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B5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C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9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28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4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93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559781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3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9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5F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F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B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5A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E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4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48E275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7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B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3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D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D3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3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CD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5A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695426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1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3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4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6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7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4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2B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ED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670000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6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1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F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E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5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EF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BC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D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BE6833" w:rsidRPr="00820C50" w14:paraId="456BDE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1B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F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68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8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F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7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C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2E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0274D1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A7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E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B0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1C2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4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A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85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8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50C2E2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0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D7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B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0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F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8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D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C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3127FE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7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5B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7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7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0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6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D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9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553353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9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85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E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E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C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931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F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70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3011CE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C9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0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0B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B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1A9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7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8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4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728CAF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0A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F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97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8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9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4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0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A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16172E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C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C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4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A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880.281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8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11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143.323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99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1863.20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4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0B38F6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E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7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7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2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9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1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A4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2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ЕГЧ</w:t>
            </w:r>
          </w:p>
        </w:tc>
      </w:tr>
      <w:tr w:rsidR="00BE6833" w:rsidRPr="00820C50" w14:paraId="433627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1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C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8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EF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CC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9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1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40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НнХ</w:t>
            </w:r>
          </w:p>
        </w:tc>
      </w:tr>
      <w:tr w:rsidR="00BE6833" w:rsidRPr="00820C50" w14:paraId="338BCC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A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02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B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84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A5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4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4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A7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5A9AEB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7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B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F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4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1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E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C8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4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АБК</w:t>
            </w:r>
          </w:p>
        </w:tc>
      </w:tr>
      <w:tr w:rsidR="00BE6833" w:rsidRPr="00820C50" w14:paraId="163395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7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E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0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9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8A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A5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7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D2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ЛСЛ</w:t>
            </w:r>
          </w:p>
        </w:tc>
      </w:tr>
      <w:tr w:rsidR="00BE6833" w:rsidRPr="00820C50" w14:paraId="4B532F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4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E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92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C8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2A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D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8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83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231170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8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B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E2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0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D2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6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3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7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309980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C2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C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C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3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5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C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8E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6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ИБС и др.</w:t>
            </w:r>
          </w:p>
        </w:tc>
      </w:tr>
      <w:tr w:rsidR="00BE6833" w:rsidRPr="00820C50" w14:paraId="2FD994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3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9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4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19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7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27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F2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77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047648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C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5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43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59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4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61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4C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97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BE6833" w:rsidRPr="00820C50" w14:paraId="32A964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8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B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C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A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8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4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1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F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4F8801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E5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БОЖИДАР АНГЕЛОВ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3F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C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DB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E5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7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A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C9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17BDD4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8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6D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72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9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65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9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12.572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60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163.44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3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3F31C9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5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2B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3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77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7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B3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8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F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ВГА и др.</w:t>
            </w:r>
          </w:p>
        </w:tc>
      </w:tr>
      <w:tr w:rsidR="00BE6833" w:rsidRPr="00820C50" w14:paraId="132313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F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9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4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E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6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4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5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5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BE6833" w:rsidRPr="00820C50" w14:paraId="7E9C31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B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EA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9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E12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4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1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4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7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4C1B1B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D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7E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6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0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C8C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5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E5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55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32826D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1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F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74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0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5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C9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5A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1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0658E1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F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B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6F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C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6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13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88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F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20B8A4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7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D2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46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4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DC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8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EC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8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64B21D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C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0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4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7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0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F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F2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A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ВЛБ</w:t>
            </w:r>
          </w:p>
        </w:tc>
      </w:tr>
      <w:tr w:rsidR="00BE6833" w:rsidRPr="00820C50" w14:paraId="597F1A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F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5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5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1A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4B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0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7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C5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08AB7B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0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C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9D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85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7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2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C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5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ББП</w:t>
            </w:r>
          </w:p>
        </w:tc>
      </w:tr>
      <w:tr w:rsidR="00BE6833" w:rsidRPr="00820C50" w14:paraId="0CD425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9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1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98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3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3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1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8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51.74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2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4EF5E0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36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26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3A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73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03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10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7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F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0603F6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39E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4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88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6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04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26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C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0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ПАА</w:t>
            </w:r>
          </w:p>
        </w:tc>
      </w:tr>
      <w:tr w:rsidR="00BE6833" w:rsidRPr="00820C50" w14:paraId="52DDE5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9C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5D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0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5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7C0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B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2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E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0E34A5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05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8B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0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3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70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1D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9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6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ИСС</w:t>
            </w:r>
          </w:p>
        </w:tc>
      </w:tr>
      <w:tr w:rsidR="00BE6833" w:rsidRPr="00820C50" w14:paraId="3B1F92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B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E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1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D2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F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6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9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E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 и др.</w:t>
            </w:r>
          </w:p>
        </w:tc>
      </w:tr>
      <w:tr w:rsidR="00BE6833" w:rsidRPr="00820C50" w14:paraId="4BF5E6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9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0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8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1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18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37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FE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B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ПГИ</w:t>
            </w:r>
          </w:p>
        </w:tc>
      </w:tr>
      <w:tr w:rsidR="00BE6833" w:rsidRPr="00820C50" w14:paraId="499675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1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F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4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B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E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14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2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3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ФГК</w:t>
            </w:r>
          </w:p>
        </w:tc>
      </w:tr>
      <w:tr w:rsidR="00BE6833" w:rsidRPr="00820C50" w14:paraId="32476D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9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96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0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4F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E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A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C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2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1D6CDB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B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2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A6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B7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E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6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70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52D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АМП</w:t>
            </w:r>
          </w:p>
        </w:tc>
      </w:tr>
      <w:tr w:rsidR="00BE6833" w:rsidRPr="00820C50" w14:paraId="477A27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7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C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8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C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9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E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D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F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714253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A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2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B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EA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4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6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4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8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3B98E8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8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F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D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F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D7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9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A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5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ЕМГ</w:t>
            </w:r>
          </w:p>
        </w:tc>
      </w:tr>
      <w:tr w:rsidR="00BE6833" w:rsidRPr="00820C50" w14:paraId="7D624B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F5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A6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B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4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B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4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7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9B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 и др.</w:t>
            </w:r>
          </w:p>
        </w:tc>
      </w:tr>
      <w:tr w:rsidR="00BE6833" w:rsidRPr="00820C50" w14:paraId="5C0280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3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4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0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6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F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A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3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29A18E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6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0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6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2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6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4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16.170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9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210.22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8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7EBE7D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0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F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8E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F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75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7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16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C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663608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A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C7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7E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9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EE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D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0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67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7CCEED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3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C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44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C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05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E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1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D2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МИРОФОРА ПРОПЪРТИС ООД</w:t>
            </w:r>
          </w:p>
        </w:tc>
      </w:tr>
      <w:tr w:rsidR="00BE6833" w:rsidRPr="00820C50" w14:paraId="0F6511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6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1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D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F5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99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3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93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6E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55789E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8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E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D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7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9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F1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9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0C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BE6833" w:rsidRPr="00820C50" w14:paraId="6AB435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D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72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8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5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D9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D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F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1C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ДОЯ</w:t>
            </w:r>
          </w:p>
        </w:tc>
      </w:tr>
      <w:tr w:rsidR="00BE6833" w:rsidRPr="00820C50" w14:paraId="22A9AF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F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A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0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C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4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8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5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3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СПД</w:t>
            </w:r>
          </w:p>
        </w:tc>
      </w:tr>
      <w:tr w:rsidR="00BE6833" w:rsidRPr="00820C50" w14:paraId="5FDEE6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0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E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F6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6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1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AB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C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9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64DA4E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91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5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9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0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8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B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7A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9B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АТД</w:t>
            </w:r>
          </w:p>
        </w:tc>
      </w:tr>
      <w:tr w:rsidR="00BE6833" w:rsidRPr="00820C50" w14:paraId="49E3C7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9C1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2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6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D9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3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0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E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9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417B8A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AC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F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1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4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3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1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F0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F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ДНМ</w:t>
            </w:r>
          </w:p>
        </w:tc>
      </w:tr>
      <w:tr w:rsidR="00BE6833" w:rsidRPr="00820C50" w14:paraId="03F3C4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B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BD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1F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B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D1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1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E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A6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554CDE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9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E6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50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4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8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6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E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00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3994A1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9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08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9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4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5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4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EF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8E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ЛКЦ</w:t>
            </w:r>
          </w:p>
        </w:tc>
      </w:tr>
      <w:tr w:rsidR="00BE6833" w:rsidRPr="00820C50" w14:paraId="5AEF30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C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9A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3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E4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7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5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E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6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0A5C73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1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5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F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C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8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8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E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0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7347EE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6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7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1F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1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6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35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3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4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1E2D35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1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E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2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11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8A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B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82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8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4A2CDE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FF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63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4A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3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F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6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9D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1F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СЙК</w:t>
            </w:r>
          </w:p>
        </w:tc>
      </w:tr>
      <w:tr w:rsidR="00BE6833" w:rsidRPr="00820C50" w14:paraId="0F9FB7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6E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2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57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43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D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FB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8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E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6251FA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90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8B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D1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7B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3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4AF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D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D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0F4462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1D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5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9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08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2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F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6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3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BE6833" w:rsidRPr="00820C50" w14:paraId="1DE1A4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5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6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C1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A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C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F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7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2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ПВЗ и др.</w:t>
            </w:r>
          </w:p>
        </w:tc>
      </w:tr>
      <w:tr w:rsidR="00BE6833" w:rsidRPr="00820C50" w14:paraId="5727F1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26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B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7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874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D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E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07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6E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КСП</w:t>
            </w:r>
          </w:p>
        </w:tc>
      </w:tr>
      <w:tr w:rsidR="00BE6833" w:rsidRPr="00820C50" w14:paraId="597E12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94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0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88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71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0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51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D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A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976E5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55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8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BA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B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A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BA2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CB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1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197B41A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9C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9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30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6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21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8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D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0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BE6833" w:rsidRPr="00820C50" w14:paraId="7FCB12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4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FE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E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4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0E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6E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2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0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622829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E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6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4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2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4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6A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5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D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ЛБЗ и др.</w:t>
            </w:r>
          </w:p>
        </w:tc>
      </w:tr>
      <w:tr w:rsidR="00BE6833" w:rsidRPr="00820C50" w14:paraId="7B710B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64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2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0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8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6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B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8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94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ВВЗ и др.</w:t>
            </w:r>
          </w:p>
        </w:tc>
      </w:tr>
      <w:tr w:rsidR="00BE6833" w:rsidRPr="00820C50" w14:paraId="624418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A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FE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1F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0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3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2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4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8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ЗКЛ</w:t>
            </w:r>
          </w:p>
        </w:tc>
      </w:tr>
      <w:tr w:rsidR="00BE6833" w:rsidRPr="00820C50" w14:paraId="0AAACB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7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4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A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9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4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5A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E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B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ИПС</w:t>
            </w:r>
          </w:p>
        </w:tc>
      </w:tr>
      <w:tr w:rsidR="00BE6833" w:rsidRPr="00820C50" w14:paraId="242B8D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BF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6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B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40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42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6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F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F2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BE6833" w:rsidRPr="00820C50" w14:paraId="271751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C8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9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F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2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A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F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32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5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ГРП</w:t>
            </w:r>
          </w:p>
        </w:tc>
      </w:tr>
      <w:tr w:rsidR="00BE6833" w:rsidRPr="00820C50" w14:paraId="44E510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02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1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5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E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7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38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C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F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СДЯ</w:t>
            </w:r>
          </w:p>
        </w:tc>
      </w:tr>
      <w:tr w:rsidR="00BE6833" w:rsidRPr="00820C50" w14:paraId="294F13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9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B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8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4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D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A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A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0C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ЙМА</w:t>
            </w:r>
          </w:p>
        </w:tc>
      </w:tr>
      <w:tr w:rsidR="00BE6833" w:rsidRPr="00820C50" w14:paraId="73574F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A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A0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0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A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F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6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D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0C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ЛФП и др.</w:t>
            </w:r>
          </w:p>
        </w:tc>
      </w:tr>
      <w:tr w:rsidR="00BE6833" w:rsidRPr="00820C50" w14:paraId="50ABAE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7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7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5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5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4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BB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0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3B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ВБС</w:t>
            </w:r>
          </w:p>
        </w:tc>
      </w:tr>
      <w:tr w:rsidR="00BE6833" w:rsidRPr="00820C50" w14:paraId="6026C3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CE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F6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E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E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9B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1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F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0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BE6833" w:rsidRPr="00820C50" w14:paraId="14B600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E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5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4E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B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2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8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E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8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ФВЗ и др.</w:t>
            </w:r>
          </w:p>
        </w:tc>
      </w:tr>
      <w:tr w:rsidR="00BE6833" w:rsidRPr="00820C50" w14:paraId="6BE88E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8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6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5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F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2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78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A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6EB45D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3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7B5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D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99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B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2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9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1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ДМШ</w:t>
            </w:r>
          </w:p>
        </w:tc>
      </w:tr>
      <w:tr w:rsidR="00BE6833" w:rsidRPr="00820C50" w14:paraId="2AD5B5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0A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6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7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C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18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4A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E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3E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18F77A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A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36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6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7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D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4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6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D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BE6833" w:rsidRPr="00820C50" w14:paraId="03D81A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19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C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F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BD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63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8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F5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40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ЛСЛ</w:t>
            </w:r>
          </w:p>
        </w:tc>
      </w:tr>
      <w:tr w:rsidR="00BE6833" w:rsidRPr="00820C50" w14:paraId="3FDEF7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C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B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D0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DA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44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87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0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57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ИСС и др.</w:t>
            </w:r>
          </w:p>
        </w:tc>
      </w:tr>
      <w:tr w:rsidR="00BE6833" w:rsidRPr="00820C50" w14:paraId="08B685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9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1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2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28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3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0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D5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9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16AC29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3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C5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B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56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4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37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22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BB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1ED229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9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AA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6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1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8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05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61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8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BE6833" w:rsidRPr="00820C50" w14:paraId="0C016F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A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E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8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3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B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55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E7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E3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BE6833" w:rsidRPr="00820C50" w14:paraId="2F7DF8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C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4F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A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6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4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1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7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6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BE6833" w:rsidRPr="00820C50" w14:paraId="571A7B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4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A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2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C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8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3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7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7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АЛЦ</w:t>
            </w:r>
          </w:p>
        </w:tc>
      </w:tr>
      <w:tr w:rsidR="00BE6833" w:rsidRPr="00820C50" w14:paraId="763C20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9B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EA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3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5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0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9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4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7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6BCAF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F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E0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60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B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6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C9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1D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B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ДМШ</w:t>
            </w:r>
          </w:p>
        </w:tc>
      </w:tr>
      <w:tr w:rsidR="00BE6833" w:rsidRPr="00820C50" w14:paraId="332B10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7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6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8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38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7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F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2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5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РИМ</w:t>
            </w:r>
          </w:p>
        </w:tc>
      </w:tr>
      <w:tr w:rsidR="00BE6833" w:rsidRPr="00820C50" w14:paraId="50FB0A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75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FA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B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A6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A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D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D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12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НБХ</w:t>
            </w:r>
          </w:p>
        </w:tc>
      </w:tr>
      <w:tr w:rsidR="00BE6833" w:rsidRPr="00820C50" w14:paraId="53ABE2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E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E7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74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5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C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15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6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4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77DFC3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7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D6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5E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04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6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AB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F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8B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147908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95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52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5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A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DF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F5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E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8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70C2DB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9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F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27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6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B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E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6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1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 и др.</w:t>
            </w:r>
          </w:p>
        </w:tc>
      </w:tr>
      <w:tr w:rsidR="00BE6833" w:rsidRPr="00820C50" w14:paraId="23E968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7F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B3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2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3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6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7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A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3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ББС</w:t>
            </w:r>
          </w:p>
        </w:tc>
      </w:tr>
      <w:tr w:rsidR="00BE6833" w:rsidRPr="00820C50" w14:paraId="49F9BE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4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8A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1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A8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1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7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F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3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МКД</w:t>
            </w:r>
          </w:p>
        </w:tc>
      </w:tr>
      <w:tr w:rsidR="00BE6833" w:rsidRPr="00820C50" w14:paraId="6B87FB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8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78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9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3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1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9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5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5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ССЛ</w:t>
            </w:r>
          </w:p>
        </w:tc>
      </w:tr>
      <w:tr w:rsidR="00BE6833" w:rsidRPr="00820C50" w14:paraId="3B3965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9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6F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7F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1C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8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46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8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E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20AD7C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44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B0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FB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5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B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D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D4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5B5590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9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C5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A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18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CE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8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1D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2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</w:t>
            </w:r>
          </w:p>
        </w:tc>
      </w:tr>
      <w:tr w:rsidR="00BE6833" w:rsidRPr="00820C50" w14:paraId="19F0B5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A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9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F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C8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0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2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55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2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ПЕТРОВ-ЦЕНКО ПЕТРОВ</w:t>
            </w:r>
          </w:p>
        </w:tc>
      </w:tr>
      <w:tr w:rsidR="00BE6833" w:rsidRPr="00820C50" w14:paraId="3BA01C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1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9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8D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0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41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C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4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126.92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79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МСМ-ИНВЕСТМЕНТС ООД</w:t>
            </w:r>
          </w:p>
        </w:tc>
      </w:tr>
      <w:tr w:rsidR="00BE6833" w:rsidRPr="00820C50" w14:paraId="271648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0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A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1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C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D8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0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A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A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ФАРАКАС ООД</w:t>
            </w:r>
          </w:p>
        </w:tc>
      </w:tr>
      <w:tr w:rsidR="00BE6833" w:rsidRPr="00820C50" w14:paraId="10810E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A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5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9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5C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8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4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9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7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ПДМ</w:t>
            </w:r>
          </w:p>
        </w:tc>
      </w:tr>
      <w:tr w:rsidR="00BE6833" w:rsidRPr="00820C50" w14:paraId="674B9D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A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C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6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A1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C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4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AC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F6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ЛУКИДЕС ЕООД</w:t>
            </w:r>
          </w:p>
        </w:tc>
      </w:tr>
      <w:tr w:rsidR="00BE6833" w:rsidRPr="00820C50" w14:paraId="026C3B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5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C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56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E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7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4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0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03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288B0D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1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EF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A6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00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B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A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7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2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40CDA6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9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D1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5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0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B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2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2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2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7E07AA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4E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F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2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37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96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9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4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0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КАСИНИ ЕООД</w:t>
            </w:r>
          </w:p>
        </w:tc>
      </w:tr>
      <w:tr w:rsidR="00BE6833" w:rsidRPr="00820C50" w14:paraId="76D23A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F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9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0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D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F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3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70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5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ЛУКИДЕС ЕООД</w:t>
            </w:r>
          </w:p>
        </w:tc>
      </w:tr>
      <w:tr w:rsidR="00BE6833" w:rsidRPr="00820C50" w14:paraId="5E58F0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A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9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2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5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7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D8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9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3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КИРИАКОС ЙОРДАНУ ЕООД</w:t>
            </w:r>
          </w:p>
        </w:tc>
      </w:tr>
      <w:tr w:rsidR="00BE6833" w:rsidRPr="00820C50" w14:paraId="6CF79F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4C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7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C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78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7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3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7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C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МСМ-ИНВЕСТМЕНТС ООД</w:t>
            </w:r>
          </w:p>
        </w:tc>
      </w:tr>
      <w:tr w:rsidR="00BE6833" w:rsidRPr="00820C50" w14:paraId="03D6C6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4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8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7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E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1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D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4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F3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МСМ-ИНВЕСТМЕНТС ООД</w:t>
            </w:r>
          </w:p>
        </w:tc>
      </w:tr>
      <w:tr w:rsidR="00BE6833" w:rsidRPr="00820C50" w14:paraId="64A459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83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5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52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84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67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DD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4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CA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7A7B0B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A1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E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A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A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D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0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F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68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BE6833" w:rsidRPr="00820C50" w14:paraId="548F2A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B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F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7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3C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8A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8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9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BA6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BE6833" w:rsidRPr="00820C50" w14:paraId="09BFB4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E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8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6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A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6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51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2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4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 К КАПСОС БЪЛГЕРИЪН ПРОПЪРТИС ЕООД</w:t>
            </w:r>
          </w:p>
        </w:tc>
      </w:tr>
      <w:tr w:rsidR="00BE6833" w:rsidRPr="00820C50" w14:paraId="07686B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D2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2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F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5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B2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25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EE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8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1221FE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C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4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4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F9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3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7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D5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D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2BAE9AA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4A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B2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F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9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0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7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C6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8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МСМ-ИНВЕСТМЕНТС ООД</w:t>
            </w:r>
          </w:p>
        </w:tc>
      </w:tr>
      <w:tr w:rsidR="00BE6833" w:rsidRPr="00820C50" w14:paraId="4B4162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A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8E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70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AD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D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3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A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7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ЛАТ</w:t>
            </w:r>
          </w:p>
        </w:tc>
      </w:tr>
      <w:tr w:rsidR="00BE6833" w:rsidRPr="00820C50" w14:paraId="165E18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F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B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F0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1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19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9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B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23.66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B4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КИРИАКОС ЙОРДАНУ ЕООД</w:t>
            </w:r>
          </w:p>
        </w:tc>
      </w:tr>
      <w:tr w:rsidR="00BE6833" w:rsidRPr="00820C50" w14:paraId="5A855F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32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F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5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9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C9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4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E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75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545C55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7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8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6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C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8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5F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F4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A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0C1DE3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B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AE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BC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C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E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76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20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82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МЯС</w:t>
            </w:r>
          </w:p>
        </w:tc>
      </w:tr>
      <w:tr w:rsidR="00BE6833" w:rsidRPr="00820C50" w14:paraId="628897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C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F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2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E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8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23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5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C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BE6833" w:rsidRPr="00820C50" w14:paraId="313B57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4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8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D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5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5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E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9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A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33CF7D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7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5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0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E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7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2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0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7D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69E094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3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8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0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D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C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1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1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B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0AFE0A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A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63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D4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0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F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A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8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2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BE6833" w:rsidRPr="00820C50" w14:paraId="55AE22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73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5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7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7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1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E1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DF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1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ЛЛН</w:t>
            </w:r>
          </w:p>
        </w:tc>
      </w:tr>
      <w:tr w:rsidR="00BE6833" w:rsidRPr="00820C50" w14:paraId="508204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5D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5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BA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BA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2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7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E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A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1171BA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D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61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6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2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C3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D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81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5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1C8A90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4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73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8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6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8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3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1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ВСК</w:t>
            </w:r>
          </w:p>
        </w:tc>
      </w:tr>
      <w:tr w:rsidR="00BE6833" w:rsidRPr="00820C50" w14:paraId="3DC670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664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7C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F1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F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2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9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B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2F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МПД</w:t>
            </w:r>
          </w:p>
        </w:tc>
      </w:tr>
      <w:tr w:rsidR="00BE6833" w:rsidRPr="00820C50" w14:paraId="35846E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3A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C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1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6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4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4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2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1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4E4C52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A2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3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E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2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66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7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B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C4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ЛЛН</w:t>
            </w:r>
          </w:p>
        </w:tc>
      </w:tr>
      <w:tr w:rsidR="00BE6833" w:rsidRPr="00820C50" w14:paraId="3FBF33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EA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FA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9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1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F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4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5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40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09A5B8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84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7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2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6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2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A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8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7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76EB1C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E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4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9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3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7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3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1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D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ККД</w:t>
            </w:r>
          </w:p>
        </w:tc>
      </w:tr>
      <w:tr w:rsidR="00BE6833" w:rsidRPr="00820C50" w14:paraId="45C88A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AC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D2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9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B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37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0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F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C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285AA58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A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B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BA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F9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2A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8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3D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0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АЛЕКСАНДЪР ДИМИТРОВ НИКОЛОВ</w:t>
            </w:r>
          </w:p>
        </w:tc>
      </w:tr>
      <w:tr w:rsidR="00BE6833" w:rsidRPr="00820C50" w14:paraId="19680F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F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A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D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0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5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0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A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7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ПАА</w:t>
            </w:r>
          </w:p>
        </w:tc>
      </w:tr>
      <w:tr w:rsidR="00BE6833" w:rsidRPr="00820C50" w14:paraId="25D62F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2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F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D7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D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D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E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B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2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BE6833" w:rsidRPr="00820C50" w14:paraId="07C000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3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B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C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A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4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E5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C5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88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1995FB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6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1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5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2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67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8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F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9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4238D6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D3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5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A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AE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4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6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E5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4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345CBD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4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C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C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71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7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5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5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7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БЦП</w:t>
            </w:r>
          </w:p>
        </w:tc>
      </w:tr>
      <w:tr w:rsidR="00BE6833" w:rsidRPr="00820C50" w14:paraId="355442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4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2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A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A9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C3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9D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8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F7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18684F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3C8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4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F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5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A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67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E7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A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65238C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1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80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4C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A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B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E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0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FF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1A00A1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9D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1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2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F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41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92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F8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57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МХК и др.</w:t>
            </w:r>
          </w:p>
        </w:tc>
      </w:tr>
      <w:tr w:rsidR="00BE6833" w:rsidRPr="00820C50" w14:paraId="1FAE54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E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D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2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6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4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6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0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EE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МОРФО ООД</w:t>
            </w:r>
          </w:p>
        </w:tc>
      </w:tr>
      <w:tr w:rsidR="00BE6833" w:rsidRPr="00820C50" w14:paraId="180862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2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E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AF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E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6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8C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C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5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ПТП и др.</w:t>
            </w:r>
          </w:p>
        </w:tc>
      </w:tr>
      <w:tr w:rsidR="00BE6833" w:rsidRPr="00820C50" w14:paraId="0B30F3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4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D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8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3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A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0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0F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1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2A92C3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3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8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C2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F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08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A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1F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4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НГК</w:t>
            </w:r>
          </w:p>
        </w:tc>
      </w:tr>
      <w:tr w:rsidR="00BE6833" w:rsidRPr="00820C50" w14:paraId="02AF73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A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A0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2B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7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A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C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2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E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ГБГ</w:t>
            </w:r>
          </w:p>
        </w:tc>
      </w:tr>
      <w:tr w:rsidR="00BE6833" w:rsidRPr="00820C50" w14:paraId="011697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48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3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5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B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F5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B7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8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F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СЦР и др.</w:t>
            </w:r>
          </w:p>
        </w:tc>
      </w:tr>
      <w:tr w:rsidR="00BE6833" w:rsidRPr="00820C50" w14:paraId="149958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3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E9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8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6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B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9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1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2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0D17B2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5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A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26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96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2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B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3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8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АМТ и др.</w:t>
            </w:r>
          </w:p>
        </w:tc>
      </w:tr>
      <w:tr w:rsidR="00BE6833" w:rsidRPr="00820C50" w14:paraId="15A8A0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F3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E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07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96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F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1A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2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4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20CF25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9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ВЛАДИСЛАВ СТОЯНОВ ДАМЯНОВ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5F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0E2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D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3F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67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1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4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BE6833" w:rsidRPr="00820C50" w14:paraId="053622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B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8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D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D2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448.497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DA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28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61.519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D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799.75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8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062DDC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09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F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6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E0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35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D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93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6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ССК</w:t>
            </w:r>
          </w:p>
        </w:tc>
      </w:tr>
      <w:tr w:rsidR="00BE6833" w:rsidRPr="00820C50" w14:paraId="077FEC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C8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C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5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F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2A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C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7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187.79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AF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BE6833" w:rsidRPr="00820C50" w14:paraId="653E85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D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D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8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1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C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7C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1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3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АВБ</w:t>
            </w:r>
          </w:p>
        </w:tc>
      </w:tr>
      <w:tr w:rsidR="00BE6833" w:rsidRPr="00820C50" w14:paraId="1A095B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BF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A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5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A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5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3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D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2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СМЕ и др.</w:t>
            </w:r>
          </w:p>
        </w:tc>
      </w:tr>
      <w:tr w:rsidR="00BE6833" w:rsidRPr="00820C50" w14:paraId="6B77C2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31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B3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0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0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9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F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E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25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АВБ</w:t>
            </w:r>
          </w:p>
        </w:tc>
      </w:tr>
      <w:tr w:rsidR="00BE6833" w:rsidRPr="00820C50" w14:paraId="38B31D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7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A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8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0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E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7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24.489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F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318.35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0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053068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B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C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2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1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7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E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D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3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1C8F95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5E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3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5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7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94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0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E1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8A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ПАА</w:t>
            </w:r>
          </w:p>
        </w:tc>
      </w:tr>
      <w:tr w:rsidR="00BE6833" w:rsidRPr="00820C50" w14:paraId="30B5AA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D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2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8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11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5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4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C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68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КВЛ и др.</w:t>
            </w:r>
          </w:p>
        </w:tc>
      </w:tr>
      <w:tr w:rsidR="00BE6833" w:rsidRPr="00820C50" w14:paraId="1AA27A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1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D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2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3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3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F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F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1E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1B1C9C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8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C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7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C0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C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F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8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A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263685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60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1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5A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4B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B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29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6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4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 и др.</w:t>
            </w:r>
          </w:p>
        </w:tc>
      </w:tr>
      <w:tr w:rsidR="00BE6833" w:rsidRPr="00820C50" w14:paraId="113FB6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D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4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D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A0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E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9D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A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3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6E5A132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E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1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F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72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0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1A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3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0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ЛЦЗ</w:t>
            </w:r>
          </w:p>
        </w:tc>
      </w:tr>
      <w:tr w:rsidR="00BE6833" w:rsidRPr="00820C50" w14:paraId="5B6838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F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9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8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DE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9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2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9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5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1CFF56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D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72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0C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8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E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C0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D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5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37B432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4F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D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24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0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3C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3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9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5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27DC0D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46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6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9F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D2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C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B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F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5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ПИН</w:t>
            </w:r>
          </w:p>
        </w:tc>
      </w:tr>
      <w:tr w:rsidR="00BE6833" w:rsidRPr="00820C50" w14:paraId="74F4A7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0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9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1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38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3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2A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B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766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5F38CC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A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27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6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E8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B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A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B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53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36DD92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5F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73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612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F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D1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0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2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7D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BE6833" w:rsidRPr="00820C50" w14:paraId="230E74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6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F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9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F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3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1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F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3D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3967DC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6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28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B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6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1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1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B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2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ФНН</w:t>
            </w:r>
          </w:p>
        </w:tc>
      </w:tr>
      <w:tr w:rsidR="00BE6833" w:rsidRPr="00820C50" w14:paraId="56940A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D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64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8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9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30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B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A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8F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3639E3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AA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6B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3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D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9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0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1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BE6833" w:rsidRPr="00820C50" w14:paraId="29E097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9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F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C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0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77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1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A4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A7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</w:t>
            </w:r>
          </w:p>
        </w:tc>
      </w:tr>
      <w:tr w:rsidR="00BE6833" w:rsidRPr="00820C50" w14:paraId="542E7C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B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06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9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C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18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EF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E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B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01DA14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CD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A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7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9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6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7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7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4A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03EC28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4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8D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8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0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3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1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02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E7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59E7EF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D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C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86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E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F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68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37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9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ЛЦП</w:t>
            </w:r>
          </w:p>
        </w:tc>
      </w:tr>
      <w:tr w:rsidR="00BE6833" w:rsidRPr="00820C50" w14:paraId="5C39EB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A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6D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9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A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40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42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71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7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ХЛГ</w:t>
            </w:r>
          </w:p>
        </w:tc>
      </w:tr>
      <w:tr w:rsidR="00BE6833" w:rsidRPr="00820C50" w14:paraId="57281A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7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F8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6F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F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B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B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C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2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2DBB04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8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6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1F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3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E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B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E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5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1DAD4B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26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5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C7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8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9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05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67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2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1108D2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4A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2F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5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1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3F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29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B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B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ТМН и др.</w:t>
            </w:r>
          </w:p>
        </w:tc>
      </w:tr>
      <w:tr w:rsidR="00BE6833" w:rsidRPr="00820C50" w14:paraId="35E51E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39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54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60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BC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3E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2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4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5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37C00E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8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80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A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9D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34.626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0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7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5.069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1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65.90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6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258CD8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4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C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45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0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5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8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6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7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 и др.</w:t>
            </w:r>
          </w:p>
        </w:tc>
      </w:tr>
      <w:tr w:rsidR="00BE6833" w:rsidRPr="00820C50" w14:paraId="5CF0E8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44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C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F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3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5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1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FE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5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464E80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68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54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2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C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5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1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E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9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2B6A34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5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9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3C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0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D1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8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8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A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2B54FD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6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2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5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6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B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C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6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E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ВНЛ</w:t>
            </w:r>
          </w:p>
        </w:tc>
      </w:tr>
      <w:tr w:rsidR="00BE6833" w:rsidRPr="00820C50" w14:paraId="135247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A2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4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5E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34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5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6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86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7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26AD0E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F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6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1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4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5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1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35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57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ВБС</w:t>
            </w:r>
          </w:p>
        </w:tc>
      </w:tr>
      <w:tr w:rsidR="00BE6833" w:rsidRPr="00820C50" w14:paraId="670EF2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1B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C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1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1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1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16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E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6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BE6833" w:rsidRPr="00820C50" w14:paraId="370C42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62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A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D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D2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60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9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36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5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BE6833" w:rsidRPr="00820C50" w14:paraId="34EBFE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3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D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C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E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22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91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15B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3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305577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F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A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5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BD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AE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2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8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8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DFE49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9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80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6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A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6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3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77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6F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АНАМАР ДИВЕЛЪПМЪНТ АД</w:t>
            </w:r>
          </w:p>
        </w:tc>
      </w:tr>
      <w:tr w:rsidR="00BE6833" w:rsidRPr="00820C50" w14:paraId="644B16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3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0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1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3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2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4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9D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D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595A37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BD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8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D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6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E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F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4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1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BE6833" w:rsidRPr="00820C50" w14:paraId="6F357F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5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5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94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5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50.213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F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5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F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19.96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1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5A0AA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E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D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8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5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F5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3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2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4C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06163C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F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C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7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2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7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4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1D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B3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АМБИЦ ЗАПАД ООД</w:t>
            </w:r>
          </w:p>
        </w:tc>
      </w:tr>
      <w:tr w:rsidR="00BE6833" w:rsidRPr="00820C50" w14:paraId="1EBA17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8B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4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02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A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77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D8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B4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08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404300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AA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B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2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7C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1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2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2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F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6738A3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7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F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6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3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6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6C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3C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A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58555B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1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9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FD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B1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B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9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6E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0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ПБИ и др.</w:t>
            </w:r>
          </w:p>
        </w:tc>
      </w:tr>
      <w:tr w:rsidR="00BE6833" w:rsidRPr="00820C50" w14:paraId="58D21E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5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26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1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A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B16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D2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5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2FE3D2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5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D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E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CB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5A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CA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77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585980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07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D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DA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D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55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8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C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8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СЦЙ</w:t>
            </w:r>
          </w:p>
        </w:tc>
      </w:tr>
      <w:tr w:rsidR="00BE6833" w:rsidRPr="00820C50" w14:paraId="6DECB0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4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91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F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43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15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35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0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7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7442AC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A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2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F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B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4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A6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C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42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КБГ</w:t>
            </w:r>
          </w:p>
        </w:tc>
      </w:tr>
      <w:tr w:rsidR="00BE6833" w:rsidRPr="00820C50" w14:paraId="4B7BC7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C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A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CD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B0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B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CE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B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A1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239972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0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7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B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5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10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5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D4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53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6F7C68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32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C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1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94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F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A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2B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D3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616931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2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8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DD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8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55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8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D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C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ДВМ</w:t>
            </w:r>
          </w:p>
        </w:tc>
      </w:tr>
      <w:tr w:rsidR="00BE6833" w:rsidRPr="00820C50" w14:paraId="66A036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7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3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A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C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7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E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14.359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4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186.67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68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2E5A6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D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16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2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AF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8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2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4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F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ЕПП</w:t>
            </w:r>
          </w:p>
        </w:tc>
      </w:tr>
      <w:tr w:rsidR="00BE6833" w:rsidRPr="00820C50" w14:paraId="6B3754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2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7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8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79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3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7C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5C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B8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3F33A0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9F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F3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F1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7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2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E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98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8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69E8EF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A1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6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44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5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A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A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E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4C533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F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8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D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9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A5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B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52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C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МЯС</w:t>
            </w:r>
          </w:p>
        </w:tc>
      </w:tr>
      <w:tr w:rsidR="00BE6833" w:rsidRPr="00820C50" w14:paraId="3E8F84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9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4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4C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A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B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1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5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87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1FD2A5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C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9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42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E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F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0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7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D6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15D3FA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5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8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6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2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7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5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D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F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232C9E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5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6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F8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2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5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2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E7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3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 и др.</w:t>
            </w:r>
          </w:p>
        </w:tc>
      </w:tr>
      <w:tr w:rsidR="00BE6833" w:rsidRPr="00820C50" w14:paraId="658C99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1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5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B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7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9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2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4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2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5C9A90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A7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D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EF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5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1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1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5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C4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BE6833" w:rsidRPr="00820C50" w14:paraId="4D96BE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5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F8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5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AC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F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A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6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7B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409D5C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7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68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3DA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0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2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8B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A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04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BE6833" w:rsidRPr="00820C50" w14:paraId="77B857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2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A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1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0D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1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5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7A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8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2EDDF6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47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D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A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F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0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ED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F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2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БПК</w:t>
            </w:r>
          </w:p>
        </w:tc>
      </w:tr>
      <w:tr w:rsidR="00BE6833" w:rsidRPr="00820C50" w14:paraId="185B8D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B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1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6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54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3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DA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5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88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304749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B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05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3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3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3B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3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8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19237A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9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FC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86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7A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A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3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1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3CC664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5F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E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2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D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4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5AD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6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C4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1F5C25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6E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D3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C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9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37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4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8D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A4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36B659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5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2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D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DD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A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6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0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4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СОА и др.</w:t>
            </w:r>
          </w:p>
        </w:tc>
      </w:tr>
      <w:tr w:rsidR="00BE6833" w:rsidRPr="00820C50" w14:paraId="72398B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D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6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26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E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C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8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8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1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75E272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E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1C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9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C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A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E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0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0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4B3F4D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E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5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02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4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DE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E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FE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3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59C791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28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E4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C05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E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59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44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C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E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ВАИ и др.</w:t>
            </w:r>
          </w:p>
        </w:tc>
      </w:tr>
      <w:tr w:rsidR="00BE6833" w:rsidRPr="00820C50" w14:paraId="5F77F4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38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9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11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C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A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2F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C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C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475B32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C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2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4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8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7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1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3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C7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3F5873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B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1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F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15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5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3D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2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DA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КВП</w:t>
            </w:r>
          </w:p>
        </w:tc>
      </w:tr>
      <w:tr w:rsidR="00BE6833" w:rsidRPr="00820C50" w14:paraId="2C99E2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D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B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7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A8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9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5F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D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E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BE6833" w:rsidRPr="00820C50" w14:paraId="6425C3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5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BA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5B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07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8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D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F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6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3BE292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A3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4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E6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C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7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2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0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6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533308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B1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F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C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1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82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3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2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DB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ЦКВ и др.</w:t>
            </w:r>
          </w:p>
        </w:tc>
      </w:tr>
      <w:tr w:rsidR="00BE6833" w:rsidRPr="00820C50" w14:paraId="3DF4BA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1C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50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9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5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7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73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FE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6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23B7F0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8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9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F9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2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5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8E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1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4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ВЦХ</w:t>
            </w:r>
          </w:p>
        </w:tc>
      </w:tr>
      <w:tr w:rsidR="00BE6833" w:rsidRPr="00820C50" w14:paraId="0AD7AE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9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F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5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C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7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1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36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9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BE6833" w:rsidRPr="00820C50" w14:paraId="08DB1F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D7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0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4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5E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C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6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A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D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ГИД и др.</w:t>
            </w:r>
          </w:p>
        </w:tc>
      </w:tr>
      <w:tr w:rsidR="00BE6833" w:rsidRPr="00820C50" w14:paraId="5761B6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4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5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E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4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0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F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5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F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33E891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D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1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A0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0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94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B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3F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4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СТГ</w:t>
            </w:r>
          </w:p>
        </w:tc>
      </w:tr>
      <w:tr w:rsidR="00BE6833" w:rsidRPr="00820C50" w14:paraId="71CBDF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F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E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6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9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B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8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2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ЛМТ</w:t>
            </w:r>
          </w:p>
        </w:tc>
      </w:tr>
      <w:tr w:rsidR="00BE6833" w:rsidRPr="00820C50" w14:paraId="270C2C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6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7F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1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1A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6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5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9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1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19286A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2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3E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CC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5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3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F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F0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C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026613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C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1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B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01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D6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28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75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8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3827A3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B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6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4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0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8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C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3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0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6E714E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45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A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E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1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7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1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92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6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040728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2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B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57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4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99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2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0A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C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37C51E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F8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7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8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6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76C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0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25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44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ККД</w:t>
            </w:r>
          </w:p>
        </w:tc>
      </w:tr>
      <w:tr w:rsidR="00BE6833" w:rsidRPr="00820C50" w14:paraId="1288A2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E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E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E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7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EB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B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7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346D6C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C7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09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CD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F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9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D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E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E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783F46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FD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4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F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9D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2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D3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7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B0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BE6833" w:rsidRPr="00820C50" w14:paraId="48971E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6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46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E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9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4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4F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04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54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BE6833" w:rsidRPr="00820C50" w14:paraId="181DB9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8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8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45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0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F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3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9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9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BE6833" w:rsidRPr="00820C50" w14:paraId="7BE3FD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97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91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E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9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23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B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7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43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МБК и др.</w:t>
            </w:r>
          </w:p>
        </w:tc>
      </w:tr>
      <w:tr w:rsidR="00BE6833" w:rsidRPr="00820C50" w14:paraId="59853F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1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73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E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79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6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27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8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A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4F97E9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2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1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1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68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3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6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D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5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ВКВ</w:t>
            </w:r>
          </w:p>
        </w:tc>
      </w:tr>
      <w:tr w:rsidR="00BE6833" w:rsidRPr="00820C50" w14:paraId="4E5A74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C2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4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83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5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05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5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8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6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ПКВ</w:t>
            </w:r>
          </w:p>
        </w:tc>
      </w:tr>
      <w:tr w:rsidR="00BE6833" w:rsidRPr="00820C50" w14:paraId="02CB77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8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10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2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D9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72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6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0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2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0EC4BC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5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2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4A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4D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4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AE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9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E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ПЦД и др.</w:t>
            </w:r>
          </w:p>
        </w:tc>
      </w:tr>
      <w:tr w:rsidR="00BE6833" w:rsidRPr="00820C50" w14:paraId="68671F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D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D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D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0B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F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5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25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F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3C7E1A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AB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4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4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1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A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3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1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2C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63F9D0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1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B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65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0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D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B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8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E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12CE92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A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9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5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A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EE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6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F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D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5C6849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DE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D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4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19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4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B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1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E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42D27D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5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19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0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B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D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B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6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5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360AFB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8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CE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7F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12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1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0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E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6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2ADE21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13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E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C1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7C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D6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A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9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C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38FCB0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1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05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3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D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4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A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38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5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27064D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D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06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5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D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A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7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76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0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ТКИ</w:t>
            </w:r>
          </w:p>
        </w:tc>
      </w:tr>
      <w:tr w:rsidR="00BE6833" w:rsidRPr="00820C50" w14:paraId="74AF2F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FB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E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C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5E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17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90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D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9C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BE6833" w:rsidRPr="00820C50" w14:paraId="40F113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D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04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99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2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2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C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F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E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РДА</w:t>
            </w:r>
          </w:p>
        </w:tc>
      </w:tr>
      <w:tr w:rsidR="00BE6833" w:rsidRPr="00820C50" w14:paraId="1BE63B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BC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AC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0C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9A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1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6D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84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95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403B22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B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0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7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5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3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1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C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F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22EBB8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1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6F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8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0B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F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5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D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6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1A9150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81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E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0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6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4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3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F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A7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BE6833" w:rsidRPr="00820C50" w14:paraId="6698A4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9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A0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6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2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C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4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2E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A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ДКГ и др.</w:t>
            </w:r>
          </w:p>
        </w:tc>
      </w:tr>
      <w:tr w:rsidR="00BE6833" w:rsidRPr="00820C50" w14:paraId="291FB6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C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0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5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F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6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5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5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1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БЦП</w:t>
            </w:r>
          </w:p>
        </w:tc>
      </w:tr>
      <w:tr w:rsidR="00BE6833" w:rsidRPr="00820C50" w14:paraId="51D0AB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D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E3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B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A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A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8A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3B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A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САЦ</w:t>
            </w:r>
          </w:p>
        </w:tc>
      </w:tr>
      <w:tr w:rsidR="00BE6833" w:rsidRPr="00820C50" w14:paraId="563534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7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34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6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31E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0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3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43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374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0DB051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D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7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4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E6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1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5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FA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C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63D75E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C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E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1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2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CA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F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95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8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ЛЦП</w:t>
            </w:r>
          </w:p>
        </w:tc>
      </w:tr>
      <w:tr w:rsidR="00BE6833" w:rsidRPr="00820C50" w14:paraId="57D6E6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7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E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3D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B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1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5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6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0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337419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4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1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0C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B6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5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4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1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E0DC4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6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51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4A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A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3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4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29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F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РПМ и др.</w:t>
            </w:r>
          </w:p>
        </w:tc>
      </w:tr>
      <w:tr w:rsidR="00BE6833" w:rsidRPr="00820C50" w14:paraId="790AF7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68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C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B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D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9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2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48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0C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4EF07E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C4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3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DE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C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9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8C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B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0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43765D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19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A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14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8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3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A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FC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4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41D92E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8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D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8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3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FA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E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2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C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563C81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F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8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B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9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F8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B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A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D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3C9077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0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3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BB1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51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F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E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5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6F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47CE96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5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D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3F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53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AC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8E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E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0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100152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38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6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9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1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B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1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A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A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BE6833" w:rsidRPr="00820C50" w14:paraId="31C54F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66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A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5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2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B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9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3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2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181894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7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08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7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3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25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7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9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0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ПАГ</w:t>
            </w:r>
          </w:p>
        </w:tc>
      </w:tr>
      <w:tr w:rsidR="00BE6833" w:rsidRPr="00820C50" w14:paraId="3F2DE7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4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E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61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6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9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2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6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83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636778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1C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58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C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93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59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B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CD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0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BE6833" w:rsidRPr="00820C50" w14:paraId="708A8D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D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A5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0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1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4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7D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60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9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BE6833" w:rsidRPr="00820C50" w14:paraId="7E10A7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5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6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95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C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8F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C1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0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C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5352D1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2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4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07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A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6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E6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B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D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ДИМИТЪР АЛЕКСАНДРОВ АНГЕЛОВ</w:t>
            </w:r>
          </w:p>
        </w:tc>
      </w:tr>
      <w:tr w:rsidR="00BE6833" w:rsidRPr="00820C50" w14:paraId="464D34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4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5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E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52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4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E0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4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0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BE6833" w:rsidRPr="00820C50" w14:paraId="34B59A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DA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DE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3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3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A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9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5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E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ССК</w:t>
            </w:r>
          </w:p>
        </w:tc>
      </w:tr>
      <w:tr w:rsidR="00BE6833" w:rsidRPr="00820C50" w14:paraId="416C3F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7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8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3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4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AA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47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56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E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ГПК</w:t>
            </w:r>
          </w:p>
        </w:tc>
      </w:tr>
      <w:tr w:rsidR="00BE6833" w:rsidRPr="00820C50" w14:paraId="729BED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7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F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7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EB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E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E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0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56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7E8765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C7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D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D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78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C1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0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9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30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5EBDDB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1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D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B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6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4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5E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6C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B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5977EF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E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8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11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5C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D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1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EC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9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ВЛД</w:t>
            </w:r>
          </w:p>
        </w:tc>
      </w:tr>
      <w:tr w:rsidR="00BE6833" w:rsidRPr="00820C50" w14:paraId="13CAB7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5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0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0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4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75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D7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06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AF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ДВМ</w:t>
            </w:r>
          </w:p>
        </w:tc>
      </w:tr>
      <w:tr w:rsidR="00BE6833" w:rsidRPr="00820C50" w14:paraId="5F2AF8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9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F9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1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D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C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E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7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F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6021F1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E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A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9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D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5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2A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F8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E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ЦВМ</w:t>
            </w:r>
          </w:p>
        </w:tc>
      </w:tr>
      <w:tr w:rsidR="00BE6833" w:rsidRPr="00820C50" w14:paraId="3059BF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C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D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C7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C1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5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A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1C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D5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0DC378A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3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2F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28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0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5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D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0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B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267A7D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3C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92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36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B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C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B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0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3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16E8DE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D7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5A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B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C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D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9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C9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C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ЕХШ и др.</w:t>
            </w:r>
          </w:p>
        </w:tc>
      </w:tr>
      <w:tr w:rsidR="00BE6833" w:rsidRPr="00820C50" w14:paraId="71C099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83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7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66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7D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F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9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50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8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СМБ</w:t>
            </w:r>
          </w:p>
        </w:tc>
      </w:tr>
      <w:tr w:rsidR="00BE6833" w:rsidRPr="00820C50" w14:paraId="78610A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E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5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48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3B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2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39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8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1F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0260EC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E55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F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47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A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A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02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2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C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ЗКЛ</w:t>
            </w:r>
          </w:p>
        </w:tc>
      </w:tr>
      <w:tr w:rsidR="00BE6833" w:rsidRPr="00820C50" w14:paraId="1BE15D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5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3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8B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1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0C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4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C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9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НЕЖ</w:t>
            </w:r>
          </w:p>
        </w:tc>
      </w:tr>
      <w:tr w:rsidR="00BE6833" w:rsidRPr="00820C50" w14:paraId="6F7F5B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C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4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7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63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7A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6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8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26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60D7A8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1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EA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E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9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9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7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2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6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САР</w:t>
            </w:r>
          </w:p>
        </w:tc>
      </w:tr>
      <w:tr w:rsidR="00BE6833" w:rsidRPr="00820C50" w14:paraId="3413B4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F6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5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0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C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5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3A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1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D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5FB00E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B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4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7F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4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6B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4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3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B5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BE6833" w:rsidRPr="00820C50" w14:paraId="0DA028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A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E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3E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C5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CD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D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8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8C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2700B2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8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F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0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B2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B0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6E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D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23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ТДА и др.</w:t>
            </w:r>
          </w:p>
        </w:tc>
      </w:tr>
      <w:tr w:rsidR="00BE6833" w:rsidRPr="00820C50" w14:paraId="7B416E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E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F4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6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3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8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F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7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3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BE6833" w:rsidRPr="00820C50" w14:paraId="71D496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0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FB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3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2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F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0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32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144154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6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02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A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E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8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B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8B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0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5AC2EF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0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0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4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E0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4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E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4B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1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57A383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A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2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A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6A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6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7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EF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C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188E56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E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7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F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E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6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1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65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B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12BDDC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F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2E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59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1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7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E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5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6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0DC996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39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6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A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A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0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E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8F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9B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5BBD3A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C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4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57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D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3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4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C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7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СДЯ</w:t>
            </w:r>
          </w:p>
        </w:tc>
      </w:tr>
      <w:tr w:rsidR="00BE6833" w:rsidRPr="00820C50" w14:paraId="3C5EEA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4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D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35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9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8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4E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F3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6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30B57D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E8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5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3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E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7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0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AB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E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BE6833" w:rsidRPr="00820C50" w14:paraId="0CFC8F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A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E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A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C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D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D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27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1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НФМ</w:t>
            </w:r>
          </w:p>
        </w:tc>
      </w:tr>
      <w:tr w:rsidR="00BE6833" w:rsidRPr="00820C50" w14:paraId="30E988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D4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C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2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8E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3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C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61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1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БАН</w:t>
            </w:r>
          </w:p>
        </w:tc>
      </w:tr>
      <w:tr w:rsidR="00BE6833" w:rsidRPr="00820C50" w14:paraId="0763AC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8C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7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16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4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5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70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19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6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67107C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0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C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D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3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FD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F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B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C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ВБП</w:t>
            </w:r>
          </w:p>
        </w:tc>
      </w:tr>
      <w:tr w:rsidR="00BE6833" w:rsidRPr="00820C50" w14:paraId="59EC74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74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3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2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6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E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1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4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B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443D68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91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F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B1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7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8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E4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5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B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2342AC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0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9E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12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91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57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8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8A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A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2669ED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8C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0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A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F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4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43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D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6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МГН и др.</w:t>
            </w:r>
          </w:p>
        </w:tc>
      </w:tr>
      <w:tr w:rsidR="00BE6833" w:rsidRPr="00820C50" w14:paraId="7875DB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8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C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8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EF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C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D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C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43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ЦГП</w:t>
            </w:r>
          </w:p>
        </w:tc>
      </w:tr>
      <w:tr w:rsidR="00BE6833" w:rsidRPr="00820C50" w14:paraId="344F67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2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20F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3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BA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F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3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F8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C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BE6833" w:rsidRPr="00820C50" w14:paraId="027837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0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B9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DD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47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C6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00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D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5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BE6833" w:rsidRPr="00820C50" w14:paraId="70F5B0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B4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6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A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A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AE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0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A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8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BE6833" w:rsidRPr="00820C50" w14:paraId="69AE6E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4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8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4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B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B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78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D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3F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3A2943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9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CA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C3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3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2D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2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CA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ЛФП и др.</w:t>
            </w:r>
          </w:p>
        </w:tc>
      </w:tr>
      <w:tr w:rsidR="00BE6833" w:rsidRPr="00820C50" w14:paraId="57C825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D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7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2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F1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E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6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0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E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ЕВГ</w:t>
            </w:r>
          </w:p>
        </w:tc>
      </w:tr>
      <w:tr w:rsidR="00BE6833" w:rsidRPr="00820C50" w14:paraId="39BDEC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1B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9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6E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D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87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DE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2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F8A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КАРПАСИЯ ЕООД</w:t>
            </w:r>
          </w:p>
        </w:tc>
      </w:tr>
      <w:tr w:rsidR="00BE6833" w:rsidRPr="00820C50" w14:paraId="28DDB9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B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4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F4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2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5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2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5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D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ЕСГ</w:t>
            </w:r>
          </w:p>
        </w:tc>
      </w:tr>
      <w:tr w:rsidR="00BE6833" w:rsidRPr="00820C50" w14:paraId="0E48CF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6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8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97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9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4B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9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CA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2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2CE0EE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8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7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1E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F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5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16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A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C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0B6939D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E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06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A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E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E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B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D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E9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ЛСЛ</w:t>
            </w:r>
          </w:p>
        </w:tc>
      </w:tr>
      <w:tr w:rsidR="00BE6833" w:rsidRPr="00820C50" w14:paraId="11A2FB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8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3D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6E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E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5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EC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0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66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BE6833" w:rsidRPr="00820C50" w14:paraId="111407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1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1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4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9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C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7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8B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9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ВКВ</w:t>
            </w:r>
          </w:p>
        </w:tc>
      </w:tr>
      <w:tr w:rsidR="00BE6833" w:rsidRPr="00820C50" w14:paraId="4B9881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B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0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E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52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4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1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E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0F0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 и др.</w:t>
            </w:r>
          </w:p>
        </w:tc>
      </w:tr>
      <w:tr w:rsidR="00BE6833" w:rsidRPr="00820C50" w14:paraId="155FE5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B8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52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2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6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F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2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3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2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BE6833" w:rsidRPr="00820C50" w14:paraId="08BEA6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F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2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E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59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A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E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E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8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КАРПАСИЯ ЕООД</w:t>
            </w:r>
          </w:p>
        </w:tc>
      </w:tr>
      <w:tr w:rsidR="00BE6833" w:rsidRPr="00820C50" w14:paraId="41F3B2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4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1E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B1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1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1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7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6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D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707F06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4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E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7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93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7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A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47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4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41B9EA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A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F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38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F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0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9C1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0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2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0E7AE2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2D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2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BB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C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4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D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53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5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66F3E5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D6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F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0B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37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82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1F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77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81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ВМК</w:t>
            </w:r>
          </w:p>
        </w:tc>
      </w:tr>
      <w:tr w:rsidR="00BE6833" w:rsidRPr="00820C50" w14:paraId="4379B6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8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D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1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01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9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1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FF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5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7F2FF7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CB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7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F7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5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1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3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6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D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ЕИС и др.</w:t>
            </w:r>
          </w:p>
        </w:tc>
      </w:tr>
      <w:tr w:rsidR="00BE6833" w:rsidRPr="00820C50" w14:paraId="757088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4E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0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85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2C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7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57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0B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F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ССЛ</w:t>
            </w:r>
          </w:p>
        </w:tc>
      </w:tr>
      <w:tr w:rsidR="00BE6833" w:rsidRPr="00820C50" w14:paraId="42F50C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30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FD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29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6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3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8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52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B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ГДМ и др.</w:t>
            </w:r>
          </w:p>
        </w:tc>
      </w:tr>
      <w:tr w:rsidR="00BE6833" w:rsidRPr="00820C50" w14:paraId="2A3CCF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F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CF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D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BB2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F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7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9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4F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BE6833" w:rsidRPr="00820C50" w14:paraId="37C3E4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1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5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8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B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3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F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B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E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ЛЛТ и др.</w:t>
            </w:r>
          </w:p>
        </w:tc>
      </w:tr>
      <w:tr w:rsidR="00BE6833" w:rsidRPr="00820C50" w14:paraId="6F43FC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9F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A2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B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C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D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1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0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E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5872E9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A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4A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8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7E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EE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C1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2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D9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3612F1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6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C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A5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71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3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4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B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5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BE6833" w:rsidRPr="00820C50" w14:paraId="4D29E2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1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0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D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1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25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4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8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A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04A9D0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1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F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8C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0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E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F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3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22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РБК и др.</w:t>
            </w:r>
          </w:p>
        </w:tc>
      </w:tr>
      <w:tr w:rsidR="00BE6833" w:rsidRPr="00820C50" w14:paraId="3A208A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E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4A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0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A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0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85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BF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11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14ACA9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C6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4C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F5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F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17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3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4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D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BE6833" w:rsidRPr="00820C50" w14:paraId="782959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A5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B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A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E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1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0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E4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E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НПН</w:t>
            </w:r>
          </w:p>
        </w:tc>
      </w:tr>
      <w:tr w:rsidR="00BE6833" w:rsidRPr="00820C50" w14:paraId="2F21FF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6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88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B7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5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25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C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CC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8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ВАН</w:t>
            </w:r>
          </w:p>
        </w:tc>
      </w:tr>
      <w:tr w:rsidR="00BE6833" w:rsidRPr="00820C50" w14:paraId="0D89C3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75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4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E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E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D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61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A8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7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БДБ</w:t>
            </w:r>
          </w:p>
        </w:tc>
      </w:tr>
      <w:tr w:rsidR="00BE6833" w:rsidRPr="00820C50" w14:paraId="7686F2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62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47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97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AC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5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62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F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2C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КАРПАСИЯ ЕООД</w:t>
            </w:r>
          </w:p>
        </w:tc>
      </w:tr>
      <w:tr w:rsidR="00BE6833" w:rsidRPr="00820C50" w14:paraId="388115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5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3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6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E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74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E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ED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7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СЦР и др.</w:t>
            </w:r>
          </w:p>
        </w:tc>
      </w:tr>
      <w:tr w:rsidR="00BE6833" w:rsidRPr="00820C50" w14:paraId="456E23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0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0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0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6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4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6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2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3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ИММ и др.</w:t>
            </w:r>
          </w:p>
        </w:tc>
      </w:tr>
      <w:tr w:rsidR="00BE6833" w:rsidRPr="00820C50" w14:paraId="7AF244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B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C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27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F8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17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EA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6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D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135526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8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2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34C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5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EC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C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4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3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 и др.</w:t>
            </w:r>
          </w:p>
        </w:tc>
      </w:tr>
      <w:tr w:rsidR="00BE6833" w:rsidRPr="00820C50" w14:paraId="630CC6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7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B6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1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CE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C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A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54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B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00F727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2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56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6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1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8E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0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0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6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4CA306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E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1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3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1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4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3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1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9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ТМН и др.</w:t>
            </w:r>
          </w:p>
        </w:tc>
      </w:tr>
      <w:tr w:rsidR="00BE6833" w:rsidRPr="00820C50" w14:paraId="54A901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2E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93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B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D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7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7E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1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6A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КАРПАСИЯ ЕООД</w:t>
            </w:r>
          </w:p>
        </w:tc>
      </w:tr>
      <w:tr w:rsidR="00BE6833" w:rsidRPr="00820C50" w14:paraId="0DA2AB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9B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47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63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D4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A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B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DB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CB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ПКВ</w:t>
            </w:r>
          </w:p>
        </w:tc>
      </w:tr>
      <w:tr w:rsidR="00BE6833" w:rsidRPr="00820C50" w14:paraId="682C02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0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4F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6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8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6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5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9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D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7B0B0C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53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1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C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6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8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E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09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EB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СТАТИС ЕООД</w:t>
            </w:r>
          </w:p>
        </w:tc>
      </w:tr>
      <w:tr w:rsidR="00BE6833" w:rsidRPr="00820C50" w14:paraId="7D402D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F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D2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E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6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3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D9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6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4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ЗАГ</w:t>
            </w:r>
          </w:p>
        </w:tc>
      </w:tr>
      <w:tr w:rsidR="00BE6833" w:rsidRPr="00820C50" w14:paraId="6320D6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9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B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5A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8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5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62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97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00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4F4D2C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1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0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B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0C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0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EE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3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C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НЙМ</w:t>
            </w:r>
          </w:p>
        </w:tc>
      </w:tr>
      <w:tr w:rsidR="00BE6833" w:rsidRPr="00820C50" w14:paraId="3B828E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4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5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6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E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AF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F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D9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E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 и др.</w:t>
            </w:r>
          </w:p>
        </w:tc>
      </w:tr>
      <w:tr w:rsidR="00BE6833" w:rsidRPr="00820C50" w14:paraId="4F2F17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5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6F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0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F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2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A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EC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D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0432BA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1E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B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6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E6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65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CB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8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C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DB572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1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D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3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AA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8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2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E3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6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BE6833" w:rsidRPr="00820C50" w14:paraId="719BB5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F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3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96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4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C7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6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BA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7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ТПГ</w:t>
            </w:r>
          </w:p>
        </w:tc>
      </w:tr>
      <w:tr w:rsidR="00BE6833" w:rsidRPr="00820C50" w14:paraId="656CE7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4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5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9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7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2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F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5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1633D7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1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7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94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1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5C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9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8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FE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3AEA65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73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5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C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8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3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8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1D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8C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64A74F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9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5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26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6C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4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8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EF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6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ДАГ ПРОПЪРТИС ООД</w:t>
            </w:r>
          </w:p>
        </w:tc>
      </w:tr>
      <w:tr w:rsidR="00BE6833" w:rsidRPr="00820C50" w14:paraId="5A3438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8C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2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0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5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9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C2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A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73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5D5DCD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61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A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6D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6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66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9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0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2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178236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AC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3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6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41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A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A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D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A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ЦМЙ и др.</w:t>
            </w:r>
          </w:p>
        </w:tc>
      </w:tr>
      <w:tr w:rsidR="00BE6833" w:rsidRPr="00820C50" w14:paraId="176D58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C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4F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D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84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7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0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E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6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ВКП и др.</w:t>
            </w:r>
          </w:p>
        </w:tc>
      </w:tr>
      <w:tr w:rsidR="00BE6833" w:rsidRPr="00820C50" w14:paraId="1D6A5F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C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C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2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B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24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3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2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0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ЛСД</w:t>
            </w:r>
          </w:p>
        </w:tc>
      </w:tr>
      <w:tr w:rsidR="00BE6833" w:rsidRPr="00820C50" w14:paraId="74BC64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56F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5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0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A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9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19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8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20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BE6833" w:rsidRPr="00820C50" w14:paraId="0FD8AD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2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C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0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7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1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B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1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F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ИНМ</w:t>
            </w:r>
          </w:p>
        </w:tc>
      </w:tr>
      <w:tr w:rsidR="00BE6833" w:rsidRPr="00820C50" w14:paraId="7D1492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A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F0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2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8C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6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AD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9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4B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МВТ</w:t>
            </w:r>
          </w:p>
        </w:tc>
      </w:tr>
      <w:tr w:rsidR="00BE6833" w:rsidRPr="00820C50" w14:paraId="7F9F15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C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89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9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8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B5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7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4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0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 и др.</w:t>
            </w:r>
          </w:p>
        </w:tc>
      </w:tr>
      <w:tr w:rsidR="00BE6833" w:rsidRPr="00820C50" w14:paraId="7E22C5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B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B1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1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D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A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9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2F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0E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 и др.</w:t>
            </w:r>
          </w:p>
        </w:tc>
      </w:tr>
      <w:tr w:rsidR="00BE6833" w:rsidRPr="00820C50" w14:paraId="347829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91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23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ED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4C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9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C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34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46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6C042D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A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9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A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C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D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3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47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F6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BE6833" w:rsidRPr="00820C50" w14:paraId="3CC683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E7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6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B1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B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E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2C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2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5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BE6833" w:rsidRPr="00820C50" w14:paraId="5AD00C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C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C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09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6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9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4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D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8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07408C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02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8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D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3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0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8E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8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0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БИЙ</w:t>
            </w:r>
          </w:p>
        </w:tc>
      </w:tr>
      <w:tr w:rsidR="00BE6833" w:rsidRPr="00820C50" w14:paraId="341563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07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99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6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8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8C1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6D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8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9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2023AA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9F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A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8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D3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5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9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2D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E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ИНМ</w:t>
            </w:r>
          </w:p>
        </w:tc>
      </w:tr>
      <w:tr w:rsidR="00BE6833" w:rsidRPr="00820C50" w14:paraId="56170C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2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8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A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94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5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8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A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D5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BE6833" w:rsidRPr="00820C50" w14:paraId="0BCAFA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C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35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F0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A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B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6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5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96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ИБС</w:t>
            </w:r>
          </w:p>
        </w:tc>
      </w:tr>
      <w:tr w:rsidR="00BE6833" w:rsidRPr="00820C50" w14:paraId="4E1079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F6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4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0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3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3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63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3E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F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242C62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E65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F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3F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E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28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F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0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E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НБЦ</w:t>
            </w:r>
          </w:p>
        </w:tc>
      </w:tr>
      <w:tr w:rsidR="00BE6833" w:rsidRPr="00820C50" w14:paraId="449CD2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4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4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C5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C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7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C8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C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2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РЦГ и др.</w:t>
            </w:r>
          </w:p>
        </w:tc>
      </w:tr>
      <w:tr w:rsidR="00BE6833" w:rsidRPr="00820C50" w14:paraId="6B235E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E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C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A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E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5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B2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EF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5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АНЖ и др.</w:t>
            </w:r>
          </w:p>
        </w:tc>
      </w:tr>
      <w:tr w:rsidR="00BE6833" w:rsidRPr="00820C50" w14:paraId="5FC56C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B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0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D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F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9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37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0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16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BE6833" w:rsidRPr="00820C50" w14:paraId="06824E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0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3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C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0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4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3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1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2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236FD8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B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97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B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8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6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E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BC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19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3391CB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B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6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0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2C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B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A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99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C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СОИ</w:t>
            </w:r>
          </w:p>
        </w:tc>
      </w:tr>
      <w:tr w:rsidR="00BE6833" w:rsidRPr="00820C50" w14:paraId="770BA3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0F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3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E1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E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56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6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04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8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ДИТ</w:t>
            </w:r>
          </w:p>
        </w:tc>
      </w:tr>
      <w:tr w:rsidR="00BE6833" w:rsidRPr="00820C50" w14:paraId="487211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FA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15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61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8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E1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4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1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7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</w:t>
            </w:r>
          </w:p>
        </w:tc>
      </w:tr>
      <w:tr w:rsidR="00BE6833" w:rsidRPr="00820C50" w14:paraId="1503D6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E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55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5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5B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5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3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0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F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ВВТ</w:t>
            </w:r>
          </w:p>
        </w:tc>
      </w:tr>
      <w:tr w:rsidR="00BE6833" w:rsidRPr="00820C50" w14:paraId="3185CB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D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EB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A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2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B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F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3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1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BE6833" w:rsidRPr="00820C50" w14:paraId="7F5CEE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D5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6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B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E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5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7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38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6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6D2A8C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C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C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E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B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5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05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4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91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BE6833" w:rsidRPr="00820C50" w14:paraId="49DB92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7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1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F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0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4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34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6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1F0689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E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E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B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6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E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F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C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C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407C28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F9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7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8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6A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AC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2D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1C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ВЛМ</w:t>
            </w:r>
          </w:p>
        </w:tc>
      </w:tr>
      <w:tr w:rsidR="00BE6833" w:rsidRPr="00820C50" w14:paraId="5EDB5B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1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F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C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D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C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1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E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4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ЛКЦ</w:t>
            </w:r>
          </w:p>
        </w:tc>
      </w:tr>
      <w:tr w:rsidR="00BE6833" w:rsidRPr="00820C50" w14:paraId="42C9BA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D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1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4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2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0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5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2B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E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4F5F2D4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9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03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6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A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5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8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0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6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5FF6CD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B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1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B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9E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5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5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5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5A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103F79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1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1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32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5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18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D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E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E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ВАИ</w:t>
            </w:r>
          </w:p>
        </w:tc>
      </w:tr>
      <w:tr w:rsidR="00BE6833" w:rsidRPr="00820C50" w14:paraId="5182D0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B0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B9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43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E3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C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D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A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4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ВАН</w:t>
            </w:r>
          </w:p>
        </w:tc>
      </w:tr>
      <w:tr w:rsidR="00BE6833" w:rsidRPr="00820C50" w14:paraId="4B838A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E5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85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B9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9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B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B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A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B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BE6833" w:rsidRPr="00820C50" w14:paraId="2B6D9E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CA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4F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B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F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BF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7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A7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CE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BE6833" w:rsidRPr="00820C50" w14:paraId="4DC426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2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C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3E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B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48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3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B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A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 и др.</w:t>
            </w:r>
          </w:p>
        </w:tc>
      </w:tr>
      <w:tr w:rsidR="00BE6833" w:rsidRPr="00820C50" w14:paraId="26551D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0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94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A0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D3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6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E7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9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9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НБЦ</w:t>
            </w:r>
          </w:p>
        </w:tc>
      </w:tr>
      <w:tr w:rsidR="00BE6833" w:rsidRPr="00820C50" w14:paraId="457D7D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C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06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0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1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6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0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6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49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BE6833" w:rsidRPr="00820C50" w14:paraId="100A3F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8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E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C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8C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A2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E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6E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7C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2B1A6B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6E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4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9F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53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B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9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AE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23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1DB131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7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A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0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1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A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C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1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86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ПАЦ</w:t>
            </w:r>
          </w:p>
        </w:tc>
      </w:tr>
      <w:tr w:rsidR="00BE6833" w:rsidRPr="00820C50" w14:paraId="6A6A66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3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9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17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BF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7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A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E9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F4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BE6833" w:rsidRPr="00820C50" w14:paraId="26205C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8C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8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99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B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4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7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CD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4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20DA6C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D8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B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2C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F4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9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8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A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8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BE6833" w:rsidRPr="00820C50" w14:paraId="4D3D48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3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4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4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3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F0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5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4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6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BE6833" w:rsidRPr="00820C50" w14:paraId="49AD3A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8A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D2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1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0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1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C1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18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9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5CA046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3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9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5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8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82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7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C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6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335317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4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4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2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5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2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1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62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8C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00678F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F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68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3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7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5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6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1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5022F9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3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F0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13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22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C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48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7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7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ДАС и др.</w:t>
            </w:r>
          </w:p>
        </w:tc>
      </w:tr>
      <w:tr w:rsidR="00BE6833" w:rsidRPr="00820C50" w14:paraId="7740CD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8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6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A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7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A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7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FF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5E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BE6833" w:rsidRPr="00820C50" w14:paraId="14B67E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1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4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A8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25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A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CE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31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D5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75A99E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E8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4F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2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8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F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1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B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78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4274E7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E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90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0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5A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3C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D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1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97C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РПМ и др.</w:t>
            </w:r>
          </w:p>
        </w:tc>
      </w:tr>
      <w:tr w:rsidR="00BE6833" w:rsidRPr="00820C50" w14:paraId="2C3B0E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E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C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66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1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1F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C8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5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AE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КББ</w:t>
            </w:r>
          </w:p>
        </w:tc>
      </w:tr>
      <w:tr w:rsidR="00BE6833" w:rsidRPr="00820C50" w14:paraId="020987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A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1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A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4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B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9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EC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3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BE6833" w:rsidRPr="00820C50" w14:paraId="7194D1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6C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C0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A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9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9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A4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D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7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ИФГ</w:t>
            </w:r>
          </w:p>
        </w:tc>
      </w:tr>
      <w:tr w:rsidR="00BE6833" w:rsidRPr="00820C50" w14:paraId="14C6BB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F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8E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F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84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9D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D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3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A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СФП</w:t>
            </w:r>
          </w:p>
        </w:tc>
      </w:tr>
      <w:tr w:rsidR="00BE6833" w:rsidRPr="00820C50" w14:paraId="5935A7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6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F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AF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9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7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B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7B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9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19C811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7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A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FC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3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2F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C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A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1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290323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1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7D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6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3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F4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1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27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FC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КВН</w:t>
            </w:r>
          </w:p>
        </w:tc>
      </w:tr>
      <w:tr w:rsidR="00BE6833" w:rsidRPr="00820C50" w14:paraId="2F1AA1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9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36B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0C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A3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4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9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C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1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344354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4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7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6C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0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3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61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7F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B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</w:t>
            </w:r>
          </w:p>
        </w:tc>
      </w:tr>
      <w:tr w:rsidR="00BE6833" w:rsidRPr="00820C50" w14:paraId="6FCECF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4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1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7F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A8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8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95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8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C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</w:t>
            </w:r>
          </w:p>
        </w:tc>
      </w:tr>
      <w:tr w:rsidR="00BE6833" w:rsidRPr="00820C50" w14:paraId="3DA673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9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C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5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4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D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5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8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E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3ED39B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F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1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F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7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A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2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8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B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6BA77A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C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C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9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6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1A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9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9F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3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КВН</w:t>
            </w:r>
          </w:p>
        </w:tc>
      </w:tr>
      <w:tr w:rsidR="00BE6833" w:rsidRPr="00820C50" w14:paraId="32B4FC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E2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D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0C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7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D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C7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5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4F1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BE6833" w:rsidRPr="00820C50" w14:paraId="116BE4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1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F8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5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DA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8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1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3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BA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</w:t>
            </w:r>
          </w:p>
        </w:tc>
      </w:tr>
      <w:tr w:rsidR="00BE6833" w:rsidRPr="00820C50" w14:paraId="5EFBD4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E0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F6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83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4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7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C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9D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4D7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</w:t>
            </w:r>
          </w:p>
        </w:tc>
      </w:tr>
      <w:tr w:rsidR="00BE6833" w:rsidRPr="00820C50" w14:paraId="28B4FE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E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95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E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35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1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C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C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4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54A104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1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6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65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8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D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39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A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8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56A05B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826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CA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E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7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8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3E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6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2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27E795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6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9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F6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6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0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5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9B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3F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236323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6C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8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C3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E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A6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F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5D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5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65CA67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1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9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B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A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E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7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8B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7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BE6833" w:rsidRPr="00820C50" w14:paraId="23BA72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0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F0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8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5C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A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7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DE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6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33A99B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7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8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3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6D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D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9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3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97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126F83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EB0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5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42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AC5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47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F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7F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B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7437F4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0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6D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6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7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9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5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1C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2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БПМ</w:t>
            </w:r>
          </w:p>
        </w:tc>
      </w:tr>
      <w:tr w:rsidR="00BE6833" w:rsidRPr="00820C50" w14:paraId="11CA24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FD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2E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E9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4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F9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2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E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9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5721F4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4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1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9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2C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B9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F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9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6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036F63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7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1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BA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4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FA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5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2B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80.55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E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АЙБ</w:t>
            </w:r>
          </w:p>
        </w:tc>
      </w:tr>
      <w:tr w:rsidR="00BE6833" w:rsidRPr="00820C50" w14:paraId="75CC4F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6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7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7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6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4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54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A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A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6B0240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8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D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5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C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F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3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2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4F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BE6833" w:rsidRPr="00820C50" w14:paraId="270719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6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8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4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2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E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9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B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1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0F4AD9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9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C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57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2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0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7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0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1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0B09BF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DE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5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6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70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4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C3C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64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6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ПГК</w:t>
            </w:r>
          </w:p>
        </w:tc>
      </w:tr>
      <w:tr w:rsidR="00BE6833" w:rsidRPr="00820C50" w14:paraId="3D2310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6E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C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B0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5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2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9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E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3A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ПММ</w:t>
            </w:r>
          </w:p>
        </w:tc>
      </w:tr>
      <w:tr w:rsidR="00BE6833" w:rsidRPr="00820C50" w14:paraId="3A203B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8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BE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B3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87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3D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2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F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3DE08F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34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5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F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7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53F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7A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9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7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4DB9FA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F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A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7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7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9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1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B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F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ЛАК</w:t>
            </w:r>
          </w:p>
        </w:tc>
      </w:tr>
      <w:tr w:rsidR="00BE6833" w:rsidRPr="00820C50" w14:paraId="6D9174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6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2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5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6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8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9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5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8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3F7CCB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5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ED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AB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189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D8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F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7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9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Ф.Ч</w:t>
            </w:r>
          </w:p>
        </w:tc>
      </w:tr>
      <w:tr w:rsidR="00BE6833" w:rsidRPr="00820C50" w14:paraId="6B80EC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67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1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2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4C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C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BB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7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5B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08DDEB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6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9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7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B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3E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F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4F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3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25EEAE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C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0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1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44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4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BE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9B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A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503852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B2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C1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5FA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6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5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8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8C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B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ЕЕЙ</w:t>
            </w:r>
          </w:p>
        </w:tc>
      </w:tr>
      <w:tr w:rsidR="00BE6833" w:rsidRPr="00820C50" w14:paraId="47D972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38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EB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6D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9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3A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7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4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9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МБК и др.</w:t>
            </w:r>
          </w:p>
        </w:tc>
      </w:tr>
      <w:tr w:rsidR="00BE6833" w:rsidRPr="00820C50" w14:paraId="6E6274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ED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4F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7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4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B5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E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B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0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442036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7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6C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30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0E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D4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3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A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C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33DEC9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8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D7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2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3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A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C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7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6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ПБД</w:t>
            </w:r>
          </w:p>
        </w:tc>
      </w:tr>
      <w:tr w:rsidR="00BE6833" w:rsidRPr="00820C50" w14:paraId="5221C7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33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7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C1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8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C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72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2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87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ИСК и др.</w:t>
            </w:r>
          </w:p>
        </w:tc>
      </w:tr>
      <w:tr w:rsidR="00BE6833" w:rsidRPr="00820C50" w14:paraId="69AF15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2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4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8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B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97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9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14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00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0F82D0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4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3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E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687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5F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8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1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57.15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5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ПРОГРЕС ПЕРФЕКТ ДИЗАЙН ЕООД</w:t>
            </w:r>
          </w:p>
        </w:tc>
      </w:tr>
      <w:tr w:rsidR="00BE6833" w:rsidRPr="00820C50" w14:paraId="766BB3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5E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9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1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8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D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82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0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F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МВМ</w:t>
            </w:r>
          </w:p>
        </w:tc>
      </w:tr>
      <w:tr w:rsidR="00BE6833" w:rsidRPr="00820C50" w14:paraId="32E8C5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4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6C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1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E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1B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2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A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7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BE6833" w:rsidRPr="00820C50" w14:paraId="6C46A8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F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B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D9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5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B2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E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3C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AB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ПРОГРЕС ПЕРФЕКТ ДИЗАЙН ЕООД</w:t>
            </w:r>
          </w:p>
        </w:tc>
      </w:tr>
      <w:tr w:rsidR="00BE6833" w:rsidRPr="00820C50" w14:paraId="15B428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1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8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3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2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64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0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2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9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5755FE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D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8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5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7F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A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9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5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14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3FB4D5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2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1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5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0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7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C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6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2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135AAF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9D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42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8C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7B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8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85A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0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8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РВП и др.</w:t>
            </w:r>
          </w:p>
        </w:tc>
      </w:tr>
      <w:tr w:rsidR="00BE6833" w:rsidRPr="00820C50" w14:paraId="72474F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3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E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7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2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C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1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C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B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35F2BC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1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C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8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AA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2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A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A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9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10E344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C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0C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4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E64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A4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3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8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6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39B2A9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3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A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5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8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C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B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61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48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72E89A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06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4D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6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02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C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6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3EE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4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5D15C4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5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25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A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72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5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E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D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D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ТАН</w:t>
            </w:r>
          </w:p>
        </w:tc>
      </w:tr>
      <w:tr w:rsidR="00BE6833" w:rsidRPr="00820C50" w14:paraId="00C308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6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E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A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8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1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E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4D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F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РВП и др.</w:t>
            </w:r>
          </w:p>
        </w:tc>
      </w:tr>
      <w:tr w:rsidR="00BE6833" w:rsidRPr="00820C50" w14:paraId="538EA4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3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B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3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1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5F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7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5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9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379AA5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6F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73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BF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E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D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C9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C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3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ИМС и др.</w:t>
            </w:r>
          </w:p>
        </w:tc>
      </w:tr>
      <w:tr w:rsidR="00BE6833" w:rsidRPr="00820C50" w14:paraId="797287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5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6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7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B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C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A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C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9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2584F1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6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5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39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2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F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3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2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CE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6FC0A7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0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E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D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9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0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D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7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6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662262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2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D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A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0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7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C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1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C3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5549D3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52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5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1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9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E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E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DA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A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7D2701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D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7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0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6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0EB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6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512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0C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22FEEE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A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8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4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7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6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A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2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8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BE6833" w:rsidRPr="00820C50" w14:paraId="661121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3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8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67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D42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D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83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0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A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156D6F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1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F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39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3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9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C4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D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9C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ПСР</w:t>
            </w:r>
          </w:p>
        </w:tc>
      </w:tr>
      <w:tr w:rsidR="00BE6833" w:rsidRPr="00820C50" w14:paraId="53AF15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4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31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D5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B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2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D5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9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9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ДСР</w:t>
            </w:r>
          </w:p>
        </w:tc>
      </w:tr>
      <w:tr w:rsidR="00BE6833" w:rsidRPr="00820C50" w14:paraId="4D84BC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92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A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5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2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4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D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0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FB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BE6833" w:rsidRPr="00820C50" w14:paraId="10ABCB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93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E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3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5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3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4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B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F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4AC04D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4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71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6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8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9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7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FB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BA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7E099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2E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1D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F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81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6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9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F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BE6833" w:rsidRPr="00820C50" w14:paraId="2C3E13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7C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E8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7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6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90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F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75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C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ББН</w:t>
            </w:r>
          </w:p>
        </w:tc>
      </w:tr>
      <w:tr w:rsidR="00BE6833" w:rsidRPr="00820C50" w14:paraId="5DCBDB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D2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5D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7A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4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8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B4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92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9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6ADDB8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4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AB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B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C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0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EF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F6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A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ВГИ</w:t>
            </w:r>
          </w:p>
        </w:tc>
      </w:tr>
      <w:tr w:rsidR="00BE6833" w:rsidRPr="00820C50" w14:paraId="0ADBC6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7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26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9C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5C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2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6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31F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9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СБП</w:t>
            </w:r>
          </w:p>
        </w:tc>
      </w:tr>
      <w:tr w:rsidR="00BE6833" w:rsidRPr="00820C50" w14:paraId="0C7999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82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D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CD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9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4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5A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B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F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BE6833" w:rsidRPr="00820C50" w14:paraId="7C01B8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3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A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0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C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FF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0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B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F2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ЦАМ и др.</w:t>
            </w:r>
          </w:p>
        </w:tc>
      </w:tr>
      <w:tr w:rsidR="00BE6833" w:rsidRPr="00820C50" w14:paraId="2E1E15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9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D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78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50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6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AE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5D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63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4CAE80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2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5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3A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5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4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3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E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2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5979E0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1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FE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39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5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8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C7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9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E5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00D4FF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96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4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2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DE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9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C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B1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D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ВИВ</w:t>
            </w:r>
          </w:p>
        </w:tc>
      </w:tr>
      <w:tr w:rsidR="00BE6833" w:rsidRPr="00820C50" w14:paraId="47C000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B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B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9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7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0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1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B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1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6BE088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12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4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2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0C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3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4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F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84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4259E7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E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F2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F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C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11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3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2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C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032482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0A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8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33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78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3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C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8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7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МДВ и др.</w:t>
            </w:r>
          </w:p>
        </w:tc>
      </w:tr>
      <w:tr w:rsidR="00BE6833" w:rsidRPr="00820C50" w14:paraId="0B8A16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E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BE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1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B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F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D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E99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21A290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97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15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9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D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E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2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3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DFD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НИТЕА ЕООД</w:t>
            </w:r>
          </w:p>
        </w:tc>
      </w:tr>
      <w:tr w:rsidR="00BE6833" w:rsidRPr="00820C50" w14:paraId="104793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71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79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31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A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A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C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2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10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ТИБ</w:t>
            </w:r>
          </w:p>
        </w:tc>
      </w:tr>
      <w:tr w:rsidR="00BE6833" w:rsidRPr="00820C50" w14:paraId="519FDE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B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9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14D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1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C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F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8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0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ЛЛН</w:t>
            </w:r>
          </w:p>
        </w:tc>
      </w:tr>
      <w:tr w:rsidR="00BE6833" w:rsidRPr="00820C50" w14:paraId="3345CD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0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8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4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4D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8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C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7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8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20FD7D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74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F3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0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1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2F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6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15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1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25518E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D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69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C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B8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79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5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FF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4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7E1CEF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7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2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F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18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E6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F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1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9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5E1851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71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F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05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1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A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B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D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9B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1BF650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E8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DF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4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AF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0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6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D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E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КВП</w:t>
            </w:r>
          </w:p>
        </w:tc>
      </w:tr>
      <w:tr w:rsidR="00BE6833" w:rsidRPr="00820C50" w14:paraId="5CE86F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2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E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2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E1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F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9A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A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A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5F4A12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A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E6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B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A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F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6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6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72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ЦНИ</w:t>
            </w:r>
          </w:p>
        </w:tc>
      </w:tr>
      <w:tr w:rsidR="00BE6833" w:rsidRPr="00820C50" w14:paraId="576448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E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56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28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A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8E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7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E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1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3CFD36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4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AE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1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0B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B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7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B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3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ИММ</w:t>
            </w:r>
          </w:p>
        </w:tc>
      </w:tr>
      <w:tr w:rsidR="00BE6833" w:rsidRPr="00820C50" w14:paraId="3F7532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9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7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1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2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D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C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10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C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ПТС</w:t>
            </w:r>
          </w:p>
        </w:tc>
      </w:tr>
      <w:tr w:rsidR="00BE6833" w:rsidRPr="00820C50" w14:paraId="5253AF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32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DD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B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E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3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0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97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4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ЛСЛ</w:t>
            </w:r>
          </w:p>
        </w:tc>
      </w:tr>
      <w:tr w:rsidR="00BE6833" w:rsidRPr="00820C50" w14:paraId="14CB72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36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5F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25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5F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A7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4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B2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4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368D36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5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FC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5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3C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84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5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0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D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BE6833" w:rsidRPr="00820C50" w14:paraId="3B5694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C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93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3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19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B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EA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A1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2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67E8DB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6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8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B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7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4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E6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0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E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АСЕ</w:t>
            </w:r>
          </w:p>
        </w:tc>
      </w:tr>
      <w:tr w:rsidR="00BE6833" w:rsidRPr="00820C50" w14:paraId="4937CE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BD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D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8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8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1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1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3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F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48756C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A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2E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E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F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AD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D1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1C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B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БГД</w:t>
            </w:r>
          </w:p>
        </w:tc>
      </w:tr>
      <w:tr w:rsidR="00BE6833" w:rsidRPr="00820C50" w14:paraId="4AAA9D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88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E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1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A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A3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9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79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B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795519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9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0B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F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AC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D3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D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8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8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72197C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3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C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D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B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E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A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8C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A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ЕГФ</w:t>
            </w:r>
          </w:p>
        </w:tc>
      </w:tr>
      <w:tr w:rsidR="00BE6833" w:rsidRPr="00820C50" w14:paraId="698131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DD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1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4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16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E4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3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37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1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370400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6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0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E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E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3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4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4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4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367B5A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34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9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D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B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0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5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B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0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078932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5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68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C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E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6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B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1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3A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МСЕ</w:t>
            </w:r>
          </w:p>
        </w:tc>
      </w:tr>
      <w:tr w:rsidR="00BE6833" w:rsidRPr="00820C50" w14:paraId="3446EE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D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9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5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C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4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D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4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46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BE6833" w:rsidRPr="00820C50" w14:paraId="347E88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7D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2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F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B5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8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AD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2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5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5BAECF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C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B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E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8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5B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F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F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B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685580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C2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2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57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0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BA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2A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6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6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BE6833" w:rsidRPr="00820C50" w14:paraId="587327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0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77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0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E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6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3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0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B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BE6833" w:rsidRPr="00820C50" w14:paraId="30DE13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4E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C1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7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A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0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6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B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8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6E754C8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7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9D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7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9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D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F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1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B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СМЕ и др.</w:t>
            </w:r>
          </w:p>
        </w:tc>
      </w:tr>
      <w:tr w:rsidR="00BE6833" w:rsidRPr="00820C50" w14:paraId="17EA46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C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F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8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8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B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F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F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D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ГРД</w:t>
            </w:r>
          </w:p>
        </w:tc>
      </w:tr>
      <w:tr w:rsidR="00BE6833" w:rsidRPr="00820C50" w14:paraId="174557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96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17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38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DE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64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E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E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7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3BCA68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C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D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C5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40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7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4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44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B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09E822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2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7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7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91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8C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1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EB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9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603AFC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4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5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2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A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C3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5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2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6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BE6833" w:rsidRPr="00820C50" w14:paraId="46C83B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3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5A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F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8E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3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3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1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5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НЕБ</w:t>
            </w:r>
          </w:p>
        </w:tc>
      </w:tr>
      <w:tr w:rsidR="00BE6833" w:rsidRPr="00820C50" w14:paraId="58DD78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A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A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2B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7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3A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60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2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0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0739F3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9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264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A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F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1A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6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1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4D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7AF6A8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0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A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9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E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8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00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21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4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0C8F77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88F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1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DE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15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F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B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3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F7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6A6A7B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9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B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8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2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C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8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6A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3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НГП и др.</w:t>
            </w:r>
          </w:p>
        </w:tc>
      </w:tr>
      <w:tr w:rsidR="00BE6833" w:rsidRPr="00820C50" w14:paraId="22F454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B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9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7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A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4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5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11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E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ГПК</w:t>
            </w:r>
          </w:p>
        </w:tc>
      </w:tr>
      <w:tr w:rsidR="00BE6833" w:rsidRPr="00820C50" w14:paraId="5112DC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87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F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B7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81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5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0F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C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1F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BE6833" w:rsidRPr="00820C50" w14:paraId="3B381F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7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4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F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4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D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E3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29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54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25E140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F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2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E0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BA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0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2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3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18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0F6071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2C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8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C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A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9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A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4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03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4DAEC5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C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A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A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F8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46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C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5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7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ИЗК и др.</w:t>
            </w:r>
          </w:p>
        </w:tc>
      </w:tr>
      <w:tr w:rsidR="00BE6833" w:rsidRPr="00820C50" w14:paraId="064941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43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37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AC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7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0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4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3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E1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ПБВ и др.</w:t>
            </w:r>
          </w:p>
        </w:tc>
      </w:tr>
      <w:tr w:rsidR="00BE6833" w:rsidRPr="00820C50" w14:paraId="2109FC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3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0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93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EF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D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E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81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A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6CA1E4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D4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7B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3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48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9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A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E7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E1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ИГТ</w:t>
            </w:r>
          </w:p>
        </w:tc>
      </w:tr>
      <w:tr w:rsidR="00BE6833" w:rsidRPr="00820C50" w14:paraId="1225B1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6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CC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7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81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3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05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2E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0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4C25FB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1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6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A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B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4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65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F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3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ЯСГ</w:t>
            </w:r>
          </w:p>
        </w:tc>
      </w:tr>
      <w:tr w:rsidR="00BE6833" w:rsidRPr="00820C50" w14:paraId="2E6866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E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C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68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7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0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B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F5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9D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ЯСП</w:t>
            </w:r>
          </w:p>
        </w:tc>
      </w:tr>
      <w:tr w:rsidR="00BE6833" w:rsidRPr="00820C50" w14:paraId="38D7A8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6F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A7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2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DB6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C2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6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7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2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1A245F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B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DC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6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6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32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1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A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0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БЛЦ</w:t>
            </w:r>
          </w:p>
        </w:tc>
      </w:tr>
      <w:tr w:rsidR="00BE6833" w:rsidRPr="00820C50" w14:paraId="30F2EC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E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A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5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EA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0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F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7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E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РЗГ и др.</w:t>
            </w:r>
          </w:p>
        </w:tc>
      </w:tr>
      <w:tr w:rsidR="00BE6833" w:rsidRPr="00820C50" w14:paraId="454020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A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5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FF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8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C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6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1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740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3BA23E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1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F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D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F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7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1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64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4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7D5DC1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9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B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BC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D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E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7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6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13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0FBE51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4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B6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8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5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9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53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C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DA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СЦЙ</w:t>
            </w:r>
          </w:p>
        </w:tc>
      </w:tr>
      <w:tr w:rsidR="00BE6833" w:rsidRPr="00820C50" w14:paraId="12D255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E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2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01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8B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6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2D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9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2D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653283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B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6C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B2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1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5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1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1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7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BE6833" w:rsidRPr="00820C50" w14:paraId="06DBA5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F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9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9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B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99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D9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D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9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BE6833" w:rsidRPr="00820C50" w14:paraId="384D55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D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0B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31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C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3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D9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18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92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7C5904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56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7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21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B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3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E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C4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F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3BE352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A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B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C5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5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22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8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5B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8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BE6833" w:rsidRPr="00820C50" w14:paraId="221325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5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5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C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6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3C6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A8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9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51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0D60BD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138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D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E6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42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F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73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8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15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ИСК и др.</w:t>
            </w:r>
          </w:p>
        </w:tc>
      </w:tr>
      <w:tr w:rsidR="00BE6833" w:rsidRPr="00820C50" w14:paraId="513130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2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4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F2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5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D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6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59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0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BE6833" w:rsidRPr="00820C50" w14:paraId="2985CE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0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6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7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7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4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F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0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7E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BE6833" w:rsidRPr="00820C50" w14:paraId="1DB038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4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D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6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4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2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A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1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D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BE6833" w:rsidRPr="00820C50" w14:paraId="36741D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1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3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F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4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3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B7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2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9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BE6833" w:rsidRPr="00820C50" w14:paraId="22CE57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5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96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8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2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3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EC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C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D0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BE6833" w:rsidRPr="00820C50" w14:paraId="404417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E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0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0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D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5C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A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9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54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BE6833" w:rsidRPr="00820C50" w14:paraId="20A599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F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24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B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D7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9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08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9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A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084571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9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6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684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1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B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2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0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7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BE6833" w:rsidRPr="00820C50" w14:paraId="5629B0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D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D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17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D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06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D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7C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7ED149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0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8E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B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3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1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8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5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C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ЛЦП</w:t>
            </w:r>
          </w:p>
        </w:tc>
      </w:tr>
      <w:tr w:rsidR="00BE6833" w:rsidRPr="00820C50" w14:paraId="78153F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0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6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16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E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8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E5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0D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8D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БЦП</w:t>
            </w:r>
          </w:p>
        </w:tc>
      </w:tr>
      <w:tr w:rsidR="00BE6833" w:rsidRPr="00820C50" w14:paraId="3CBB48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9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E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B0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8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C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9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F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6A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51A7FD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3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B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2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D4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1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1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6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B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04C91F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55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B0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2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D7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9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2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69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7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7F0A2B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DC3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3D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94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C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4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F0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7A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0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4834B8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BE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8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0C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A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F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68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C2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B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37BD26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E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9A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7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A9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7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D6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E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56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4929B7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0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8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F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16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2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BB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7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C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ТАН</w:t>
            </w:r>
          </w:p>
        </w:tc>
      </w:tr>
      <w:tr w:rsidR="00BE6833" w:rsidRPr="00820C50" w14:paraId="76D638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6C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1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9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0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4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A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0E9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4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ДВМ</w:t>
            </w:r>
          </w:p>
        </w:tc>
      </w:tr>
      <w:tr w:rsidR="00BE6833" w:rsidRPr="00820C50" w14:paraId="4A2B24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C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D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A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BE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AF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8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C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8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ГКЛ и др.</w:t>
            </w:r>
          </w:p>
        </w:tc>
      </w:tr>
      <w:tr w:rsidR="00BE6833" w:rsidRPr="00820C50" w14:paraId="703D57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8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37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2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54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0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5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3A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8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19CD0D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9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4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D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7A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7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2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80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2E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</w:t>
            </w:r>
          </w:p>
        </w:tc>
      </w:tr>
      <w:tr w:rsidR="00BE6833" w:rsidRPr="00820C50" w14:paraId="32506A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6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854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E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6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91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1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2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B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КОТ и др.</w:t>
            </w:r>
          </w:p>
        </w:tc>
      </w:tr>
      <w:tr w:rsidR="00BE6833" w:rsidRPr="00820C50" w14:paraId="347334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F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63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3A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F7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E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9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86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6B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ИБД и др.</w:t>
            </w:r>
          </w:p>
        </w:tc>
      </w:tr>
      <w:tr w:rsidR="00BE6833" w:rsidRPr="00820C50" w14:paraId="6A3CAD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55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5A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8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81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0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55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12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4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ИХГ</w:t>
            </w:r>
          </w:p>
        </w:tc>
      </w:tr>
      <w:tr w:rsidR="00BE6833" w:rsidRPr="00820C50" w14:paraId="17C038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0D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4F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A7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D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2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E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A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F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5C8A92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9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7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DD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06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5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6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0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65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0B490D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F4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2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57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F3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38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C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99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8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57D8F2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68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99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2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24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A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9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4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1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ЛГП</w:t>
            </w:r>
          </w:p>
        </w:tc>
      </w:tr>
      <w:tr w:rsidR="00BE6833" w:rsidRPr="00820C50" w14:paraId="465EFC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3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F1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6D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40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A2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B3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0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1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АОД</w:t>
            </w:r>
          </w:p>
        </w:tc>
      </w:tr>
      <w:tr w:rsidR="00BE6833" w:rsidRPr="00820C50" w14:paraId="77F427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9F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22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2D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8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B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96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4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6C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БПМ</w:t>
            </w:r>
          </w:p>
        </w:tc>
      </w:tr>
      <w:tr w:rsidR="00BE6833" w:rsidRPr="00820C50" w14:paraId="07B773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B0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3A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0D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98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9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1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D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E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КБН</w:t>
            </w:r>
          </w:p>
        </w:tc>
      </w:tr>
      <w:tr w:rsidR="00BE6833" w:rsidRPr="00820C50" w14:paraId="248F0D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0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B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F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3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9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7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B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83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312F07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0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A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DB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D5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A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8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4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</w:t>
            </w:r>
          </w:p>
        </w:tc>
      </w:tr>
      <w:tr w:rsidR="00BE6833" w:rsidRPr="00820C50" w14:paraId="02C12F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F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31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1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37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2B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7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5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5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7EF1A4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76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8E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2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2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8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9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A2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1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ИГК</w:t>
            </w:r>
          </w:p>
        </w:tc>
      </w:tr>
      <w:tr w:rsidR="00BE6833" w:rsidRPr="00820C50" w14:paraId="2CB707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3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2C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E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C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67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9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80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E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45A80A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6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35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7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5D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8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3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45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C8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04D583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A57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381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5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C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4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B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1A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67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КЯК</w:t>
            </w:r>
          </w:p>
        </w:tc>
      </w:tr>
      <w:tr w:rsidR="00BE6833" w:rsidRPr="00820C50" w14:paraId="4CDC34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D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2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39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D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C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8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8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D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1E4EB8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F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E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C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C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1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30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6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8B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BE6833" w:rsidRPr="00820C50" w14:paraId="473C95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8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4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F1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E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7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67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9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B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3B830C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E3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34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2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D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D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C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E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86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3CBC73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6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8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50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62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0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03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3A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3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7442F0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5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7A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1F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81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60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D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C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8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0508D3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F6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5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D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6D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9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C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7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8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05DB56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6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E7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7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F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1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4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03D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C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059409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FE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F1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F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7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71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8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C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3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443A6D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83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5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9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4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09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E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8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4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074BD6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16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1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2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9A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CE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F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6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6C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36A873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E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E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B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E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2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84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4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27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54897A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3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D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D5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0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1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9A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06B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3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5CAD51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A0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4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C4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3D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4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96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F4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7D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4864D3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43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9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5C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54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8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8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A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6ED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47BFA4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5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B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F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D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75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4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9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5A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ЛАН</w:t>
            </w:r>
          </w:p>
        </w:tc>
      </w:tr>
      <w:tr w:rsidR="00BE6833" w:rsidRPr="00820C50" w14:paraId="7ACC86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2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1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A5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6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C5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A1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4B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5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3AC03B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ED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F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7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A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8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45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C6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CE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НЕБ</w:t>
            </w:r>
          </w:p>
        </w:tc>
      </w:tr>
      <w:tr w:rsidR="00BE6833" w:rsidRPr="00820C50" w14:paraId="188513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2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2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6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C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E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8E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D6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7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59C311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C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F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F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1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4A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6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9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87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АЛИКА ЕООД</w:t>
            </w:r>
          </w:p>
        </w:tc>
      </w:tr>
      <w:tr w:rsidR="00BE6833" w:rsidRPr="00820C50" w14:paraId="11F19B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06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1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7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8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4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48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A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1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1C2CE9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D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4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8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9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8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5F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C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5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МТА</w:t>
            </w:r>
          </w:p>
        </w:tc>
      </w:tr>
      <w:tr w:rsidR="00BE6833" w:rsidRPr="00820C50" w14:paraId="45BE7D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D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AA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4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CB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1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5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2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3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262A03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5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8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63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F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0E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81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A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E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08F8DF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86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C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B2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4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F4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F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A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C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БЦП</w:t>
            </w:r>
          </w:p>
        </w:tc>
      </w:tr>
      <w:tr w:rsidR="00BE6833" w:rsidRPr="00820C50" w14:paraId="0F6DBB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E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4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3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6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17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7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1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BE6833" w:rsidRPr="00820C50" w14:paraId="46C903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D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5A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4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2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3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DC7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3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F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677287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B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5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1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5F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2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3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6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7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52A364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57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DF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0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3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C2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62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26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5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79CA4E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5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A7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61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3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4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B3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E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5B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053D5C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4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A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E7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1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8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2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E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D9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24DCE2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5E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A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13E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C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613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DDD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3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3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ГИБ и др.</w:t>
            </w:r>
          </w:p>
        </w:tc>
      </w:tr>
      <w:tr w:rsidR="00BE6833" w:rsidRPr="00820C50" w14:paraId="389E16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B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5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6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B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9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0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7F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A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ЗКЛ</w:t>
            </w:r>
          </w:p>
        </w:tc>
      </w:tr>
      <w:tr w:rsidR="00BE6833" w:rsidRPr="00820C50" w14:paraId="23D942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01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B5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4A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7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4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4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A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85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7DD26D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C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7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A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C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3D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5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A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A1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6A8D0C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6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DB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0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1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4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1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E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5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057545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5E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88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F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53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E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8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D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6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 П А ПРОПЪРТИС ООД</w:t>
            </w:r>
          </w:p>
        </w:tc>
      </w:tr>
      <w:tr w:rsidR="00BE6833" w:rsidRPr="00820C50" w14:paraId="2940F46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D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1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1C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3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3A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9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E9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F4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ГАП</w:t>
            </w:r>
          </w:p>
        </w:tc>
      </w:tr>
      <w:tr w:rsidR="00BE6833" w:rsidRPr="00820C50" w14:paraId="5CF61C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E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E4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B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AA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1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0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51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B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С.П.А ООД</w:t>
            </w:r>
          </w:p>
        </w:tc>
      </w:tr>
      <w:tr w:rsidR="00BE6833" w:rsidRPr="00820C50" w14:paraId="06A7C1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9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E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F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A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08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80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9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F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22B587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09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B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0D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0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85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B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A4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2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06DEF7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6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6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D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BB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1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E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9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5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7FEF2E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C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1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DD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2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72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A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8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94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НДД и др.</w:t>
            </w:r>
          </w:p>
        </w:tc>
      </w:tr>
      <w:tr w:rsidR="00BE6833" w:rsidRPr="00820C50" w14:paraId="3D5814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6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B6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6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9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C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B2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52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1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29ECEE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B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3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E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E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9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0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6C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9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2C8959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7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6D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48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B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7E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8B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EE0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0F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РОЯЛ ЕНТЕРПРАЙСИС ЕООД</w:t>
            </w:r>
          </w:p>
        </w:tc>
      </w:tr>
      <w:tr w:rsidR="00BE6833" w:rsidRPr="00820C50" w14:paraId="4FEADB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7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43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F2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87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6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D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A5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D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БИЙ</w:t>
            </w:r>
          </w:p>
        </w:tc>
      </w:tr>
      <w:tr w:rsidR="00BE6833" w:rsidRPr="00820C50" w14:paraId="223DA7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51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8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08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89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1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5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A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2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2D2654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10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F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4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0B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B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86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A2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0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5034F2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9D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50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92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25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A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D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D2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21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 и др.</w:t>
            </w:r>
          </w:p>
        </w:tc>
      </w:tr>
      <w:tr w:rsidR="00BE6833" w:rsidRPr="00820C50" w14:paraId="43C825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6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6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C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0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6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0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E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0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ТМН и др.</w:t>
            </w:r>
          </w:p>
        </w:tc>
      </w:tr>
      <w:tr w:rsidR="00BE6833" w:rsidRPr="00820C50" w14:paraId="60E6742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6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2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94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B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1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2A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B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B4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7435B3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2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8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5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46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C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4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C2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F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3652E5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5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5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A7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9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B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6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9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6A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ИММ и др.</w:t>
            </w:r>
          </w:p>
        </w:tc>
      </w:tr>
      <w:tr w:rsidR="00BE6833" w:rsidRPr="00820C50" w14:paraId="3A8301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B3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A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3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6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0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2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6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3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52A7FF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08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CE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3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2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EF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A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07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1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АБИ и др.</w:t>
            </w:r>
          </w:p>
        </w:tc>
      </w:tr>
      <w:tr w:rsidR="00BE6833" w:rsidRPr="00820C50" w14:paraId="2E4D9F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9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6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1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F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5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4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72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0F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 и др.</w:t>
            </w:r>
          </w:p>
        </w:tc>
      </w:tr>
      <w:tr w:rsidR="00BE6833" w:rsidRPr="00820C50" w14:paraId="2D8DF2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2C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A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4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0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F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8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F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D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ВКС и др.</w:t>
            </w:r>
          </w:p>
        </w:tc>
      </w:tr>
      <w:tr w:rsidR="00BE6833" w:rsidRPr="00820C50" w14:paraId="2B6C1DD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FD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82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F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2B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6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E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1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58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ТЦД</w:t>
            </w:r>
          </w:p>
        </w:tc>
      </w:tr>
      <w:tr w:rsidR="00BE6833" w:rsidRPr="00820C50" w14:paraId="2E5218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6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2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9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7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A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A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1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1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BE6833" w:rsidRPr="00820C50" w14:paraId="1B279F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C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6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E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0F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A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1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F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5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05EC97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B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37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4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FE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9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6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2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8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 и др.</w:t>
            </w:r>
          </w:p>
        </w:tc>
      </w:tr>
      <w:tr w:rsidR="00BE6833" w:rsidRPr="00820C50" w14:paraId="2BF87F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5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1D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0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0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2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D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A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9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889AA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8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2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1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E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3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4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1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9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МВТ</w:t>
            </w:r>
          </w:p>
        </w:tc>
      </w:tr>
      <w:tr w:rsidR="00BE6833" w:rsidRPr="00820C50" w14:paraId="1DBB78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65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4B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C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5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6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A4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5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FD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ПАА</w:t>
            </w:r>
          </w:p>
        </w:tc>
      </w:tr>
      <w:tr w:rsidR="00BE6833" w:rsidRPr="00820C50" w14:paraId="1A74D3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A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1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F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09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C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6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E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E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5842E0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7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28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FA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3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3E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5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D2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C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2F9BB8E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7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6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0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B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8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6A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0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E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40DE93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9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5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B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F7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3C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1D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5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1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683F10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6A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B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FF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4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04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B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9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1B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BE6833" w:rsidRPr="00820C50" w14:paraId="77EB2B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4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D0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8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A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5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49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0D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6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245801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7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0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0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0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8A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4B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9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6E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СКИ</w:t>
            </w:r>
          </w:p>
        </w:tc>
      </w:tr>
      <w:tr w:rsidR="00BE6833" w:rsidRPr="00820C50" w14:paraId="73049E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83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BA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E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AE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F4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E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1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11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ЕНЛ</w:t>
            </w:r>
          </w:p>
        </w:tc>
      </w:tr>
      <w:tr w:rsidR="00BE6833" w:rsidRPr="00820C50" w14:paraId="501FA5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6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BB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18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A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22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9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4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0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РИАЛ ИСТЕЙТС БГ ЕООД</w:t>
            </w:r>
          </w:p>
        </w:tc>
      </w:tr>
      <w:tr w:rsidR="00BE6833" w:rsidRPr="00820C50" w14:paraId="15C7D9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2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B8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51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5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E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8F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00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A9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5A5F4F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A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E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B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5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34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4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9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2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ЕИС и др.</w:t>
            </w:r>
          </w:p>
        </w:tc>
      </w:tr>
      <w:tr w:rsidR="00BE6833" w:rsidRPr="00820C50" w14:paraId="5BB315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C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A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8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A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22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00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8D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0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086387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E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9C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15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2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3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2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E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7D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 и др.</w:t>
            </w:r>
          </w:p>
        </w:tc>
      </w:tr>
      <w:tr w:rsidR="00BE6833" w:rsidRPr="00820C50" w14:paraId="58F45F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9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E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07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91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E9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8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C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10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ЗМГ</w:t>
            </w:r>
          </w:p>
        </w:tc>
      </w:tr>
      <w:tr w:rsidR="00BE6833" w:rsidRPr="00820C50" w14:paraId="6F8751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04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CB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F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5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7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1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0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3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МОРФУ ООД</w:t>
            </w:r>
          </w:p>
        </w:tc>
      </w:tr>
      <w:tr w:rsidR="00BE6833" w:rsidRPr="00820C50" w14:paraId="74A1FE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7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D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84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4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D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77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A1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4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35B6BD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1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5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F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CC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F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4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2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C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72DA63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50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6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C0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73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5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AE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D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C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350131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5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A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4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5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2D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D5A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1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B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066019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F8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9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E9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5E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C0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C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E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9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РЕСПРО ЕООД</w:t>
            </w:r>
          </w:p>
        </w:tc>
      </w:tr>
      <w:tr w:rsidR="00BE6833" w:rsidRPr="00820C50" w14:paraId="10E574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2C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5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A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6C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54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1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6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D8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309B93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9E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9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5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E1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BC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B7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B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F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ДОЯ</w:t>
            </w:r>
          </w:p>
        </w:tc>
      </w:tr>
      <w:tr w:rsidR="00BE6833" w:rsidRPr="00820C50" w14:paraId="10718E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D6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75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B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29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EFA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D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D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74E666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1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9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43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E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87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89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BE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7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585640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7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6F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6A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E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22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2D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B5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A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3E9C3B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C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F4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83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7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2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E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01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AF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56CAAC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A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F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E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6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1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2F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00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D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28F2DC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7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EA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00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FC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6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0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D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59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ДНМ</w:t>
            </w:r>
          </w:p>
        </w:tc>
      </w:tr>
      <w:tr w:rsidR="00BE6833" w:rsidRPr="00820C50" w14:paraId="274560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C7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8A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64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A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607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3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0D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B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6C1842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235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D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D7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80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0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E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A3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4C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66979A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48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2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07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B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8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0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6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EF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4ECA9A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9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2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E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7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8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1D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5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0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АГИОС ТЕРИССОС ООД</w:t>
            </w:r>
          </w:p>
        </w:tc>
      </w:tr>
      <w:tr w:rsidR="00BE6833" w:rsidRPr="00820C50" w14:paraId="3FC9DD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A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8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F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2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7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5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2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0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ГТТ</w:t>
            </w:r>
          </w:p>
        </w:tc>
      </w:tr>
      <w:tr w:rsidR="00BE6833" w:rsidRPr="00820C50" w14:paraId="7D2C40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9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66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0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5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5D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B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A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41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1FE3FE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9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A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B4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9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1D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A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4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D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ЕРА и др.</w:t>
            </w:r>
          </w:p>
        </w:tc>
      </w:tr>
      <w:tr w:rsidR="00BE6833" w:rsidRPr="00820C50" w14:paraId="6CC330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1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11F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34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1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6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F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E8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E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226D6E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A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CC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9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C7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4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C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80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A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460348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A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C6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2E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9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E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B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B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9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7BD0D4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6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4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D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B4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00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922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7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5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BE6833" w:rsidRPr="00820C50" w14:paraId="6CF9CA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8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2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36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D4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5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8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2F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FA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КВЛ и др.</w:t>
            </w:r>
          </w:p>
        </w:tc>
      </w:tr>
      <w:tr w:rsidR="00BE6833" w:rsidRPr="00820C50" w14:paraId="7DD414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5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1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0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7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3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20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34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C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BE6833" w:rsidRPr="00820C50" w14:paraId="65B86B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9F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32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4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F4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6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6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D6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7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1B81FD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F9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EB6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60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1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CC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A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F0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8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00736E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1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4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C5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B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DC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8D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B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BF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6D4752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C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37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8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6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92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4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2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E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69D166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E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D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F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6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E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4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A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A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ЕФТИМИУ ГЕОРГИОС ЕООД</w:t>
            </w:r>
          </w:p>
        </w:tc>
      </w:tr>
      <w:tr w:rsidR="00BE6833" w:rsidRPr="00820C50" w14:paraId="154AC9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7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11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9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7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2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D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E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E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620AED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C5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6E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B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70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82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DC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C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7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BE6833" w:rsidRPr="00820C50" w14:paraId="2A7939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42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13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8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6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82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7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B7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D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ПМП и др.</w:t>
            </w:r>
          </w:p>
        </w:tc>
      </w:tr>
      <w:tr w:rsidR="00BE6833" w:rsidRPr="00820C50" w14:paraId="2D7E18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E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2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3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A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2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01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9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F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64CBB1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696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2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B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4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7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B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ЕТБ</w:t>
            </w:r>
          </w:p>
        </w:tc>
      </w:tr>
      <w:tr w:rsidR="00BE6833" w:rsidRPr="00820C50" w14:paraId="2C286F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EC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92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2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BA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5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4E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4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34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ВЦХ</w:t>
            </w:r>
          </w:p>
        </w:tc>
      </w:tr>
      <w:tr w:rsidR="00BE6833" w:rsidRPr="00820C50" w14:paraId="76449F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5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D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8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E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3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8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3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4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3AB4D8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E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A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B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B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E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7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E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5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695486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2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B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A4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1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9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8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C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F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ЛМТ</w:t>
            </w:r>
          </w:p>
        </w:tc>
      </w:tr>
      <w:tr w:rsidR="00BE6833" w:rsidRPr="00820C50" w14:paraId="48AB53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C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E3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1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5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6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C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BB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22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ТИЛИРИА ЕООД</w:t>
            </w:r>
          </w:p>
        </w:tc>
      </w:tr>
      <w:tr w:rsidR="00BE6833" w:rsidRPr="00820C50" w14:paraId="56A5EC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E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5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A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D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8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A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5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1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BE6833" w:rsidRPr="00820C50" w14:paraId="0589A9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89D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6C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CD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84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D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A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2F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8F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BE6833" w:rsidRPr="00820C50" w14:paraId="3C0FE9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93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2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33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46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4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7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2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ИМК</w:t>
            </w:r>
          </w:p>
        </w:tc>
      </w:tr>
      <w:tr w:rsidR="00BE6833" w:rsidRPr="00820C50" w14:paraId="12CAE2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F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D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3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F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E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0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C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3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ПАГ</w:t>
            </w:r>
          </w:p>
        </w:tc>
      </w:tr>
      <w:tr w:rsidR="00BE6833" w:rsidRPr="00820C50" w14:paraId="553F40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F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3A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D6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5D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0E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57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A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D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647761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5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9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6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B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2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49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F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C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796B7B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F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1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4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5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2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B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D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A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ИПП и др.</w:t>
            </w:r>
          </w:p>
        </w:tc>
      </w:tr>
      <w:tr w:rsidR="00BE6833" w:rsidRPr="00820C50" w14:paraId="6B4342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F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0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E5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35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21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D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1F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05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521EA9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8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4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9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1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6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8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2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56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ЦКВ и др.</w:t>
            </w:r>
          </w:p>
        </w:tc>
      </w:tr>
      <w:tr w:rsidR="00BE6833" w:rsidRPr="00820C50" w14:paraId="646089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62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6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D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A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35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D7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B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12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BE6833" w:rsidRPr="00820C50" w14:paraId="0E942A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7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D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11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D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3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5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E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C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КБН</w:t>
            </w:r>
          </w:p>
        </w:tc>
      </w:tr>
      <w:tr w:rsidR="00BE6833" w:rsidRPr="00820C50" w14:paraId="01878F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3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0A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9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A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D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0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9D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7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110C9D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3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7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9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F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4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81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DF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C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 и др.</w:t>
            </w:r>
          </w:p>
        </w:tc>
      </w:tr>
      <w:tr w:rsidR="00BE6833" w:rsidRPr="00820C50" w14:paraId="1F1C4C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9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C2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C7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8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4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0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F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08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BE6833" w:rsidRPr="00820C50" w14:paraId="04F8E4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3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9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20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7C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8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13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B1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7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61612C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B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5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A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7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8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5F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C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5A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ЦДБ и др.</w:t>
            </w:r>
          </w:p>
        </w:tc>
      </w:tr>
      <w:tr w:rsidR="00BE6833" w:rsidRPr="00820C50" w14:paraId="7FB74D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B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5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F0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5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8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2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C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F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ПЙВ</w:t>
            </w:r>
          </w:p>
        </w:tc>
      </w:tr>
      <w:tr w:rsidR="00BE6833" w:rsidRPr="00820C50" w14:paraId="67E1DA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31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1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6A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6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8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6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32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1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54DC20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85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2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E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6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2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1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9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7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1F2635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F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87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1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8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6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C3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D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2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5F743E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A3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9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92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E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B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1F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A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ИВЦ</w:t>
            </w:r>
          </w:p>
        </w:tc>
      </w:tr>
      <w:tr w:rsidR="00BE6833" w:rsidRPr="00820C50" w14:paraId="2161B0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6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D4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A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A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18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A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A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7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СОА</w:t>
            </w:r>
          </w:p>
        </w:tc>
      </w:tr>
      <w:tr w:rsidR="00BE6833" w:rsidRPr="00820C50" w14:paraId="2CB35F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0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6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C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9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B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51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B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5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ВГО</w:t>
            </w:r>
          </w:p>
        </w:tc>
      </w:tr>
      <w:tr w:rsidR="00BE6833" w:rsidRPr="00820C50" w14:paraId="3DE084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0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2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5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6E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E1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7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BD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D8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НОМ</w:t>
            </w:r>
          </w:p>
        </w:tc>
      </w:tr>
      <w:tr w:rsidR="00BE6833" w:rsidRPr="00820C50" w14:paraId="1175D9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9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B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7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0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14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5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D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F85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BE6833" w:rsidRPr="00820C50" w14:paraId="6CEFFA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A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02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1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B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AD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68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9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F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ВИИ</w:t>
            </w:r>
          </w:p>
        </w:tc>
      </w:tr>
      <w:tr w:rsidR="00BE6833" w:rsidRPr="00820C50" w14:paraId="46D5D8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9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F7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3E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1C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2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A9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37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9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BE6833" w:rsidRPr="00820C50" w14:paraId="18D5DF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21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1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D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B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83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2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0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2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01E219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B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A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BC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3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B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22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8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DC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АВД</w:t>
            </w:r>
          </w:p>
        </w:tc>
      </w:tr>
      <w:tr w:rsidR="00BE6833" w:rsidRPr="00820C50" w14:paraId="20DFC0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A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6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7F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6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6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D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6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29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НФМ</w:t>
            </w:r>
          </w:p>
        </w:tc>
      </w:tr>
      <w:tr w:rsidR="00BE6833" w:rsidRPr="00820C50" w14:paraId="43D7C3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A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A0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17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38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A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6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2B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A8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53096D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17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D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6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1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20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72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3F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72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BE6833" w:rsidRPr="00820C50" w14:paraId="4EFE21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9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06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0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B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72D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4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B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9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2F8FD5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8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1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0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C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8A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F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5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8B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БОС</w:t>
            </w:r>
          </w:p>
        </w:tc>
      </w:tr>
      <w:tr w:rsidR="00BE6833" w:rsidRPr="00820C50" w14:paraId="26A314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A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FA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8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9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1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F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C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5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4D0ADD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8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B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D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9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2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7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6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6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BE6833" w:rsidRPr="00820C50" w14:paraId="3DA609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6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4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C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3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C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5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5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9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BE6833" w:rsidRPr="00820C50" w14:paraId="28F436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3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3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7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A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A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A8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77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37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05DA16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A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A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8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C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3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0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5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71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0E8197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2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D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B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A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D8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A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7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7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6B8A96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C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C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8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4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8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91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E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8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771E50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F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4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4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F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8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0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49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3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МЯС</w:t>
            </w:r>
          </w:p>
        </w:tc>
      </w:tr>
      <w:tr w:rsidR="00BE6833" w:rsidRPr="00820C50" w14:paraId="72A8C0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8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EE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E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3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4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3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E6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A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302BBD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35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A9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8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5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0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95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A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4E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РДА</w:t>
            </w:r>
          </w:p>
        </w:tc>
      </w:tr>
      <w:tr w:rsidR="00BE6833" w:rsidRPr="00820C50" w14:paraId="0E43C1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7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2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1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A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2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4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E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C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ИВЦ</w:t>
            </w:r>
          </w:p>
        </w:tc>
      </w:tr>
      <w:tr w:rsidR="00BE6833" w:rsidRPr="00820C50" w14:paraId="1660E1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16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BB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0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E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74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3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1B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4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68EAC2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0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9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7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B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EF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3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8A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1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39A0B5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3E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42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2B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C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D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2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4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6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АМИ и др.</w:t>
            </w:r>
          </w:p>
        </w:tc>
      </w:tr>
      <w:tr w:rsidR="00BE6833" w:rsidRPr="00820C50" w14:paraId="374101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A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3F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1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3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2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8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F7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D4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СТГ</w:t>
            </w:r>
          </w:p>
        </w:tc>
      </w:tr>
      <w:tr w:rsidR="00BE6833" w:rsidRPr="00820C50" w14:paraId="5B4978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2D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C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26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5F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A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2D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7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B2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ВЦХ</w:t>
            </w:r>
          </w:p>
        </w:tc>
      </w:tr>
      <w:tr w:rsidR="00BE6833" w:rsidRPr="00820C50" w14:paraId="5F9D16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C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88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D2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99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C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A0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4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F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РАТ</w:t>
            </w:r>
          </w:p>
        </w:tc>
      </w:tr>
      <w:tr w:rsidR="00BE6833" w:rsidRPr="00820C50" w14:paraId="778016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5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8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23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E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7B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4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0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9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6E3096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CC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A6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9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9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2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5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9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3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КАН</w:t>
            </w:r>
          </w:p>
        </w:tc>
      </w:tr>
      <w:tr w:rsidR="00BE6833" w:rsidRPr="00820C50" w14:paraId="374894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84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A1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0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C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5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0A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4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C3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0A075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0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8E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6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2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CD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4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7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C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БПМ</w:t>
            </w:r>
          </w:p>
        </w:tc>
      </w:tr>
      <w:tr w:rsidR="00BE6833" w:rsidRPr="00820C50" w14:paraId="4B2286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E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1E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F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6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E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6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8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3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BE6833" w:rsidRPr="00820C50" w14:paraId="242F86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13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9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C1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9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E0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BF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BD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23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НКП</w:t>
            </w:r>
          </w:p>
        </w:tc>
      </w:tr>
      <w:tr w:rsidR="00BE6833" w:rsidRPr="00820C50" w14:paraId="0D0B4E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10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9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A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9F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1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2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32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3F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ИДЙ</w:t>
            </w:r>
          </w:p>
        </w:tc>
      </w:tr>
      <w:tr w:rsidR="00BE6833" w:rsidRPr="00820C50" w14:paraId="5655AB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DD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62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F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AA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7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70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2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BF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ЛДГ</w:t>
            </w:r>
          </w:p>
        </w:tc>
      </w:tr>
      <w:tr w:rsidR="00BE6833" w:rsidRPr="00820C50" w14:paraId="3D93FC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52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C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5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E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8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B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98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C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247507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7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5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D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2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3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4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BB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5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BDE6A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C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0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C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F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FF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3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5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AF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МНВ</w:t>
            </w:r>
          </w:p>
        </w:tc>
      </w:tr>
      <w:tr w:rsidR="00BE6833" w:rsidRPr="00820C50" w14:paraId="31E524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4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1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F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2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2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8C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C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D5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061ECD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4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D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72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0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4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C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9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5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BE6833" w:rsidRPr="00820C50" w14:paraId="4015AE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08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5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B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AA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F96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9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A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C5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20D8C6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F6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FFB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7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4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1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C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9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7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ОСА</w:t>
            </w:r>
          </w:p>
        </w:tc>
      </w:tr>
      <w:tr w:rsidR="00BE6833" w:rsidRPr="00820C50" w14:paraId="0D80A4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3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94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D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DF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BD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8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18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A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ВГВ и др.</w:t>
            </w:r>
          </w:p>
        </w:tc>
      </w:tr>
      <w:tr w:rsidR="00BE6833" w:rsidRPr="00820C50" w14:paraId="4863A7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05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4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F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F5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AD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0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B6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0A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20B0F1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0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2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8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9B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1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A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98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6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ХИС</w:t>
            </w:r>
          </w:p>
        </w:tc>
      </w:tr>
      <w:tr w:rsidR="00BE6833" w:rsidRPr="00820C50" w14:paraId="4E0009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F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6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B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F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1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D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81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6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АОД</w:t>
            </w:r>
          </w:p>
        </w:tc>
      </w:tr>
      <w:tr w:rsidR="00BE6833" w:rsidRPr="00820C50" w14:paraId="5E2C4E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6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3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2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8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E5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62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1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0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BE6833" w:rsidRPr="00820C50" w14:paraId="7959DF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F4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D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0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9D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F5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FE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3C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6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АИП и др.</w:t>
            </w:r>
          </w:p>
        </w:tc>
      </w:tr>
      <w:tr w:rsidR="00BE6833" w:rsidRPr="00820C50" w14:paraId="7F8788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0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4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D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84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07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873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D6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5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ВНД</w:t>
            </w:r>
          </w:p>
        </w:tc>
      </w:tr>
      <w:tr w:rsidR="00BE6833" w:rsidRPr="00820C50" w14:paraId="274DDE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8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F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E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68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18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2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02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DF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ИТД</w:t>
            </w:r>
          </w:p>
        </w:tc>
      </w:tr>
      <w:tr w:rsidR="00BE6833" w:rsidRPr="00820C50" w14:paraId="3CA3BB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4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AA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9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C8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96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7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8E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8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77BCE1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F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2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BE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F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5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0BA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DE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8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ССЛ</w:t>
            </w:r>
          </w:p>
        </w:tc>
      </w:tr>
      <w:tr w:rsidR="00BE6833" w:rsidRPr="00820C50" w14:paraId="7A7D9D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0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7C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F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7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7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40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1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C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ААЛ</w:t>
            </w:r>
          </w:p>
        </w:tc>
      </w:tr>
      <w:tr w:rsidR="00BE6833" w:rsidRPr="00820C50" w14:paraId="3FC198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D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E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B4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8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5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8F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5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D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МНИ</w:t>
            </w:r>
          </w:p>
        </w:tc>
      </w:tr>
      <w:tr w:rsidR="00BE6833" w:rsidRPr="00820C50" w14:paraId="4C8C2C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D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8D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A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4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EC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E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6C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5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РНЙ</w:t>
            </w:r>
          </w:p>
        </w:tc>
      </w:tr>
      <w:tr w:rsidR="00BE6833" w:rsidRPr="00820C50" w14:paraId="59D97B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4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7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4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8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2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E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C0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B8F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ВНД</w:t>
            </w:r>
          </w:p>
        </w:tc>
      </w:tr>
      <w:tr w:rsidR="00BE6833" w:rsidRPr="00820C50" w14:paraId="52041B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1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5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A4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7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D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ED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B5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8DE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ЦНИ</w:t>
            </w:r>
          </w:p>
        </w:tc>
      </w:tr>
      <w:tr w:rsidR="00BE6833" w:rsidRPr="00820C50" w14:paraId="280176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C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6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7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D1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C6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C9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A2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D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5A820D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A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3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FE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6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B0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8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8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9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ЯВД</w:t>
            </w:r>
          </w:p>
        </w:tc>
      </w:tr>
      <w:tr w:rsidR="00BE6833" w:rsidRPr="00820C50" w14:paraId="4A8D67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7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C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59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12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A9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B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A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98.68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0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РИДЖЕНТ ПРОПЪРТИС ООД</w:t>
            </w:r>
          </w:p>
        </w:tc>
      </w:tr>
      <w:tr w:rsidR="00BE6833" w:rsidRPr="00820C50" w14:paraId="1173AC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2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8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8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14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19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2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C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4A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АКАКИ ЕООД</w:t>
            </w:r>
          </w:p>
        </w:tc>
      </w:tr>
      <w:tr w:rsidR="00BE6833" w:rsidRPr="00820C50" w14:paraId="726964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F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7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B9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B3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B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7A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D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B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BE6833" w:rsidRPr="00820C50" w14:paraId="577099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8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8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CD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B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A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80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3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8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226E71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AA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7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4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5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2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9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A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0A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39BCBB4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C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B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A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7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D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2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0C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4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727797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DB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5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2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B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3B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7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7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5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</w:tr>
      <w:tr w:rsidR="00BE6833" w:rsidRPr="00820C50" w14:paraId="3930A2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6A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9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3C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B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4A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B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D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1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5FEEC1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2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3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AB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F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4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9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D2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E6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</w:t>
            </w:r>
          </w:p>
        </w:tc>
      </w:tr>
      <w:tr w:rsidR="00BE6833" w:rsidRPr="00820C50" w14:paraId="6E9B9F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1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F8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BD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6F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C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6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D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23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6400D4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6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E6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1B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81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41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F2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B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3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BE6833" w:rsidRPr="00820C50" w14:paraId="479C1D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1C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F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5C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65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9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A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5C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DB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НГД</w:t>
            </w:r>
          </w:p>
        </w:tc>
      </w:tr>
      <w:tr w:rsidR="00BE6833" w:rsidRPr="00820C50" w14:paraId="2875B2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7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1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B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E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3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D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A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7B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РВТ и др.</w:t>
            </w:r>
          </w:p>
        </w:tc>
      </w:tr>
      <w:tr w:rsidR="00BE6833" w:rsidRPr="00820C50" w14:paraId="37602F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C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07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5C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A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C6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00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8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68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072D0E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0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C1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9C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88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1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6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5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94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56CB5F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F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1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1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42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96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A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A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C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782823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B7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8F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3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5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8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6C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D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F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ГБГ</w:t>
            </w:r>
          </w:p>
        </w:tc>
      </w:tr>
      <w:tr w:rsidR="00BE6833" w:rsidRPr="00820C50" w14:paraId="70B576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06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C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B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6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5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2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8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7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43D9F7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C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B5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4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0C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E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0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58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1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5C23E8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33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2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9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8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2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69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B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C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</w:t>
            </w:r>
          </w:p>
        </w:tc>
      </w:tr>
      <w:tr w:rsidR="00BE6833" w:rsidRPr="00820C50" w14:paraId="44084B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6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93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4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E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5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E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3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D2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0EABE0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A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D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44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F0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C1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1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E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1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3E0A6E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09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7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F6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D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1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C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9F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3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6F8185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4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2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48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A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D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39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B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80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7B923C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10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1F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6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1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27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25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1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6D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456D60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05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E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2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2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9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D5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6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НМЛ</w:t>
            </w:r>
          </w:p>
        </w:tc>
      </w:tr>
      <w:tr w:rsidR="00BE6833" w:rsidRPr="00820C50" w14:paraId="49B12D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6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3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E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5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6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B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8E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A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ПИВ</w:t>
            </w:r>
          </w:p>
        </w:tc>
      </w:tr>
      <w:tr w:rsidR="00BE6833" w:rsidRPr="00820C50" w14:paraId="33F396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7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E7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3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4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3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C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9E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7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038CA5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5E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E4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E53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8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E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9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5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4A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ЦВА</w:t>
            </w:r>
          </w:p>
        </w:tc>
      </w:tr>
      <w:tr w:rsidR="00BE6833" w:rsidRPr="00820C50" w14:paraId="28DD6C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91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1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0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7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AB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18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5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5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078474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5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DD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44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EF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93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7B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5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0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ВВФ и др.</w:t>
            </w:r>
          </w:p>
        </w:tc>
      </w:tr>
      <w:tr w:rsidR="00BE6833" w:rsidRPr="00820C50" w14:paraId="3C1D17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E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0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1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0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F8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5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5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F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0F0FDE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3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7E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8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9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E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A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B10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A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295282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4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8C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E3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C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21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1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33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0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1ED612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0E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7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A0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8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9B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A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42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A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ТКИ</w:t>
            </w:r>
          </w:p>
        </w:tc>
      </w:tr>
      <w:tr w:rsidR="00BE6833" w:rsidRPr="00820C50" w14:paraId="00D2CA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FC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7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46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7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4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E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D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E0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BE6833" w:rsidRPr="00820C50" w14:paraId="2535DE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D3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D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844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C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F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5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8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06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НнХ</w:t>
            </w:r>
          </w:p>
        </w:tc>
      </w:tr>
      <w:tr w:rsidR="00BE6833" w:rsidRPr="00820C50" w14:paraId="17EB41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E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16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C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7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4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4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FD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5B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2CF86C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9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FE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69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0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4D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62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8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1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BE6833" w:rsidRPr="00820C50" w14:paraId="2B7F8F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3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3E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E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6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E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4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25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D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2FAF3E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0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E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D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8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C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8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4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5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5EBBC5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2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3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2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44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61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71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6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4D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13D573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79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B5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9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C3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5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0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CB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2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069F96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ED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59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7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B6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1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A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8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B0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3E18F3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7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B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1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0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82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4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4F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86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58B65E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7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94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89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6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08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6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B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0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139238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E1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6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2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9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24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92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BF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D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 и др.</w:t>
            </w:r>
          </w:p>
        </w:tc>
      </w:tr>
      <w:tr w:rsidR="00BE6833" w:rsidRPr="00820C50" w14:paraId="740A96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5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2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9B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7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2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4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11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3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6E99C2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C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0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FB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8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D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E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A2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1AE971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7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2F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49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6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C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5B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9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76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5597E0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30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2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3A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6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FB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0A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8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48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17A5D2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7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3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1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47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D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0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7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A2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 и др.</w:t>
            </w:r>
          </w:p>
        </w:tc>
      </w:tr>
      <w:tr w:rsidR="00BE6833" w:rsidRPr="00820C50" w14:paraId="5459F8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C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C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D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8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0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B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35A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5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75F8EE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E31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1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C0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8A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D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F2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2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0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ЦВМ</w:t>
            </w:r>
          </w:p>
        </w:tc>
      </w:tr>
      <w:tr w:rsidR="00BE6833" w:rsidRPr="00820C50" w14:paraId="6F6C8B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82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F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F3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39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6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E5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8C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1A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723C4A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8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4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D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17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4B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3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5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BF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ЛЛН</w:t>
            </w:r>
          </w:p>
        </w:tc>
      </w:tr>
      <w:tr w:rsidR="00BE6833" w:rsidRPr="00820C50" w14:paraId="40E966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A3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3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A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9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2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76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BC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A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BE6833" w:rsidRPr="00820C50" w14:paraId="73E984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29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4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D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28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5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A7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1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F4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583557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A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1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F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9B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ED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F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D8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D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D86F1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0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7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C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C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E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2F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53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E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ГДН</w:t>
            </w:r>
          </w:p>
        </w:tc>
      </w:tr>
      <w:tr w:rsidR="00BE6833" w:rsidRPr="00820C50" w14:paraId="6D8409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5C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4F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A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CB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C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C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2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0C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BE6833" w:rsidRPr="00820C50" w14:paraId="67B441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5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72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1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E2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3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65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8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1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ЙГМ</w:t>
            </w:r>
          </w:p>
        </w:tc>
      </w:tr>
      <w:tr w:rsidR="00BE6833" w:rsidRPr="00820C50" w14:paraId="3E5CEB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B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7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5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2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10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7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EA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D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05424C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7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F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3D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13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44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0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04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A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081B04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949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53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F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31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5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8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B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BE6833" w:rsidRPr="00820C50" w14:paraId="29F6ED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1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8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D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E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1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1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C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3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</w:t>
            </w:r>
          </w:p>
        </w:tc>
      </w:tr>
      <w:tr w:rsidR="00BE6833" w:rsidRPr="00820C50" w14:paraId="3E9C53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E9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1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3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3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9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74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045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E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АОД</w:t>
            </w:r>
          </w:p>
        </w:tc>
      </w:tr>
      <w:tr w:rsidR="00BE6833" w:rsidRPr="00820C50" w14:paraId="00AFB8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2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94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A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D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28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F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92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8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012F24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24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0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E2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9D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B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E8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81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CD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6874BA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6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A2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0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5F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8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2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5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D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BE6833" w:rsidRPr="00820C50" w14:paraId="189D57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0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D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AE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F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52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5C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1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3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ДЙЙ и др.</w:t>
            </w:r>
          </w:p>
        </w:tc>
      </w:tr>
      <w:tr w:rsidR="00BE6833" w:rsidRPr="00820C50" w14:paraId="6E7565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4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5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E3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5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51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9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6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6D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УНИВЕРСИ ИМОТИ ЕООД</w:t>
            </w:r>
          </w:p>
        </w:tc>
      </w:tr>
      <w:tr w:rsidR="00BE6833" w:rsidRPr="00820C50" w14:paraId="17DF7D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5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0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C6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A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FB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F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A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F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205B8A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5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61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5B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A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B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E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70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0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1425DE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7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ED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9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F7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A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18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3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7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E67AA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9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A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4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2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F9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1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3D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8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 и др.</w:t>
            </w:r>
          </w:p>
        </w:tc>
      </w:tr>
      <w:tr w:rsidR="00BE6833" w:rsidRPr="00820C50" w14:paraId="656FDF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14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43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39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43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E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44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30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5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031D89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7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0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8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E5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FE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E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CB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8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СТГ</w:t>
            </w:r>
          </w:p>
        </w:tc>
      </w:tr>
      <w:tr w:rsidR="00BE6833" w:rsidRPr="00820C50" w14:paraId="711780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F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3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7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62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8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3B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4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5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ВИЗ</w:t>
            </w:r>
          </w:p>
        </w:tc>
      </w:tr>
      <w:tr w:rsidR="00BE6833" w:rsidRPr="00820C50" w14:paraId="28B7E9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D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C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C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F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9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7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5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F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5B022E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D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8F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8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5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0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4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A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68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09AE80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6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3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D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6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0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9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CF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B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СДЯ</w:t>
            </w:r>
          </w:p>
        </w:tc>
      </w:tr>
      <w:tr w:rsidR="00BE6833" w:rsidRPr="00820C50" w14:paraId="42FB64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3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4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BE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0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8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1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A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8A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366F75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E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5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1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78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5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7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3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8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0AACE9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F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6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D7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83D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E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6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5B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8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77BF09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D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A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E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C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C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38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83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9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50512C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E8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A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B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4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F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E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9C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6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24E3A0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58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2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E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AA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A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8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C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3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1003C4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4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9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E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AC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2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C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E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0F8BFA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F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0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D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0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CA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D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C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A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6D560B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C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DE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4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34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F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DE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D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D2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323115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1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5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D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C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C4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B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1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E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75AF24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9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2F4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F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E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8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5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3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E6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BE6833" w:rsidRPr="00820C50" w14:paraId="0097B4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0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A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8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7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08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6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E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9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ДКГ и др.</w:t>
            </w:r>
          </w:p>
        </w:tc>
      </w:tr>
      <w:tr w:rsidR="00BE6833" w:rsidRPr="00820C50" w14:paraId="46E136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0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F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4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0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D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8A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D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A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BE6833" w:rsidRPr="00820C50" w14:paraId="2A912A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3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7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6B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B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A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4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7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4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BE6833" w:rsidRPr="00820C50" w14:paraId="00022D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A3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1C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25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1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A7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9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B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3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57067E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2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6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F9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2C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1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D0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34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D6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СДЯ</w:t>
            </w:r>
          </w:p>
        </w:tc>
      </w:tr>
      <w:tr w:rsidR="00BE6833" w:rsidRPr="00820C50" w14:paraId="4AC9C0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0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6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0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4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F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B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2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D7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76FE3A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8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C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7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D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81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4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40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E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BE6833" w:rsidRPr="00820C50" w14:paraId="3F1DAB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B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04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56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9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2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0E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B0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1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6076FA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68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F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7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A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E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18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6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2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2E2414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FA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C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47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9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ED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9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61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D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4CFEB7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2A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E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8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EB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B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18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6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F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5A4D4C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D0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C6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61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9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12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1C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5B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A6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3CEBF2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74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5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4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1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B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C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F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D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5A4D3A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3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6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E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0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8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5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3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9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14F05E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C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6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CB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1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2F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2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EA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4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АМП</w:t>
            </w:r>
          </w:p>
        </w:tc>
      </w:tr>
      <w:tr w:rsidR="00BE6833" w:rsidRPr="00820C50" w14:paraId="163B50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00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A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1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58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0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11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5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7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2A9B0C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D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0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E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DF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BC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6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C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3D9DFD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4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8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2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F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3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1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F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E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21CB4D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72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7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6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0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A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56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2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2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</w:t>
            </w:r>
          </w:p>
        </w:tc>
      </w:tr>
      <w:tr w:rsidR="00BE6833" w:rsidRPr="00820C50" w14:paraId="2265FD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8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7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2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9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5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6B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D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2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46A3A8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C4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2C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3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4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C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9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7B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A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BE6833" w:rsidRPr="00820C50" w14:paraId="5E1F55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9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A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86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9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5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E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4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5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3FCCF1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6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7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D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0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0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E6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BF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41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55B746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8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79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F7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2C0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4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5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2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74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МХИ</w:t>
            </w:r>
          </w:p>
        </w:tc>
      </w:tr>
      <w:tr w:rsidR="00BE6833" w:rsidRPr="00820C50" w14:paraId="14B662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12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B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F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14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4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C2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A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F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2E701A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1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6C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5F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3C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F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5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A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B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2C96A5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EC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0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C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BC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7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2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D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B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BE6833" w:rsidRPr="00820C50" w14:paraId="300A75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8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49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B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6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7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7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3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1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325065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8CF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9C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0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7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C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5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38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3B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3716EB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A5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2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29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4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56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4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0F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2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42E230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1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1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2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D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E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8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D21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D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02F6E7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6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F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7F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3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8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B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EE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8C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480A43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4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D9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39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5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7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79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1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9C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7447D1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BA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1F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2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59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F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25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A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5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198098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CC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7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54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7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E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C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7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10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29F9AD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C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6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A6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8F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D3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1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1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6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1D30D6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C6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F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E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F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C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B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0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4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6851D8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9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5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3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6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E7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4A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8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1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ЦЙК</w:t>
            </w:r>
          </w:p>
        </w:tc>
      </w:tr>
      <w:tr w:rsidR="00BE6833" w:rsidRPr="00820C50" w14:paraId="5DF009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4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24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A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9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55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F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5F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3B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306D7A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2A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F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D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4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34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7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1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F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641483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2C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6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5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4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9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E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9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33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ВТГ</w:t>
            </w:r>
          </w:p>
        </w:tc>
      </w:tr>
      <w:tr w:rsidR="00BE6833" w:rsidRPr="00820C50" w14:paraId="3118BA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3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7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60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5F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E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5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2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C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71148D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5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E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2E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E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3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D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31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3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1AFF33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A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6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4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F4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5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33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B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8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ЗВГ</w:t>
            </w:r>
          </w:p>
        </w:tc>
      </w:tr>
      <w:tr w:rsidR="00BE6833" w:rsidRPr="00820C50" w14:paraId="4A30E5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87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B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F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AB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07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0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8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B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0C1AE9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0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1C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9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8E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3D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3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D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7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7AE982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9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1B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4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B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6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A59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F6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8C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ЕИН</w:t>
            </w:r>
          </w:p>
        </w:tc>
      </w:tr>
      <w:tr w:rsidR="00BE6833" w:rsidRPr="00820C50" w14:paraId="08B2CE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3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9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E3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2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9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0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8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8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64FD2E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8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E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97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C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18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ED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F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9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ГВГ</w:t>
            </w:r>
          </w:p>
        </w:tc>
      </w:tr>
      <w:tr w:rsidR="00BE6833" w:rsidRPr="00820C50" w14:paraId="48F234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C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45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B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90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F1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7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CF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6F1E69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2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F4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D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F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EF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9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0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7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0028BE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92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C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9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28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E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1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E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6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BE6833" w:rsidRPr="00820C50" w14:paraId="5D99DB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70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8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0E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E6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7A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1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70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6A3F4D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7D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6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8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B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5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4C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4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9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3A8A21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D6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91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EC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7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80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C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83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2A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BE6833" w:rsidRPr="00820C50" w14:paraId="0E21F8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28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C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79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B5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8A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A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5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3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482657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9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C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24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8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9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8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B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2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ВКФ и др.</w:t>
            </w:r>
          </w:p>
        </w:tc>
      </w:tr>
      <w:tr w:rsidR="00BE6833" w:rsidRPr="00820C50" w14:paraId="30B7CC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A7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87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C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82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B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0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3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F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0286B5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8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E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B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99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9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F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5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C7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128535D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5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3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8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79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41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F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78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F8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16F3EC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0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61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0E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FC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45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9E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9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08F2BC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5D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D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76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67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3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D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6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9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6CA7E8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2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4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CB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373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6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4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7D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A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АЛИКА ЕООД</w:t>
            </w:r>
          </w:p>
        </w:tc>
      </w:tr>
      <w:tr w:rsidR="00BE6833" w:rsidRPr="00820C50" w14:paraId="237512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7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0C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2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E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6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DD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6C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6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ББС</w:t>
            </w:r>
          </w:p>
        </w:tc>
      </w:tr>
      <w:tr w:rsidR="00BE6833" w:rsidRPr="00820C50" w14:paraId="2769E7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8A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9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E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6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A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D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B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EB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E041D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7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CF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3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CC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1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4D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5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5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5C76A3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01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5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4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3B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2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D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4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A2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6C57BD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7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1D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3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B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A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3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D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BF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3F0219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B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8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41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F8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6D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3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4A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4A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5CBE4E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A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A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B2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4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04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7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9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7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РИМ и др.</w:t>
            </w:r>
          </w:p>
        </w:tc>
      </w:tr>
      <w:tr w:rsidR="00BE6833" w:rsidRPr="00820C50" w14:paraId="694CBD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3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D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2F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3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9ED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00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E4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6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120555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88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D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F8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0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E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9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E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F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199CA4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F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38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F9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8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0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1A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6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B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73786A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3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8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A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D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3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DF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F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2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ДГД</w:t>
            </w:r>
          </w:p>
        </w:tc>
      </w:tr>
      <w:tr w:rsidR="00BE6833" w:rsidRPr="00820C50" w14:paraId="14DC63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BF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A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0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E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0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E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6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FA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BE6833" w:rsidRPr="00820C50" w14:paraId="3B7180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6B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BB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C2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2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E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B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5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 и др.</w:t>
            </w:r>
          </w:p>
        </w:tc>
      </w:tr>
      <w:tr w:rsidR="00BE6833" w:rsidRPr="00820C50" w14:paraId="4735CD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7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4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7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F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5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B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94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E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ГКК</w:t>
            </w:r>
          </w:p>
        </w:tc>
      </w:tr>
      <w:tr w:rsidR="00BE6833" w:rsidRPr="00820C50" w14:paraId="63E7C6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68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9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3D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2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24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9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5E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4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5BEC77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3B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E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7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4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CF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7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2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32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5EF007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3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9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0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4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9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E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6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7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0B6B77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03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24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44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F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D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A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E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8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1F1BE5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9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F7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C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D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72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7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71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C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БПК и др.</w:t>
            </w:r>
          </w:p>
        </w:tc>
      </w:tr>
      <w:tr w:rsidR="00BE6833" w:rsidRPr="00820C50" w14:paraId="2F11F6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5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F9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47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9B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91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3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6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6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2A500E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2A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6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7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E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E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B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7A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3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ЦВМ</w:t>
            </w:r>
          </w:p>
        </w:tc>
      </w:tr>
      <w:tr w:rsidR="00BE6833" w:rsidRPr="00820C50" w14:paraId="66470A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3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3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5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D1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FA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D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4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5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FA15D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7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6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0E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4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D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B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9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DC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53FA9E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D0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09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B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4E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07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D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C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2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ХГМ</w:t>
            </w:r>
          </w:p>
        </w:tc>
      </w:tr>
      <w:tr w:rsidR="00BE6833" w:rsidRPr="00820C50" w14:paraId="5D30AE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5A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B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85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5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A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1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4D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C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318859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1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5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1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C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4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A9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F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F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 и др.</w:t>
            </w:r>
          </w:p>
        </w:tc>
      </w:tr>
      <w:tr w:rsidR="00BE6833" w:rsidRPr="00820C50" w14:paraId="01870F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0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04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7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5A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E8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6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6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1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BE6833" w:rsidRPr="00820C50" w14:paraId="0A1708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9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8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62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4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9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83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1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39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4A08262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5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C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6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B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1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5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4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91.03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4A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BE6833" w:rsidRPr="00820C50" w14:paraId="6055A9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4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C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61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C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7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6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0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24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13B546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9C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C0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0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BF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BF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D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2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9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27D36B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9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E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7C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C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E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B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C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A3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6F14D2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19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03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F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C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7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48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6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16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6262C5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C9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9B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7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D3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1A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2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7D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9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КБН</w:t>
            </w:r>
          </w:p>
        </w:tc>
      </w:tr>
      <w:tr w:rsidR="00BE6833" w:rsidRPr="00820C50" w14:paraId="1ADE10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C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4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0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F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C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69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8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F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ТГД</w:t>
            </w:r>
          </w:p>
        </w:tc>
      </w:tr>
      <w:tr w:rsidR="00BE6833" w:rsidRPr="00820C50" w14:paraId="31DD9B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2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C7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D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66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68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E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4A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B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6AC717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C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2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8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4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A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A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C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8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ВВЗ и др.</w:t>
            </w:r>
          </w:p>
        </w:tc>
      </w:tr>
      <w:tr w:rsidR="00BE6833" w:rsidRPr="00820C50" w14:paraId="0011DE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0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61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4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B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19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1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62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81.22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B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108ECE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E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C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2D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9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0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3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4A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3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БПА и др.</w:t>
            </w:r>
          </w:p>
        </w:tc>
      </w:tr>
      <w:tr w:rsidR="00BE6833" w:rsidRPr="00820C50" w14:paraId="6D6D1D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C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F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C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A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4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39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9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3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2294C4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F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55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E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9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09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D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1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10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РФМ</w:t>
            </w:r>
          </w:p>
        </w:tc>
      </w:tr>
      <w:tr w:rsidR="00BE6833" w:rsidRPr="00820C50" w14:paraId="37452C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7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0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3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C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94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D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B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E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1E023E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C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6C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B3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F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41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D8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B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E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6D2C09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94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1D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3A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4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11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FC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8D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CE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0D03E6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4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85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92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8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F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B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A2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0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7E2762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B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04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FF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4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E2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C0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0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4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ИАП</w:t>
            </w:r>
          </w:p>
        </w:tc>
      </w:tr>
      <w:tr w:rsidR="00BE6833" w:rsidRPr="00820C50" w14:paraId="7FE49F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73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60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23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90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37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3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17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E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587718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E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4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D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0C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09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9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59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A0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ПИК и др.</w:t>
            </w:r>
          </w:p>
        </w:tc>
      </w:tr>
      <w:tr w:rsidR="00BE6833" w:rsidRPr="00820C50" w14:paraId="7AC3BE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5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D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9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E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C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C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0B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1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ЦМВ</w:t>
            </w:r>
          </w:p>
        </w:tc>
      </w:tr>
      <w:tr w:rsidR="00BE6833" w:rsidRPr="00820C50" w14:paraId="6B7934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1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76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39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5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7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5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1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6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РМС</w:t>
            </w:r>
          </w:p>
        </w:tc>
      </w:tr>
      <w:tr w:rsidR="00BE6833" w:rsidRPr="00820C50" w14:paraId="21DBA5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7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93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2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29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ED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7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BD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A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4062B7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E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B6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18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2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5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01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0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6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BE6833" w:rsidRPr="00820C50" w14:paraId="4B8394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B4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8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A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3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B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B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B1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7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ГИД и др.</w:t>
            </w:r>
          </w:p>
        </w:tc>
      </w:tr>
      <w:tr w:rsidR="00BE6833" w:rsidRPr="00820C50" w14:paraId="4E324C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0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B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9F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BC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1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E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0C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E0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ЦНД</w:t>
            </w:r>
          </w:p>
        </w:tc>
      </w:tr>
      <w:tr w:rsidR="00BE6833" w:rsidRPr="00820C50" w14:paraId="007A90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C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6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CE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5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B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5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3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8D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ИФГ</w:t>
            </w:r>
          </w:p>
        </w:tc>
      </w:tr>
      <w:tr w:rsidR="00BE6833" w:rsidRPr="00820C50" w14:paraId="4D2F1A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C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D1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F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1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C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7B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6B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C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СФП</w:t>
            </w:r>
          </w:p>
        </w:tc>
      </w:tr>
      <w:tr w:rsidR="00BE6833" w:rsidRPr="00820C50" w14:paraId="648C2E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8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1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D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37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5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0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71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F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033D40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E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2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E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B4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25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F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1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16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РГН</w:t>
            </w:r>
          </w:p>
        </w:tc>
      </w:tr>
      <w:tr w:rsidR="00BE6833" w:rsidRPr="00820C50" w14:paraId="4CA532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A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9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5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6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4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0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64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5A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739426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C7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5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6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C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18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FF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27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94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23A415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2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D7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01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AA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8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8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D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5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40F93A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C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C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C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C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7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4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93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76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10DCFB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FF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D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5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8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57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F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7E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8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66D1E3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3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9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4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6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D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E2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8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D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BE6833" w:rsidRPr="00820C50" w14:paraId="49EF95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0D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4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7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9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65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D4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C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3C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ВНЛ</w:t>
            </w:r>
          </w:p>
        </w:tc>
      </w:tr>
      <w:tr w:rsidR="00BE6833" w:rsidRPr="00820C50" w14:paraId="331E7A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5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4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5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FA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D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A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0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C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0BC195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14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F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61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8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0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0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6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1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КВП</w:t>
            </w:r>
          </w:p>
        </w:tc>
      </w:tr>
      <w:tr w:rsidR="00BE6833" w:rsidRPr="00820C50" w14:paraId="06694E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C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CD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0D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F0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6E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A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1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3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03CB5C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1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50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56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72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5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5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85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РВП и др.</w:t>
            </w:r>
          </w:p>
        </w:tc>
      </w:tr>
      <w:tr w:rsidR="00BE6833" w:rsidRPr="00820C50" w14:paraId="6B7A33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5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E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C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6E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C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F4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C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7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1693B1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49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2E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6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7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6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E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65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E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</w:t>
            </w:r>
          </w:p>
        </w:tc>
      </w:tr>
      <w:tr w:rsidR="00BE6833" w:rsidRPr="00820C50" w14:paraId="576234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E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F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DB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8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3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E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E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9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5B1901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C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2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BD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E1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4BD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2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0D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67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116C4B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CC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7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A6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7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F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6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E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EF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МЛД</w:t>
            </w:r>
          </w:p>
        </w:tc>
      </w:tr>
      <w:tr w:rsidR="00BE6833" w:rsidRPr="00820C50" w14:paraId="7DD038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9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92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D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F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03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3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D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7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BE6833" w:rsidRPr="00820C50" w14:paraId="47EFC1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A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F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38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8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1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9D8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0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32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ФНН</w:t>
            </w:r>
          </w:p>
        </w:tc>
      </w:tr>
      <w:tr w:rsidR="00BE6833" w:rsidRPr="00820C50" w14:paraId="4F9684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AB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608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D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E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26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5C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E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D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7B7092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2C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3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E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C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2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CC4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C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3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РПП</w:t>
            </w:r>
          </w:p>
        </w:tc>
      </w:tr>
      <w:tr w:rsidR="00BE6833" w:rsidRPr="00820C50" w14:paraId="2AD216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AA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7B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2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73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F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2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2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E3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76FEA1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7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1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C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22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45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2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4D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35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0AEDFE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9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A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5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A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0C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B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73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ТДД и др.</w:t>
            </w:r>
          </w:p>
        </w:tc>
      </w:tr>
      <w:tr w:rsidR="00BE6833" w:rsidRPr="00820C50" w14:paraId="59CEA6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8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54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C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C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6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34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F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87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70EE46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F1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C1B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51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8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AE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5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9D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A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 и др.</w:t>
            </w:r>
          </w:p>
        </w:tc>
      </w:tr>
      <w:tr w:rsidR="00BE6833" w:rsidRPr="00820C50" w14:paraId="3D1A99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5A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B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5E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75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E2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1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2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0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176BC3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7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6B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CF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5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8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F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A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E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0470FF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4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8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3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5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6A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18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D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0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ТМН и др.</w:t>
            </w:r>
          </w:p>
        </w:tc>
      </w:tr>
      <w:tr w:rsidR="00BE6833" w:rsidRPr="00820C50" w14:paraId="1E687F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3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9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1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E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5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C7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E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E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АЦВ</w:t>
            </w:r>
          </w:p>
        </w:tc>
      </w:tr>
      <w:tr w:rsidR="00BE6833" w:rsidRPr="00820C50" w14:paraId="712A46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AF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E4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C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3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3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70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D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2D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0900E8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90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AE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7E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03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2A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F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F9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E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1830ED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5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B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2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7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B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D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4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A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ВИЗ</w:t>
            </w:r>
          </w:p>
        </w:tc>
      </w:tr>
      <w:tr w:rsidR="00BE6833" w:rsidRPr="00820C50" w14:paraId="2B94B8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BC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AB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BE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C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40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3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7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F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ИМС и др.</w:t>
            </w:r>
          </w:p>
        </w:tc>
      </w:tr>
      <w:tr w:rsidR="00BE6833" w:rsidRPr="00820C50" w14:paraId="130080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21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D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4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3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D3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0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AE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7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7FB14D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20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82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50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AD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F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EB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5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3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 и др.</w:t>
            </w:r>
          </w:p>
        </w:tc>
      </w:tr>
      <w:tr w:rsidR="00BE6833" w:rsidRPr="00820C50" w14:paraId="77DB9A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0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F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D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C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C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A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F3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4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ТДА и др.</w:t>
            </w:r>
          </w:p>
        </w:tc>
      </w:tr>
      <w:tr w:rsidR="00BE6833" w:rsidRPr="00820C50" w14:paraId="0E671E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6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1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C0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8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5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E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42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C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2AE0F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5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3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C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B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C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0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F0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4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АБИ и др.</w:t>
            </w:r>
          </w:p>
        </w:tc>
      </w:tr>
      <w:tr w:rsidR="00BE6833" w:rsidRPr="00820C50" w14:paraId="5A1373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83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B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D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2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33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6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3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F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БЛГ</w:t>
            </w:r>
          </w:p>
        </w:tc>
      </w:tr>
      <w:tr w:rsidR="00BE6833" w:rsidRPr="00820C50" w14:paraId="2E4127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97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D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E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F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D2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A8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B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D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МБК и др.</w:t>
            </w:r>
          </w:p>
        </w:tc>
      </w:tr>
      <w:tr w:rsidR="00BE6833" w:rsidRPr="00820C50" w14:paraId="3F7F23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7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D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B3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8E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68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5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6F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D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59F54B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0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5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32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6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0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3D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9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2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МДМ</w:t>
            </w:r>
          </w:p>
        </w:tc>
      </w:tr>
      <w:tr w:rsidR="00BE6833" w:rsidRPr="00820C50" w14:paraId="1CC1E2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37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F4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5F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2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04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FF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E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8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6B8611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C8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38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5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2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0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F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A5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1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076DBF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6C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0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8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1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36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D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D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5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36BF82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6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D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3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90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B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8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67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F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67ABB5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C3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9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C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E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6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9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EE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9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ВНД</w:t>
            </w:r>
          </w:p>
        </w:tc>
      </w:tr>
      <w:tr w:rsidR="00BE6833" w:rsidRPr="00820C50" w14:paraId="3C890A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73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0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3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CD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D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B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A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6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БВК</w:t>
            </w:r>
          </w:p>
        </w:tc>
      </w:tr>
      <w:tr w:rsidR="00BE6833" w:rsidRPr="00820C50" w14:paraId="165BCE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A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3A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B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40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B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C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00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FB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3C1312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EF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8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1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A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B3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7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0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D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ВМЕ</w:t>
            </w:r>
          </w:p>
        </w:tc>
      </w:tr>
      <w:tr w:rsidR="00BE6833" w:rsidRPr="00820C50" w14:paraId="41F746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5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0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96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C5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3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4D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8D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D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ЛГА</w:t>
            </w:r>
          </w:p>
        </w:tc>
      </w:tr>
      <w:tr w:rsidR="00BE6833" w:rsidRPr="00820C50" w14:paraId="34CBD8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E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59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2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3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4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8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D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8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1FA368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3E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D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B7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3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61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5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C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D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186CF0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3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3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0A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F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E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A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B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789A98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06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6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C3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05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7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0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C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7F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ЕИС и др.</w:t>
            </w:r>
          </w:p>
        </w:tc>
      </w:tr>
      <w:tr w:rsidR="00BE6833" w:rsidRPr="00820C50" w14:paraId="065FFD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9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7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B1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3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A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7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F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EF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3EC9D1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7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0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A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24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1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3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85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BE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1B2E00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5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1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E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8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C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F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4A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2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30BFF8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C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37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F1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C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9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B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2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60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САЙ и др.</w:t>
            </w:r>
          </w:p>
        </w:tc>
      </w:tr>
      <w:tr w:rsidR="00BE6833" w:rsidRPr="00820C50" w14:paraId="5089B4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3A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27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B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5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B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CA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2A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3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35F91F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C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29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1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04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5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CF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A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F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BE6833" w:rsidRPr="00820C50" w14:paraId="3798BC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3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5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32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A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3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4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1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8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1A26D5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13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FF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9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A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06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64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5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5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2C1C0B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3A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C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18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37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87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3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E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2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BE6833" w:rsidRPr="00820C50" w14:paraId="401715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A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5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4E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3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3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D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D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A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BE6833" w:rsidRPr="00820C50" w14:paraId="2D5E32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C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B6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D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08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22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7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9D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26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149260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6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54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A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8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E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7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8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5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18E1F4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3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E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72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8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9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D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7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5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1DEF5B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27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8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5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F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F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7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D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8F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6F8AFC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2A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35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9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A3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5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1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95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37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ВМЕ</w:t>
            </w:r>
          </w:p>
        </w:tc>
      </w:tr>
      <w:tr w:rsidR="00BE6833" w:rsidRPr="00820C50" w14:paraId="7748D8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7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7A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8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9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5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0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E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DD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ЗВГ</w:t>
            </w:r>
          </w:p>
        </w:tc>
      </w:tr>
      <w:tr w:rsidR="00BE6833" w:rsidRPr="00820C50" w14:paraId="4532A3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1F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0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5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B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2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A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6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C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4A1BCF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B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B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D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B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A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DF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7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5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63C1A9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6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1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E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A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3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E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3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40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BE6833" w:rsidRPr="00820C50" w14:paraId="7B4C6F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80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B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6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91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18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E4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BD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2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BE6833" w:rsidRPr="00820C50" w14:paraId="631E55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9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8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A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3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0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2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98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95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</w:t>
            </w:r>
          </w:p>
        </w:tc>
      </w:tr>
      <w:tr w:rsidR="00BE6833" w:rsidRPr="00820C50" w14:paraId="4F4F9D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3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8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D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3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92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CF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63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5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340BE5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1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5C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0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F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A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5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02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EF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1CAFB3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A1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F6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5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47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D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2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D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87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МКД</w:t>
            </w:r>
          </w:p>
        </w:tc>
      </w:tr>
      <w:tr w:rsidR="00BE6833" w:rsidRPr="00820C50" w14:paraId="2ECEF4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F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A5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8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F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2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68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E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2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МПД</w:t>
            </w:r>
          </w:p>
        </w:tc>
      </w:tr>
      <w:tr w:rsidR="00BE6833" w:rsidRPr="00820C50" w14:paraId="1DFE47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3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5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E6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3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0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18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D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6C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3EE515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7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A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5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6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58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8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29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0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059023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21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9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8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9C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C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A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FE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F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1B7A71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74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2A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B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2C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4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73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E3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7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ХИС</w:t>
            </w:r>
          </w:p>
        </w:tc>
      </w:tr>
      <w:tr w:rsidR="00BE6833" w:rsidRPr="00820C50" w14:paraId="526DA2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C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1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8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E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5E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0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A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1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РИАЛ ИСТЕЙТС БГ ЕООД</w:t>
            </w:r>
          </w:p>
        </w:tc>
      </w:tr>
      <w:tr w:rsidR="00BE6833" w:rsidRPr="00820C50" w14:paraId="005FC7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5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1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D0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0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5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5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F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САД</w:t>
            </w:r>
          </w:p>
        </w:tc>
      </w:tr>
      <w:tr w:rsidR="00BE6833" w:rsidRPr="00820C50" w14:paraId="33EB3F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C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6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2D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32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B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6D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B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4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79435B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C3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C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A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1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2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8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1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9F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ИБС</w:t>
            </w:r>
          </w:p>
        </w:tc>
      </w:tr>
      <w:tr w:rsidR="00BE6833" w:rsidRPr="00820C50" w14:paraId="4CF46F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0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E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34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7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6A5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05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60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4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</w:tr>
      <w:tr w:rsidR="00BE6833" w:rsidRPr="00820C50" w14:paraId="6DCE4D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A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F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AF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6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1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35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E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2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5BB5E7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4D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7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4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47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E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B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9A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F3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009B08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C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A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F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E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6E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3E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A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1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ЛБС и др.</w:t>
            </w:r>
          </w:p>
        </w:tc>
      </w:tr>
      <w:tr w:rsidR="00BE6833" w:rsidRPr="00820C50" w14:paraId="4408C9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BB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A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5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8A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3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1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16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9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ЗМГ</w:t>
            </w:r>
          </w:p>
        </w:tc>
      </w:tr>
      <w:tr w:rsidR="00BE6833" w:rsidRPr="00820C50" w14:paraId="282D86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7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3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C8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0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B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8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D0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0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BE6833" w:rsidRPr="00820C50" w14:paraId="66E76D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9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2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F4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02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4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D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D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8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ЙКЦ</w:t>
            </w:r>
          </w:p>
        </w:tc>
      </w:tr>
      <w:tr w:rsidR="00BE6833" w:rsidRPr="00820C50" w14:paraId="478597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9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4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B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4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36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A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7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3F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29C312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5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0C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27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4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4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0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4F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2F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53CEF6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6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5C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F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5F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8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2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8C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7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69E472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1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90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0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7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3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5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55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3775BA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8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0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75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1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9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CA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8C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2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ББС</w:t>
            </w:r>
          </w:p>
        </w:tc>
      </w:tr>
      <w:tr w:rsidR="00BE6833" w:rsidRPr="00820C50" w14:paraId="4B0A77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9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4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CF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65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0D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7E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E1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37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5A132F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A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D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0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4A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16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47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E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F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323E6D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21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0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2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A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45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F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D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8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060CED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36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B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9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6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5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23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F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EC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36E965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61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6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F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4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C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B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B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1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D2C12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1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D6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9C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9A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C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4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4E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F9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ЦДБ и др.</w:t>
            </w:r>
          </w:p>
        </w:tc>
      </w:tr>
      <w:tr w:rsidR="00BE6833" w:rsidRPr="00820C50" w14:paraId="279850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0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3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C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E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2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8C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E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5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3402A4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E1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3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C1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60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9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9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8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E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BE6833" w:rsidRPr="00820C50" w14:paraId="69A975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C8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2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90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F4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3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2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42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9F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АПА</w:t>
            </w:r>
          </w:p>
        </w:tc>
      </w:tr>
      <w:tr w:rsidR="00BE6833" w:rsidRPr="00820C50" w14:paraId="7816A8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3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F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6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9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4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FB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1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D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2BF7A3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7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09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5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C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C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D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E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5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58C639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1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5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6F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A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27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5E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47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7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77F421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57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F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7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B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8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D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8F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1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BE6833" w:rsidRPr="00820C50" w14:paraId="67D1E8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54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2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E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5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2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54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1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43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05EB25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1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C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6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8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3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9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BD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4B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1B44AD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20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A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9D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F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4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E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E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F9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41F09B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67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D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58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1C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9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8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6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6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BE6833" w:rsidRPr="00820C50" w14:paraId="3322B0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F6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D5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BF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7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E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BD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9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A5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 и др.</w:t>
            </w:r>
          </w:p>
        </w:tc>
      </w:tr>
      <w:tr w:rsidR="00BE6833" w:rsidRPr="00820C50" w14:paraId="4EBDF1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9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7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3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0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0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2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9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FD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ГДБ и др.</w:t>
            </w:r>
          </w:p>
        </w:tc>
      </w:tr>
      <w:tr w:rsidR="00BE6833" w:rsidRPr="00820C50" w14:paraId="713C1B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C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5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1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FA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E2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0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3D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9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0F02C7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D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E6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5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2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14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43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04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B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1B7BE6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8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EC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8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B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9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C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6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3D4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55D634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9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60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7E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E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4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F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3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2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КДХ</w:t>
            </w:r>
          </w:p>
        </w:tc>
      </w:tr>
      <w:tr w:rsidR="00BE6833" w:rsidRPr="00820C50" w14:paraId="52C51C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DE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1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8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20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C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B1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A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3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14922E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E4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A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F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2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9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9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02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5F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ЕИС и др.</w:t>
            </w:r>
          </w:p>
        </w:tc>
      </w:tr>
      <w:tr w:rsidR="00BE6833" w:rsidRPr="00820C50" w14:paraId="258832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4C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D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4F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B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2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C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E3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6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ОИИ</w:t>
            </w:r>
          </w:p>
        </w:tc>
      </w:tr>
      <w:tr w:rsidR="00BE6833" w:rsidRPr="00820C50" w14:paraId="264CAE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5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9B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D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DCE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1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4E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6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8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2D9A3B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69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D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9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BC3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9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3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5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6F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2DEA47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3F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D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C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02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0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3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A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8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BE6833" w:rsidRPr="00820C50" w14:paraId="6D9A36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4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BA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D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5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A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2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E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E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5FA424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DE2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E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FB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B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E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B6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2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90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6DAFAE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A0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F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AC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2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5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9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6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A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0A6F26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9C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7D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E9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36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7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7D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6F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B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4CFC00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1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2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7C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9D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5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6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A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E1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05E777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2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C6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E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13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F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7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F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7A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ВКС и др.</w:t>
            </w:r>
          </w:p>
        </w:tc>
      </w:tr>
      <w:tr w:rsidR="00BE6833" w:rsidRPr="00820C50" w14:paraId="6CDC61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E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71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7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F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69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03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B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597.69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D7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25FE96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3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04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4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CA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F9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8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6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269.20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09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4C27F9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B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5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D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9D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6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B4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B1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E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72F3CF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3A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8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D1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1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1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2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9B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8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0346DB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F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4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A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F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F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F7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8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74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4CA086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C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AB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6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4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8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1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9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E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6D1FC9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40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2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B6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2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C3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E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A7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A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70D169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0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B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55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35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6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6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9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D9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BE6833" w:rsidRPr="00820C50" w14:paraId="306487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D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6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2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1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C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9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C9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0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702A58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F0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A5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F3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0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1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F7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0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C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12363F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B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1F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D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B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F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79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E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F8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0B9BB1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5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9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D7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6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F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C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15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48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М.А.Т. ПРОПЪРТИС</w:t>
            </w:r>
          </w:p>
        </w:tc>
      </w:tr>
      <w:tr w:rsidR="00BE6833" w:rsidRPr="00820C50" w14:paraId="1D48BF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E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E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D7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F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B5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2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5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0C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7B988A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5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ED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7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4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F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52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3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D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58277C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A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5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3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8E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3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5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7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E3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2C5842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90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6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4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A5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04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98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9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8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5E9CCB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20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6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0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25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E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8F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4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5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</w:t>
            </w:r>
          </w:p>
        </w:tc>
      </w:tr>
      <w:tr w:rsidR="00BE6833" w:rsidRPr="00820C50" w14:paraId="7244CF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B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8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CE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E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8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A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BC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B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5C95F1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F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2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3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E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8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9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5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2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0BB206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B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9B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C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1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5B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6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1C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A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2B8E36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3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09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D3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C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15C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2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6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7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34178A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6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5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0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8E2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0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93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4A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67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46B2B6A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A8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2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13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BC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B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F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8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F8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НДГ</w:t>
            </w:r>
          </w:p>
        </w:tc>
      </w:tr>
      <w:tr w:rsidR="00BE6833" w:rsidRPr="00820C50" w14:paraId="118CB4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D9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D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1FF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3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8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2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16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C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5C383B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6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A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B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F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B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61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7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EC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BE6833" w:rsidRPr="00820C50" w14:paraId="2E781E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2D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2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A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CD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D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2B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0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75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BE6833" w:rsidRPr="00820C50" w14:paraId="1CC4CE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C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9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C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6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91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4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9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6B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07FE3E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D1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D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C4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59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76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D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B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F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43512C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B3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6E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24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A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5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8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D8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B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66F7B5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1E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2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9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65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5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9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3B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A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5F6484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6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EC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A7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8F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17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8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6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B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42DEEE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5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9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47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6B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4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03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0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F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ИБН и др.</w:t>
            </w:r>
          </w:p>
        </w:tc>
      </w:tr>
      <w:tr w:rsidR="00BE6833" w:rsidRPr="00820C50" w14:paraId="5AABF6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BA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6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7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5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F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D4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5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0E8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ТДА и др.</w:t>
            </w:r>
          </w:p>
        </w:tc>
      </w:tr>
      <w:tr w:rsidR="00BE6833" w:rsidRPr="00820C50" w14:paraId="0ABEB7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B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A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F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BA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AF4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35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6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EF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ЛГН</w:t>
            </w:r>
          </w:p>
        </w:tc>
      </w:tr>
      <w:tr w:rsidR="00BE6833" w:rsidRPr="00820C50" w14:paraId="57F72B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0E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3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8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9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5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7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01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1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19E0D3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9D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7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A3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AE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1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9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B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9D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МСК и др.</w:t>
            </w:r>
          </w:p>
        </w:tc>
      </w:tr>
      <w:tr w:rsidR="00BE6833" w:rsidRPr="00820C50" w14:paraId="1E8FB9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5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05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D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B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4684.042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0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A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293.187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7C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3811.42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0F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02EAA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0A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CA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3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D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7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63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A7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B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7D79A2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C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EC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9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8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E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44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88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8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26CD92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DC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DD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7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8C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6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2E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8D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77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48F7A9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0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2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6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46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C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AA4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89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F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ВАИ и др.</w:t>
            </w:r>
          </w:p>
        </w:tc>
      </w:tr>
      <w:tr w:rsidR="00BE6833" w:rsidRPr="00820C50" w14:paraId="4BA9FA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D3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A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27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C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4B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3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3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7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</w:t>
            </w:r>
          </w:p>
        </w:tc>
      </w:tr>
      <w:tr w:rsidR="00BE6833" w:rsidRPr="00820C50" w14:paraId="6B0112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AE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2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92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8D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C9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7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F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1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ИТД</w:t>
            </w:r>
          </w:p>
        </w:tc>
      </w:tr>
      <w:tr w:rsidR="00BE6833" w:rsidRPr="00820C50" w14:paraId="7D7A98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4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D9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4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9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E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A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C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C2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4C8EC4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E5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D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4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D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92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AD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0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E8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2E8168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E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5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B0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9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F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C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3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55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ГЛТ</w:t>
            </w:r>
          </w:p>
        </w:tc>
      </w:tr>
      <w:tr w:rsidR="00BE6833" w:rsidRPr="00820C50" w14:paraId="542509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58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B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1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449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0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E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8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C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2A29D7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3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01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E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6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5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7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0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99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60EA81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9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3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3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E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A73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C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E0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28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BE6833" w:rsidRPr="00820C50" w14:paraId="6B8940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9C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C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E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6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DC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7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C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0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ПАГ</w:t>
            </w:r>
          </w:p>
        </w:tc>
      </w:tr>
      <w:tr w:rsidR="00BE6833" w:rsidRPr="00820C50" w14:paraId="562E46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A3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8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2E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5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2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F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A7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3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86C84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249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2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C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A2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F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E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2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9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МПД</w:t>
            </w:r>
          </w:p>
        </w:tc>
      </w:tr>
      <w:tr w:rsidR="00BE6833" w:rsidRPr="00820C50" w14:paraId="222BAA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6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0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C3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6F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1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1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8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1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259637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64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7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F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C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B0E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02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41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1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РЙП и др.</w:t>
            </w:r>
          </w:p>
        </w:tc>
      </w:tr>
      <w:tr w:rsidR="00BE6833" w:rsidRPr="00820C50" w14:paraId="687A05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6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29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0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77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DF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5E2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1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79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5A78A5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AD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87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A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2E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B8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8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D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ИФГ</w:t>
            </w:r>
          </w:p>
        </w:tc>
      </w:tr>
      <w:tr w:rsidR="00BE6833" w:rsidRPr="00820C50" w14:paraId="612D46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88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46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5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1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9A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9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9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D1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ВЦХ</w:t>
            </w:r>
          </w:p>
        </w:tc>
      </w:tr>
      <w:tr w:rsidR="00BE6833" w:rsidRPr="00820C50" w14:paraId="0262AF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09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4A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1C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0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27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D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7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1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 ПЕТРОВ-ЦЕНКО ПЕТРОВ</w:t>
            </w:r>
          </w:p>
        </w:tc>
      </w:tr>
      <w:tr w:rsidR="00BE6833" w:rsidRPr="00820C50" w14:paraId="1E236D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C9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2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E2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DB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F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0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5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B0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476067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7A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82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7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9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3D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2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EA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266.60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3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АМБИЦ ЗАПАД ООД</w:t>
            </w:r>
          </w:p>
        </w:tc>
      </w:tr>
      <w:tr w:rsidR="00BE6833" w:rsidRPr="00820C50" w14:paraId="06F534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8D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6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1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5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B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9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BE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4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666AE8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1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4F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B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4B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1E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2C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52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3B3500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B0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45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50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C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B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C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36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164.99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A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0B9738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6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1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CB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5C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D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5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2A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E0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ЙДС</w:t>
            </w:r>
          </w:p>
        </w:tc>
      </w:tr>
      <w:tr w:rsidR="00BE6833" w:rsidRPr="00820C50" w14:paraId="78EAF3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3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7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9C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1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B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0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5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8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ЙСК и др.</w:t>
            </w:r>
          </w:p>
        </w:tc>
      </w:tr>
      <w:tr w:rsidR="00BE6833" w:rsidRPr="00820C50" w14:paraId="30A4CC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8D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C1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7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B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8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1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0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8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BE6833" w:rsidRPr="00820C50" w14:paraId="23E048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2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7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84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3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E2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F6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2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D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ГЛТ</w:t>
            </w:r>
          </w:p>
        </w:tc>
      </w:tr>
      <w:tr w:rsidR="00BE6833" w:rsidRPr="00820C50" w14:paraId="60F1E5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E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9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B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C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A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C8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F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142.95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3D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ДОМИКАТ ООД</w:t>
            </w:r>
          </w:p>
        </w:tc>
      </w:tr>
      <w:tr w:rsidR="00BE6833" w:rsidRPr="00820C50" w14:paraId="329295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40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6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6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09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8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8A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EB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49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ХНВ и др.</w:t>
            </w:r>
          </w:p>
        </w:tc>
      </w:tr>
      <w:tr w:rsidR="00BE6833" w:rsidRPr="00820C50" w14:paraId="19B3262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6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3E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3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24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6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A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F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9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73533B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9F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32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B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C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0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E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0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55712E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B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1E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E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5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7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133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6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56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218216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A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5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5E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EF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02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A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B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A6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447E5E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5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01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4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D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182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4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5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116.97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EC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BE6833" w:rsidRPr="00820C50" w14:paraId="6AB4D7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ACE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6D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2E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67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4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14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2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F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10FC07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AD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E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A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52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D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F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1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DDE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259D11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6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1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6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6E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2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56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E9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7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149C3D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12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40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2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C2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4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57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82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C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175F97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5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7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53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D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25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3D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A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BE6833" w:rsidRPr="00820C50" w14:paraId="6E1D44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56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2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8D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3A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9A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9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2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4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28D65E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09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860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7D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AA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0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75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82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D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СТГ</w:t>
            </w:r>
          </w:p>
        </w:tc>
      </w:tr>
      <w:tr w:rsidR="00BE6833" w:rsidRPr="00820C50" w14:paraId="7C5573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0F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9E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F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6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1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9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ED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D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ИПП и др.</w:t>
            </w:r>
          </w:p>
        </w:tc>
      </w:tr>
      <w:tr w:rsidR="00BE6833" w:rsidRPr="00820C50" w14:paraId="18DA56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8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9C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D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F0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8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3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3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65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29E8BB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0C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8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7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C6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B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6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D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4C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30D828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5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45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16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7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BE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D9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54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34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 и др.</w:t>
            </w:r>
          </w:p>
        </w:tc>
      </w:tr>
      <w:tr w:rsidR="00BE6833" w:rsidRPr="00820C50" w14:paraId="490A76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4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F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8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D2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49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EB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BC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3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РЗГ и др.</w:t>
            </w:r>
          </w:p>
        </w:tc>
      </w:tr>
      <w:tr w:rsidR="00BE6833" w:rsidRPr="00820C50" w14:paraId="6005E5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5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B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75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7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8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7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0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9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4DAE45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7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3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1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D4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3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4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6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F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BE6833" w:rsidRPr="00820C50" w14:paraId="7E6970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8A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CB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77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4D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3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F4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E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1B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4E697D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B9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D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4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C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F7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B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D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7D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116D9C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E7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93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C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8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E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C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4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44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11010B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B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2B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12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8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4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29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4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BB7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7D5601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66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9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FC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B3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4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8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F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B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4D1861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9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B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7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9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C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C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0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7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BE6833" w:rsidRPr="00820C50" w14:paraId="6D1E8C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0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1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BF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49D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AE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7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1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7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ЦДБ и др.</w:t>
            </w:r>
          </w:p>
        </w:tc>
      </w:tr>
      <w:tr w:rsidR="00BE6833" w:rsidRPr="00820C50" w14:paraId="41E3C7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46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B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4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99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D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6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65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B8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ДСР</w:t>
            </w:r>
          </w:p>
        </w:tc>
      </w:tr>
      <w:tr w:rsidR="00BE6833" w:rsidRPr="00820C50" w14:paraId="5C3D5D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B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3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9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76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4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4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9E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1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055E71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8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D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0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C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79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BE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B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80.50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75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76894C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4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3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79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D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1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A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0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0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69E94A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0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E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A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8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0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CE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D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4F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7CFE67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D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0C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9A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15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5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ED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2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07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4C5A59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3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94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92E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C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9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A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1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F5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0AFEEC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AF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4F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1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7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A1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F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70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44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072241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B3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EE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A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E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D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1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48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8A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2FEE7C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B5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9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E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4F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04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8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32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5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4E82C8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F1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81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37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9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A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C4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F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71.47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10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АМБИЦ ЗАПАД ООД</w:t>
            </w:r>
          </w:p>
        </w:tc>
      </w:tr>
      <w:tr w:rsidR="00BE6833" w:rsidRPr="00820C50" w14:paraId="331313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17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1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9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E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5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6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3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2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088301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14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3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3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AA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E9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8F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E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A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6BB960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D9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2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A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9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D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4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F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A2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ФВЗ и др.</w:t>
            </w:r>
          </w:p>
        </w:tc>
      </w:tr>
      <w:tr w:rsidR="00BE6833" w:rsidRPr="00820C50" w14:paraId="21F6F7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3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8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4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7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5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EB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7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32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74DD66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6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C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2B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0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B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F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6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B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АРБ</w:t>
            </w:r>
          </w:p>
        </w:tc>
      </w:tr>
      <w:tr w:rsidR="00BE6833" w:rsidRPr="00820C50" w14:paraId="06903C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B9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C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0C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A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E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53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E9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2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BE6833" w:rsidRPr="00820C50" w14:paraId="450730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9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99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0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A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D0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6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4D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0B08D8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D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C0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77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1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9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4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F4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6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ГХА</w:t>
            </w:r>
          </w:p>
        </w:tc>
      </w:tr>
      <w:tr w:rsidR="00BE6833" w:rsidRPr="00820C50" w14:paraId="4ECC24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1E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D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9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A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B8C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74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6A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75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7807E5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A7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F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8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71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9C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C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A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0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BE6833" w:rsidRPr="00820C50" w14:paraId="747934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04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61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4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D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2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D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E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9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6F887D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2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F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3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73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1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9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6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BB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ЛНИ</w:t>
            </w:r>
          </w:p>
        </w:tc>
      </w:tr>
      <w:tr w:rsidR="00BE6833" w:rsidRPr="00820C50" w14:paraId="2615E0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F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2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55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41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4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D9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E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6A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63D529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F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B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D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7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52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1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1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E8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42E11E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FB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30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D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EC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1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7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E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5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BE6833" w:rsidRPr="00820C50" w14:paraId="07D95E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E0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1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9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B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8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AC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6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9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725066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24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0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E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D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B1F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8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0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5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516FC5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C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2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7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3A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8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B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0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7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ЕХС и др.</w:t>
            </w:r>
          </w:p>
        </w:tc>
      </w:tr>
      <w:tr w:rsidR="00BE6833" w:rsidRPr="00820C50" w14:paraId="6751EA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C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6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2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D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9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9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0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D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510EF0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8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21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14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B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E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BF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10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B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4CDE2F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2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7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B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4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2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2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9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A6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327BC8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E8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BF8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1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2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A7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76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B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6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56EAFF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B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7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9D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1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1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8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6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49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7BD8C1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F1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ED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D7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83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23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E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E3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E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6D1864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F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54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85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3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4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A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A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4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МХИ</w:t>
            </w:r>
          </w:p>
        </w:tc>
      </w:tr>
      <w:tr w:rsidR="00BE6833" w:rsidRPr="00820C50" w14:paraId="1DC19E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5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D5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1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C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B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8A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81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2F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5D07FF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4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74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E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4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6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E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2C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DE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204447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D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2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F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92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9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05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14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C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49CF56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E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63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0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8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7A4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7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5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0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BE6833" w:rsidRPr="00820C50" w14:paraId="342B19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A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2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9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9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A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0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2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32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НГИ</w:t>
            </w:r>
          </w:p>
        </w:tc>
      </w:tr>
      <w:tr w:rsidR="00BE6833" w:rsidRPr="00820C50" w14:paraId="2C3796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1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2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2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F1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8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6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C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F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КБГ</w:t>
            </w:r>
          </w:p>
        </w:tc>
      </w:tr>
      <w:tr w:rsidR="00BE6833" w:rsidRPr="00820C50" w14:paraId="295045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D4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CD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03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C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9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9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CD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B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ЕХШ и др.</w:t>
            </w:r>
          </w:p>
        </w:tc>
      </w:tr>
      <w:tr w:rsidR="00BE6833" w:rsidRPr="00820C50" w14:paraId="0D7ACA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7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B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A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767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E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C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B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3C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624558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B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F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B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9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5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4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E8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4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377D8D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15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6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23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B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E2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2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B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19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4B718B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9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1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90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A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1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0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62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1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ДСП</w:t>
            </w:r>
          </w:p>
        </w:tc>
      </w:tr>
      <w:tr w:rsidR="00BE6833" w:rsidRPr="00820C50" w14:paraId="3F98A5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A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B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F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19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BE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9E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6E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BE6833" w:rsidRPr="00820C50" w14:paraId="573093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D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3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2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D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E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5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8D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F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ПКВ</w:t>
            </w:r>
          </w:p>
        </w:tc>
      </w:tr>
      <w:tr w:rsidR="00BE6833" w:rsidRPr="00820C50" w14:paraId="12EAD1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E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2C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2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5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4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C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A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0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3371E7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C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53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38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A1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7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1D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54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A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BE6833" w:rsidRPr="00820C50" w14:paraId="7D10E9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6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E9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D8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99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3A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A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45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EF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555EA7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2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472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8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9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D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2A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F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C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584930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8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3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E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00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9E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54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3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3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БВК</w:t>
            </w:r>
          </w:p>
        </w:tc>
      </w:tr>
      <w:tr w:rsidR="00BE6833" w:rsidRPr="00820C50" w14:paraId="316303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7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DE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1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C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F4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9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F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4CEE24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1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B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9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3C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08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5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A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0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ЗМГ</w:t>
            </w:r>
          </w:p>
        </w:tc>
      </w:tr>
      <w:tr w:rsidR="00BE6833" w:rsidRPr="00820C50" w14:paraId="392A29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C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3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74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F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F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0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7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1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ПЦП и др.</w:t>
            </w:r>
          </w:p>
        </w:tc>
      </w:tr>
      <w:tr w:rsidR="00BE6833" w:rsidRPr="00820C50" w14:paraId="06DF0B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8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9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85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A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7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18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E7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10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0DA0EB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A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7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04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3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91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0D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5B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A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57DE93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B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4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C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D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F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D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A6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59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639539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9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2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C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2E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B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A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4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A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ВИК</w:t>
            </w:r>
          </w:p>
        </w:tc>
      </w:tr>
      <w:tr w:rsidR="00BE6833" w:rsidRPr="00820C50" w14:paraId="2C6674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D9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F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7D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A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05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BA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7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B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РГМ</w:t>
            </w:r>
          </w:p>
        </w:tc>
      </w:tr>
      <w:tr w:rsidR="00BE6833" w:rsidRPr="00820C50" w14:paraId="153CEE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E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1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B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B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31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A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82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1A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68A701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2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C2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6A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3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F2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A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D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FD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527FAB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9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F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B8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6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B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5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3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D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6FEFD4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B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5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F8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C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6C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1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F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4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0125A3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8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F6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02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2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F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C0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7A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9A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20F1F4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34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2C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F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5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4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57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E0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8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4CE06C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C8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D1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4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6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D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A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B4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9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41F207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5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B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D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78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E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04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0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3A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35C92A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87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3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B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B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30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7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9D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AB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ЕСГ</w:t>
            </w:r>
          </w:p>
        </w:tc>
      </w:tr>
      <w:tr w:rsidR="00BE6833" w:rsidRPr="00820C50" w14:paraId="46BF97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C6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D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F5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51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5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E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5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8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5CAD1D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1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D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D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7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B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3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7D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90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333231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D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D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94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F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21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C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0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E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71C5CA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F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0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F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A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3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2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E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8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45060D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9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1B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9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E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14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8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18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16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ХГМ</w:t>
            </w:r>
          </w:p>
        </w:tc>
      </w:tr>
      <w:tr w:rsidR="00BE6833" w:rsidRPr="00820C50" w14:paraId="57EC5C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4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5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E1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51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6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4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E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9B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ВВФ и др.</w:t>
            </w:r>
          </w:p>
        </w:tc>
      </w:tr>
      <w:tr w:rsidR="00BE6833" w:rsidRPr="00820C50" w14:paraId="5D28C6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D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33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A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F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4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2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0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F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BE6833" w:rsidRPr="00820C50" w14:paraId="4DD28E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9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3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F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4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4F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D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C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4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6C2CF5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0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0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8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A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03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48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0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FC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ЛАТ</w:t>
            </w:r>
          </w:p>
        </w:tc>
      </w:tr>
      <w:tr w:rsidR="00BE6833" w:rsidRPr="00820C50" w14:paraId="184CFC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71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49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4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9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73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67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26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DE4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МБГ</w:t>
            </w:r>
          </w:p>
        </w:tc>
      </w:tr>
      <w:tr w:rsidR="00BE6833" w:rsidRPr="00820C50" w14:paraId="23A15B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E5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7C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4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69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A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9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0D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0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ПИВ</w:t>
            </w:r>
          </w:p>
        </w:tc>
      </w:tr>
      <w:tr w:rsidR="00BE6833" w:rsidRPr="00820C50" w14:paraId="42D226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3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B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AC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2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4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8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2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B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АНН</w:t>
            </w:r>
          </w:p>
        </w:tc>
      </w:tr>
      <w:tr w:rsidR="00BE6833" w:rsidRPr="00820C50" w14:paraId="6D7E18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6D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A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2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2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F3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D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D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A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НФМ</w:t>
            </w:r>
          </w:p>
        </w:tc>
      </w:tr>
      <w:tr w:rsidR="00BE6833" w:rsidRPr="00820C50" w14:paraId="33C832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2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0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AA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2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7B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17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B8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08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C5A35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B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1C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D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6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C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D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6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81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55F478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6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37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B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6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8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F6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F1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B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BE6833" w:rsidRPr="00820C50" w14:paraId="3C7A27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F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6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53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E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F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D8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5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6C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</w:t>
            </w:r>
          </w:p>
        </w:tc>
      </w:tr>
      <w:tr w:rsidR="00BE6833" w:rsidRPr="00820C50" w14:paraId="03D3EF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C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3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86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81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A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4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E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F3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68D199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D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D2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1B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2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8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1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0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F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BE6833" w:rsidRPr="00820C50" w14:paraId="3322D7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97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4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5A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F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E86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B3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F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2B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03923A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1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6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0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0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FF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D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0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0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BE6833" w:rsidRPr="00820C50" w14:paraId="04DCE8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9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5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9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A8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9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3A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8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F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4FD015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6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2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2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4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5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6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3D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0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6E732F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93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C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DE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8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F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1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3A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0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566DF4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9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8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E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5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D9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B1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8F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9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7EB77E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F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4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1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4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B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5C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B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0E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76897C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0C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4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C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95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6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B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4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0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3B5BB5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50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1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E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2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B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43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5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1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45C8B1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D2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1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B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A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B5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C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D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E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ЧАВ</w:t>
            </w:r>
          </w:p>
        </w:tc>
      </w:tr>
      <w:tr w:rsidR="00BE6833" w:rsidRPr="00820C50" w14:paraId="037CDE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15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1A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C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6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9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B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1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95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ГКК</w:t>
            </w:r>
          </w:p>
        </w:tc>
      </w:tr>
      <w:tr w:rsidR="00BE6833" w:rsidRPr="00820C50" w14:paraId="20C4D8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6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9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A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8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E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AF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54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3A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618980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9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79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4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D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7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3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18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0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35DFD5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3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C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9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1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B8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26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4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39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ПАМ и др.</w:t>
            </w:r>
          </w:p>
        </w:tc>
      </w:tr>
      <w:tr w:rsidR="00BE6833" w:rsidRPr="00820C50" w14:paraId="606FC1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0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B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F4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77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28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A8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64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D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АРБ</w:t>
            </w:r>
          </w:p>
        </w:tc>
      </w:tr>
      <w:tr w:rsidR="00BE6833" w:rsidRPr="00820C50" w14:paraId="202D5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C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A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C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23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EF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7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01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5C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ЕИН</w:t>
            </w:r>
          </w:p>
        </w:tc>
      </w:tr>
      <w:tr w:rsidR="00BE6833" w:rsidRPr="00820C50" w14:paraId="7DF266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E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E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C51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E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EE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00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7D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CD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BE6833" w:rsidRPr="00820C50" w14:paraId="5D9BDEF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D6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AF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3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0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F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A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31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1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149A42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6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F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0C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34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D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C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E1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C5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113A0E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B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7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C5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97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D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D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91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4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ЙГМ</w:t>
            </w:r>
          </w:p>
        </w:tc>
      </w:tr>
      <w:tr w:rsidR="00BE6833" w:rsidRPr="00820C50" w14:paraId="04A44D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FD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2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8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3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2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34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84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FF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674DCF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2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8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1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3B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1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9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0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5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486C36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F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DC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6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4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1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C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013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3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ВВД</w:t>
            </w:r>
          </w:p>
        </w:tc>
      </w:tr>
      <w:tr w:rsidR="00BE6833" w:rsidRPr="00820C50" w14:paraId="190B0C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D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A3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4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A2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86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2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C5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3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АЛТ и др.</w:t>
            </w:r>
          </w:p>
        </w:tc>
      </w:tr>
      <w:tr w:rsidR="00BE6833" w:rsidRPr="00820C50" w14:paraId="6963E1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A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5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46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D9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E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3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1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D1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РВП и др.</w:t>
            </w:r>
          </w:p>
        </w:tc>
      </w:tr>
      <w:tr w:rsidR="00BE6833" w:rsidRPr="00820C50" w14:paraId="03F9F1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7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F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E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2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07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3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D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7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BE6833" w:rsidRPr="00820C50" w14:paraId="184213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9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51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4B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20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D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E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45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2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028D88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5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6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A8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F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B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6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F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5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0C1D1F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E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6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E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3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5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E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AC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A6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35E8FD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EC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5A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6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0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4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0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3B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BD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7D6735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6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D5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A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2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A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0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B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7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ГРД</w:t>
            </w:r>
          </w:p>
        </w:tc>
      </w:tr>
      <w:tr w:rsidR="00BE6833" w:rsidRPr="00820C50" w14:paraId="250D42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B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2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F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D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86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38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40C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4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10E6C3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58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E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8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0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325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7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80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3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МНЛ</w:t>
            </w:r>
          </w:p>
        </w:tc>
      </w:tr>
      <w:tr w:rsidR="00BE6833" w:rsidRPr="00820C50" w14:paraId="187AFF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2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64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4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7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1C4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2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61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B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493443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2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4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7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C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1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7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24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09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ММК</w:t>
            </w:r>
          </w:p>
        </w:tc>
      </w:tr>
      <w:tr w:rsidR="00BE6833" w:rsidRPr="00820C50" w14:paraId="7AF42F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70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A6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F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1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42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9F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B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33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07C033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3A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5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5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6C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75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4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55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8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BE6833" w:rsidRPr="00820C50" w14:paraId="2A6224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2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0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5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C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F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6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3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8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0D91E0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E3D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2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8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1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D7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7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2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A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ДНМ</w:t>
            </w:r>
          </w:p>
        </w:tc>
      </w:tr>
      <w:tr w:rsidR="00BE6833" w:rsidRPr="00820C50" w14:paraId="0BA60C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C4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35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F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B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72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FC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C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B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1D7277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58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B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C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5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2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74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F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7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047CB5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1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5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B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5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F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51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9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A2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32D491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CC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5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3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2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B5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C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64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F9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ГИБ и др.</w:t>
            </w:r>
          </w:p>
        </w:tc>
      </w:tr>
      <w:tr w:rsidR="00BE6833" w:rsidRPr="00820C50" w14:paraId="09ABC1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5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DC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A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B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9E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3D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B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5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246C4A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E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34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3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4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7E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A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7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F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ИЕБ и др.</w:t>
            </w:r>
          </w:p>
        </w:tc>
      </w:tr>
      <w:tr w:rsidR="00BE6833" w:rsidRPr="00820C50" w14:paraId="3F473F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A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F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32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72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7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0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1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D3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70BA8C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5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F3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0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46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3A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1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B1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5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0E309E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8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BF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B0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A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A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8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C0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47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ИАМ</w:t>
            </w:r>
          </w:p>
        </w:tc>
      </w:tr>
      <w:tr w:rsidR="00BE6833" w:rsidRPr="00820C50" w14:paraId="6492E3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B9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D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5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50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C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0C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3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3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BE6833" w:rsidRPr="00820C50" w14:paraId="3E36AD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0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6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A1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E8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1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2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50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E3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3E5BF7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C0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5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F6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1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7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6B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CA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47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БНВ</w:t>
            </w:r>
          </w:p>
        </w:tc>
      </w:tr>
      <w:tr w:rsidR="00BE6833" w:rsidRPr="00820C50" w14:paraId="0DA953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8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72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A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0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22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CF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8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0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ЦИМ</w:t>
            </w:r>
          </w:p>
        </w:tc>
      </w:tr>
      <w:tr w:rsidR="00BE6833" w:rsidRPr="00820C50" w14:paraId="5318EB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C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6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0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8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F1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2E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8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3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7E4957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B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9F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5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91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1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3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7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B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75E38C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EF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3E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8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DB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E1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61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F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C1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5A79DB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2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0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4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9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A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B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D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6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BE6833" w:rsidRPr="00820C50" w14:paraId="7E6AD2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B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7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6B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2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DA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3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4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3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706146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8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F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63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B5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59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10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2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3C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5066BA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B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9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93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28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68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8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4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B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0683EA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8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D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9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F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E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8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C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9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ЗКЛ</w:t>
            </w:r>
          </w:p>
        </w:tc>
      </w:tr>
      <w:tr w:rsidR="00BE6833" w:rsidRPr="00820C50" w14:paraId="7B88BC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C6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8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6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4B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3E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A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D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7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ДТР</w:t>
            </w:r>
          </w:p>
        </w:tc>
      </w:tr>
      <w:tr w:rsidR="00BE6833" w:rsidRPr="00820C50" w14:paraId="1E1D9A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4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7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8D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C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D3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6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2A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A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03AA7BC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5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59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07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9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1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30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DA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3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37D9C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CF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C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6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B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9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B3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BE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84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УНИСТРОЙ 64 ЕООД</w:t>
            </w:r>
          </w:p>
        </w:tc>
      </w:tr>
      <w:tr w:rsidR="00BE6833" w:rsidRPr="00820C50" w14:paraId="3F4990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0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9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1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26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A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2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59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66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5AE705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C3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D1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48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9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C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C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B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E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ФММ</w:t>
            </w:r>
          </w:p>
        </w:tc>
      </w:tr>
      <w:tr w:rsidR="00BE6833" w:rsidRPr="00820C50" w14:paraId="657C8E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9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7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64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16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B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30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38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78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BE6833" w:rsidRPr="00820C50" w14:paraId="1CD86E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B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9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5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F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A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C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D0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13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1FE8934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0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18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6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8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A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7E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B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0B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МХК и др.</w:t>
            </w:r>
          </w:p>
        </w:tc>
      </w:tr>
      <w:tr w:rsidR="00BE6833" w:rsidRPr="00820C50" w14:paraId="0948EC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5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FC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34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59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85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C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BE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C4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ВАП</w:t>
            </w:r>
          </w:p>
        </w:tc>
      </w:tr>
      <w:tr w:rsidR="00BE6833" w:rsidRPr="00820C50" w14:paraId="37CE4B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1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5C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94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1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3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F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0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7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ИГБ и др.</w:t>
            </w:r>
          </w:p>
        </w:tc>
      </w:tr>
      <w:tr w:rsidR="00BE6833" w:rsidRPr="00820C50" w14:paraId="3B13C1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E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19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29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A0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C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81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D1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C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61A47F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F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54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4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8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B6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EA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9A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0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 и др.</w:t>
            </w:r>
          </w:p>
        </w:tc>
      </w:tr>
      <w:tr w:rsidR="00BE6833" w:rsidRPr="00820C50" w14:paraId="2FC67E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70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8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E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6F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C8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1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AB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2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АВБ</w:t>
            </w:r>
          </w:p>
        </w:tc>
      </w:tr>
      <w:tr w:rsidR="00BE6833" w:rsidRPr="00820C50" w14:paraId="469602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6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A1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41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CF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4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77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6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9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СМЕ и др.</w:t>
            </w:r>
          </w:p>
        </w:tc>
      </w:tr>
      <w:tr w:rsidR="00BE6833" w:rsidRPr="00820C50" w14:paraId="297B3F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9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4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3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7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3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D9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F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39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АВБ</w:t>
            </w:r>
          </w:p>
        </w:tc>
      </w:tr>
      <w:tr w:rsidR="00BE6833" w:rsidRPr="00820C50" w14:paraId="17EFAC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C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2C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3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6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895.683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28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9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104.519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D9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1358.75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88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423DCE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E4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14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C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30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93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C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3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7E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38AF35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7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5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7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426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B4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0D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2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93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6FCD14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5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5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D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D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26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D5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9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D2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4652B4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61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2F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4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F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BD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01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26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C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34BDCC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E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95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A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4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B0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B7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5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5F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 и др.</w:t>
            </w:r>
          </w:p>
        </w:tc>
      </w:tr>
      <w:tr w:rsidR="00BE6833" w:rsidRPr="00820C50" w14:paraId="0E59C7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2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1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11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89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A4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94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2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74.85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F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СЙК</w:t>
            </w:r>
          </w:p>
        </w:tc>
      </w:tr>
      <w:tr w:rsidR="00BE6833" w:rsidRPr="00820C50" w14:paraId="248357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7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E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9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D5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A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96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8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E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</w:t>
            </w:r>
          </w:p>
        </w:tc>
      </w:tr>
      <w:tr w:rsidR="00BE6833" w:rsidRPr="00820C50" w14:paraId="5AC641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9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10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A7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D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6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0F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4B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7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РЦГ и др.</w:t>
            </w:r>
          </w:p>
        </w:tc>
      </w:tr>
      <w:tr w:rsidR="00BE6833" w:rsidRPr="00820C50" w14:paraId="7FDD82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5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326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5D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5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8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5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A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9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ВВЗ</w:t>
            </w:r>
          </w:p>
        </w:tc>
      </w:tr>
      <w:tr w:rsidR="00BE6833" w:rsidRPr="00820C50" w14:paraId="0B8D52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22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9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D8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D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D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6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93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E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7CD85E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8C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2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F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C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E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6F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91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0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ЛГИ</w:t>
            </w:r>
          </w:p>
        </w:tc>
      </w:tr>
      <w:tr w:rsidR="00BE6833" w:rsidRPr="00820C50" w14:paraId="3EA4CB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B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F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9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2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9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C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D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D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54A710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1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A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3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4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46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46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C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90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7FBE52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0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F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31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1B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3F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07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1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6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КПК и др.</w:t>
            </w:r>
          </w:p>
        </w:tc>
      </w:tr>
      <w:tr w:rsidR="00BE6833" w:rsidRPr="00820C50" w14:paraId="16A323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7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3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D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D5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4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B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4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4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1BB478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C7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D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4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0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96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A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8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4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СОИ</w:t>
            </w:r>
          </w:p>
        </w:tc>
      </w:tr>
      <w:tr w:rsidR="00BE6833" w:rsidRPr="00820C50" w14:paraId="4B1EC6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7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5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A4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3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70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D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6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2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МАОНАЛЕНД ЕООД и др.</w:t>
            </w:r>
          </w:p>
        </w:tc>
      </w:tr>
      <w:tr w:rsidR="00BE6833" w:rsidRPr="00820C50" w14:paraId="477277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2D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52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9D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DC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8D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03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0F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1C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43C38F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A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24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2E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8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9E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A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BD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4B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ИИИ</w:t>
            </w:r>
          </w:p>
        </w:tc>
      </w:tr>
      <w:tr w:rsidR="00BE6833" w:rsidRPr="00820C50" w14:paraId="5F77EF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C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51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7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3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45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9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5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166721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9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9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8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F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54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B4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76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7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47201D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F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7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6B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76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7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3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89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14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 и др.</w:t>
            </w:r>
          </w:p>
        </w:tc>
      </w:tr>
      <w:tr w:rsidR="00BE6833" w:rsidRPr="00820C50" w14:paraId="0E9D23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B8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1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4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D8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984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7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F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9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</w:t>
            </w:r>
          </w:p>
        </w:tc>
      </w:tr>
      <w:tr w:rsidR="00BE6833" w:rsidRPr="00820C50" w14:paraId="270EE4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7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9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F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3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31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C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7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5EB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220C34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9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E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F1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02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E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9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5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8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216A03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0A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A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8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F3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2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27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8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6C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6C46F8A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4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EA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A8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4F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62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E6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6D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3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177872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E0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0D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C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E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6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19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A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8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КАС и др.</w:t>
            </w:r>
          </w:p>
        </w:tc>
      </w:tr>
      <w:tr w:rsidR="00BE6833" w:rsidRPr="00820C50" w14:paraId="1C63F3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9F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CD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3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6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1F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7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1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91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302598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3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0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77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FF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C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D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6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0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2005C2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AD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2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41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D6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C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79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9E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3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BD628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9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C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6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18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F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E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0D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1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BE6833" w:rsidRPr="00820C50" w14:paraId="60D164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E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CA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8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C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E9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14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F0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4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АБД</w:t>
            </w:r>
          </w:p>
        </w:tc>
      </w:tr>
      <w:tr w:rsidR="00BE6833" w:rsidRPr="00820C50" w14:paraId="540415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D6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37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96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7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5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2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80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B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2CA2BE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D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94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9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4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68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4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D5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83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ТЦД</w:t>
            </w:r>
          </w:p>
        </w:tc>
      </w:tr>
      <w:tr w:rsidR="00BE6833" w:rsidRPr="00820C50" w14:paraId="413231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F0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F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B4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D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A5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8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F2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D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1B27AC8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6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D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E9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3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0D2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3D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9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B6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МХИ</w:t>
            </w:r>
          </w:p>
        </w:tc>
      </w:tr>
      <w:tr w:rsidR="00BE6833" w:rsidRPr="00820C50" w14:paraId="09DD8A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7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E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6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D4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6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AA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F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A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6B699E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14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B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03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2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C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E9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3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59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494B1E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1A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48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6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9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6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D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2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C0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РНЛ</w:t>
            </w:r>
          </w:p>
        </w:tc>
      </w:tr>
      <w:tr w:rsidR="00BE6833" w:rsidRPr="00820C50" w14:paraId="09EBE7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5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5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A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8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51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8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E4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6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BE6833" w:rsidRPr="00820C50" w14:paraId="1F736E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89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B8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A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9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3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02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E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6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48B802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C0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7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BA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31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6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D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D0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8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ПИК и др.</w:t>
            </w:r>
          </w:p>
        </w:tc>
      </w:tr>
      <w:tr w:rsidR="00BE6833" w:rsidRPr="00820C50" w14:paraId="6ED252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25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E0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F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D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24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4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EC2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89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ХГМ</w:t>
            </w:r>
          </w:p>
        </w:tc>
      </w:tr>
      <w:tr w:rsidR="00BE6833" w:rsidRPr="00820C50" w14:paraId="25F26E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6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E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50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8B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8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8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9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E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109AB3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1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9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E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BC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0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5E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B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A3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0B5C2D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9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20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C0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8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7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19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3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7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2F8A03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549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62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9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13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A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B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7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7F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39BA7B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C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FA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B9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23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E4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B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0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F5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BE6833" w:rsidRPr="00820C50" w14:paraId="4C21B3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2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31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8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D9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0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C2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F0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1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BE6833" w:rsidRPr="00820C50" w14:paraId="199DA3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43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8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5A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45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2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E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8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A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647F99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B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7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A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56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3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0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7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D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ВМЕ</w:t>
            </w:r>
          </w:p>
        </w:tc>
      </w:tr>
      <w:tr w:rsidR="00BE6833" w:rsidRPr="00820C50" w14:paraId="4E4F25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87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C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D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22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1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5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F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7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4803E0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0A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7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0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79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3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4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1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CF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МСК и др.</w:t>
            </w:r>
          </w:p>
        </w:tc>
      </w:tr>
      <w:tr w:rsidR="00BE6833" w:rsidRPr="00820C50" w14:paraId="34E6C7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1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D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A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4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9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AE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36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4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ТГД</w:t>
            </w:r>
          </w:p>
        </w:tc>
      </w:tr>
      <w:tr w:rsidR="00BE6833" w:rsidRPr="00820C50" w14:paraId="1C7524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6C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E0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6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7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7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A2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8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BB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29B969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4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9F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1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D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EB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C9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4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3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7DA5BA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6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25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5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A1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F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4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62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1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4F0263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09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D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A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C2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184.748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E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3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15.743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0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204.66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4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67315B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0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9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F6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2A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1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8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45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D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ЛАШ</w:t>
            </w:r>
          </w:p>
        </w:tc>
      </w:tr>
      <w:tr w:rsidR="00BE6833" w:rsidRPr="00820C50" w14:paraId="30BE4F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88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09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0C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D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B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1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24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3A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ПАЦ</w:t>
            </w:r>
          </w:p>
        </w:tc>
      </w:tr>
      <w:tr w:rsidR="00BE6833" w:rsidRPr="00820C50" w14:paraId="680CDA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1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4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4B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98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B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7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D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9B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000726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5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3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E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0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BA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8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94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A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</w:t>
            </w:r>
          </w:p>
        </w:tc>
      </w:tr>
      <w:tr w:rsidR="00BE6833" w:rsidRPr="00820C50" w14:paraId="7D1486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02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4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E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0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2B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8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CE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BE6833" w:rsidRPr="00820C50" w14:paraId="346AC7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DF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8C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52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8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8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4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3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8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50359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8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7B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D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1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1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EF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7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A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РНС</w:t>
            </w:r>
          </w:p>
        </w:tc>
      </w:tr>
      <w:tr w:rsidR="00BE6833" w:rsidRPr="00820C50" w14:paraId="6718F3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5B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B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40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783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18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3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E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0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ОГМ</w:t>
            </w:r>
          </w:p>
        </w:tc>
      </w:tr>
      <w:tr w:rsidR="00BE6833" w:rsidRPr="00820C50" w14:paraId="2D344F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EF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5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B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5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9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6A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64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8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ВНЛ</w:t>
            </w:r>
          </w:p>
        </w:tc>
      </w:tr>
      <w:tr w:rsidR="00BE6833" w:rsidRPr="00820C50" w14:paraId="0944C4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2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90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3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E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72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BC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4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2A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69C7C1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0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E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9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D0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A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C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91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81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7987B6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D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8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0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4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6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1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EE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1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BE6833" w:rsidRPr="00820C50" w14:paraId="24E496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FA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8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A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5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9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DD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1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5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22771D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C2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3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F7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4E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C0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D9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E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66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00127C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B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9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3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C6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B3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45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5E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7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BE6833" w:rsidRPr="00820C50" w14:paraId="495687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D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54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33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05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4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F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C9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8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ЛАН и др.</w:t>
            </w:r>
          </w:p>
        </w:tc>
      </w:tr>
      <w:tr w:rsidR="00BE6833" w:rsidRPr="00820C50" w14:paraId="3AAF1A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4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C93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8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5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5A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7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8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B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0BC6BD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6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E2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96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2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6E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F5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8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1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20A98A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A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3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E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1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D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E7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10.788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B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140.25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D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6C664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8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ИВАН ГЕОРГИЕВ КЮЧЕКОВ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E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9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1C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D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BD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7D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0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 и др.</w:t>
            </w:r>
          </w:p>
        </w:tc>
      </w:tr>
      <w:tr w:rsidR="00BE6833" w:rsidRPr="00820C50" w14:paraId="0EB8D59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5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ИВАН ГЕОРГИЕВ КЮЧЕКОВ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E3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9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C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6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2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4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F8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30A221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D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ИВАН ГЕОРГИЕВ КЮЧЕКОВ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2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9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CD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18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4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62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7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7406BA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7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ИВАН ГЕОРГИЕВ КЮЧЕКОВ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EC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C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9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9C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9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3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67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193BAF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E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BE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7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F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D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AA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A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B1B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9860F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2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5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A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8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A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D4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9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D8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498189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D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B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1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2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0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B1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32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3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33606C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4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F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7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6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62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E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8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60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ККХ и др.</w:t>
            </w:r>
          </w:p>
        </w:tc>
      </w:tr>
      <w:tr w:rsidR="00BE6833" w:rsidRPr="00820C50" w14:paraId="687065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B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DB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6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80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F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7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A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BE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1052CF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5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2A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6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6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D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2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B3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739748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43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1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7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E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F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B5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53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B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ЦАМ и др.</w:t>
            </w:r>
          </w:p>
        </w:tc>
      </w:tr>
      <w:tr w:rsidR="00BE6833" w:rsidRPr="00820C50" w14:paraId="71A773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E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6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BB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929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8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6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E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B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4C0D7D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1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B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1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6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4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9C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8D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1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ПАК</w:t>
            </w:r>
          </w:p>
        </w:tc>
      </w:tr>
      <w:tr w:rsidR="00BE6833" w:rsidRPr="00820C50" w14:paraId="05C80B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8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A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8F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4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E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6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B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6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05F252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3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AD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D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8D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C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2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87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B0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33C75C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2F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0D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5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A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F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B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3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BA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7548C3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5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8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D7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49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A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FE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8B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C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125138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8F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F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BA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E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3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3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F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F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НБХ</w:t>
            </w:r>
          </w:p>
        </w:tc>
      </w:tr>
      <w:tr w:rsidR="00BE6833" w:rsidRPr="00820C50" w14:paraId="342248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8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2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3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5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4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E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D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FF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BE6833" w:rsidRPr="00820C50" w14:paraId="1753F3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50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3F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11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3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7C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95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E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62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086E30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8E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1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3C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48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49.521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10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6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5.962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B4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77.51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6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01F0DB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85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0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7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D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C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DC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6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8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41A115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C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00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1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9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32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5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8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A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10D29C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3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3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8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A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C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124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E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C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0B10C4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A3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1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B4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2A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E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B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04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2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46868D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15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88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7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6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4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4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1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F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ТЛТ</w:t>
            </w:r>
          </w:p>
        </w:tc>
      </w:tr>
      <w:tr w:rsidR="00BE6833" w:rsidRPr="00820C50" w14:paraId="0E652F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3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4B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2E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F9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3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6A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E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D1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021C81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F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D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9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4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6F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CEA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8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EC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BE6833" w:rsidRPr="00820C50" w14:paraId="5B16F4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0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96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55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AC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15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A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76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62.46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8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6835AB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63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E2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D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7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44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3A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8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01D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6E7BBB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4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6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54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2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FC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8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6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23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656E9D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B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D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0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5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A4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0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4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2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59B987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2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2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2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87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E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58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27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74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НнС</w:t>
            </w:r>
          </w:p>
        </w:tc>
      </w:tr>
      <w:tr w:rsidR="00BE6833" w:rsidRPr="00820C50" w14:paraId="50260B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9D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86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D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D9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9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35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4B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1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BE6833" w:rsidRPr="00820C50" w14:paraId="1EDFB5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0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12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40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08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2B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B4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C4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F74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КМЧ</w:t>
            </w:r>
          </w:p>
        </w:tc>
      </w:tr>
      <w:tr w:rsidR="00BE6833" w:rsidRPr="00820C50" w14:paraId="73B7FD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A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7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9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2C6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9D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C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F9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6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ЙЦБ</w:t>
            </w:r>
          </w:p>
        </w:tc>
      </w:tr>
      <w:tr w:rsidR="00BE6833" w:rsidRPr="00820C50" w14:paraId="34D61E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8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07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F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C4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E7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17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1F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4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ИПП и др.</w:t>
            </w:r>
          </w:p>
        </w:tc>
      </w:tr>
      <w:tr w:rsidR="00BE6833" w:rsidRPr="00820C50" w14:paraId="57053A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DC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3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F2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5FD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0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3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E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28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ЕХШ и др.</w:t>
            </w:r>
          </w:p>
        </w:tc>
      </w:tr>
      <w:tr w:rsidR="00BE6833" w:rsidRPr="00820C50" w14:paraId="0D8BBB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A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34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87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EF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CC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F5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A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0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7431A1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A4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1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0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32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A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C8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D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BF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762D50C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D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CC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0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6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D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A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A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56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71DBED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9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4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9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E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8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1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4B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8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7EAF31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0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1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EAC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46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D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4C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4F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63E256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31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A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D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2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2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58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6A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A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BE6833" w:rsidRPr="00820C50" w14:paraId="23E94F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5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5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9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C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60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2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A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C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780672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1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8B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E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C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1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5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1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C6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BE6833" w:rsidRPr="00820C50" w14:paraId="452D3C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82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12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E4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E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D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D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D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A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56F758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0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3E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0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E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33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2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B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C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437FB7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CF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4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E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04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C1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E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9B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28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ИГТ</w:t>
            </w:r>
          </w:p>
        </w:tc>
      </w:tr>
      <w:tr w:rsidR="00BE6833" w:rsidRPr="00820C50" w14:paraId="6CEB69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90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0BA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9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E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C1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C5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F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A5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35E69B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A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DF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E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2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8E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34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4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B7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ЗВГ</w:t>
            </w:r>
          </w:p>
        </w:tc>
      </w:tr>
      <w:tr w:rsidR="00BE6833" w:rsidRPr="00820C50" w14:paraId="37937D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D4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6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03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3E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A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72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E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5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197F4F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CA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6D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C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B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4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2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D5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13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1937AC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E0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8D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A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5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8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D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A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B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ДТК</w:t>
            </w:r>
          </w:p>
        </w:tc>
      </w:tr>
      <w:tr w:rsidR="00BE6833" w:rsidRPr="00820C50" w14:paraId="21DF47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69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5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3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E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41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A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49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87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ХПК</w:t>
            </w:r>
          </w:p>
        </w:tc>
      </w:tr>
      <w:tr w:rsidR="00BE6833" w:rsidRPr="00820C50" w14:paraId="05F111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F7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C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9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74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4D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E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A5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A3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ХПК</w:t>
            </w:r>
          </w:p>
        </w:tc>
      </w:tr>
      <w:tr w:rsidR="00BE6833" w:rsidRPr="00820C50" w14:paraId="4D0A90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B6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2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10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8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32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5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F9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8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ЗАГ</w:t>
            </w:r>
          </w:p>
        </w:tc>
      </w:tr>
      <w:tr w:rsidR="00BE6833" w:rsidRPr="00820C50" w14:paraId="271C87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D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0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F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DA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1B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78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0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7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МЛБ</w:t>
            </w:r>
          </w:p>
        </w:tc>
      </w:tr>
      <w:tr w:rsidR="00BE6833" w:rsidRPr="00820C50" w14:paraId="1F68DC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86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A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8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C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CD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8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3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C1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ПБК и др.</w:t>
            </w:r>
          </w:p>
        </w:tc>
      </w:tr>
      <w:tr w:rsidR="00BE6833" w:rsidRPr="00820C50" w14:paraId="452F61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7F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7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26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AF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8C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9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5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82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МГМ и др.</w:t>
            </w:r>
          </w:p>
        </w:tc>
      </w:tr>
      <w:tr w:rsidR="00BE6833" w:rsidRPr="00820C50" w14:paraId="7C508B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62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D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3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FD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F36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A0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1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4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0A17AA3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7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B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8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8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12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F4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D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6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442839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9C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A9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5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1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9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1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1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E4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679DA0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A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E2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22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E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DD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4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20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DC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4E6CF8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8D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A0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1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E5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97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3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8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B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32A27C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15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B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03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3C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29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3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20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F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ФГК</w:t>
            </w:r>
          </w:p>
        </w:tc>
      </w:tr>
      <w:tr w:rsidR="00BE6833" w:rsidRPr="00820C50" w14:paraId="2DE370C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6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87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B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C0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6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E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C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7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7B9162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C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5B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CA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7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71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3D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6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C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54C3A9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7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16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D2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8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12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5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B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96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АБД</w:t>
            </w:r>
          </w:p>
        </w:tc>
      </w:tr>
      <w:tr w:rsidR="00BE6833" w:rsidRPr="00820C50" w14:paraId="1337B3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8A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7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5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DB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A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63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0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D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4022D7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B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9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9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FC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3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7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F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E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ПГИ</w:t>
            </w:r>
          </w:p>
        </w:tc>
      </w:tr>
      <w:tr w:rsidR="00BE6833" w:rsidRPr="00820C50" w14:paraId="1E8E97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6A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2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E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C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1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FB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B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F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2553D3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9C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НИКЕЯ 55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5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86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91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87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C6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0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30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19BDF3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EC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0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12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5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162.040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F9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7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9.654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DD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125.50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0C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088BB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96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A2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B5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A5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7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D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CE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E6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ЖПВ и др.</w:t>
            </w:r>
          </w:p>
        </w:tc>
      </w:tr>
      <w:tr w:rsidR="00BE6833" w:rsidRPr="00820C50" w14:paraId="7B0852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3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5D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7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F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F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9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9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A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НИВ</w:t>
            </w:r>
          </w:p>
        </w:tc>
      </w:tr>
      <w:tr w:rsidR="00BE6833" w:rsidRPr="00820C50" w14:paraId="07EAD6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4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D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4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64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B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8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2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76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ЕРА</w:t>
            </w:r>
          </w:p>
        </w:tc>
      </w:tr>
      <w:tr w:rsidR="00BE6833" w:rsidRPr="00820C50" w14:paraId="05ABA7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F9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8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2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0A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57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D2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9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EB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05F702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4D6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D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31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1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9D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68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54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D5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ДВМ</w:t>
            </w:r>
          </w:p>
        </w:tc>
      </w:tr>
      <w:tr w:rsidR="00BE6833" w:rsidRPr="00820C50" w14:paraId="24E0B6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BC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B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18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F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C9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B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F6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64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КДК</w:t>
            </w:r>
          </w:p>
        </w:tc>
      </w:tr>
      <w:tr w:rsidR="00BE6833" w:rsidRPr="00820C50" w14:paraId="6BBAA3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21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B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1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F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16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3A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42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63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BE6833" w:rsidRPr="00820C50" w14:paraId="487313A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1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1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1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50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1F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C2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D5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53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6DA712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F1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88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7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4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9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BB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E99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76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ИМВ</w:t>
            </w:r>
          </w:p>
        </w:tc>
      </w:tr>
      <w:tr w:rsidR="00BE6833" w:rsidRPr="00820C50" w14:paraId="290213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62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4F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B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9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9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7E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54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1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4E445B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A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0A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B3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B0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2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1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1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70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ЦНФ и др.</w:t>
            </w:r>
          </w:p>
        </w:tc>
      </w:tr>
      <w:tr w:rsidR="00BE6833" w:rsidRPr="00820C50" w14:paraId="4BFABB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0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9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9D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18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2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A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1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93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РАИ и др.</w:t>
            </w:r>
          </w:p>
        </w:tc>
      </w:tr>
      <w:tr w:rsidR="00BE6833" w:rsidRPr="00820C50" w14:paraId="274D32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D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АСЕНОВ МИЛУШЕВ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A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08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2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CF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9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5B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A0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6C6716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2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8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D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8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D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14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9.520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5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123.76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D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841B6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5E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33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3A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1E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0E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F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DC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A6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ФНН</w:t>
            </w:r>
          </w:p>
        </w:tc>
      </w:tr>
      <w:tr w:rsidR="00BE6833" w:rsidRPr="00820C50" w14:paraId="47C8F05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9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8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30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8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0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8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B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32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3D769F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0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BA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0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2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B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F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B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2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ГПК</w:t>
            </w:r>
          </w:p>
        </w:tc>
      </w:tr>
      <w:tr w:rsidR="00BE6833" w:rsidRPr="00820C50" w14:paraId="5004C5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D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B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9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9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21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9A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7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6A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ВЛАДИСЛАВ СТОЯНОВ ДАМЯНОВ</w:t>
            </w:r>
          </w:p>
        </w:tc>
      </w:tr>
      <w:tr w:rsidR="00BE6833" w:rsidRPr="00820C50" w14:paraId="471CD0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C4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1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6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0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90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8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0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0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1ECC06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6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2B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C8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76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4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E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6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26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07BC81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9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9B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E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A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42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F8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5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FA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ИММ и др.</w:t>
            </w:r>
          </w:p>
        </w:tc>
      </w:tr>
      <w:tr w:rsidR="00BE6833" w:rsidRPr="00820C50" w14:paraId="5D92DA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7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7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6E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D5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97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2F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C4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F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347BD1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04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EE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4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4C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D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FB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9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1E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BE6833" w:rsidRPr="00820C50" w14:paraId="5ED7FD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EB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8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20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5D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E6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B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83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7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33E533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71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9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C0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7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B8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56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C1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6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3778B7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2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D2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C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C3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57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F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93F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CA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A7016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54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6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92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1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43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0C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9E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7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ГДН</w:t>
            </w:r>
          </w:p>
        </w:tc>
      </w:tr>
      <w:tr w:rsidR="00BE6833" w:rsidRPr="00820C50" w14:paraId="292941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5F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E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FDA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5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A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A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EF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9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ДНС</w:t>
            </w:r>
          </w:p>
        </w:tc>
      </w:tr>
      <w:tr w:rsidR="00BE6833" w:rsidRPr="00820C50" w14:paraId="627535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DC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3D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C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E4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6F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3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4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8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38F4F6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9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C63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9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F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0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2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9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42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657982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5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7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5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BD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B5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F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6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C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64C4D9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85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7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F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84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75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57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0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11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BE6833" w:rsidRPr="00820C50" w14:paraId="669D2C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A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4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6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B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C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7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8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4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4DBA42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F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01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0A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5C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3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6E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1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D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40936A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6B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6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D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E0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A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2F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FD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8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ЛИТ и др.</w:t>
            </w:r>
          </w:p>
        </w:tc>
      </w:tr>
      <w:tr w:rsidR="00BE6833" w:rsidRPr="00820C50" w14:paraId="5FFA5F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A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C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29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C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6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AF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2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0E9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60B0C9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78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A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6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A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97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4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FC1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6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BE6833" w:rsidRPr="00820C50" w14:paraId="42DE40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3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0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C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8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A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6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AD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9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00CD24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C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03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D2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4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08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6A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FE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D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7B2C67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CF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9D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47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A9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5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14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D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C5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12E99D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0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E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27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06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D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2E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59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7F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МТА</w:t>
            </w:r>
          </w:p>
        </w:tc>
      </w:tr>
      <w:tr w:rsidR="00BE6833" w:rsidRPr="00820C50" w14:paraId="067476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6B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22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7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B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E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CD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2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04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0A0B71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5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5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E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E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D5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8F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0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0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ВДБ</w:t>
            </w:r>
          </w:p>
        </w:tc>
      </w:tr>
      <w:tr w:rsidR="00BE6833" w:rsidRPr="00820C50" w14:paraId="2CE6D1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4D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4B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3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52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5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56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17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D7F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4DA12C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F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A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9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7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74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5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7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8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003006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5F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706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7D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2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3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F4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AD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3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ЛЦЗ</w:t>
            </w:r>
          </w:p>
        </w:tc>
      </w:tr>
      <w:tr w:rsidR="00BE6833" w:rsidRPr="00820C50" w14:paraId="2933AB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1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FFD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9E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C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0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C3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C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9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7B19B41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D2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9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E9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09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67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1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6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2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616EE7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93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7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A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A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B0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9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7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3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04072A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5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9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E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9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0A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06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76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C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0B4ADD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B0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C1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1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3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D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6A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9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B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ТЕРАЕКСПЕРТ ЕООД</w:t>
            </w:r>
          </w:p>
        </w:tc>
      </w:tr>
      <w:tr w:rsidR="00BE6833" w:rsidRPr="00820C50" w14:paraId="7B157F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AD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86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B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7A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50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67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D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E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0D97AB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5E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4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8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A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47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F4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1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3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38005C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8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80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8B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C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5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E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66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13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</w:t>
            </w:r>
          </w:p>
        </w:tc>
      </w:tr>
      <w:tr w:rsidR="00BE6833" w:rsidRPr="00820C50" w14:paraId="0D36EB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43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3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31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4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7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4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BB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6C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5CADE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F8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6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7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FA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9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A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A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B8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398C75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F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C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E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9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17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3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A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3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ТКИ</w:t>
            </w:r>
          </w:p>
        </w:tc>
      </w:tr>
      <w:tr w:rsidR="00BE6833" w:rsidRPr="00820C50" w14:paraId="29D7E5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9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22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F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55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3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C7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A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AD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7A4BAE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1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D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8E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0D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3A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E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3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E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7D6E11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2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9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0D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B0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A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5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5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AB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ВРБ</w:t>
            </w:r>
          </w:p>
        </w:tc>
      </w:tr>
      <w:tr w:rsidR="00BE6833" w:rsidRPr="00820C50" w14:paraId="61D65B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5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4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0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9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6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C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70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34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BE6833" w:rsidRPr="00820C50" w14:paraId="52CDAA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A2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9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13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BC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E6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BD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2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3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A120B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79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0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8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46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11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7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E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7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 и др.</w:t>
            </w:r>
          </w:p>
        </w:tc>
      </w:tr>
      <w:tr w:rsidR="00BE6833" w:rsidRPr="00820C50" w14:paraId="51BBDD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F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2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DD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5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7F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C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F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9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640480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F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A9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1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8C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60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C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C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0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69785F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CF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1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7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8D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28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F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E5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D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1ACFD1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3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9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B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3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8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EB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F8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88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74E337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5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D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4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C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9B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0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A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7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3174E9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A0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3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C6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71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AD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44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14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9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5476E6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B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F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92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ED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C4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E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5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E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2A03C4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E1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088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9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9F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38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E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1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D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НДЗ</w:t>
            </w:r>
          </w:p>
        </w:tc>
      </w:tr>
      <w:tr w:rsidR="00BE6833" w:rsidRPr="00820C50" w14:paraId="09091D1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8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04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F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D2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44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9F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F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3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BE6833" w:rsidRPr="00820C50" w14:paraId="4CBE4F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A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82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91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B6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26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E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1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E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1FB22B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83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DA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5BE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A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05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D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9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5C57B1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E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41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92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64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E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EE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6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ДБД и др.</w:t>
            </w:r>
          </w:p>
        </w:tc>
      </w:tr>
      <w:tr w:rsidR="00BE6833" w:rsidRPr="00820C50" w14:paraId="238386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4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AF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F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89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D4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F8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14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DB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715BE9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8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3A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2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E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5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9F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E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DF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04CEC8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0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F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65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7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5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A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5B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C1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44A4C34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D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A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8D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C5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6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43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CB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B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063813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7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FF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14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2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7A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25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9D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1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ВЦХ</w:t>
            </w:r>
          </w:p>
        </w:tc>
      </w:tr>
      <w:tr w:rsidR="00BE6833" w:rsidRPr="00820C50" w14:paraId="40F5FC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AA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7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4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69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2BF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48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0B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F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049B5D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0C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6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7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E7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6F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1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1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E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3DA0D9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35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8B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B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4E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2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82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8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62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6154A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D9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B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D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6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85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4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91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0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0CA2138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17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A2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10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B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1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D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B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2E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202B6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9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2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C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18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71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B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B3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40D13F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1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8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67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89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E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06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6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C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12F288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8A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4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1A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06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CD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A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1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4E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BE6833" w:rsidRPr="00820C50" w14:paraId="2C30EF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2E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4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23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5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DE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C2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D2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8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BE6833" w:rsidRPr="00820C50" w14:paraId="588A77B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80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9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C7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8C4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8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F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17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4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СДЯ</w:t>
            </w:r>
          </w:p>
        </w:tc>
      </w:tr>
      <w:tr w:rsidR="00BE6833" w:rsidRPr="00820C50" w14:paraId="7AD0F5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D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BC8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4A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C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97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D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B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9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САМ</w:t>
            </w:r>
          </w:p>
        </w:tc>
      </w:tr>
      <w:tr w:rsidR="00BE6833" w:rsidRPr="00820C50" w14:paraId="4103D7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3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F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D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22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70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0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6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ФГК</w:t>
            </w:r>
          </w:p>
        </w:tc>
      </w:tr>
      <w:tr w:rsidR="00BE6833" w:rsidRPr="00820C50" w14:paraId="194A11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2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E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16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7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A1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F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9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D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3F649B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B9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4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C5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4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C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7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49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85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ХГМ</w:t>
            </w:r>
          </w:p>
        </w:tc>
      </w:tr>
      <w:tr w:rsidR="00BE6833" w:rsidRPr="00820C50" w14:paraId="051758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6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4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01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DD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73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1D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7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6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276F85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D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6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9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6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D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41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9A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E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BE6833" w:rsidRPr="00820C50" w14:paraId="63C1A9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6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7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B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2A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87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4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C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D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ИМК</w:t>
            </w:r>
          </w:p>
        </w:tc>
      </w:tr>
      <w:tr w:rsidR="00BE6833" w:rsidRPr="00820C50" w14:paraId="23D22B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B4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E1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2F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4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6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A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E98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4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162504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58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7D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F2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1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91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1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0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81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ЛАГ</w:t>
            </w:r>
          </w:p>
        </w:tc>
      </w:tr>
      <w:tr w:rsidR="00BE6833" w:rsidRPr="00820C50" w14:paraId="042F6BB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88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E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33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A4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16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82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16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97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НБС и др.</w:t>
            </w:r>
          </w:p>
        </w:tc>
      </w:tr>
      <w:tr w:rsidR="00BE6833" w:rsidRPr="00820C50" w14:paraId="67472A4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E4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5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C5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6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5F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2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8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E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67A9D6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DBD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F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08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C4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6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0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5A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F9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МТА</w:t>
            </w:r>
          </w:p>
        </w:tc>
      </w:tr>
      <w:tr w:rsidR="00BE6833" w:rsidRPr="00820C50" w14:paraId="7F6A5A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B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C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F0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6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66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5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C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B5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166D07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D2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B8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AD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9B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2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B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FEB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12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0C8F8E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4E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D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0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15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6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6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E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7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1FB99A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D1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E7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D1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1A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79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4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F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3E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6364C8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3E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57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2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80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19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B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F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C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14D3E4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A2E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21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69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18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AE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1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4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3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5A1D03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D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5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F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0A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B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1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1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73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739547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F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E8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A2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4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B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3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6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7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МТА</w:t>
            </w:r>
          </w:p>
        </w:tc>
      </w:tr>
      <w:tr w:rsidR="00BE6833" w:rsidRPr="00820C50" w14:paraId="63C64B2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92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2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5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235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A9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E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9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71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BE6833" w:rsidRPr="00820C50" w14:paraId="595185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1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2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73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E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6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0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7B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9A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279947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29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6A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4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9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81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28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D0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46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6CBD4A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F5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9C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1FF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D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3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C6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7E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AF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7BAA64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8C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BB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E1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E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A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E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8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1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BE6833" w:rsidRPr="00820C50" w14:paraId="0BD729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02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40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FE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0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5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8E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9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4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1CF8E0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8A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5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8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F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85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B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16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A5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ПГА</w:t>
            </w:r>
          </w:p>
        </w:tc>
      </w:tr>
      <w:tr w:rsidR="00BE6833" w:rsidRPr="00820C50" w14:paraId="6B4602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7B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BE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5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4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42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5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AE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0A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1EB720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A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9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9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7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E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3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B3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6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04245C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F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D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7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B4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B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6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E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F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63B086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D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0C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C3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EA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E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E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0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D7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4C707C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A4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9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0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B0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7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74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C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6F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BE6833" w:rsidRPr="00820C50" w14:paraId="2F1A1B2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1B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2F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7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4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DC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99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8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F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BE6833" w:rsidRPr="00820C50" w14:paraId="60FF1E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B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2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0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0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11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0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3F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A7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658586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E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89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3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97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4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5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D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7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5F7257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C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9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0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94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A3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5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7C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4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ЗЙД</w:t>
            </w:r>
          </w:p>
        </w:tc>
      </w:tr>
      <w:tr w:rsidR="00BE6833" w:rsidRPr="00820C50" w14:paraId="29A64C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10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79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7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853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B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3D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020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87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ДТК</w:t>
            </w:r>
          </w:p>
        </w:tc>
      </w:tr>
      <w:tr w:rsidR="00BE6833" w:rsidRPr="00820C50" w14:paraId="657800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1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C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F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0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63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9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2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E1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637C5A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F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E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4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3A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32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FD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6E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73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645A95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D2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6C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0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5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D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6F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2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1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РГМ</w:t>
            </w:r>
          </w:p>
        </w:tc>
      </w:tr>
      <w:tr w:rsidR="00BE6833" w:rsidRPr="00820C50" w14:paraId="43B0CB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1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38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8C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62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1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15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2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97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296689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A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3F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B5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6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24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F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6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8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ЕТА</w:t>
            </w:r>
          </w:p>
        </w:tc>
      </w:tr>
      <w:tr w:rsidR="00BE6833" w:rsidRPr="00820C50" w14:paraId="36EF20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3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29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02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1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ED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C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7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88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6AA4FE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1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24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F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3F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EA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7F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A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71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4148F1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5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6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76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B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8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0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A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BF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7E0AAD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8E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E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FD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A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3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5E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1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8A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1FC174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3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8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A2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0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CF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6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D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0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КББ</w:t>
            </w:r>
          </w:p>
        </w:tc>
      </w:tr>
      <w:tr w:rsidR="00BE6833" w:rsidRPr="00820C50" w14:paraId="6642BD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C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29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B2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C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70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54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7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51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BE6833" w:rsidRPr="00820C50" w14:paraId="137026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6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00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6D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B6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02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9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78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8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775D2E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3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1D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B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D8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8D9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0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6C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19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32B2B1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F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AF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EA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5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76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1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8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2C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464ACD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9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3C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7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12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B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3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C0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5E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ЕХШ и др.</w:t>
            </w:r>
          </w:p>
        </w:tc>
      </w:tr>
      <w:tr w:rsidR="00BE6833" w:rsidRPr="00820C50" w14:paraId="07B256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4F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46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D6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8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9E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6B9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1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9C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БОС</w:t>
            </w:r>
          </w:p>
        </w:tc>
      </w:tr>
      <w:tr w:rsidR="00BE6833" w:rsidRPr="00820C50" w14:paraId="690F44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E3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E4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CC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4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FC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4A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F7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F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23ED26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9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6A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5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A4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6F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F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FF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2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17705C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4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9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7A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0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0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C0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5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6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38D9B1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2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32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50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7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2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A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11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9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МИД</w:t>
            </w:r>
          </w:p>
        </w:tc>
      </w:tr>
      <w:tr w:rsidR="00BE6833" w:rsidRPr="00820C50" w14:paraId="601649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5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3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75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2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6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1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0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4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587BBC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E3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4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0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F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A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B8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0C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8E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199BEA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DE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49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7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0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E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5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05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32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0A29C6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48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8A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6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3D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55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E9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B8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C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ЗКЛ</w:t>
            </w:r>
          </w:p>
        </w:tc>
      </w:tr>
      <w:tr w:rsidR="00BE6833" w:rsidRPr="00820C50" w14:paraId="1E0D563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0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D4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0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8A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14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B3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8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1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ЛЕЕ</w:t>
            </w:r>
          </w:p>
        </w:tc>
      </w:tr>
      <w:tr w:rsidR="00BE6833" w:rsidRPr="00820C50" w14:paraId="20F0AFE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6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E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65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3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F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4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7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2C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5A9392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4F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2F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5A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EB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49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9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8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9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2CF763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1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3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94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D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3E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35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EB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1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НБС и др.</w:t>
            </w:r>
          </w:p>
        </w:tc>
      </w:tr>
      <w:tr w:rsidR="00BE6833" w:rsidRPr="00820C50" w14:paraId="5BDE35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9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B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1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5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4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D9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87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CD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2D49B6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2C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0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33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16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57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2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F4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8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ТМН и др.</w:t>
            </w:r>
          </w:p>
        </w:tc>
      </w:tr>
      <w:tr w:rsidR="00BE6833" w:rsidRPr="00820C50" w14:paraId="62CFBC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D3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14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92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7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F3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AE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B6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1A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4C489A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D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AA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1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89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C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9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C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B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</w:tr>
      <w:tr w:rsidR="00BE6833" w:rsidRPr="00820C50" w14:paraId="1D5762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2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B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EF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F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D4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7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9E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D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ППН</w:t>
            </w:r>
          </w:p>
        </w:tc>
      </w:tr>
      <w:tr w:rsidR="00BE6833" w:rsidRPr="00820C50" w14:paraId="49CF46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2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BE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1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3E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A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7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2B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D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АНЛ</w:t>
            </w:r>
          </w:p>
        </w:tc>
      </w:tr>
      <w:tr w:rsidR="00BE6833" w:rsidRPr="00820C50" w14:paraId="0B91B1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0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933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37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78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4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1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85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1D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ВНЛ</w:t>
            </w:r>
          </w:p>
        </w:tc>
      </w:tr>
      <w:tr w:rsidR="00BE6833" w:rsidRPr="00820C50" w14:paraId="7F1367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C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2A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DE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FC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0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D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06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05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BE6833" w:rsidRPr="00820C50" w14:paraId="28C11B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8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D9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8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03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F2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48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F8B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2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33EC40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9B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7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B5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FF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4D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4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F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C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ВЦЙ</w:t>
            </w:r>
          </w:p>
        </w:tc>
      </w:tr>
      <w:tr w:rsidR="00BE6833" w:rsidRPr="00820C50" w14:paraId="14BA56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FF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1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BC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DA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A4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4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A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2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BE6833" w:rsidRPr="00820C50" w14:paraId="71DFDD1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2A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E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F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D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28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EB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CD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9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ЦНФ и др.</w:t>
            </w:r>
          </w:p>
        </w:tc>
      </w:tr>
      <w:tr w:rsidR="00BE6833" w:rsidRPr="00820C50" w14:paraId="0514EE8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33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9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C1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957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D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E1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B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5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ПМЦ</w:t>
            </w:r>
          </w:p>
        </w:tc>
      </w:tr>
      <w:tr w:rsidR="00BE6833" w:rsidRPr="00820C50" w14:paraId="70EFDA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BA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9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A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5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F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1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4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CA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2A8D00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8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B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A3C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03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10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DE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92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F5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47CC9D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FB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0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8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6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46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1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76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D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ДФД</w:t>
            </w:r>
          </w:p>
        </w:tc>
      </w:tr>
      <w:tr w:rsidR="00BE6833" w:rsidRPr="00820C50" w14:paraId="58EFF9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1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5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45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3F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1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F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B3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FF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ИСК и др.</w:t>
            </w:r>
          </w:p>
        </w:tc>
      </w:tr>
      <w:tr w:rsidR="00BE6833" w:rsidRPr="00820C50" w14:paraId="5B9F15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D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4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32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9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92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7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08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2D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</w:t>
            </w:r>
          </w:p>
        </w:tc>
      </w:tr>
      <w:tr w:rsidR="00BE6833" w:rsidRPr="00820C50" w14:paraId="0562F6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8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7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E7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3F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4E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8B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F5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3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ОИЛ</w:t>
            </w:r>
          </w:p>
        </w:tc>
      </w:tr>
      <w:tr w:rsidR="00BE6833" w:rsidRPr="00820C50" w14:paraId="794E55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AD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9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FF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7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B4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3A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6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EB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КББ</w:t>
            </w:r>
          </w:p>
        </w:tc>
      </w:tr>
      <w:tr w:rsidR="00BE6833" w:rsidRPr="00820C50" w14:paraId="7CAFE6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54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18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7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F8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E7D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43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07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5B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653BB5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7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75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B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1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67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3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5F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45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438819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2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0E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1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1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6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6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7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B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3BCC11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0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A6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B0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5F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3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2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82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F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ВИЗ</w:t>
            </w:r>
          </w:p>
        </w:tc>
      </w:tr>
      <w:tr w:rsidR="00BE6833" w:rsidRPr="00820C50" w14:paraId="150C4E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1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0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AE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6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F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4D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5D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7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BE6833" w:rsidRPr="00820C50" w14:paraId="53FDE9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9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8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6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E5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B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B0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E4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95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13DD61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1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7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20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1F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35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0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EF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3A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368873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C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9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D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D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6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E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F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E1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461549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E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7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6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19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A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E1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6B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D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МЛН</w:t>
            </w:r>
          </w:p>
        </w:tc>
      </w:tr>
      <w:tr w:rsidR="00BE6833" w:rsidRPr="00820C50" w14:paraId="344766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579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EC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0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47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E9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37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A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93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ЕРА</w:t>
            </w:r>
          </w:p>
        </w:tc>
      </w:tr>
      <w:tr w:rsidR="00BE6833" w:rsidRPr="00820C50" w14:paraId="6B83C7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8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7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C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4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5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B3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9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8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BE6833" w:rsidRPr="00820C50" w14:paraId="4D4824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4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33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9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3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73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F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8D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39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5357FA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7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CD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5C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A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D8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66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1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F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0C1141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0B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8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43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F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3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00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2C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D5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ПАГ</w:t>
            </w:r>
          </w:p>
        </w:tc>
      </w:tr>
      <w:tr w:rsidR="00BE6833" w:rsidRPr="00820C50" w14:paraId="5A0303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E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4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03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C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75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43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C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0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19D25B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5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D8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6D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2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91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4F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15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25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ИБН</w:t>
            </w:r>
          </w:p>
        </w:tc>
      </w:tr>
      <w:tr w:rsidR="00BE6833" w:rsidRPr="00820C50" w14:paraId="75187E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3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6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E6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8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E7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D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53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58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BE6833" w:rsidRPr="00820C50" w14:paraId="5EB058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F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F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D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50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D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CF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D0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D50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270FB91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02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64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E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23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7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0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C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90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1FD636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C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0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86B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D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57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B1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7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23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79B619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6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4C9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A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1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DE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CB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68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D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4B512CF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A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F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A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3E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6E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1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9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A3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56DA02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5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E9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2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E9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1B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C0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B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C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BE6833" w:rsidRPr="00820C50" w14:paraId="558C18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E9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A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7D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16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F5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EF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C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60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BE6833" w:rsidRPr="00820C50" w14:paraId="1C28DC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FB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D1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1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4C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EB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2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1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2C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 и др.</w:t>
            </w:r>
          </w:p>
        </w:tc>
      </w:tr>
      <w:tr w:rsidR="00BE6833" w:rsidRPr="00820C50" w14:paraId="47BFA9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AB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95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7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46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6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26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3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4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ДАС и др.</w:t>
            </w:r>
          </w:p>
        </w:tc>
      </w:tr>
      <w:tr w:rsidR="00BE6833" w:rsidRPr="00820C50" w14:paraId="0B9DE5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3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2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8F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42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4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68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EA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10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58A493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4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7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0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A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7C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80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B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91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6E0C3C0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E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1E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5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A7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C7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6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B7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C9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3A2759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F8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72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2D3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8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C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0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2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1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СТГ</w:t>
            </w:r>
          </w:p>
        </w:tc>
      </w:tr>
      <w:tr w:rsidR="00BE6833" w:rsidRPr="00820C50" w14:paraId="4F0E83F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7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AF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6A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C1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2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91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547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F5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3965BE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15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0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DF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A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4B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B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1E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9B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ДБГ</w:t>
            </w:r>
          </w:p>
        </w:tc>
      </w:tr>
      <w:tr w:rsidR="00BE6833" w:rsidRPr="00820C50" w14:paraId="3075E3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E5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B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9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1A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E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F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E9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79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51DF02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4E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6D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5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8F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17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1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E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97.49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0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1E3028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F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A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8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0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6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85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B4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A3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ЕИМ</w:t>
            </w:r>
          </w:p>
        </w:tc>
      </w:tr>
      <w:tr w:rsidR="00BE6833" w:rsidRPr="00820C50" w14:paraId="3B8D0E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57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3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69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6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38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0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E7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F4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МХК и др.</w:t>
            </w:r>
          </w:p>
        </w:tc>
      </w:tr>
      <w:tr w:rsidR="00BE6833" w:rsidRPr="00820C50" w14:paraId="592580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F7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D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9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77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C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D14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1B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B4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BE6833" w:rsidRPr="00820C50" w14:paraId="66BC8E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EB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D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A3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6C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53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04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5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57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КГГ</w:t>
            </w:r>
          </w:p>
        </w:tc>
      </w:tr>
      <w:tr w:rsidR="00BE6833" w:rsidRPr="00820C50" w14:paraId="51C6B8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5A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D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2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1F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5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6D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E3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D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2667E5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C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A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6F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2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D8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E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7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68.96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3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2B2ACE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AB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0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E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4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A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6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42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0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77B3DD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2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9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1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D5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8C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1E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D8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58.50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96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4DD96E7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D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6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E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41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45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4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7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F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3C5401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F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2B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5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D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98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C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5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D2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6718B6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D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0A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D0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1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2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8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CC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ED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277993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4F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40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1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93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61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2F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4C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ГПА</w:t>
            </w:r>
          </w:p>
        </w:tc>
      </w:tr>
      <w:tr w:rsidR="00BE6833" w:rsidRPr="00820C50" w14:paraId="1ADAFE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8E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C4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B6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FF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C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3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C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F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</w:t>
            </w:r>
          </w:p>
        </w:tc>
      </w:tr>
      <w:tr w:rsidR="00BE6833" w:rsidRPr="00820C50" w14:paraId="00ACEAD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1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04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89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D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05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7F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C4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E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 и др.</w:t>
            </w:r>
          </w:p>
        </w:tc>
      </w:tr>
      <w:tr w:rsidR="00BE6833" w:rsidRPr="00820C50" w14:paraId="06C35E7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E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75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6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6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34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18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2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B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BE6833" w:rsidRPr="00820C50" w14:paraId="4773E5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28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3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E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D4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15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8C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C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53DE1A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00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D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1A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A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45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48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C2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BE6833" w:rsidRPr="00820C50" w14:paraId="6183D8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F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C5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B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B4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72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4F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7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0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2619C2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BD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D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1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F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E0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1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9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0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BE6833" w:rsidRPr="00820C50" w14:paraId="024220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A2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7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5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9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8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2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F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5E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0DE664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82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DC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66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4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B0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DD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C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A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ИГК</w:t>
            </w:r>
          </w:p>
        </w:tc>
      </w:tr>
      <w:tr w:rsidR="00BE6833" w:rsidRPr="00820C50" w14:paraId="36E802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D4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5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6B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2F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4D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C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C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B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ПГК</w:t>
            </w:r>
          </w:p>
        </w:tc>
      </w:tr>
      <w:tr w:rsidR="00BE6833" w:rsidRPr="00820C50" w14:paraId="17189A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03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E6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43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CC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8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6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4C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C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7CAC17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5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4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3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D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C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13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1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B7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19B091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B7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A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D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2C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B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F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7A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8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ЕМГ</w:t>
            </w:r>
          </w:p>
        </w:tc>
      </w:tr>
      <w:tr w:rsidR="00BE6833" w:rsidRPr="00820C50" w14:paraId="0389F9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A5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1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B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7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5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E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9D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2A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148F9D5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F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8C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38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4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B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A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8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1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15D5F0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8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8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6E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A3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D8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4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0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99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4CFD0C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8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08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88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E0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B2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7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B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58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СРТ</w:t>
            </w:r>
          </w:p>
        </w:tc>
      </w:tr>
      <w:tr w:rsidR="00BE6833" w:rsidRPr="00820C50" w14:paraId="23012A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7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A8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6A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5F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D4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47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6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23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4FB4EA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14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07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0C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6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D3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56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1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4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3045084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9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6C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02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3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0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1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1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AB2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BE6833" w:rsidRPr="00820C50" w14:paraId="3CFA0B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9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F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1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83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5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F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D3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C5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ФГК</w:t>
            </w:r>
          </w:p>
        </w:tc>
      </w:tr>
      <w:tr w:rsidR="00BE6833" w:rsidRPr="00820C50" w14:paraId="1EBDF3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C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C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90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84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84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C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A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F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ПГИ</w:t>
            </w:r>
          </w:p>
        </w:tc>
      </w:tr>
      <w:tr w:rsidR="00BE6833" w:rsidRPr="00820C50" w14:paraId="2B4EFA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78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A4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6D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8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B6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7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6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8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 и др.</w:t>
            </w:r>
          </w:p>
        </w:tc>
      </w:tr>
      <w:tr w:rsidR="00BE6833" w:rsidRPr="00820C50" w14:paraId="6A4F23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3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4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AD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E3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3A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A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C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EB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ТЦД</w:t>
            </w:r>
          </w:p>
        </w:tc>
      </w:tr>
      <w:tr w:rsidR="00BE6833" w:rsidRPr="00820C50" w14:paraId="4BF362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65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C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0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712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C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6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3D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14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0FFE0D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9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8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56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07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C0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44C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EA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2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АМП</w:t>
            </w:r>
          </w:p>
        </w:tc>
      </w:tr>
      <w:tr w:rsidR="00BE6833" w:rsidRPr="00820C50" w14:paraId="22932C8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7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E4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4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C9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F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4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7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95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СКИ</w:t>
            </w:r>
          </w:p>
        </w:tc>
      </w:tr>
      <w:tr w:rsidR="00BE6833" w:rsidRPr="00820C50" w14:paraId="4BA2C3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30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08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DD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A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8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DF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96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5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6546C1A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9E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7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3E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D1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3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F7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B5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8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489C89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A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6E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B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9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A9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23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2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3F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70137CC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E7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7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D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A7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B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FD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14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F4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24B31A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2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3A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EC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E6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E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3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45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1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7E0FA2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F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02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7E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C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C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2C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0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7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МГВ</w:t>
            </w:r>
          </w:p>
        </w:tc>
      </w:tr>
      <w:tr w:rsidR="00BE6833" w:rsidRPr="00820C50" w14:paraId="55CC287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A8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E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5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F3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3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72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EB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1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СМА и др.</w:t>
            </w:r>
          </w:p>
        </w:tc>
      </w:tr>
      <w:tr w:rsidR="00BE6833" w:rsidRPr="00820C50" w14:paraId="5F78FF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E2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D6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2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6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BC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2E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6B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73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СПК и др.</w:t>
            </w:r>
          </w:p>
        </w:tc>
      </w:tr>
      <w:tr w:rsidR="00BE6833" w:rsidRPr="00820C50" w14:paraId="0204CB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9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D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0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8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06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89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A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CB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7F2CBB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76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8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B9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6F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9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D3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2F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3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ЗСН</w:t>
            </w:r>
          </w:p>
        </w:tc>
      </w:tr>
      <w:tr w:rsidR="00BE6833" w:rsidRPr="00820C50" w14:paraId="1D2ABD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2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1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7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0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0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6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B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AD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54EFF0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04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71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B9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7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9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4D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74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DF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СФП</w:t>
            </w:r>
          </w:p>
        </w:tc>
      </w:tr>
      <w:tr w:rsidR="00BE6833" w:rsidRPr="00820C50" w14:paraId="0F38EA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87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9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DB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BE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0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2B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B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4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4A4FD3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E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3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CA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D5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D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D5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7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0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ЦГМ</w:t>
            </w:r>
          </w:p>
        </w:tc>
      </w:tr>
      <w:tr w:rsidR="00BE6833" w:rsidRPr="00820C50" w14:paraId="3C189F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FA2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9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BA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07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8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95E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0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96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55AEF9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3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0D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4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8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6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7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6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B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СИН и др.</w:t>
            </w:r>
          </w:p>
        </w:tc>
      </w:tr>
      <w:tr w:rsidR="00BE6833" w:rsidRPr="00820C50" w14:paraId="4A3710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68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D3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E0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9E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2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A5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88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D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ИЕБ и др.</w:t>
            </w:r>
          </w:p>
        </w:tc>
      </w:tr>
      <w:tr w:rsidR="00BE6833" w:rsidRPr="00820C50" w14:paraId="4C8FCC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C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BA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BA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6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64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0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C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4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76FBDB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C9D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46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D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C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D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7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F0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38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Индустриална Зона Хераково ООД</w:t>
            </w:r>
          </w:p>
        </w:tc>
      </w:tr>
      <w:tr w:rsidR="00BE6833" w:rsidRPr="00820C50" w14:paraId="66E3CD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2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1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1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BA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6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F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21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1F7754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5F0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3D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A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9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18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DF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D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E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BE6833" w:rsidRPr="00820C50" w14:paraId="44A26E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C9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6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1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4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88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C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2A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9ED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60C967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CA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A2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05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3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7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25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9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9F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ЦАБ</w:t>
            </w:r>
          </w:p>
        </w:tc>
      </w:tr>
      <w:tr w:rsidR="00BE6833" w:rsidRPr="00820C50" w14:paraId="79F2B1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1E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B1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08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0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4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12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7F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F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АБП</w:t>
            </w:r>
          </w:p>
        </w:tc>
      </w:tr>
      <w:tr w:rsidR="00BE6833" w:rsidRPr="00820C50" w14:paraId="19D1F4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8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2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E08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D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C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3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4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B3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ЦДК и др.</w:t>
            </w:r>
          </w:p>
        </w:tc>
      </w:tr>
      <w:tr w:rsidR="00BE6833" w:rsidRPr="00820C50" w14:paraId="7914E3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5E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1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7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73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5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74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4B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B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НнХ</w:t>
            </w:r>
          </w:p>
        </w:tc>
      </w:tr>
      <w:tr w:rsidR="00BE6833" w:rsidRPr="00820C50" w14:paraId="31E0A8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B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8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D7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8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D6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1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2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0D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1F1D4C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8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E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0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3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BA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62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D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5A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5B61B9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B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6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D2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4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7C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CC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B6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4E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ДСТ</w:t>
            </w:r>
          </w:p>
        </w:tc>
      </w:tr>
      <w:tr w:rsidR="00BE6833" w:rsidRPr="00820C50" w14:paraId="063A96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41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83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41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8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A6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F8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4D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F9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0FA554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49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4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1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A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0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A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F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8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ИМК</w:t>
            </w:r>
          </w:p>
        </w:tc>
      </w:tr>
      <w:tr w:rsidR="00BE6833" w:rsidRPr="00820C50" w14:paraId="670A0A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F9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5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9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40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4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6C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6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4A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29AA43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B43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A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7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3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8CA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39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08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4B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ААЛ</w:t>
            </w:r>
          </w:p>
        </w:tc>
      </w:tr>
      <w:tr w:rsidR="00BE6833" w:rsidRPr="00820C50" w14:paraId="6B583D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22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8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AB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1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FE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7F9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E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46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BE6833" w:rsidRPr="00820C50" w14:paraId="0847FC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84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CE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E7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3E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4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76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D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5B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ЕТБ</w:t>
            </w:r>
          </w:p>
        </w:tc>
      </w:tr>
      <w:tr w:rsidR="00BE6833" w:rsidRPr="00820C50" w14:paraId="0BE56B2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5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2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A6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8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3E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A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79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E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ТСН</w:t>
            </w:r>
          </w:p>
        </w:tc>
      </w:tr>
      <w:tr w:rsidR="00BE6833" w:rsidRPr="00820C50" w14:paraId="33C56D9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78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B5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0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7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3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3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D2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6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5003567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5C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C1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B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E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6D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D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A5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9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367D6D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0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A7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8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C2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7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0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F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9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3D1E0E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0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7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D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39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7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F2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B31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88.54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C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3EB8DD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5C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6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9F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3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0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E5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A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61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BE6833" w:rsidRPr="00820C50" w14:paraId="5A9623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4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D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7E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9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7F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1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A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AC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0834B2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FA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E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B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D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2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CB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C7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54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7A0C5C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2E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A5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8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1B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A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E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B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6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3C4183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8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3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4C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0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66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7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E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14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2DD49AF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83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A8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F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F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6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0C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3D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FF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ТАН</w:t>
            </w:r>
          </w:p>
        </w:tc>
      </w:tr>
      <w:tr w:rsidR="00BE6833" w:rsidRPr="00820C50" w14:paraId="3C89C7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32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7A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C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C6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0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E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3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F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ПКА</w:t>
            </w:r>
          </w:p>
        </w:tc>
      </w:tr>
      <w:tr w:rsidR="00BE6833" w:rsidRPr="00820C50" w14:paraId="125D15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7D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0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3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67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CA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3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8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F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6EBE76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8C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2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E1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6D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4B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C8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1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2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0FEF10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54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0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47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BB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2F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1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7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2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ХИС</w:t>
            </w:r>
          </w:p>
        </w:tc>
      </w:tr>
      <w:tr w:rsidR="00BE6833" w:rsidRPr="00820C50" w14:paraId="0FCE80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12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88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E1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1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B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06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8E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C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ИГС</w:t>
            </w:r>
          </w:p>
        </w:tc>
      </w:tr>
      <w:tr w:rsidR="00BE6833" w:rsidRPr="00820C50" w14:paraId="2D03C6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B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66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2A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C6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F0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0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4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7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ВПА</w:t>
            </w:r>
          </w:p>
        </w:tc>
      </w:tr>
      <w:tr w:rsidR="00BE6833" w:rsidRPr="00820C50" w14:paraId="2E3F13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8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5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2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29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35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2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57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A29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ПДМ</w:t>
            </w:r>
          </w:p>
        </w:tc>
      </w:tr>
      <w:tr w:rsidR="00BE6833" w:rsidRPr="00820C50" w14:paraId="1421BF3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61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2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6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4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2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E0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62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A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ЯКК</w:t>
            </w:r>
          </w:p>
        </w:tc>
      </w:tr>
      <w:tr w:rsidR="00BE6833" w:rsidRPr="00820C50" w14:paraId="662377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0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47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8C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22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75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90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2A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D9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ИТД</w:t>
            </w:r>
          </w:p>
        </w:tc>
      </w:tr>
      <w:tr w:rsidR="00BE6833" w:rsidRPr="00820C50" w14:paraId="6166ED4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8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9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8B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A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9F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E2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BC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68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ИХГ</w:t>
            </w:r>
          </w:p>
        </w:tc>
      </w:tr>
      <w:tr w:rsidR="00BE6833" w:rsidRPr="00820C50" w14:paraId="62C4B2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90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4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92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9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A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41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5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B57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375FF3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1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03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9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E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6E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D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06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BB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МЯС</w:t>
            </w:r>
          </w:p>
        </w:tc>
      </w:tr>
      <w:tr w:rsidR="00BE6833" w:rsidRPr="00820C50" w14:paraId="0D652D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FD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B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4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6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4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6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B8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AE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39C177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2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8E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2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A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9D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E3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3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EA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НЛД</w:t>
            </w:r>
          </w:p>
        </w:tc>
      </w:tr>
      <w:tr w:rsidR="00BE6833" w:rsidRPr="00820C50" w14:paraId="191756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C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2A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20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B6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B3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A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9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91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487062F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EC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DE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D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CA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AE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09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2D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D6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2B40D2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AE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8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A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36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DA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3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C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31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ГАЛ</w:t>
            </w:r>
          </w:p>
        </w:tc>
      </w:tr>
      <w:tr w:rsidR="00BE6833" w:rsidRPr="00820C50" w14:paraId="270081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44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D0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9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9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0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8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9E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E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302AAC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5C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23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0F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5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F5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5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26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C1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МНЛ</w:t>
            </w:r>
          </w:p>
        </w:tc>
      </w:tr>
      <w:tr w:rsidR="00BE6833" w:rsidRPr="00820C50" w14:paraId="4A45D3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F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8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2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6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1D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A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B7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2B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64C46D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0C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F9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8E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5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E4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E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A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7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ЛМТ</w:t>
            </w:r>
          </w:p>
        </w:tc>
      </w:tr>
      <w:tr w:rsidR="00BE6833" w:rsidRPr="00820C50" w14:paraId="611CC59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31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4F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BC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9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0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9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2F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C3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МЛД</w:t>
            </w:r>
          </w:p>
        </w:tc>
      </w:tr>
      <w:tr w:rsidR="00BE6833" w:rsidRPr="00820C50" w14:paraId="7C8747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9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9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0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6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93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01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CA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BB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BE6833" w:rsidRPr="00820C50" w14:paraId="3FDB79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7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A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A3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CC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8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126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77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AA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0613D9B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2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9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7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84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F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B7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C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45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49A6DC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55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60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21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6C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C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3C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F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A7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BE6833" w:rsidRPr="00820C50" w14:paraId="383476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3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D3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42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6A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5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D8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DD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1E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12C641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8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A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30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DF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8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02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4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7B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ЛДК</w:t>
            </w:r>
          </w:p>
        </w:tc>
      </w:tr>
      <w:tr w:rsidR="00BE6833" w:rsidRPr="00820C50" w14:paraId="20893EA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FF0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03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63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7C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6C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2F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F7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5B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ОГМ</w:t>
            </w:r>
          </w:p>
        </w:tc>
      </w:tr>
      <w:tr w:rsidR="00BE6833" w:rsidRPr="00820C50" w14:paraId="24D38E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7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4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80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6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A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3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C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E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3653D4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62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D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0D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4E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87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9A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48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C9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4E4C06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AB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AF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99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F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EB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4D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50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D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РАВ</w:t>
            </w:r>
          </w:p>
        </w:tc>
      </w:tr>
      <w:tr w:rsidR="00BE6833" w:rsidRPr="00820C50" w14:paraId="6A9D1E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95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7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1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4C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8F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31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5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9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1317F9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4B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4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0D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B5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9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A7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3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E4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ДСП</w:t>
            </w:r>
          </w:p>
        </w:tc>
      </w:tr>
      <w:tr w:rsidR="00BE6833" w:rsidRPr="00820C50" w14:paraId="13E921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95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9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5CF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4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3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5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E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C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ТКП и др.</w:t>
            </w:r>
          </w:p>
        </w:tc>
      </w:tr>
      <w:tr w:rsidR="00BE6833" w:rsidRPr="00820C50" w14:paraId="02B603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0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6A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4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9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8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2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5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E8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КАЛ</w:t>
            </w:r>
          </w:p>
        </w:tc>
      </w:tr>
      <w:tr w:rsidR="00BE6833" w:rsidRPr="00820C50" w14:paraId="4A7982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D1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C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38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0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F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094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A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3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703C18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82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52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C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1D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4B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E0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74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9E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САР</w:t>
            </w:r>
          </w:p>
        </w:tc>
      </w:tr>
      <w:tr w:rsidR="00BE6833" w:rsidRPr="00820C50" w14:paraId="01AE94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B2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1A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A6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DF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D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07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E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86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BE6833" w:rsidRPr="00820C50" w14:paraId="149962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2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09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67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C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A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F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C6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68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5CFA04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E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F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3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8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14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81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E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F7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6B6455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92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F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C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59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B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FA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1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E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114591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54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3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7F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6B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00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C9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C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1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ХБЗ</w:t>
            </w:r>
          </w:p>
        </w:tc>
      </w:tr>
      <w:tr w:rsidR="00BE6833" w:rsidRPr="00820C50" w14:paraId="2DCD7A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95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1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63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6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F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9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59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91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3C446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C1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85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35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6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F5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0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58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9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BE6833" w:rsidRPr="00820C50" w14:paraId="26BC5F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0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B4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1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2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6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69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B52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32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6BE286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C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A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EB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5E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C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92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58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D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БЦП</w:t>
            </w:r>
          </w:p>
        </w:tc>
      </w:tr>
      <w:tr w:rsidR="00BE6833" w:rsidRPr="00820C50" w14:paraId="75CF03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6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E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2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A1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F6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F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C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7A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РЦЗ и др.</w:t>
            </w:r>
          </w:p>
        </w:tc>
      </w:tr>
      <w:tr w:rsidR="00BE6833" w:rsidRPr="00820C50" w14:paraId="779F4E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1B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88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10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7A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1C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A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FD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0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322D34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59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A6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96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BE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9E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1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1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7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7A7776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5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7B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30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8F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E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C8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A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38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ЗВВ и др.</w:t>
            </w:r>
          </w:p>
        </w:tc>
      </w:tr>
      <w:tr w:rsidR="00BE6833" w:rsidRPr="00820C50" w14:paraId="66F6F7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8BE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26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5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4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D60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407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9E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C2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ЙГМ</w:t>
            </w:r>
          </w:p>
        </w:tc>
      </w:tr>
      <w:tr w:rsidR="00BE6833" w:rsidRPr="00820C50" w14:paraId="0F82B34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F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F9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26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53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3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A6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9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7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56A1BA4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A8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2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C9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F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8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F3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47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C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79355B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7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2B0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1F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30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60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3F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F7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D5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СБП</w:t>
            </w:r>
          </w:p>
        </w:tc>
      </w:tr>
      <w:tr w:rsidR="00BE6833" w:rsidRPr="00820C50" w14:paraId="510656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C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BA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6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42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34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AB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A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F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136C74F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61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38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4C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0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0D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0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28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4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6EAE59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24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B3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E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01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E87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28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D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75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НОЛИНА ЕООД</w:t>
            </w:r>
          </w:p>
        </w:tc>
      </w:tr>
      <w:tr w:rsidR="00BE6833" w:rsidRPr="00820C50" w14:paraId="3A5F8C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1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9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0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D8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2A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8D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8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A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ДАС и др.</w:t>
            </w:r>
          </w:p>
        </w:tc>
      </w:tr>
      <w:tr w:rsidR="00BE6833" w:rsidRPr="00820C50" w14:paraId="6D5B20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97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8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9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0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E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39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24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7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41CD6F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25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3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A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1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C2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D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D4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4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ЛМТ</w:t>
            </w:r>
          </w:p>
        </w:tc>
      </w:tr>
      <w:tr w:rsidR="00BE6833" w:rsidRPr="00820C50" w14:paraId="0AD826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7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C3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E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C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B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ED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2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7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072A598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1D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5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15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3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55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18F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9B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27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0D74EC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5C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31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B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45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5C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A2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A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СВП</w:t>
            </w:r>
          </w:p>
        </w:tc>
      </w:tr>
      <w:tr w:rsidR="00BE6833" w:rsidRPr="00820C50" w14:paraId="48F154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76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8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8B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73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A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4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D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C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33B46AA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4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5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B6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A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883.512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1A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75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83.101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35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1080.31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E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71A53F5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C3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00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7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D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4A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C4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8E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133.48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B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СВБ</w:t>
            </w:r>
          </w:p>
        </w:tc>
      </w:tr>
      <w:tr w:rsidR="00BE6833" w:rsidRPr="00820C50" w14:paraId="7196AD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4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54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C0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7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E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F7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EC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0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ЦГМ</w:t>
            </w:r>
          </w:p>
        </w:tc>
      </w:tr>
      <w:tr w:rsidR="00BE6833" w:rsidRPr="00820C50" w14:paraId="0E19A8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3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BB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1B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28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E7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8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F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6A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6EB74C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5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0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5E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F6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6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D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F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A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ЗВЗ</w:t>
            </w:r>
          </w:p>
        </w:tc>
      </w:tr>
      <w:tr w:rsidR="00BE6833" w:rsidRPr="00820C50" w14:paraId="1E14CD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7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D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01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7C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52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53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2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12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БПК</w:t>
            </w:r>
          </w:p>
        </w:tc>
      </w:tr>
      <w:tr w:rsidR="00BE6833" w:rsidRPr="00820C50" w14:paraId="0A9791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38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4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F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4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89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6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9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C7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21EC85B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95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7E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7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F9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2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AA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E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41.65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92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2F72BD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AF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2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2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20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08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35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305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КМЧ</w:t>
            </w:r>
          </w:p>
        </w:tc>
      </w:tr>
      <w:tr w:rsidR="00BE6833" w:rsidRPr="00820C50" w14:paraId="0BE7CA4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2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BE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E2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94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F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B0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0F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5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4926DB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C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3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91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1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36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4F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57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2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595A5ED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BB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7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31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1B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1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19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AD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98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0B8D06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2F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C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8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7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D8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8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6B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23.83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7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14EFD5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5F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69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3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A7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8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1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45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9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6FD5B4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4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71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FA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A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9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A2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0E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8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7A5B34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A2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1E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8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8A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9B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C9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B5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AE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7E17AA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58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D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3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0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9A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2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6D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8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НАК</w:t>
            </w:r>
          </w:p>
        </w:tc>
      </w:tr>
      <w:tr w:rsidR="00BE6833" w:rsidRPr="00820C50" w14:paraId="3438B4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08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7C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01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76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5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16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48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00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52C68BD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3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6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05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9C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3D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8F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2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B1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6657C8A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38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28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6D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C4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13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6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7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BD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BE6833" w:rsidRPr="00820C50" w14:paraId="1B0ED7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F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6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2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D2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0D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76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A3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9C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2DAFA9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9E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40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71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2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0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89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6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86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НВП</w:t>
            </w:r>
          </w:p>
        </w:tc>
      </w:tr>
      <w:tr w:rsidR="00BE6833" w:rsidRPr="00820C50" w14:paraId="71119D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2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E3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6A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70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79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51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B9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1D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ГКЛ и др.</w:t>
            </w:r>
          </w:p>
        </w:tc>
      </w:tr>
      <w:tr w:rsidR="00BE6833" w:rsidRPr="00820C50" w14:paraId="4816E2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98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5C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9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D9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B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FB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6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EA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СТВ</w:t>
            </w:r>
          </w:p>
        </w:tc>
      </w:tr>
      <w:tr w:rsidR="00BE6833" w:rsidRPr="00820C50" w14:paraId="6661CC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B4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C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1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D4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3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5D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5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44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4DB4AC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4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F7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30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92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B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41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6E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FA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21EEE8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E8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A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6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B9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A5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CC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2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7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 и др.</w:t>
            </w:r>
          </w:p>
        </w:tc>
      </w:tr>
      <w:tr w:rsidR="00BE6833" w:rsidRPr="00820C50" w14:paraId="7BC835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4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B7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5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29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DF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D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B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6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</w:t>
            </w:r>
          </w:p>
        </w:tc>
      </w:tr>
      <w:tr w:rsidR="00BE6833" w:rsidRPr="00820C50" w14:paraId="28C08B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6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D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56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18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2E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0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9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8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АЗП</w:t>
            </w:r>
          </w:p>
        </w:tc>
      </w:tr>
      <w:tr w:rsidR="00BE6833" w:rsidRPr="00820C50" w14:paraId="657CE2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9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A6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8B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9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5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B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9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6B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73E746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8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D4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F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E9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12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C2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35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B8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ЛАЛ</w:t>
            </w:r>
          </w:p>
        </w:tc>
      </w:tr>
      <w:tr w:rsidR="00BE6833" w:rsidRPr="00820C50" w14:paraId="13CF20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9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14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1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7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37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21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9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32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ИКВ</w:t>
            </w:r>
          </w:p>
        </w:tc>
      </w:tr>
      <w:tr w:rsidR="00BE6833" w:rsidRPr="00820C50" w14:paraId="34C9ABE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88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E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FC6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3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C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E9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ED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64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6E99F3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6B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CC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7A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F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05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31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0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7C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BE6833" w:rsidRPr="00820C50" w14:paraId="24E8013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F1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2F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BB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2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3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CC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9A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F7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СБП</w:t>
            </w:r>
          </w:p>
        </w:tc>
      </w:tr>
      <w:tr w:rsidR="00BE6833" w:rsidRPr="00820C50" w14:paraId="4A11D96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4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A9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0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D8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A6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4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3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78.64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54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BE6833" w:rsidRPr="00820C50" w14:paraId="2347D1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E6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D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4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5D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FA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8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12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55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49167A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E1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6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85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CF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32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8F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5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0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4B84F8B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FB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B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D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AE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B5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4E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CF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77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1EDD87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6C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B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A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BE3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31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4A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3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5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ЯСП</w:t>
            </w:r>
          </w:p>
        </w:tc>
      </w:tr>
      <w:tr w:rsidR="00BE6833" w:rsidRPr="00820C50" w14:paraId="45988B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C1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7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8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2F9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F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D8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FF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51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ЯСГ</w:t>
            </w:r>
          </w:p>
        </w:tc>
      </w:tr>
      <w:tr w:rsidR="00BE6833" w:rsidRPr="00820C50" w14:paraId="46063A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6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8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C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3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6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8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91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C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BE6833" w:rsidRPr="00820C50" w14:paraId="5975C0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8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E7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14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68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7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0E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8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2B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3686942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A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98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11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BB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92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1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3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5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605E01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51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7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4F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E1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F4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B3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63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E4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</w:t>
            </w:r>
          </w:p>
        </w:tc>
      </w:tr>
      <w:tr w:rsidR="00BE6833" w:rsidRPr="00820C50" w14:paraId="37297E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E26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02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4C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7F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DB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7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0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0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ВМЙ</w:t>
            </w:r>
          </w:p>
        </w:tc>
      </w:tr>
      <w:tr w:rsidR="00BE6833" w:rsidRPr="00820C50" w14:paraId="736E38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6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7E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9D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D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2F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2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E3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1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ПАМ и др.</w:t>
            </w:r>
          </w:p>
        </w:tc>
      </w:tr>
      <w:tr w:rsidR="00BE6833" w:rsidRPr="00820C50" w14:paraId="22F811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F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5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FD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A7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1C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27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0C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0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КСВ и др.</w:t>
            </w:r>
          </w:p>
        </w:tc>
      </w:tr>
      <w:tr w:rsidR="00BE6833" w:rsidRPr="00820C50" w14:paraId="7967D0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DB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F6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C7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2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3D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96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C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8B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53600D3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C7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D1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0F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84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D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1E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0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A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25EF28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2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B1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EB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4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C9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7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3F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6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3D9F6D3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51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F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7D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A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CE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D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BB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B5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1CD753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8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9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E2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E6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7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A6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A74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0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2BE574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5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B1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5C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8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1A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4C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5D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A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МКД</w:t>
            </w:r>
          </w:p>
        </w:tc>
      </w:tr>
      <w:tr w:rsidR="00BE6833" w:rsidRPr="00820C50" w14:paraId="4E93B4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DB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C4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7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CD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B9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2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7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4A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ДГД</w:t>
            </w:r>
          </w:p>
        </w:tc>
      </w:tr>
      <w:tr w:rsidR="00BE6833" w:rsidRPr="00820C50" w14:paraId="3DB61F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9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C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77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31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D5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CC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D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E0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2528DD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D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0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B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8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D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7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7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D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BE6833" w:rsidRPr="00820C50" w14:paraId="764CD5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7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6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FD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C0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7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6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AA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08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45EE4D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64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E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6E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65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B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F7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63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F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29E6C6C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4C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93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75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46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9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30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5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48.13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2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025A165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0A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D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CC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CA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48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7E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8E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CB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BE6833" w:rsidRPr="00820C50" w14:paraId="2806B7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9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05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40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0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202.957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AA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53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39.347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AF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511.52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7F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46D1A1E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BD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8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45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32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64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E6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C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7B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BE6833" w:rsidRPr="00820C50" w14:paraId="68F5D3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CD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31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6C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6E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1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F2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6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E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33B309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08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42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9B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DB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6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2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52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A9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СТШ</w:t>
            </w:r>
          </w:p>
        </w:tc>
      </w:tr>
      <w:tr w:rsidR="00BE6833" w:rsidRPr="00820C50" w14:paraId="74BF6A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F2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1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B5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C8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F3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5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1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54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2E23BD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A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78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7D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00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D8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11.483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C7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149.27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12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BE6833" w:rsidRPr="00820C50" w14:paraId="4FCED9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D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D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F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5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F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BE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4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4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214788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EF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5C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E5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B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F4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5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2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85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BE6833" w:rsidRPr="00820C50" w14:paraId="76506F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6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C9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3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D9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0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37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41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ЦЪРКОВНО НАСТ.ПРИ ХРАМ СВ.ГЕОРГИ</w:t>
            </w:r>
          </w:p>
        </w:tc>
      </w:tr>
      <w:tr w:rsidR="00BE6833" w:rsidRPr="00820C50" w14:paraId="6F22C3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A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4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0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AC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6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B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F7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FA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702A6D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3A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0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3E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1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91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4B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E8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F2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2BFC85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EC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2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04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08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51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E4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1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104.94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3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ВНК и др.</w:t>
            </w:r>
          </w:p>
        </w:tc>
      </w:tr>
      <w:tr w:rsidR="00BE6833" w:rsidRPr="00820C50" w14:paraId="717C08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69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81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18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BC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2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55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E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95.06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65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BE6833" w:rsidRPr="00820C50" w14:paraId="2E423C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14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0E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D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8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9C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4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F1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E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634C479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3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8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D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18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30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1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8F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2686B3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AF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F9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AB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83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0E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55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2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72.79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5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МСА</w:t>
            </w:r>
          </w:p>
        </w:tc>
      </w:tr>
      <w:tr w:rsidR="00BE6833" w:rsidRPr="00820C50" w14:paraId="1BA7D5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4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B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32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5D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85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B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06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C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ИМС</w:t>
            </w:r>
          </w:p>
        </w:tc>
      </w:tr>
      <w:tr w:rsidR="00BE6833" w:rsidRPr="00820C50" w14:paraId="07C21C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F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B7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7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F3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41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F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7B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F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BE6833" w:rsidRPr="00820C50" w14:paraId="75C6635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87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8C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86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E5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2A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7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9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42.34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27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1DA4B5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CA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B4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69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8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79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5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1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69.62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D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ККД</w:t>
            </w:r>
          </w:p>
        </w:tc>
      </w:tr>
      <w:tr w:rsidR="00BE6833" w:rsidRPr="00820C50" w14:paraId="289C67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3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30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BD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79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9B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62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90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FB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BE6833" w:rsidRPr="00820C50" w14:paraId="466A64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45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FD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27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2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4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3E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9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64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7F2A318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42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03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05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29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6A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52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E2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5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BE6833" w:rsidRPr="00820C50" w14:paraId="02E789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F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C4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B0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FC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F9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3B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0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64.99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4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1B11667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CE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EE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5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2E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10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3E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4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1B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BE6833" w:rsidRPr="00820C50" w14:paraId="2E42F8C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40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C4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D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4B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B1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D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9E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97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0FB26D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D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1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E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B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55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D9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4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B3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BE6833" w:rsidRPr="00820C50" w14:paraId="061BE5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0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A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4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3A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0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0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6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C0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1A6A949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F1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54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E5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60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24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F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30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453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5161CFD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62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A81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7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30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3D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94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B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5C9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ИКТ</w:t>
            </w:r>
          </w:p>
        </w:tc>
      </w:tr>
      <w:tr w:rsidR="00BE6833" w:rsidRPr="00820C50" w14:paraId="1ED778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2D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D2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6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B3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97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21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F2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57.50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E8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ЕЕЙ</w:t>
            </w:r>
          </w:p>
        </w:tc>
      </w:tr>
      <w:tr w:rsidR="00BE6833" w:rsidRPr="00820C50" w14:paraId="2C46C0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A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32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FD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4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39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0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4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55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69CBE37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3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79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05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5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37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9B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8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BE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ИФГ и др.</w:t>
            </w:r>
          </w:p>
        </w:tc>
      </w:tr>
      <w:tr w:rsidR="00BE6833" w:rsidRPr="00820C50" w14:paraId="20751E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190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09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A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D4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60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31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8A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F4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6C859E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6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3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DC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A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CA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36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DD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52.07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C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СМБ</w:t>
            </w:r>
          </w:p>
        </w:tc>
      </w:tr>
      <w:tr w:rsidR="00BE6833" w:rsidRPr="00820C50" w14:paraId="03884E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A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C0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36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D68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9D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C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A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53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НВК</w:t>
            </w:r>
          </w:p>
        </w:tc>
      </w:tr>
      <w:tr w:rsidR="00BE6833" w:rsidRPr="00820C50" w14:paraId="21C74A4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C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65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61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1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9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6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1D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86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BE6833" w:rsidRPr="00820C50" w14:paraId="2FFA71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C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A0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5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D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5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33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7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C4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2FBBD2C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52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29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C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5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0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99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4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39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ГРД</w:t>
            </w:r>
          </w:p>
        </w:tc>
      </w:tr>
      <w:tr w:rsidR="00BE6833" w:rsidRPr="00820C50" w14:paraId="53BC7F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C2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66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F4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84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52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C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57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46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НРД</w:t>
            </w:r>
          </w:p>
        </w:tc>
      </w:tr>
      <w:tr w:rsidR="00BE6833" w:rsidRPr="00820C50" w14:paraId="21EAE9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3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B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7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13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1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7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4F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0D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44CE728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EF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DD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2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6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7E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18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2F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12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ОДБ</w:t>
            </w:r>
          </w:p>
        </w:tc>
      </w:tr>
      <w:tr w:rsidR="00BE6833" w:rsidRPr="00820C50" w14:paraId="3B3BBB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F0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70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9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1A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22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95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C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4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BE6833" w:rsidRPr="00820C50" w14:paraId="03E124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E4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AB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A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45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F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69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D6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46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</w:t>
            </w:r>
          </w:p>
        </w:tc>
      </w:tr>
      <w:tr w:rsidR="00BE6833" w:rsidRPr="00820C50" w14:paraId="0F20B6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2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F0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F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A5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07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E0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E9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5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2BD3A9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3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68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5F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F3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C2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0A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16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4E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</w:t>
            </w:r>
          </w:p>
        </w:tc>
      </w:tr>
      <w:tr w:rsidR="00BE6833" w:rsidRPr="00820C50" w14:paraId="0976B2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0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6B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8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C7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C8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F7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9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BE6833" w:rsidRPr="00820C50" w14:paraId="2BA358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2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53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4E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5D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E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70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B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78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BE6833" w:rsidRPr="00820C50" w14:paraId="19FB81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92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0D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6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89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F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7E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B5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CCF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55500E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CE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CD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89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8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C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31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9F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B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ЕЕЙ</w:t>
            </w:r>
          </w:p>
        </w:tc>
      </w:tr>
      <w:tr w:rsidR="00BE6833" w:rsidRPr="00820C50" w14:paraId="449402C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7C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EA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EB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1E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34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0E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A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38.97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6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ГИП</w:t>
            </w:r>
          </w:p>
        </w:tc>
      </w:tr>
      <w:tr w:rsidR="00BE6833" w:rsidRPr="00820C50" w14:paraId="1093849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AF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B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3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5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D3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72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D8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1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7F8854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07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4D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C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61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A1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5C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D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C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486088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E6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1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FC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4C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4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F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C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F1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79AA82D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5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EC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9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B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F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38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A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5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ТДА и др.</w:t>
            </w:r>
          </w:p>
        </w:tc>
      </w:tr>
      <w:tr w:rsidR="00BE6833" w:rsidRPr="00820C50" w14:paraId="7EEE33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AB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D6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61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C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76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78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A7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4A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BE6833" w:rsidRPr="00820C50" w14:paraId="7EBE2F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A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4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9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210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B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8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A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97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ЙГМ</w:t>
            </w:r>
          </w:p>
        </w:tc>
      </w:tr>
      <w:tr w:rsidR="00BE6833" w:rsidRPr="00820C50" w14:paraId="7F74E6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F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63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77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0C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6A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F5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6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F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BE6833" w:rsidRPr="00820C50" w14:paraId="407211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E9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5B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5E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39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6C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F5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EF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090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 и др.</w:t>
            </w:r>
          </w:p>
        </w:tc>
      </w:tr>
      <w:tr w:rsidR="00BE6833" w:rsidRPr="00820C50" w14:paraId="6E0FEE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C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B6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C4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7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C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F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92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E2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ИБН</w:t>
            </w:r>
          </w:p>
        </w:tc>
      </w:tr>
      <w:tr w:rsidR="00BE6833" w:rsidRPr="00820C50" w14:paraId="2040455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38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7F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70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87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C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C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2C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12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МДМ</w:t>
            </w:r>
          </w:p>
        </w:tc>
      </w:tr>
      <w:tr w:rsidR="00BE6833" w:rsidRPr="00820C50" w14:paraId="57716A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1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DA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8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59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B3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3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C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EC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BE6833" w:rsidRPr="00820C50" w14:paraId="496ACAF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3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B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09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C7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F3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BD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9A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9E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BE6833" w:rsidRPr="00820C50" w14:paraId="69369E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46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29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E4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0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8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CF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2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E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76D2B2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BE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97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61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81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B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D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4F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B6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60872A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A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9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1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D6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9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83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C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F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КБН</w:t>
            </w:r>
          </w:p>
        </w:tc>
      </w:tr>
      <w:tr w:rsidR="00BE6833" w:rsidRPr="00820C50" w14:paraId="3856BA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9A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1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99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8A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1C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4F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B2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3C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7E92FB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63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6E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BD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53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A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E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3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41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BE6833" w:rsidRPr="00820C50" w14:paraId="49A481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14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23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41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1E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C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78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00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9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0A2E0A9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0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1B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5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9A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2E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5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37F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1A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74A2548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0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E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87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7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5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5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81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16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32415F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BF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4F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3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17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2C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DF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C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DB0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BE6833" w:rsidRPr="00820C50" w14:paraId="2A960F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10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AA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67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9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DD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91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A9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18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754FC34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C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0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0EC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E1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81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F4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14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5E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ВНС</w:t>
            </w:r>
          </w:p>
        </w:tc>
      </w:tr>
      <w:tr w:rsidR="00BE6833" w:rsidRPr="00820C50" w14:paraId="08F2442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7F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93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9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2F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1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EB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17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7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6D1AFA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15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1D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4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D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8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4D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C0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CC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422453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0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E1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00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B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E0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3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8B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79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76F808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F2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A0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C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F5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E4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F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97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95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BE6833" w:rsidRPr="00820C50" w14:paraId="457DE3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5E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F0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0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8F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5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5B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36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3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БДТ</w:t>
            </w:r>
          </w:p>
        </w:tc>
      </w:tr>
      <w:tr w:rsidR="00BE6833" w:rsidRPr="00820C50" w14:paraId="0206C3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6D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48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D2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D1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283.319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38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0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63.810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F0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829.53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8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7218F6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8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59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77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E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F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80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90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AC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411E85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8D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2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C2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E29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F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EB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1C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1D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4D2144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D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AE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8C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2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A9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D4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B5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7D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66D423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E3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2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C1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45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F6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B0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2B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D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ЦНД</w:t>
            </w:r>
          </w:p>
        </w:tc>
      </w:tr>
      <w:tr w:rsidR="00BE6833" w:rsidRPr="00820C50" w14:paraId="729E38E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B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96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4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1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63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7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6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59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ЛГА</w:t>
            </w:r>
          </w:p>
        </w:tc>
      </w:tr>
      <w:tr w:rsidR="00BE6833" w:rsidRPr="00820C50" w14:paraId="1DFE73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ED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9E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F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DF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F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1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C2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B1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57FA11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D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F0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35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E6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6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86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4.861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0D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63.19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30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БОС</w:t>
            </w:r>
          </w:p>
        </w:tc>
      </w:tr>
      <w:tr w:rsidR="00BE6833" w:rsidRPr="00820C50" w14:paraId="303373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81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19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4B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3D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B7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66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МИЦ</w:t>
            </w:r>
          </w:p>
        </w:tc>
      </w:tr>
      <w:tr w:rsidR="00BE6833" w:rsidRPr="00820C50" w14:paraId="63B815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10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27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7D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C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3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A9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BA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6A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ГКК</w:t>
            </w:r>
          </w:p>
        </w:tc>
      </w:tr>
      <w:tr w:rsidR="00BE6833" w:rsidRPr="00820C50" w14:paraId="19CE90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2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49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2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58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9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41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6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03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ЙЦБ</w:t>
            </w:r>
          </w:p>
        </w:tc>
      </w:tr>
      <w:tr w:rsidR="00BE6833" w:rsidRPr="00820C50" w14:paraId="75FFD4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9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E7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1D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6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3CD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83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4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23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ЦВМ</w:t>
            </w:r>
          </w:p>
        </w:tc>
      </w:tr>
      <w:tr w:rsidR="00BE6833" w:rsidRPr="00820C50" w14:paraId="3A11AD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8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20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7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0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04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EC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3E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4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ВНД</w:t>
            </w:r>
          </w:p>
        </w:tc>
      </w:tr>
      <w:tr w:rsidR="00BE6833" w:rsidRPr="00820C50" w14:paraId="3CC46F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C3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77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74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AD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60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20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1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C6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0EB001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0A2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2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5F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8CD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D0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22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D4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67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BE6833" w:rsidRPr="00820C50" w14:paraId="7640E2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0E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DE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C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4B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DC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1D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16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E8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НЛД</w:t>
            </w:r>
          </w:p>
        </w:tc>
      </w:tr>
      <w:tr w:rsidR="00BE6833" w:rsidRPr="00820C50" w14:paraId="4CDC38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2C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13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D3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49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C6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D9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8D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27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МДЛ</w:t>
            </w:r>
          </w:p>
        </w:tc>
      </w:tr>
      <w:tr w:rsidR="00BE6833" w:rsidRPr="00820C50" w14:paraId="1C3017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88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A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35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F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73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7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10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3D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4DDD49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68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90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C0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48E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30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F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C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92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BE6833" w:rsidRPr="00820C50" w14:paraId="3CD6EF0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F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63D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37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50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F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28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3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EB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127EB9D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6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D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71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0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DC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CC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66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5D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BE6833" w:rsidRPr="00820C50" w14:paraId="502EDCE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EC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E6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9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2D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C9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60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AE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6F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ЛНС</w:t>
            </w:r>
          </w:p>
        </w:tc>
      </w:tr>
      <w:tr w:rsidR="00BE6833" w:rsidRPr="00820C50" w14:paraId="153930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7A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B3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D8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F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8E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3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75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08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ВНД</w:t>
            </w:r>
          </w:p>
        </w:tc>
      </w:tr>
      <w:tr w:rsidR="00BE6833" w:rsidRPr="00820C50" w14:paraId="2816CD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2B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3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8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7FA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3C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B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5B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4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ДМК</w:t>
            </w:r>
          </w:p>
        </w:tc>
      </w:tr>
      <w:tr w:rsidR="00BE6833" w:rsidRPr="00820C50" w14:paraId="4D3841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4C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9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0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61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D2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27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43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A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ЕВП</w:t>
            </w:r>
          </w:p>
        </w:tc>
      </w:tr>
      <w:tr w:rsidR="00BE6833" w:rsidRPr="00820C50" w14:paraId="3FF3EF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22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3B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0A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9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8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F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8F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37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45A9ED6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FD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05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EF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1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D1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6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8C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C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ГПВ и др.</w:t>
            </w:r>
          </w:p>
        </w:tc>
      </w:tr>
      <w:tr w:rsidR="00BE6833" w:rsidRPr="00820C50" w14:paraId="7E3113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57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0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E8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5F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F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E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1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4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BE6833" w:rsidRPr="00820C50" w14:paraId="1466E0F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7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B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37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F2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A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1F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7F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C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МГГ и др.</w:t>
            </w:r>
          </w:p>
        </w:tc>
      </w:tr>
      <w:tr w:rsidR="00BE6833" w:rsidRPr="00820C50" w14:paraId="1669DD1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B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41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69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D6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D4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F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9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ED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 и др.</w:t>
            </w:r>
          </w:p>
        </w:tc>
      </w:tr>
      <w:tr w:rsidR="00BE6833" w:rsidRPr="00820C50" w14:paraId="174728D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5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42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06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5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AE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2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E0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DF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BE6833" w:rsidRPr="00820C50" w14:paraId="6FED2C5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AB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E7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00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3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7F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B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0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60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ГБГ</w:t>
            </w:r>
          </w:p>
        </w:tc>
      </w:tr>
      <w:tr w:rsidR="00BE6833" w:rsidRPr="00820C50" w14:paraId="082AD76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0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64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9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7F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EF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4C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6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1B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6E0FF24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6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E6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F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54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0D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F0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A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22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ДСП</w:t>
            </w:r>
          </w:p>
        </w:tc>
      </w:tr>
      <w:tr w:rsidR="00BE6833" w:rsidRPr="00820C50" w14:paraId="523542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85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B6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4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BA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A2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EC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B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6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6AEAAB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CC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43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0C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D7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24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22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E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25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BE6833" w:rsidRPr="00820C50" w14:paraId="26834B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0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2D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2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53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17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2B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8F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C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BE6833" w:rsidRPr="00820C50" w14:paraId="719669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7B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1D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C0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3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40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D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D8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39.91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94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BE6833" w:rsidRPr="00820C50" w14:paraId="711C2A0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E2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591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6E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E6D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3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AA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3A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68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ГГЗ</w:t>
            </w:r>
          </w:p>
        </w:tc>
      </w:tr>
      <w:tr w:rsidR="00BE6833" w:rsidRPr="00820C50" w14:paraId="33DF69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2F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9D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FF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EB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A3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9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0E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62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75A425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83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37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6C8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41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E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E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99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CC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7F49C2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30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03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C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E1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75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F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68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F9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ТИГ</w:t>
            </w:r>
          </w:p>
        </w:tc>
      </w:tr>
      <w:tr w:rsidR="00BE6833" w:rsidRPr="00820C50" w14:paraId="76697AF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26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9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B9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7B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1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0A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44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124.86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F0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ПРОГРЕС ПЕРФЕКТ ДИЗАЙН ЕООД</w:t>
            </w:r>
          </w:p>
        </w:tc>
      </w:tr>
      <w:tr w:rsidR="00BE6833" w:rsidRPr="00820C50" w14:paraId="285CEF2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5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8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EE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6E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05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8FE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7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F28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АМЗ</w:t>
            </w:r>
          </w:p>
        </w:tc>
      </w:tr>
      <w:tr w:rsidR="00BE6833" w:rsidRPr="00820C50" w14:paraId="1F0155A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8B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E4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34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B5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5E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184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B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31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61D211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E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7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E7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48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0E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62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1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61.74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0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ГВФ</w:t>
            </w:r>
          </w:p>
        </w:tc>
      </w:tr>
      <w:tr w:rsidR="00BE6833" w:rsidRPr="00820C50" w14:paraId="16A894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2B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08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87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5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C0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21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2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BF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ЦАМ и др.</w:t>
            </w:r>
          </w:p>
        </w:tc>
      </w:tr>
      <w:tr w:rsidR="00BE6833" w:rsidRPr="00820C50" w14:paraId="2BB804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A7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1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7B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AE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BF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5B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EB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7C6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BE6833" w:rsidRPr="00820C50" w14:paraId="0D341A3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07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8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C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93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78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33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FD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52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</w:tr>
      <w:tr w:rsidR="00BE6833" w:rsidRPr="00820C50" w14:paraId="3A966B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5A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8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F7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AC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C8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54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FB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B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БРБ</w:t>
            </w:r>
          </w:p>
        </w:tc>
      </w:tr>
      <w:tr w:rsidR="00BE6833" w:rsidRPr="00820C50" w14:paraId="2ABBCF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9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7C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33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38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81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3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09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CC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ТДИ</w:t>
            </w:r>
          </w:p>
        </w:tc>
      </w:tr>
      <w:tr w:rsidR="00BE6833" w:rsidRPr="00820C50" w14:paraId="039689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E9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DA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EF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AF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E2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52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5E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8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061C40D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28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0B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2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9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67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5B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21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83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BE6833" w:rsidRPr="00820C50" w14:paraId="706ECE0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4B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EE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E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62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04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C1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5A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1C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АМЗ</w:t>
            </w:r>
          </w:p>
        </w:tc>
      </w:tr>
      <w:tr w:rsidR="00BE6833" w:rsidRPr="00820C50" w14:paraId="22A53A0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58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F9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B9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95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41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0B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8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C1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СМТ и др.</w:t>
            </w:r>
          </w:p>
        </w:tc>
      </w:tr>
      <w:tr w:rsidR="00BE6833" w:rsidRPr="00820C50" w14:paraId="5E92F32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37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2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5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CF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1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D3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BB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0A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5CA9B6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67C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EB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97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16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23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03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0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C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BE6833" w:rsidRPr="00820C50" w14:paraId="240CE00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1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AF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8B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2A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1CE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8E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9B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F7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0AEE85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7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C8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95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4E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A6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C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C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4C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BE6833" w:rsidRPr="00820C50" w14:paraId="6D93F6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05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AC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A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E9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4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06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7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56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30C49CD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A3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3F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912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2C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C9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58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A6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B1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3A462CE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2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23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4E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40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DF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BC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D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E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093302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83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CA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11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C3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A8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20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06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E5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44BD866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83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2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8D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7E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24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73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39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D6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BE6833" w:rsidRPr="00820C50" w14:paraId="3FB7F6B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B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6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49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9F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0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DB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F5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A0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ПСР</w:t>
            </w:r>
          </w:p>
        </w:tc>
      </w:tr>
      <w:tr w:rsidR="00BE6833" w:rsidRPr="00820C50" w14:paraId="2B2971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7A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7E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49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A3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5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9D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3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A0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ГЛТ</w:t>
            </w:r>
          </w:p>
        </w:tc>
      </w:tr>
      <w:tr w:rsidR="00BE6833" w:rsidRPr="00820C50" w14:paraId="33DECB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95D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3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5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9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63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4B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4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1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BE6833" w:rsidRPr="00820C50" w14:paraId="40459F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53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75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A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FB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95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6C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A4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4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СБД и др.</w:t>
            </w:r>
          </w:p>
        </w:tc>
      </w:tr>
      <w:tr w:rsidR="00BE6833" w:rsidRPr="00820C50" w14:paraId="6FA06E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35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6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10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FB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4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5C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6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FE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BE6833" w:rsidRPr="00820C50" w14:paraId="6DD4E1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79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53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91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0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45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B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06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5EED78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CE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1D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CD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22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02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49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F1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32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МММ и др.</w:t>
            </w:r>
          </w:p>
        </w:tc>
      </w:tr>
      <w:tr w:rsidR="00BE6833" w:rsidRPr="00820C50" w14:paraId="6016C9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1B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28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E6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2A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FF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D09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2F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3C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СОИ</w:t>
            </w:r>
          </w:p>
        </w:tc>
      </w:tr>
      <w:tr w:rsidR="00BE6833" w:rsidRPr="00820C50" w14:paraId="0CE7DB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A4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4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2A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DA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6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4D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2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72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 и др.</w:t>
            </w:r>
          </w:p>
        </w:tc>
      </w:tr>
      <w:tr w:rsidR="00BE6833" w:rsidRPr="00820C50" w14:paraId="40AD2E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4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97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11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2C4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1C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DE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A6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F5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РЦГ и др.</w:t>
            </w:r>
          </w:p>
        </w:tc>
      </w:tr>
      <w:tr w:rsidR="00BE6833" w:rsidRPr="00820C50" w14:paraId="7507F89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BC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9E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52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31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AF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01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3B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F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СЗП</w:t>
            </w:r>
          </w:p>
        </w:tc>
      </w:tr>
      <w:tr w:rsidR="00BE6833" w:rsidRPr="00820C50" w14:paraId="2FD1EE5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49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EC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67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5C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92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A6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3A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B7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ЛГИ</w:t>
            </w:r>
          </w:p>
        </w:tc>
      </w:tr>
      <w:tr w:rsidR="00BE6833" w:rsidRPr="00820C50" w14:paraId="29DD3B2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CE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E11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74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B7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20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F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95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7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72A431D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1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9D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51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CF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11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FF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48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2E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КПК и др.</w:t>
            </w:r>
          </w:p>
        </w:tc>
      </w:tr>
      <w:tr w:rsidR="00BE6833" w:rsidRPr="00820C50" w14:paraId="1AF19A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A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7F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59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1A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CE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65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5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18.44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08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МАОНАЛЕНД ЕООД и др.</w:t>
            </w:r>
          </w:p>
        </w:tc>
      </w:tr>
      <w:tr w:rsidR="00BE6833" w:rsidRPr="00820C50" w14:paraId="4C61A7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8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BC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06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E2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B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41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5E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6B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ЖВА и др.</w:t>
            </w:r>
          </w:p>
        </w:tc>
      </w:tr>
      <w:tr w:rsidR="00BE6833" w:rsidRPr="00820C50" w14:paraId="310937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E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4B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91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59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D0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0E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13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B8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МГК и др.</w:t>
            </w:r>
          </w:p>
        </w:tc>
      </w:tr>
      <w:tr w:rsidR="00BE6833" w:rsidRPr="00820C50" w14:paraId="2059E83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4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E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B2C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04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C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E7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BD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08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ВЛП и др.</w:t>
            </w:r>
          </w:p>
        </w:tc>
      </w:tr>
      <w:tr w:rsidR="00BE6833" w:rsidRPr="00820C50" w14:paraId="5749F8A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06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EC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3A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C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18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B3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DC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2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АГА и др.</w:t>
            </w:r>
          </w:p>
        </w:tc>
      </w:tr>
      <w:tr w:rsidR="00BE6833" w:rsidRPr="00820C50" w14:paraId="54F2EE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F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41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FC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7B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87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06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9B0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91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BE6833" w:rsidRPr="00820C50" w14:paraId="742E79C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A7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EF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23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9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C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10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10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0C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1528B81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E0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39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F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66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93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E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14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68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ГСС и др.</w:t>
            </w:r>
          </w:p>
        </w:tc>
      </w:tr>
      <w:tr w:rsidR="00BE6833" w:rsidRPr="00820C50" w14:paraId="5ED457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15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57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C3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D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0B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D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42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3C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НИТЕА ЕООД</w:t>
            </w:r>
          </w:p>
        </w:tc>
      </w:tr>
      <w:tr w:rsidR="00BE6833" w:rsidRPr="00820C50" w14:paraId="4AFEA85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FD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E1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BA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DE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3A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82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7B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36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7A27828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32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EC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A2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54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B9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61A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7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A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АЦП</w:t>
            </w:r>
          </w:p>
        </w:tc>
      </w:tr>
      <w:tr w:rsidR="00BE6833" w:rsidRPr="00820C50" w14:paraId="48E87D7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0F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39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14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89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BC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FE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2C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7A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60BA36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4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3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3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7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8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25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86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4F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BE6833" w:rsidRPr="00820C50" w14:paraId="0B7A2F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E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01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45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87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15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8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45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30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КЦП</w:t>
            </w:r>
          </w:p>
        </w:tc>
      </w:tr>
      <w:tr w:rsidR="00BE6833" w:rsidRPr="00820C50" w14:paraId="3075351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29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5E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CB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AC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22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21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F4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1F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BE6833" w:rsidRPr="00820C50" w14:paraId="7027E85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F8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50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FF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E6F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0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9A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2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30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СЦР и др.</w:t>
            </w:r>
          </w:p>
        </w:tc>
      </w:tr>
      <w:tr w:rsidR="00BE6833" w:rsidRPr="00820C50" w14:paraId="43D6D1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6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6A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0A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DD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29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26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AE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5A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ИГП</w:t>
            </w:r>
          </w:p>
        </w:tc>
      </w:tr>
      <w:tr w:rsidR="00BE6833" w:rsidRPr="00820C50" w14:paraId="39F797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3C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9A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B1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C1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FD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A8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B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4D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ПГГ</w:t>
            </w:r>
          </w:p>
        </w:tc>
      </w:tr>
      <w:tr w:rsidR="00BE6833" w:rsidRPr="00820C50" w14:paraId="72DAFA7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40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D9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71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AC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1A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BD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EC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26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BE6833" w:rsidRPr="00820C50" w14:paraId="19DC45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B2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РАДОСЛАВ АНГЕЛОВ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AC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8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A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F5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74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B8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B0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ГПМ и др.</w:t>
            </w:r>
          </w:p>
        </w:tc>
      </w:tr>
      <w:tr w:rsidR="00BE6833" w:rsidRPr="00820C50" w14:paraId="24BF2AB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C5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17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41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2A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258.315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D9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BC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31.076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2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403.99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1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4DDA069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5E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C4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FD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30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B0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CE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13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01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МИЦ</w:t>
            </w:r>
          </w:p>
        </w:tc>
      </w:tr>
      <w:tr w:rsidR="00BE6833" w:rsidRPr="00820C50" w14:paraId="276364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9D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C0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EF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7D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31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FF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7A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12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РДА</w:t>
            </w:r>
          </w:p>
        </w:tc>
      </w:tr>
      <w:tr w:rsidR="00BE6833" w:rsidRPr="00820C50" w14:paraId="547519B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C0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F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7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E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9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51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0E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22.13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80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38A17B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7F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A8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DA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37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E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8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6E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75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6A9C187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0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18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1B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7E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4C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34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08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21.84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F0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ИПИ и др.</w:t>
            </w:r>
          </w:p>
        </w:tc>
      </w:tr>
      <w:tr w:rsidR="00BE6833" w:rsidRPr="00820C50" w14:paraId="746A96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F6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97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E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4E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6E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A9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A9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E4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BE6833" w:rsidRPr="00820C50" w14:paraId="3AFA52C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ED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36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30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5B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0F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98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93C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78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РЛЦ</w:t>
            </w:r>
          </w:p>
        </w:tc>
      </w:tr>
      <w:tr w:rsidR="00BE6833" w:rsidRPr="00820C50" w14:paraId="540B97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E1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8F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13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7B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C9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80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0E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F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КИВ</w:t>
            </w:r>
          </w:p>
        </w:tc>
      </w:tr>
      <w:tr w:rsidR="00BE6833" w:rsidRPr="00820C50" w14:paraId="60743C5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CA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81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E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78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38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7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B8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B1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272680A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F4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4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4C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A9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F3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6B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69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C9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6A7D6D3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0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7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E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70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97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54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1F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4A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ФВР и др.</w:t>
            </w:r>
          </w:p>
        </w:tc>
      </w:tr>
      <w:tr w:rsidR="00BE6833" w:rsidRPr="00820C50" w14:paraId="569177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40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РОСИЦА ГЕОРГИЕВА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7F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E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81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7C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AA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65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35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3AB61A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68E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C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4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66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1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5D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EA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43.97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B1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487011B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73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6F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E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34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92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0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FD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4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ЕГК</w:t>
            </w:r>
          </w:p>
        </w:tc>
      </w:tr>
      <w:tr w:rsidR="00BE6833" w:rsidRPr="00820C50" w14:paraId="463F8C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12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CF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D9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3B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B3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18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3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5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ЖКА</w:t>
            </w:r>
          </w:p>
        </w:tc>
      </w:tr>
      <w:tr w:rsidR="00BE6833" w:rsidRPr="00820C50" w14:paraId="414EC5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7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9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3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E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DC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8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75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9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0B9B95E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A2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CF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17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1E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A9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FE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F9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E8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12C4C2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9D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9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88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53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61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27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4B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A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4F485C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CB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10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AC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F0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2AB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15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4D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8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ДВХ</w:t>
            </w:r>
          </w:p>
        </w:tc>
      </w:tr>
      <w:tr w:rsidR="00BE6833" w:rsidRPr="00820C50" w14:paraId="08D558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D7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30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1D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C6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B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55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A6B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76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МКБ</w:t>
            </w:r>
          </w:p>
        </w:tc>
      </w:tr>
      <w:tr w:rsidR="00BE6833" w:rsidRPr="00820C50" w14:paraId="10C8A9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2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60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88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9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E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22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80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83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BE6833" w:rsidRPr="00820C50" w14:paraId="75F311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21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83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8A4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B2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6.848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0C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D2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0.359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77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CE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6BE6E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B2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82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F9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88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E5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F8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B9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7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BE6833" w:rsidRPr="00820C50" w14:paraId="229175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6C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C56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BC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AB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4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C69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32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05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BE6833" w:rsidRPr="00820C50" w14:paraId="08F6E1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7E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E9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D1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37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1E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A0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A7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98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</w:t>
            </w:r>
          </w:p>
        </w:tc>
      </w:tr>
      <w:tr w:rsidR="00BE6833" w:rsidRPr="00820C50" w14:paraId="65A00D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75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C0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301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0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25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4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B6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F4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57D9477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66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1D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9E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A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A0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9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DE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5A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BE6833" w:rsidRPr="00820C50" w14:paraId="425F8F9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43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BF4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62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3A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6F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7D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E0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D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BE6833" w:rsidRPr="00820C50" w14:paraId="68EF14B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16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2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9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C4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39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03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AAD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D8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ХКП и др.</w:t>
            </w:r>
          </w:p>
        </w:tc>
      </w:tr>
      <w:tr w:rsidR="00BE6833" w:rsidRPr="00820C50" w14:paraId="710B8E5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DB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8B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06C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D5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24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7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0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24.18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1A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BE6833" w:rsidRPr="00820C50" w14:paraId="669E145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3B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2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33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7C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15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00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DB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B1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САГ</w:t>
            </w:r>
          </w:p>
        </w:tc>
      </w:tr>
      <w:tr w:rsidR="00BE6833" w:rsidRPr="00820C50" w14:paraId="128AE2E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D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32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73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6B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EA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C1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2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CA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ВВМ</w:t>
            </w:r>
          </w:p>
        </w:tc>
      </w:tr>
      <w:tr w:rsidR="00BE6833" w:rsidRPr="00820C50" w14:paraId="3E0766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DD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C8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2F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FB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5F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A7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FE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61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АНП</w:t>
            </w:r>
          </w:p>
        </w:tc>
      </w:tr>
      <w:tr w:rsidR="00BE6833" w:rsidRPr="00820C50" w14:paraId="6C58BCB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88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11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9F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48D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61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46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EF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78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373BA0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40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7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54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D3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B4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8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0C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42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ВГГ</w:t>
            </w:r>
          </w:p>
        </w:tc>
      </w:tr>
      <w:tr w:rsidR="00BE6833" w:rsidRPr="00820C50" w14:paraId="0DF9C97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6C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FE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97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F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C5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F9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A8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D6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BE6833" w:rsidRPr="00820C50" w14:paraId="19DBBD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866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9D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4C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39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0C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5F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99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E4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ВРД и др.</w:t>
            </w:r>
          </w:p>
        </w:tc>
      </w:tr>
      <w:tr w:rsidR="00BE6833" w:rsidRPr="00820C50" w14:paraId="205DC61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3E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CC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8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3C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FF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0D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BC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31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АБН и др.</w:t>
            </w:r>
          </w:p>
        </w:tc>
      </w:tr>
      <w:tr w:rsidR="00BE6833" w:rsidRPr="00820C50" w14:paraId="04AA058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6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CC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AB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B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9B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AC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85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0B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УНИВЕРСИ ИМОТИ ЕООД</w:t>
            </w:r>
          </w:p>
        </w:tc>
      </w:tr>
      <w:tr w:rsidR="00BE6833" w:rsidRPr="00820C50" w14:paraId="359222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4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39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34E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71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53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9C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4C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F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BE6833" w:rsidRPr="00820C50" w14:paraId="3108F6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84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A3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E8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F0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DD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4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43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362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ИПТ</w:t>
            </w:r>
          </w:p>
        </w:tc>
      </w:tr>
      <w:tr w:rsidR="00BE6833" w:rsidRPr="00820C50" w14:paraId="72822F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B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78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AB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BE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6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5E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C4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3D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ФДМ</w:t>
            </w:r>
          </w:p>
        </w:tc>
      </w:tr>
      <w:tr w:rsidR="00BE6833" w:rsidRPr="00820C50" w14:paraId="335940A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86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11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E8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8E2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23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D6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06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61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АРД</w:t>
            </w:r>
          </w:p>
        </w:tc>
      </w:tr>
      <w:tr w:rsidR="00BE6833" w:rsidRPr="00820C50" w14:paraId="70B0C6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1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37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CA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B3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8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ED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0D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10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BE6833" w:rsidRPr="00820C50" w14:paraId="7B2443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BC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F2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6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3E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68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EE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A4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3C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КБН</w:t>
            </w:r>
          </w:p>
        </w:tc>
      </w:tr>
      <w:tr w:rsidR="00BE6833" w:rsidRPr="00820C50" w14:paraId="2BC9226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C9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53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A3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9C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DA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72C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C7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09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BE6833" w:rsidRPr="00820C50" w14:paraId="37349E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4E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45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3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8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8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BE9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4A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93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3882DF7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49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AD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98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6C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A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37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E6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7A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КЗХ</w:t>
            </w:r>
          </w:p>
        </w:tc>
      </w:tr>
      <w:tr w:rsidR="00BE6833" w:rsidRPr="00820C50" w14:paraId="62ABDAD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F5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FA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7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DB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E9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26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4D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7A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АЗХ</w:t>
            </w:r>
          </w:p>
        </w:tc>
      </w:tr>
      <w:tr w:rsidR="00BE6833" w:rsidRPr="00820C50" w14:paraId="54E4EC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4F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18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43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4DE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B4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D3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E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74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BE6833" w:rsidRPr="00820C50" w14:paraId="78158C0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33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6A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E6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7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C4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E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24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42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68997A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A50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8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FE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A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DE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84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E2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63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МПД</w:t>
            </w:r>
          </w:p>
        </w:tc>
      </w:tr>
      <w:tr w:rsidR="00BE6833" w:rsidRPr="00820C50" w14:paraId="5DC8E2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34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8C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433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A9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6A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FB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4B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95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ЛДИ</w:t>
            </w:r>
          </w:p>
        </w:tc>
      </w:tr>
      <w:tr w:rsidR="00BE6833" w:rsidRPr="00820C50" w14:paraId="6446220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DF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D0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08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AC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5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A0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43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2B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ПАГ</w:t>
            </w:r>
          </w:p>
        </w:tc>
      </w:tr>
      <w:tr w:rsidR="00BE6833" w:rsidRPr="00820C50" w14:paraId="63C5BF0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62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8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E0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BF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7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003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9.864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A8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128.24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ED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6833" w:rsidRPr="00820C50" w14:paraId="5C1744B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15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E5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16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43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DD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B9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48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084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BE6833" w:rsidRPr="00820C50" w14:paraId="06E5721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C1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B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24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7B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01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E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B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A6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43D8B93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D3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9B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6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B97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6E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03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6F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50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СГВ</w:t>
            </w:r>
          </w:p>
        </w:tc>
      </w:tr>
      <w:tr w:rsidR="00BE6833" w:rsidRPr="00820C50" w14:paraId="3FB95B6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B0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BA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8F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57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14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3D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5E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4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1EF3514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69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AF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1F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E3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40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81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AA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D2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290310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FE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DE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CB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1B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C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6F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328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50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ВБЦ</w:t>
            </w:r>
          </w:p>
        </w:tc>
      </w:tr>
      <w:tr w:rsidR="00BE6833" w:rsidRPr="00820C50" w14:paraId="4B2D2E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3D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6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F8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4F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35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06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F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5F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BE6833" w:rsidRPr="00820C50" w14:paraId="75957D7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E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0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7B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0F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41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3E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06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A1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ПКВ</w:t>
            </w:r>
          </w:p>
        </w:tc>
      </w:tr>
      <w:tr w:rsidR="00BE6833" w:rsidRPr="00820C50" w14:paraId="3509868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37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3FB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5C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A5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7E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45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A4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FD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1047D87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84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15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9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B0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E6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445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7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0B9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BE6833" w:rsidRPr="00820C50" w14:paraId="1BF169E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C6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3B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F9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AF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39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4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02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6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7349C4E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31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4F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5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C0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21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98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A9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68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ВГП</w:t>
            </w:r>
          </w:p>
        </w:tc>
      </w:tr>
      <w:tr w:rsidR="00BE6833" w:rsidRPr="00820C50" w14:paraId="6AF2880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57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3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19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67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E1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08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6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45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ГКЛ и др.</w:t>
            </w:r>
          </w:p>
        </w:tc>
      </w:tr>
      <w:tr w:rsidR="00BE6833" w:rsidRPr="00820C50" w14:paraId="235F5F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8D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04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5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67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D5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D1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39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29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ИБД</w:t>
            </w:r>
          </w:p>
        </w:tc>
      </w:tr>
      <w:tr w:rsidR="00BE6833" w:rsidRPr="00820C50" w14:paraId="65662C4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A9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D13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2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23C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AC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8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C7F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3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42B041E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65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97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B5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D9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F2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F6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AE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2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6C2F302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52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B6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69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07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7.809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BF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88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5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F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ПМГ</w:t>
            </w:r>
          </w:p>
        </w:tc>
      </w:tr>
      <w:tr w:rsidR="00BE6833" w:rsidRPr="00820C50" w14:paraId="7C36B4A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7F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9D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24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D0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AB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20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09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4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1EF5516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CE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8C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20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6C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AC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51F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2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75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КСВ и др.</w:t>
            </w:r>
          </w:p>
        </w:tc>
      </w:tr>
      <w:tr w:rsidR="00BE6833" w:rsidRPr="00820C50" w14:paraId="7ED32EA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8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C0D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6F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51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69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2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58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3B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ЙМГ</w:t>
            </w:r>
          </w:p>
        </w:tc>
      </w:tr>
      <w:tr w:rsidR="00BE6833" w:rsidRPr="00820C50" w14:paraId="4113CA3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A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2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EE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C8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7B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6E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38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E7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ПАМ и др.</w:t>
            </w:r>
          </w:p>
        </w:tc>
      </w:tr>
      <w:tr w:rsidR="00BE6833" w:rsidRPr="00820C50" w14:paraId="1E1D37B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9A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86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95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45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25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5F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CD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AA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АБД</w:t>
            </w:r>
          </w:p>
        </w:tc>
      </w:tr>
      <w:tr w:rsidR="00BE6833" w:rsidRPr="00820C50" w14:paraId="63B3ED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DB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07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1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6F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00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FD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7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36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РЛВ</w:t>
            </w:r>
          </w:p>
        </w:tc>
      </w:tr>
      <w:tr w:rsidR="00BE6833" w:rsidRPr="00820C50" w14:paraId="3D2008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E8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88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3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D2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D2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79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55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4E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СББ и др.</w:t>
            </w:r>
          </w:p>
        </w:tc>
      </w:tr>
      <w:tr w:rsidR="00BE6833" w:rsidRPr="00820C50" w14:paraId="36F6907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B1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A3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3A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14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07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09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78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8F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ЗМГ</w:t>
            </w:r>
          </w:p>
        </w:tc>
      </w:tr>
      <w:tr w:rsidR="00BE6833" w:rsidRPr="00820C50" w14:paraId="5C40331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200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8B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4A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2E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3D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04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E2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3B0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BE6833" w:rsidRPr="00820C50" w14:paraId="5403A86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03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E3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7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CE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50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0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2B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4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ВДС</w:t>
            </w:r>
          </w:p>
        </w:tc>
      </w:tr>
      <w:tr w:rsidR="00BE6833" w:rsidRPr="00820C50" w14:paraId="34F5D9F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DE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CE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42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D1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12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BF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6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DB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ВКВ</w:t>
            </w:r>
          </w:p>
        </w:tc>
      </w:tr>
      <w:tr w:rsidR="00BE6833" w:rsidRPr="00820C50" w14:paraId="472D11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DB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7B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6F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9C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36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2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27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D3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БИМ</w:t>
            </w:r>
          </w:p>
        </w:tc>
      </w:tr>
      <w:tr w:rsidR="00BE6833" w:rsidRPr="00820C50" w14:paraId="26A2F7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0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FE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48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5E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B1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F4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B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9D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ТВН</w:t>
            </w:r>
          </w:p>
        </w:tc>
      </w:tr>
      <w:tr w:rsidR="00BE6833" w:rsidRPr="00820C50" w14:paraId="7644451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17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40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2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8F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BC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41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97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FE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МТГ</w:t>
            </w:r>
          </w:p>
        </w:tc>
      </w:tr>
      <w:tr w:rsidR="00BE6833" w:rsidRPr="00820C50" w14:paraId="3BA33B0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A3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25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22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D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24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C6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E5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73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BE6833" w:rsidRPr="00820C50" w14:paraId="141041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4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54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CA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B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0B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04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CF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3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 и др.</w:t>
            </w:r>
          </w:p>
        </w:tc>
      </w:tr>
      <w:tr w:rsidR="00BE6833" w:rsidRPr="00820C50" w14:paraId="267AC9A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D5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76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97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DF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F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DD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17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87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ТГД</w:t>
            </w:r>
          </w:p>
        </w:tc>
      </w:tr>
      <w:tr w:rsidR="00BE6833" w:rsidRPr="00820C50" w14:paraId="6E56621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6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5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33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EF4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2A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A5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0B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817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КАС и др.</w:t>
            </w:r>
          </w:p>
        </w:tc>
      </w:tr>
      <w:tr w:rsidR="00BE6833" w:rsidRPr="00820C50" w14:paraId="623A0D3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CEE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2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8A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88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5F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BA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1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81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ВМЕ</w:t>
            </w:r>
          </w:p>
        </w:tc>
      </w:tr>
      <w:tr w:rsidR="00BE6833" w:rsidRPr="00820C50" w14:paraId="454D33C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72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C2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FF9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15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75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05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25A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2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МЛВ</w:t>
            </w:r>
          </w:p>
        </w:tc>
      </w:tr>
      <w:tr w:rsidR="00BE6833" w:rsidRPr="00820C50" w14:paraId="314E66C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3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44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950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0D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3B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772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0C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B1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36E7896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5A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580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68F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FB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0E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D8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71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61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КДМ и др.</w:t>
            </w:r>
          </w:p>
        </w:tc>
      </w:tr>
      <w:tr w:rsidR="00BE6833" w:rsidRPr="00820C50" w14:paraId="735D513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8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F7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2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E00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5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64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72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49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</w:tr>
      <w:tr w:rsidR="00BE6833" w:rsidRPr="00820C50" w14:paraId="7D9449D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BE8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C0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83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78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5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1B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ED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9D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ВИМ</w:t>
            </w:r>
          </w:p>
        </w:tc>
      </w:tr>
      <w:tr w:rsidR="00BE6833" w:rsidRPr="00820C50" w14:paraId="0BB398C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F5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70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C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67B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3D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90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6B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18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ИФГ</w:t>
            </w:r>
          </w:p>
        </w:tc>
      </w:tr>
      <w:tr w:rsidR="00BE6833" w:rsidRPr="00820C50" w14:paraId="160D709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05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CA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0F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CF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F64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F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B44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7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ФЕРМЕР БЪЛГАРИЯ 1 ЕООД</w:t>
            </w:r>
          </w:p>
        </w:tc>
      </w:tr>
      <w:tr w:rsidR="00BE6833" w:rsidRPr="00820C50" w14:paraId="2755846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36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72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FE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35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DA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C1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DB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D7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BE6833" w:rsidRPr="00820C50" w14:paraId="116BA6F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C7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F0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76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72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D6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06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BF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49.39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74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ДВЦ</w:t>
            </w:r>
          </w:p>
        </w:tc>
      </w:tr>
      <w:tr w:rsidR="00BE6833" w:rsidRPr="00820C50" w14:paraId="3A73BA6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18A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CC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EB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AD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F2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7B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15CB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C7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ИСК и др.</w:t>
            </w:r>
          </w:p>
        </w:tc>
      </w:tr>
      <w:tr w:rsidR="00BE6833" w:rsidRPr="00820C50" w14:paraId="7A8A59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01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DC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D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F6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EE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0D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FB0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52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BE6833" w:rsidRPr="00820C50" w14:paraId="4E490E0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26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4A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7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AD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7C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FD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E5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BB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МДМ</w:t>
            </w:r>
          </w:p>
        </w:tc>
      </w:tr>
      <w:tr w:rsidR="00BE6833" w:rsidRPr="00820C50" w14:paraId="212A7689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7B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6C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F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9B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6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01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43A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57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24ABDAB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1D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D0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64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FC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D7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CF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66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56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ПИД</w:t>
            </w:r>
          </w:p>
        </w:tc>
      </w:tr>
      <w:tr w:rsidR="00BE6833" w:rsidRPr="00820C50" w14:paraId="428D988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5C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A2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2B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FA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9E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A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8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28.44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8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ЙЦБ</w:t>
            </w:r>
          </w:p>
        </w:tc>
      </w:tr>
      <w:tr w:rsidR="00BE6833" w:rsidRPr="00820C50" w14:paraId="0F599A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9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69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4A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2A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6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4E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0F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9A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ВИГ</w:t>
            </w:r>
          </w:p>
        </w:tc>
      </w:tr>
      <w:tr w:rsidR="00BE6833" w:rsidRPr="00820C50" w14:paraId="56C052A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8C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8F3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1F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41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C0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A6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0B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1C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БМА</w:t>
            </w:r>
          </w:p>
        </w:tc>
      </w:tr>
      <w:tr w:rsidR="00BE6833" w:rsidRPr="00820C50" w14:paraId="2C3065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E9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88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513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16F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D9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B62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E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FB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АГМ</w:t>
            </w:r>
          </w:p>
        </w:tc>
      </w:tr>
      <w:tr w:rsidR="00BE6833" w:rsidRPr="00820C50" w14:paraId="384007F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21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55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68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167.54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0F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DA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A0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A7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D1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ИГТ</w:t>
            </w:r>
          </w:p>
        </w:tc>
      </w:tr>
      <w:tr w:rsidR="00BE6833" w:rsidRPr="00820C50" w14:paraId="2A48490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4E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C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EE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6B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AA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83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595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D9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ДЦС</w:t>
            </w:r>
          </w:p>
        </w:tc>
      </w:tr>
      <w:tr w:rsidR="00BE6833" w:rsidRPr="00820C50" w14:paraId="1CA927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82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1D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7CE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C9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3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672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64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26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34CE42C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C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BE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C4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32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0E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90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6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DF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ДЕК и др.</w:t>
            </w:r>
          </w:p>
        </w:tc>
      </w:tr>
      <w:tr w:rsidR="00BE6833" w:rsidRPr="00820C50" w14:paraId="0239CD5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64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69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EB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F8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F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42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D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39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759396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59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88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22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B9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7F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56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B5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86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ЛКЦ</w:t>
            </w:r>
          </w:p>
        </w:tc>
      </w:tr>
      <w:tr w:rsidR="00BE6833" w:rsidRPr="00820C50" w14:paraId="422A011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26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DC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BD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091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8A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5D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EBC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97C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СГГ</w:t>
            </w:r>
          </w:p>
        </w:tc>
      </w:tr>
      <w:tr w:rsidR="00BE6833" w:rsidRPr="00820C50" w14:paraId="6BD24E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A2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26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79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EC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8.464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832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D6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B70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E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ЙНЙ и др.</w:t>
            </w:r>
          </w:p>
        </w:tc>
      </w:tr>
      <w:tr w:rsidR="00BE6833" w:rsidRPr="00820C50" w14:paraId="392D45E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B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E3F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12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A8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9D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AA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D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25A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ТОЯ</w:t>
            </w:r>
          </w:p>
        </w:tc>
      </w:tr>
      <w:tr w:rsidR="00BE6833" w:rsidRPr="00820C50" w14:paraId="5FA8635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2D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268E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D3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C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6.047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5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45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47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949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ДСР</w:t>
            </w:r>
          </w:p>
        </w:tc>
      </w:tr>
      <w:tr w:rsidR="00BE6833" w:rsidRPr="00820C50" w14:paraId="23CA864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A5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75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B8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7F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85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D3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A6F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BF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0CC9EEC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D33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D0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52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F69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44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56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9850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85C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СМЕ и др.</w:t>
            </w:r>
          </w:p>
        </w:tc>
      </w:tr>
      <w:tr w:rsidR="00BE6833" w:rsidRPr="00820C50" w14:paraId="12DD4A6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11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5FF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1B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CA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02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7C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2C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68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BE6833" w:rsidRPr="00820C50" w14:paraId="5790780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68B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246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671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55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4.470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13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49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0A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B3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НБЦ</w:t>
            </w:r>
          </w:p>
        </w:tc>
      </w:tr>
      <w:tr w:rsidR="00BE6833" w:rsidRPr="00820C50" w14:paraId="31035CD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24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88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D0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15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693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64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16D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07C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ВПС</w:t>
            </w:r>
          </w:p>
        </w:tc>
      </w:tr>
      <w:tr w:rsidR="00BE6833" w:rsidRPr="00820C50" w14:paraId="4C9077F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EA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6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CFA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3D5E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78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68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13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E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ХЛГ</w:t>
            </w:r>
          </w:p>
        </w:tc>
      </w:tr>
      <w:tr w:rsidR="00BE6833" w:rsidRPr="00820C50" w14:paraId="775428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6F5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A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B4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687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A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11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17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50.18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1AA6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ВАИ</w:t>
            </w:r>
          </w:p>
        </w:tc>
      </w:tr>
      <w:tr w:rsidR="00BE6833" w:rsidRPr="00820C50" w14:paraId="3EA101B8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278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4E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78F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295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1D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F63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2D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47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ДММ и др.</w:t>
            </w:r>
          </w:p>
        </w:tc>
      </w:tr>
      <w:tr w:rsidR="00BE6833" w:rsidRPr="00820C50" w14:paraId="4417602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D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5A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5A3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95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2F7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4F9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C3D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2E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ЛАН и др.</w:t>
            </w:r>
          </w:p>
        </w:tc>
      </w:tr>
      <w:tr w:rsidR="00BE6833" w:rsidRPr="00820C50" w14:paraId="19AE8B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819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7E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AF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846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6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51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98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2E8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НБЦ</w:t>
            </w:r>
          </w:p>
        </w:tc>
      </w:tr>
      <w:tr w:rsidR="00BE6833" w:rsidRPr="00820C50" w14:paraId="2456A8E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BF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1B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75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C7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9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75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674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0C6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BE6833" w:rsidRPr="00820C50" w14:paraId="78F459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80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4C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5F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00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39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93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330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5F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ЛГИ</w:t>
            </w:r>
          </w:p>
        </w:tc>
      </w:tr>
      <w:tr w:rsidR="00BE6833" w:rsidRPr="00820C50" w14:paraId="60B6058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C24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2C6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78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C8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308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B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2C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43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МАХ</w:t>
            </w:r>
          </w:p>
        </w:tc>
      </w:tr>
      <w:tr w:rsidR="00BE6833" w:rsidRPr="00820C50" w14:paraId="0CA4089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22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BD7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66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23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3BC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CB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A8F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772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BE6833" w:rsidRPr="00820C50" w14:paraId="35CB13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0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35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2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83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DC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493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906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85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ИНМ</w:t>
            </w:r>
          </w:p>
        </w:tc>
      </w:tr>
      <w:tr w:rsidR="00BE6833" w:rsidRPr="00820C50" w14:paraId="6A68A53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256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58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308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24F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46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34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8E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СИК</w:t>
            </w:r>
          </w:p>
        </w:tc>
      </w:tr>
      <w:tr w:rsidR="00BE6833" w:rsidRPr="00820C50" w14:paraId="2CC2022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43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52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43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2C8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72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497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48E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C7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СПН</w:t>
            </w:r>
          </w:p>
        </w:tc>
      </w:tr>
      <w:tr w:rsidR="00BE6833" w:rsidRPr="00820C50" w14:paraId="7C501DEF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CA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76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7E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88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5B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4A7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57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3A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ИНЛ</w:t>
            </w:r>
          </w:p>
        </w:tc>
      </w:tr>
      <w:tr w:rsidR="00BE6833" w:rsidRPr="00820C50" w14:paraId="11A3A4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4AE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EA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B95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96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FF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7D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26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306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КПК и др.</w:t>
            </w:r>
          </w:p>
        </w:tc>
      </w:tr>
      <w:tr w:rsidR="00BE6833" w:rsidRPr="00820C50" w14:paraId="2C72252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FF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6D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9A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8CE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59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448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4C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31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НГБ</w:t>
            </w:r>
          </w:p>
        </w:tc>
      </w:tr>
      <w:tr w:rsidR="00BE6833" w:rsidRPr="00820C50" w14:paraId="75C4370D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91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F0E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F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204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64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60B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91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EB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BE6833" w:rsidRPr="00820C50" w14:paraId="3AA193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F7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BE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094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32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11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F0B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A7B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26.83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44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ВПС</w:t>
            </w:r>
          </w:p>
        </w:tc>
      </w:tr>
      <w:tr w:rsidR="00BE6833" w:rsidRPr="00820C50" w14:paraId="57C33D9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0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4D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F24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DC0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6B7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6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24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F5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РЦГ и др.</w:t>
            </w:r>
          </w:p>
        </w:tc>
      </w:tr>
      <w:tr w:rsidR="00BE6833" w:rsidRPr="00820C50" w14:paraId="28E1EA2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A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6F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834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09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90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10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43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9D9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BE6833" w:rsidRPr="00820C50" w14:paraId="64F892F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3E7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93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C2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06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98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6E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DC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25.94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FF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НЕБ</w:t>
            </w:r>
          </w:p>
        </w:tc>
      </w:tr>
      <w:tr w:rsidR="00BE6833" w:rsidRPr="00820C50" w14:paraId="50B0F5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C1C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25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AA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1F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ED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9E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15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21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НГМ</w:t>
            </w:r>
          </w:p>
        </w:tc>
      </w:tr>
      <w:tr w:rsidR="00BE6833" w:rsidRPr="00820C50" w14:paraId="36BECA1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265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4B45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9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25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2F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AE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ED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52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BE6833" w:rsidRPr="00820C50" w14:paraId="5D299B9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64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44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B3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4C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DCA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56C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941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4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СГМ</w:t>
            </w:r>
          </w:p>
        </w:tc>
      </w:tr>
      <w:tr w:rsidR="00BE6833" w:rsidRPr="00820C50" w14:paraId="7ADD533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EA2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2B5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6E4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E3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DD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71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C76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19.12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72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КПК и др.</w:t>
            </w:r>
          </w:p>
        </w:tc>
      </w:tr>
      <w:tr w:rsidR="00BE6833" w:rsidRPr="00820C50" w14:paraId="7E2D9A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9D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269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D1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1A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45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385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40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E6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ЛСА</w:t>
            </w:r>
          </w:p>
        </w:tc>
      </w:tr>
      <w:tr w:rsidR="00BE6833" w:rsidRPr="00820C50" w14:paraId="5CEBF1B1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1E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4A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E1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9BE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6A1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384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6E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114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ЙЦБ</w:t>
            </w:r>
          </w:p>
        </w:tc>
      </w:tr>
      <w:tr w:rsidR="00BE6833" w:rsidRPr="00820C50" w14:paraId="2D374CF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06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A4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A5D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00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B39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B4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A4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FFD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ГПК</w:t>
            </w:r>
          </w:p>
        </w:tc>
      </w:tr>
      <w:tr w:rsidR="00BE6833" w:rsidRPr="00820C50" w14:paraId="3400E5D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B8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F4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44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A12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265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7A2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F9C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EA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BE6833" w:rsidRPr="00820C50" w14:paraId="2DECB82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78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CCA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5F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07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B3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42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511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19A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ХЛГ</w:t>
            </w:r>
          </w:p>
        </w:tc>
      </w:tr>
      <w:tr w:rsidR="00BE6833" w:rsidRPr="00820C50" w14:paraId="277DD08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3DF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C9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EFD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04C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6C9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3F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AF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30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РВГ и др.</w:t>
            </w:r>
          </w:p>
        </w:tc>
      </w:tr>
      <w:tr w:rsidR="00BE6833" w:rsidRPr="00820C50" w14:paraId="194D4C7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50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A7E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D6B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115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A6F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13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560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08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ИПС</w:t>
            </w:r>
          </w:p>
        </w:tc>
      </w:tr>
      <w:tr w:rsidR="00BE6833" w:rsidRPr="00820C50" w14:paraId="5935016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F78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B36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93E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70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CE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23D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7A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0A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ББС</w:t>
            </w:r>
          </w:p>
        </w:tc>
      </w:tr>
      <w:tr w:rsidR="00BE6833" w:rsidRPr="00820C50" w14:paraId="5D2281E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C32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91B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7A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F9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550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39F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A05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EB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5F053E9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02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564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B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248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FC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AA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057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A4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BE6833" w:rsidRPr="00820C50" w14:paraId="3E4F984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18E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1A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81B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107.29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05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E6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7C7E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BFB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4766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ЕЙИ и др.</w:t>
            </w:r>
          </w:p>
        </w:tc>
      </w:tr>
      <w:tr w:rsidR="00BE6833" w:rsidRPr="00820C50" w14:paraId="282A2CD3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9DA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DC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01A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920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E40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669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63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36.95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CC1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МАОНАЛЕНД ЕООД и др.</w:t>
            </w:r>
          </w:p>
        </w:tc>
      </w:tr>
      <w:tr w:rsidR="00BE6833" w:rsidRPr="00820C50" w14:paraId="42070816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58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485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AF2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85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1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8B0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0E2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48D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4AF44D1B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1A7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403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1A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DB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79F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5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4C3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12C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ССК</w:t>
            </w:r>
          </w:p>
        </w:tc>
      </w:tr>
      <w:tr w:rsidR="00BE6833" w:rsidRPr="00820C50" w14:paraId="3EBDE4C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DA3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BF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83A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C8E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3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913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5D5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D08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СМЕ и др.</w:t>
            </w:r>
          </w:p>
        </w:tc>
      </w:tr>
      <w:tr w:rsidR="00BE6833" w:rsidRPr="00820C50" w14:paraId="5BA7D08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7BA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AB9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759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4B7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49D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15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12A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357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НПЦ и др.</w:t>
            </w:r>
          </w:p>
        </w:tc>
      </w:tr>
      <w:tr w:rsidR="00BE6833" w:rsidRPr="00820C50" w14:paraId="1C5FDE34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B0C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95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9B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08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71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E8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EA3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1DD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BE6833" w:rsidRPr="00820C50" w14:paraId="3EF9656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2D5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EC4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238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F9C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C5B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04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E7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83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BE6833" w:rsidRPr="00820C50" w14:paraId="2F913F87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E73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C426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50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A20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9D5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B79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64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B9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МПС и др.</w:t>
            </w:r>
          </w:p>
        </w:tc>
      </w:tr>
      <w:tr w:rsidR="00BE6833" w:rsidRPr="00820C50" w14:paraId="1C042DA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EF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19E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A22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DB3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77D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6F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9CB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A36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ПЦС</w:t>
            </w:r>
          </w:p>
        </w:tc>
      </w:tr>
      <w:tr w:rsidR="00BE6833" w:rsidRPr="00820C50" w14:paraId="7717690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CA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21B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421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4E7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EF9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141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20E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46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BE6833" w:rsidRPr="00820C50" w14:paraId="405D92F5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141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AB1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B7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91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9.595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D9F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AAA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AA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B3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BE6833" w:rsidRPr="00820C50" w14:paraId="56B0ACDE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A8C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CA1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882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478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1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8BA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23F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96B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ОСА</w:t>
            </w:r>
          </w:p>
        </w:tc>
      </w:tr>
      <w:tr w:rsidR="00BE6833" w:rsidRPr="00820C50" w14:paraId="0E47DFE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97F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C37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11B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4126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1F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E3E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293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754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BE6833" w:rsidRPr="00820C50" w14:paraId="1DD1439A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D39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5CC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BB8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C1DE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58D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C97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900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466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ТСБ</w:t>
            </w:r>
          </w:p>
        </w:tc>
      </w:tr>
      <w:tr w:rsidR="00BE6833" w:rsidRPr="00820C50" w14:paraId="5502346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1E6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E6E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2BA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421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800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D9F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E7B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871D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ПГЛ</w:t>
            </w:r>
          </w:p>
        </w:tc>
      </w:tr>
      <w:tr w:rsidR="00BE6833" w:rsidRPr="00820C50" w14:paraId="40BF7380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6D11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4FA5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D62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15C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EA1B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F415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C78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0A60F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МСИ</w:t>
            </w:r>
          </w:p>
        </w:tc>
      </w:tr>
      <w:tr w:rsidR="00BE6833" w:rsidRPr="00820C50" w14:paraId="2788FC4C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DE7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B42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211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89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864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97A7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96F2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17B04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sz w:val="16"/>
                <w:szCs w:val="16"/>
              </w:rPr>
              <w:t>МХД</w:t>
            </w:r>
          </w:p>
        </w:tc>
      </w:tr>
      <w:tr w:rsidR="00BE6833" w:rsidRPr="00820C50" w14:paraId="4D822252" w14:textId="77777777" w:rsidTr="00BE683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AE80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54F8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7A3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A52A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429.881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088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4629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24.398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7D4C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0C50">
              <w:rPr>
                <w:rFonts w:ascii="Arial" w:hAnsi="Arial" w:cs="Arial"/>
                <w:b/>
                <w:bCs/>
                <w:sz w:val="16"/>
                <w:szCs w:val="16"/>
              </w:rPr>
              <w:t>317.17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7D63" w14:textId="77777777" w:rsidR="00BE6833" w:rsidRPr="00820C50" w:rsidRDefault="00BE6833" w:rsidP="006E51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0536AC" w14:textId="77777777" w:rsidR="006D6C03" w:rsidRDefault="006D6C03" w:rsidP="006D6C03"/>
    <w:p w14:paraId="1F40103D" w14:textId="77777777" w:rsidR="007E6655" w:rsidRPr="00CE78CA" w:rsidRDefault="007E6655" w:rsidP="007E6655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77BBA695" w14:textId="77777777" w:rsidR="007E6655" w:rsidRPr="002725F6" w:rsidRDefault="007E6655" w:rsidP="007E6655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74F2ABB2" w14:textId="77777777" w:rsidR="007E6655" w:rsidRPr="00992DF8" w:rsidRDefault="007E6655" w:rsidP="007E6655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1CB1B863" w14:textId="77777777" w:rsidR="007E6655" w:rsidRPr="004A35CC" w:rsidRDefault="007E6655" w:rsidP="007E6655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A10243">
        <w:rPr>
          <w:b/>
          <w:i/>
          <w:lang w:val="ru-RU"/>
        </w:rPr>
        <w:t>се прилага чл. 37в, ал. 7 от ЗСПЗЗ.</w:t>
      </w:r>
    </w:p>
    <w:p w14:paraId="68FB7705" w14:textId="77777777" w:rsidR="007E6655" w:rsidRPr="004A35CC" w:rsidRDefault="007E6655" w:rsidP="007E6655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1211D87B" w14:textId="583D78BD" w:rsidR="007E6655" w:rsidRDefault="007E6655" w:rsidP="007E6655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>
        <w:rPr>
          <w:lang w:val="bg-BG"/>
        </w:rPr>
        <w:t>Хераково</w:t>
      </w:r>
      <w:r w:rsidRPr="00CE78CA">
        <w:rPr>
          <w:lang w:val="ru-RU"/>
        </w:rPr>
        <w:t>, участници в комисията – за сведение и изпълнение.</w:t>
      </w:r>
    </w:p>
    <w:p w14:paraId="51AA9C1B" w14:textId="77777777" w:rsidR="007E6655" w:rsidRDefault="007E6655" w:rsidP="007E6655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1933A535" w14:textId="77777777" w:rsidR="007E6655" w:rsidRDefault="007E6655" w:rsidP="007E6655">
      <w:pPr>
        <w:jc w:val="both"/>
        <w:rPr>
          <w:lang w:val="bg-BG"/>
        </w:rPr>
      </w:pPr>
    </w:p>
    <w:p w14:paraId="6D559D38" w14:textId="77777777" w:rsidR="007E6655" w:rsidRPr="00535D58" w:rsidRDefault="007E6655" w:rsidP="007E6655">
      <w:pPr>
        <w:jc w:val="both"/>
        <w:rPr>
          <w:lang w:val="bg-BG"/>
        </w:rPr>
      </w:pPr>
    </w:p>
    <w:p w14:paraId="087D6BAD" w14:textId="77777777" w:rsidR="007E6655" w:rsidRPr="00CE78CA" w:rsidRDefault="007E6655" w:rsidP="007E6655">
      <w:pPr>
        <w:ind w:firstLine="709"/>
        <w:jc w:val="both"/>
        <w:rPr>
          <w:u w:val="single"/>
          <w:lang w:val="bg-BG"/>
        </w:rPr>
      </w:pPr>
    </w:p>
    <w:p w14:paraId="4E9888EA" w14:textId="727190B8" w:rsidR="007E6655" w:rsidRPr="00CE78CA" w:rsidRDefault="007E6655" w:rsidP="007E6655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135BC4">
        <w:rPr>
          <w:b/>
          <w:lang w:val="bg-BG"/>
        </w:rPr>
        <w:t xml:space="preserve">   /П/</w:t>
      </w:r>
      <w:bookmarkStart w:id="5" w:name="_GoBack"/>
      <w:bookmarkEnd w:id="5"/>
    </w:p>
    <w:p w14:paraId="4CC95445" w14:textId="77777777" w:rsidR="007E6655" w:rsidRPr="00FA15EF" w:rsidRDefault="007E6655" w:rsidP="007E6655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62B2BE0B" w14:textId="77777777" w:rsidR="007E6655" w:rsidRPr="00CE78CA" w:rsidRDefault="007E6655" w:rsidP="007E6655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7E31AA2C" w14:textId="77777777" w:rsidR="007E6655" w:rsidRPr="00CE78CA" w:rsidRDefault="007E6655" w:rsidP="007E6655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25A55B1" w14:textId="77777777" w:rsidR="007E6655" w:rsidRPr="00E16D9A" w:rsidRDefault="007E6655" w:rsidP="007E6655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6E963CF1" w14:textId="77777777" w:rsidR="007E6655" w:rsidRDefault="007E6655" w:rsidP="007E6655">
      <w:pPr>
        <w:rPr>
          <w:i/>
          <w:lang w:val="bg-BG"/>
        </w:rPr>
      </w:pPr>
    </w:p>
    <w:p w14:paraId="14ACDAFF" w14:textId="77777777" w:rsidR="007E6655" w:rsidRPr="00CE78CA" w:rsidRDefault="007E6655" w:rsidP="007E6655">
      <w:pPr>
        <w:rPr>
          <w:i/>
          <w:lang w:val="bg-BG"/>
        </w:rPr>
      </w:pPr>
    </w:p>
    <w:p w14:paraId="4DC0227A" w14:textId="77777777" w:rsidR="007E6655" w:rsidRDefault="007E6655" w:rsidP="007E6655">
      <w:pPr>
        <w:ind w:firstLine="709"/>
        <w:jc w:val="both"/>
        <w:rPr>
          <w:i/>
          <w:iCs/>
          <w:sz w:val="20"/>
          <w:lang w:val="bg-BG"/>
        </w:rPr>
      </w:pPr>
    </w:p>
    <w:p w14:paraId="11F2CBA5" w14:textId="2A7B30D7" w:rsidR="00EE0F93" w:rsidRDefault="00EE0F93" w:rsidP="007E6655">
      <w:pPr>
        <w:ind w:firstLine="720"/>
        <w:jc w:val="both"/>
        <w:textAlignment w:val="center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71874" w14:textId="77777777" w:rsidR="009A29AB" w:rsidRDefault="009A29AB">
      <w:r>
        <w:separator/>
      </w:r>
    </w:p>
  </w:endnote>
  <w:endnote w:type="continuationSeparator" w:id="0">
    <w:p w14:paraId="63B5FC82" w14:textId="77777777" w:rsidR="009A29AB" w:rsidRDefault="009A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D6C03" w:rsidRDefault="006D6C0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D6C03" w:rsidRDefault="006D6C0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65EC2C4E" w:rsidR="006D6C03" w:rsidRPr="00713EC9" w:rsidRDefault="006D6C0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35BC4">
      <w:rPr>
        <w:rStyle w:val="PageNumber"/>
        <w:noProof/>
        <w:sz w:val="18"/>
      </w:rPr>
      <w:t>51</w:t>
    </w:r>
    <w:r w:rsidRPr="00713EC9">
      <w:rPr>
        <w:rStyle w:val="PageNumber"/>
        <w:sz w:val="18"/>
      </w:rPr>
      <w:fldChar w:fldCharType="end"/>
    </w:r>
  </w:p>
  <w:p w14:paraId="6190926E" w14:textId="77777777" w:rsidR="007E6655" w:rsidRPr="002B412A" w:rsidRDefault="007E6655" w:rsidP="007E6655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024E631A" w14:textId="77777777" w:rsidR="007E6655" w:rsidRPr="002B412A" w:rsidRDefault="007E6655" w:rsidP="007E665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D6C03" w:rsidRPr="00835BBA" w:rsidRDefault="006D6C0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94A7" w14:textId="77777777" w:rsidR="006D6C03" w:rsidRPr="00004F45" w:rsidRDefault="006D6C03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14:paraId="4D099F30" w14:textId="77777777" w:rsidR="006D6C03" w:rsidRPr="00004F45" w:rsidRDefault="006D6C0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04230" w14:textId="77777777" w:rsidR="009A29AB" w:rsidRDefault="009A29AB">
      <w:r>
        <w:separator/>
      </w:r>
    </w:p>
  </w:footnote>
  <w:footnote w:type="continuationSeparator" w:id="0">
    <w:p w14:paraId="0F08689C" w14:textId="77777777" w:rsidR="009A29AB" w:rsidRDefault="009A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D6C03" w:rsidRPr="005B69F7" w:rsidRDefault="006D6C0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6D6C03" w:rsidRPr="005B69F7" w:rsidRDefault="006D6C03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39B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="00CD47E5">
      <w:rPr>
        <w:rFonts w:ascii="Helen Bg Condensed" w:hAnsi="Helen Bg Condensed"/>
        <w:spacing w:val="40"/>
        <w:sz w:val="30"/>
        <w:szCs w:val="30"/>
      </w:rPr>
      <w:t>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6D6C03" w:rsidRPr="0023186B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D6C03" w:rsidRPr="00983B22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D6C03" w:rsidRPr="00983B22" w:rsidRDefault="006D6C0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4DE3"/>
    <w:rsid w:val="0011621C"/>
    <w:rsid w:val="00135BC4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571B4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4AD7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7E6655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9AB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2E0B"/>
    <w:rsid w:val="00BC45FC"/>
    <w:rsid w:val="00BD0CEF"/>
    <w:rsid w:val="00BD1BCF"/>
    <w:rsid w:val="00BD5937"/>
    <w:rsid w:val="00BD7539"/>
    <w:rsid w:val="00BE215C"/>
    <w:rsid w:val="00BE4052"/>
    <w:rsid w:val="00BE6833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4DB7"/>
    <w:rsid w:val="00EB6A21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986B1251-3D17-4A33-A280-E9F076E4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79E8-75B4-49DC-98BF-A9CAAC1A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1</Pages>
  <Words>21954</Words>
  <Characters>125141</Characters>
  <Application>Microsoft Office Word</Application>
  <DocSecurity>0</DocSecurity>
  <Lines>1042</Lines>
  <Paragraphs>293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6</cp:revision>
  <cp:lastPrinted>2016-09-16T10:47:00Z</cp:lastPrinted>
  <dcterms:created xsi:type="dcterms:W3CDTF">2022-09-28T08:25:00Z</dcterms:created>
  <dcterms:modified xsi:type="dcterms:W3CDTF">2022-10-03T11:47:00Z</dcterms:modified>
</cp:coreProperties>
</file>