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77777777"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61E51160" w:rsidR="00454CDE" w:rsidRPr="00CE78CA" w:rsidRDefault="005A2287" w:rsidP="005A2287">
      <w:pPr>
        <w:ind w:left="3600"/>
        <w:rPr>
          <w:lang w:val="bg-BG"/>
        </w:rPr>
      </w:pPr>
      <w:r w:rsidRPr="00CE78CA">
        <w:rPr>
          <w:lang w:val="bg-BG"/>
        </w:rPr>
        <w:t xml:space="preserve">   </w:t>
      </w:r>
      <w:r w:rsidR="00454CDE" w:rsidRPr="00CE78CA">
        <w:rPr>
          <w:lang w:val="bg-BG"/>
        </w:rPr>
        <w:t>№</w:t>
      </w:r>
      <w:r w:rsidR="00A448DD">
        <w:rPr>
          <w:lang w:val="bg-BG"/>
        </w:rPr>
        <w:t xml:space="preserve">  ПО-09-2860-3</w:t>
      </w:r>
    </w:p>
    <w:p w14:paraId="3795E67F" w14:textId="034290C3" w:rsidR="00454CDE" w:rsidRPr="00CE78CA" w:rsidRDefault="00454CDE" w:rsidP="00BE4052">
      <w:pPr>
        <w:ind w:left="2880" w:firstLine="720"/>
        <w:rPr>
          <w:lang w:val="bg-BG"/>
        </w:rPr>
      </w:pPr>
      <w:r w:rsidRPr="00CE78CA">
        <w:rPr>
          <w:lang w:val="bg-BG"/>
        </w:rPr>
        <w:t>София,</w:t>
      </w:r>
      <w:r w:rsidR="00A448DD">
        <w:rPr>
          <w:lang w:val="bg-BG"/>
        </w:rPr>
        <w:t xml:space="preserve">  16.09.</w:t>
      </w:r>
      <w:r w:rsidR="0023186B" w:rsidRPr="00CE78CA">
        <w:rPr>
          <w:lang w:val="bg-BG"/>
        </w:rPr>
        <w:t>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23186B" w:rsidRPr="00CE78CA">
        <w:rPr>
          <w:lang w:val="bg-BG"/>
        </w:rPr>
        <w:t>г.</w:t>
      </w:r>
      <w:r w:rsidR="006727E9" w:rsidRPr="00CE78CA">
        <w:rPr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1C3F0964" w14:textId="07ED7A89" w:rsidR="005E5F37" w:rsidRPr="00197F75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A448DD">
        <w:rPr>
          <w:lang w:val="bg-BG"/>
        </w:rPr>
        <w:t xml:space="preserve">, </w:t>
      </w:r>
      <w:bookmarkStart w:id="1" w:name="_Hlk83647891"/>
      <w:r w:rsidR="0083710E" w:rsidRPr="00A448D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 w:rsidRPr="00A448DD">
        <w:rPr>
          <w:lang w:val="bg-BG"/>
        </w:rPr>
        <w:t>41</w:t>
      </w:r>
      <w:r w:rsidR="0083710E" w:rsidRPr="00A448DD">
        <w:rPr>
          <w:lang w:val="bg-BG"/>
        </w:rPr>
        <w:t xml:space="preserve"> от 0</w:t>
      </w:r>
      <w:r w:rsidR="00E1632B" w:rsidRPr="00A448DD">
        <w:rPr>
          <w:lang w:val="bg-BG"/>
        </w:rPr>
        <w:t>3</w:t>
      </w:r>
      <w:r w:rsidR="0083710E" w:rsidRPr="00A448DD">
        <w:rPr>
          <w:lang w:val="bg-BG"/>
        </w:rPr>
        <w:t xml:space="preserve"> </w:t>
      </w:r>
      <w:bookmarkEnd w:id="2"/>
      <w:bookmarkEnd w:id="3"/>
      <w:bookmarkEnd w:id="4"/>
      <w:r w:rsidR="00E1632B" w:rsidRPr="00A448DD">
        <w:rPr>
          <w:lang w:val="bg-BG"/>
        </w:rPr>
        <w:t>юни</w:t>
      </w:r>
      <w:r w:rsidR="0083710E" w:rsidRPr="00A448DD">
        <w:rPr>
          <w:lang w:val="bg-BG"/>
        </w:rPr>
        <w:t xml:space="preserve"> 202</w:t>
      </w:r>
      <w:r w:rsidR="00E1632B" w:rsidRPr="00A448DD">
        <w:rPr>
          <w:lang w:val="bg-BG"/>
        </w:rPr>
        <w:t>2</w:t>
      </w:r>
      <w:r w:rsidR="00F23532">
        <w:rPr>
          <w:lang w:val="bg-BG"/>
        </w:rPr>
        <w:t xml:space="preserve"> </w:t>
      </w:r>
      <w:r w:rsidR="0083710E" w:rsidRPr="0083710E">
        <w:rPr>
          <w:lang w:val="bg-BG"/>
        </w:rPr>
        <w:t xml:space="preserve">г.,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2E0A30" w:rsidRPr="002E0A30">
        <w:rPr>
          <w:sz w:val="26"/>
          <w:szCs w:val="26"/>
          <w:lang w:val="bg-BG"/>
        </w:rPr>
        <w:t>ПО-09-</w:t>
      </w:r>
      <w:r w:rsidR="006D6C03" w:rsidRPr="00A448DD">
        <w:rPr>
          <w:sz w:val="26"/>
          <w:szCs w:val="26"/>
          <w:lang w:val="bg-BG"/>
        </w:rPr>
        <w:t>28</w:t>
      </w:r>
      <w:r w:rsidR="00134790">
        <w:rPr>
          <w:sz w:val="26"/>
          <w:szCs w:val="26"/>
          <w:lang w:val="bg-BG"/>
        </w:rPr>
        <w:t>60</w:t>
      </w:r>
      <w:r w:rsidR="002E0A30" w:rsidRPr="002E0A30">
        <w:rPr>
          <w:sz w:val="26"/>
          <w:szCs w:val="26"/>
          <w:lang w:val="bg-BG"/>
        </w:rPr>
        <w:t>/</w:t>
      </w:r>
      <w:r w:rsidR="006D6C03" w:rsidRPr="00A448DD">
        <w:rPr>
          <w:sz w:val="26"/>
          <w:szCs w:val="26"/>
          <w:lang w:val="bg-BG"/>
        </w:rPr>
        <w:t>19</w:t>
      </w:r>
      <w:r w:rsidR="002E0A30" w:rsidRPr="002E0A30">
        <w:rPr>
          <w:sz w:val="26"/>
          <w:szCs w:val="26"/>
          <w:lang w:val="bg-BG"/>
        </w:rPr>
        <w:t>.0</w:t>
      </w:r>
      <w:r w:rsidR="005A5B96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.20</w:t>
      </w:r>
      <w:r w:rsidR="005A5B96">
        <w:rPr>
          <w:sz w:val="26"/>
          <w:szCs w:val="26"/>
          <w:lang w:val="bg-BG"/>
        </w:rPr>
        <w:t>2</w:t>
      </w:r>
      <w:r w:rsidR="00CC444F">
        <w:rPr>
          <w:sz w:val="26"/>
          <w:szCs w:val="26"/>
          <w:lang w:val="bg-BG"/>
        </w:rPr>
        <w:t>2</w:t>
      </w:r>
      <w:r w:rsidR="003D26C6">
        <w:rPr>
          <w:sz w:val="26"/>
          <w:szCs w:val="26"/>
          <w:lang w:val="bg-BG"/>
        </w:rPr>
        <w:t xml:space="preserve"> </w:t>
      </w:r>
      <w:r w:rsidR="002E0A30" w:rsidRPr="002E0A30">
        <w:rPr>
          <w:sz w:val="26"/>
          <w:szCs w:val="26"/>
          <w:lang w:val="bg-BG"/>
        </w:rPr>
        <w:t>г</w:t>
      </w:r>
      <w:r w:rsidR="003D26C6">
        <w:rPr>
          <w:sz w:val="26"/>
          <w:szCs w:val="26"/>
          <w:lang w:val="bg-BG"/>
        </w:rPr>
        <w:t>.</w:t>
      </w:r>
    </w:p>
    <w:p w14:paraId="3957F2DB" w14:textId="77777777" w:rsidR="00034F6D" w:rsidRPr="00197F75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197F75" w:rsidRDefault="00034F6D" w:rsidP="008F3A6E">
      <w:pPr>
        <w:ind w:firstLine="709"/>
        <w:jc w:val="center"/>
        <w:rPr>
          <w:lang w:val="bg-BG"/>
        </w:rPr>
      </w:pPr>
    </w:p>
    <w:p w14:paraId="790F0D27" w14:textId="7A6299AC" w:rsidR="00E52E11" w:rsidRDefault="00E52E11" w:rsidP="005745ED">
      <w:pPr>
        <w:ind w:firstLine="720"/>
        <w:jc w:val="both"/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134790">
        <w:rPr>
          <w:b/>
          <w:u w:val="single"/>
          <w:lang w:val="bg-BG"/>
        </w:rPr>
        <w:t>служебно разпределение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197F75">
        <w:rPr>
          <w:lang w:val="bg-BG"/>
        </w:rPr>
        <w:t>.</w:t>
      </w:r>
      <w:r w:rsidR="00134790">
        <w:rPr>
          <w:lang w:val="bg-BG"/>
        </w:rPr>
        <w:t>Делян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134790">
        <w:rPr>
          <w:lang w:val="bg-BG"/>
        </w:rPr>
        <w:t>20626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11621C">
        <w:rPr>
          <w:lang w:val="bg-BG"/>
        </w:rPr>
        <w:t>Бо</w:t>
      </w:r>
      <w:r w:rsidR="006D6C03">
        <w:rPr>
          <w:lang w:val="bg-BG"/>
        </w:rPr>
        <w:t>журище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470B1ED9" w14:textId="77777777" w:rsidR="00134790" w:rsidRPr="00134790" w:rsidRDefault="00134790" w:rsidP="005745ED">
      <w:pPr>
        <w:ind w:firstLine="720"/>
        <w:jc w:val="both"/>
      </w:pPr>
    </w:p>
    <w:tbl>
      <w:tblPr>
        <w:tblW w:w="1034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299"/>
      </w:tblGrid>
      <w:tr w:rsidR="00134790" w14:paraId="69820CB8" w14:textId="77777777" w:rsidTr="00134790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F4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57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05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80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  <w:tc>
          <w:tcPr>
            <w:tcW w:w="22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83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Собственик</w:t>
            </w:r>
          </w:p>
        </w:tc>
      </w:tr>
      <w:tr w:rsidR="00134790" w:rsidRPr="00A80A6A" w14:paraId="32236A2C" w14:textId="77777777" w:rsidTr="00134790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CC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4C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69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D9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766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D97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19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  <w:tc>
          <w:tcPr>
            <w:tcW w:w="22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17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11A1EC2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F6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72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D4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67D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0BD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DF0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F1D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19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432413D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93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E14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BC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B5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84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60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32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81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ГРП</w:t>
            </w:r>
          </w:p>
        </w:tc>
      </w:tr>
      <w:tr w:rsidR="00134790" w14:paraId="5EB886E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8D9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DC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73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3F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CB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829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828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2F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0637547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D6E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28C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676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7B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02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CC5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F54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DA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АРБ и др.</w:t>
            </w:r>
          </w:p>
        </w:tc>
      </w:tr>
      <w:tr w:rsidR="00134790" w14:paraId="1DBBE69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8F0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B0C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77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B3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80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B22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5A2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9C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7DC54A5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4F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C5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2E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33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41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D5D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8E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75C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6CA2BCA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8D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E78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FC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5D4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09A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7C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43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65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СЛГ</w:t>
            </w:r>
          </w:p>
        </w:tc>
      </w:tr>
      <w:tr w:rsidR="00134790" w14:paraId="06301DD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CAC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4B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807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55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11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254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C9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0B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СРВ</w:t>
            </w:r>
          </w:p>
        </w:tc>
      </w:tr>
      <w:tr w:rsidR="00134790" w14:paraId="1E625B8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67A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785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28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EF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A65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A0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45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B9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ПЙН</w:t>
            </w:r>
          </w:p>
        </w:tc>
      </w:tr>
      <w:tr w:rsidR="00134790" w14:paraId="1D194DA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DDB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24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59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9A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F7C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A1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613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A5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66A6539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44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48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0B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8DD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29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9F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85A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5C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4680E8A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FB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06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D05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AB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0C8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FE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FB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3D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РВП</w:t>
            </w:r>
          </w:p>
        </w:tc>
      </w:tr>
      <w:tr w:rsidR="00134790" w14:paraId="37EBD32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9D5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43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17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E06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BE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A7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B2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8F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ПИВ</w:t>
            </w:r>
          </w:p>
        </w:tc>
      </w:tr>
      <w:tr w:rsidR="00134790" w14:paraId="5150A02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14B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D0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17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59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5E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F3D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DC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697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14:paraId="02EC40A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10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3D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A3B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EE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7B4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32F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27A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62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4B32A26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12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6B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98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25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B54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522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24E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AC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20CC541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C77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D4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BBC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0B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1A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391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17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2FF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75D22D1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7A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79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89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8C9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D7A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CA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67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4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ЕКМ</w:t>
            </w:r>
          </w:p>
        </w:tc>
      </w:tr>
      <w:tr w:rsidR="00134790" w14:paraId="69F5E28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96C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89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C6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64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FE5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71B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94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713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51AEFDC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90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"АГРОБИОКОНСУЛТ 2013"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56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107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B59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8F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9C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CD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B4B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</w:t>
            </w:r>
          </w:p>
        </w:tc>
      </w:tr>
      <w:tr w:rsidR="00134790" w14:paraId="7BFC784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A77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5D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32F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395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102.769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1D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C47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3B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94.42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70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12E99E2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6F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23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3D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873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BD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8B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1DA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626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СЛГ</w:t>
            </w:r>
          </w:p>
        </w:tc>
      </w:tr>
      <w:tr w:rsidR="00134790" w14:paraId="2355F38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E3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736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DCA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0B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7B0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40E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124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6C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59094FC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23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40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F13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1AE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C3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30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6D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2D1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АИЛ</w:t>
            </w:r>
          </w:p>
        </w:tc>
      </w:tr>
      <w:tr w:rsidR="00134790" w14:paraId="3B75048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F0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B2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51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8F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B3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E34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871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7A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ДЛГ</w:t>
            </w:r>
          </w:p>
        </w:tc>
      </w:tr>
      <w:tr w:rsidR="00134790" w14:paraId="0CA2704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C3D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17F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26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4D0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53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6A5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924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3CB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КЛГ</w:t>
            </w:r>
          </w:p>
        </w:tc>
      </w:tr>
      <w:tr w:rsidR="00134790" w14:paraId="2D4431B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9FC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AA6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0C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B7A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8B3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1FC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77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79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09064E9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A1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0D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82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1AC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C06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00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00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59E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ЙНА</w:t>
            </w:r>
          </w:p>
        </w:tc>
      </w:tr>
      <w:tr w:rsidR="00134790" w14:paraId="389EF1F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199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EE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BB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F89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C0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97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5E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ДЛГ</w:t>
            </w:r>
          </w:p>
        </w:tc>
      </w:tr>
      <w:tr w:rsidR="00134790" w14:paraId="43C12A2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5DB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D91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C04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C2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83C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9D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A3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F0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КЛГ</w:t>
            </w:r>
          </w:p>
        </w:tc>
      </w:tr>
      <w:tr w:rsidR="00134790" w14:paraId="18D8E44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33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BAF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53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75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B1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DC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EE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A0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КЯЧ</w:t>
            </w:r>
          </w:p>
        </w:tc>
      </w:tr>
      <w:tr w:rsidR="00134790" w14:paraId="1B45ECA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A35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36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10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56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71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46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82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C4A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:rsidRPr="00A80A6A" w14:paraId="5344B01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69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91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4F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22F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A1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13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07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74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1052606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33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C3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9D5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A7D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A5B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7C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572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AB9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АРБ и др.</w:t>
            </w:r>
          </w:p>
        </w:tc>
      </w:tr>
      <w:tr w:rsidR="00134790" w14:paraId="5A18389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B2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007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B6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149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679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6C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FB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FE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ПИВ</w:t>
            </w:r>
          </w:p>
        </w:tc>
      </w:tr>
      <w:tr w:rsidR="00134790" w14:paraId="448498C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DE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22E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31D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773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8A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9C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13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D0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РМТ и др.</w:t>
            </w:r>
          </w:p>
        </w:tc>
      </w:tr>
      <w:tr w:rsidR="00134790" w14:paraId="147B6AA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2E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736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99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B5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02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12C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FA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12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ДКЯ</w:t>
            </w:r>
          </w:p>
        </w:tc>
      </w:tr>
      <w:tr w:rsidR="00134790" w14:paraId="1D19296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93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B71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A1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8D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C2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54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06C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2A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АМА</w:t>
            </w:r>
          </w:p>
        </w:tc>
      </w:tr>
      <w:tr w:rsidR="00134790" w14:paraId="286F60E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742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9EF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D7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2E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8C3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56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25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C7C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ЕКМ</w:t>
            </w:r>
          </w:p>
        </w:tc>
      </w:tr>
      <w:tr w:rsidR="00134790" w14:paraId="1B237C8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6E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1D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B0F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35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F4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F3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B79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BB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01F09D3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D8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32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B1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91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87E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88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93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E6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ААИ</w:t>
            </w:r>
          </w:p>
        </w:tc>
      </w:tr>
      <w:tr w:rsidR="00134790" w14:paraId="7127279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CE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BD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15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E2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C3B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7F6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E70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9C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5EE22F3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3C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25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B89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D4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7FB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EED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40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B6A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4358A5E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03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30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D91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C6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D09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0A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44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B0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380242C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DC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03D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1F1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4C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C86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F0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4C24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CFD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600F5B4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865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987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1F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AB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97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F2E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1C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25B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С.И.Г. ООД</w:t>
            </w:r>
          </w:p>
        </w:tc>
      </w:tr>
      <w:tr w:rsidR="00134790" w14:paraId="6EC8792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DCD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A4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89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E9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F54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8B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073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D5F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КАС</w:t>
            </w:r>
          </w:p>
        </w:tc>
      </w:tr>
      <w:tr w:rsidR="00134790" w14:paraId="6C419C9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C6C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6F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E9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439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85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74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40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51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ИМР и др.</w:t>
            </w:r>
          </w:p>
        </w:tc>
      </w:tr>
      <w:tr w:rsidR="00134790" w14:paraId="197A279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108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A0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3A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73F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DC9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61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5F7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501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2707E77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67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75B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C43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5E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96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9F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D54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3C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6B96CBF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99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BD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B7A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C0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922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08B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C1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C6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АРБ и др.</w:t>
            </w:r>
          </w:p>
        </w:tc>
      </w:tr>
      <w:tr w:rsidR="00134790" w14:paraId="132B2BC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6D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EF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C35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9A5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8B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5C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E54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F9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РВП</w:t>
            </w:r>
          </w:p>
        </w:tc>
      </w:tr>
      <w:tr w:rsidR="00134790" w14:paraId="4BB667A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3C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A9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7B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5F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158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75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56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09B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1A16CC9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261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65F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071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72C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C3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62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C85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0D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14:paraId="08894A6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296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76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D2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827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513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D6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AE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63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11C0082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2E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D8F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FF5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8B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A05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D1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B7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9A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421CFA3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5BE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92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F51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FCF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58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AF9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7C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02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АРП</w:t>
            </w:r>
          </w:p>
        </w:tc>
      </w:tr>
      <w:tr w:rsidR="00134790" w14:paraId="1A68A1C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B4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D0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E20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FE2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93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9E8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A0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B7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47A48CB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80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192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06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7C0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27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2D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50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C03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АРБ и др.</w:t>
            </w:r>
          </w:p>
        </w:tc>
      </w:tr>
      <w:tr w:rsidR="00134790" w14:paraId="0A6BB0E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6BD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A2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C3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27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FF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BC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33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27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228F24E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E79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30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83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03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FA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35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EF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AB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401296D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E0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C70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354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DB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F4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66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43C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7A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55A6B51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1FF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567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9E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7A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E9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89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D5E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2A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ДВИ</w:t>
            </w:r>
          </w:p>
        </w:tc>
      </w:tr>
      <w:tr w:rsidR="00134790" w14:paraId="6A4E501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29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B1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44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36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AFE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85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35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37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АЗМ</w:t>
            </w:r>
          </w:p>
        </w:tc>
      </w:tr>
      <w:tr w:rsidR="00134790" w14:paraId="3347435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2FE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CDC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C4A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55C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22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BE7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E8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DDF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СРВ</w:t>
            </w:r>
          </w:p>
        </w:tc>
      </w:tr>
      <w:tr w:rsidR="00134790" w14:paraId="579E1E5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069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0D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195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054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392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7B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5CE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A6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ГРП</w:t>
            </w:r>
          </w:p>
        </w:tc>
      </w:tr>
      <w:tr w:rsidR="00134790" w14:paraId="432D7C1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EB5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50F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75F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03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CE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114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2A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26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319A72A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20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8E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3E0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91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22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5A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21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59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РОСАГРОФОНД ООД</w:t>
            </w:r>
          </w:p>
        </w:tc>
      </w:tr>
      <w:tr w:rsidR="00134790" w14:paraId="1B8D4E7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4D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2F0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E5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4BC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8E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98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E4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B94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4E19FCE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F6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B4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261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372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2FE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79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19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8A5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ГМВ</w:t>
            </w:r>
          </w:p>
        </w:tc>
      </w:tr>
      <w:tr w:rsidR="00134790" w14:paraId="5876CAA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FB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7C3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6B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993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60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D9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E5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41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ПЙН</w:t>
            </w:r>
          </w:p>
        </w:tc>
      </w:tr>
      <w:tr w:rsidR="00134790" w14:paraId="5D60F6D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8B6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E17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524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B6E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986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118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BC7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554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04C747C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9F4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"БИО АГРИКО 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43D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070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DEC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675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6FA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2FA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69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НМВ</w:t>
            </w:r>
          </w:p>
        </w:tc>
      </w:tr>
      <w:tr w:rsidR="00134790" w14:paraId="47B3991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E9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20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BE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9F3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246.262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AF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FF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24.742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B5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470.10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86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12568DB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5B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99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66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8D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35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D1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903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86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САТ</w:t>
            </w:r>
          </w:p>
        </w:tc>
      </w:tr>
      <w:tr w:rsidR="00134790" w14:paraId="47865E3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00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9F4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2FD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86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4D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24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A1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CE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:rsidRPr="00A80A6A" w14:paraId="427ADFF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88C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325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AFC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5F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9D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E4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93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8A7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:rsidRPr="00A80A6A" w14:paraId="0800D46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5C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F6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AA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09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88E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B9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035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54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361D5C8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041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DD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89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008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F9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90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CA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56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РМТ</w:t>
            </w:r>
          </w:p>
        </w:tc>
      </w:tr>
      <w:tr w:rsidR="00134790" w14:paraId="7DBE889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94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447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29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90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5C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69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56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AC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64E3834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A6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466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55C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8CF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D96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DAA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25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576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..СЕРЕС ЕАД</w:t>
            </w:r>
          </w:p>
        </w:tc>
      </w:tr>
      <w:tr w:rsidR="00134790" w14:paraId="39B36B9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EA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02B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DE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55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3C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37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B9E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ED6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АРП</w:t>
            </w:r>
          </w:p>
        </w:tc>
      </w:tr>
      <w:tr w:rsidR="00134790" w14:paraId="54F128E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2F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3B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56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4A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31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18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13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59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436CC30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C3C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24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9C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DC3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6F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AE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AE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9B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ВКМ</w:t>
            </w:r>
          </w:p>
        </w:tc>
      </w:tr>
      <w:tr w:rsidR="00134790" w14:paraId="18010B4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D7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EA3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EF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D09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2CA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E1F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96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174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СТИ</w:t>
            </w:r>
          </w:p>
        </w:tc>
      </w:tr>
      <w:tr w:rsidR="00134790" w14:paraId="1568655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97A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7C2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35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2F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BBD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1BC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057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45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5CE6B07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4D2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"ЕЛ.ГРУП"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80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46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CB8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E7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9AF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FA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27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087329D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35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5D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218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58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69.911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5C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AB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17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AD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1498D88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61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A21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4F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67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88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AA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1A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A5A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СЛГ</w:t>
            </w:r>
          </w:p>
        </w:tc>
      </w:tr>
      <w:tr w:rsidR="00134790" w14:paraId="1A5A0AC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7D6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10C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08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D3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14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86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0D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3D2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1113D26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82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26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E0F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BF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80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0D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84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B4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79263A0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BD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C93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5C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0BD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E3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62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B4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DF0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ВИБ и др.</w:t>
            </w:r>
          </w:p>
        </w:tc>
      </w:tr>
      <w:tr w:rsidR="00134790" w14:paraId="24728AA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D4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3C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2FF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7E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0C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B8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A76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3C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ДЛГ</w:t>
            </w:r>
          </w:p>
        </w:tc>
      </w:tr>
      <w:tr w:rsidR="00134790" w14:paraId="10C7FCC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17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A3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9D4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CAF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2B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5B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91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95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0888FBD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98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FB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3F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A78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9DD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7BB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AA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136.74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44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ГАШ</w:t>
            </w:r>
          </w:p>
        </w:tc>
      </w:tr>
      <w:tr w:rsidR="00134790" w14:paraId="772B5E3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1FF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45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2B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A0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75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F2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59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D27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7C75690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995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F5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58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C9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44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31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17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F3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ЛМП</w:t>
            </w:r>
          </w:p>
        </w:tc>
      </w:tr>
      <w:tr w:rsidR="00134790" w14:paraId="497F78F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85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8D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4E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A9F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AD9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E40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81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969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7D7BCC2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47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28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1E5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A60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D6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1D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C94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99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СПА</w:t>
            </w:r>
          </w:p>
        </w:tc>
      </w:tr>
      <w:tr w:rsidR="00134790" w14:paraId="21282C2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DE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B58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A6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28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B1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7B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92B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0C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КЛГ</w:t>
            </w:r>
          </w:p>
        </w:tc>
      </w:tr>
      <w:tr w:rsidR="00134790" w14:paraId="496FF9B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BA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F9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DA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1D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3F2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8D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AF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73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СМК</w:t>
            </w:r>
          </w:p>
        </w:tc>
      </w:tr>
      <w:tr w:rsidR="00134790" w14:paraId="4C5CC92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C70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632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44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ED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440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3D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27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C8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ТИЛ</w:t>
            </w:r>
          </w:p>
        </w:tc>
      </w:tr>
      <w:tr w:rsidR="00134790" w14:paraId="0654797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D2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E9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596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EA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7A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13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CC0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15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АЗМ</w:t>
            </w:r>
          </w:p>
        </w:tc>
      </w:tr>
      <w:tr w:rsidR="00134790" w14:paraId="5870E7B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01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76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CE0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3C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3F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FDD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1D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B6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:rsidRPr="00A80A6A" w14:paraId="1FE3697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4C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5F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C4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B0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DE0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13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2C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E68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2BA412C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4E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35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BF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39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1F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9D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108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55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СТИ</w:t>
            </w:r>
          </w:p>
        </w:tc>
      </w:tr>
      <w:tr w:rsidR="00134790" w14:paraId="2ED04EC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AB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07E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40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36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44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206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36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BD6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 и др.</w:t>
            </w:r>
          </w:p>
        </w:tc>
      </w:tr>
      <w:tr w:rsidR="00134790" w14:paraId="17810E6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A17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58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0F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8B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458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220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B3A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743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КСВ</w:t>
            </w:r>
          </w:p>
        </w:tc>
      </w:tr>
      <w:tr w:rsidR="00134790" w14:paraId="6849CEC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253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28C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75E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68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612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1D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31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F6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СРВ</w:t>
            </w:r>
          </w:p>
        </w:tc>
      </w:tr>
      <w:tr w:rsidR="00134790" w14:paraId="3CF6030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8C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F8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A4C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6F6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D69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6D3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9A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3B0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ТИЛ</w:t>
            </w:r>
          </w:p>
        </w:tc>
      </w:tr>
      <w:tr w:rsidR="00134790" w14:paraId="492132A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EDA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86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55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B0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15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97F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DF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275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АТБ</w:t>
            </w:r>
          </w:p>
        </w:tc>
      </w:tr>
      <w:tr w:rsidR="00134790" w14:paraId="7162F55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16D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44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C6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8B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AF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F23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7A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CA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АБИ</w:t>
            </w:r>
          </w:p>
        </w:tc>
      </w:tr>
      <w:tr w:rsidR="00134790" w14:paraId="0364DDE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F9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F0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E8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EA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5F9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E57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B0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70.82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CAA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СТБ</w:t>
            </w:r>
          </w:p>
        </w:tc>
      </w:tr>
      <w:tr w:rsidR="00134790" w14:paraId="2B2C310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177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02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D3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E19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85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4DB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ED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32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ДМБ</w:t>
            </w:r>
          </w:p>
        </w:tc>
      </w:tr>
      <w:tr w:rsidR="00134790" w14:paraId="7C3346C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0DC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5B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DA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A17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DF8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85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92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EA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ТАС</w:t>
            </w:r>
          </w:p>
        </w:tc>
      </w:tr>
      <w:tr w:rsidR="00134790" w14:paraId="15E5C12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A3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AD9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B0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085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02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3C8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310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23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КИГ и др.</w:t>
            </w:r>
          </w:p>
        </w:tc>
      </w:tr>
      <w:tr w:rsidR="00134790" w14:paraId="3F7CE44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66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CC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1A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4B0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982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00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17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E3F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КАС</w:t>
            </w:r>
          </w:p>
        </w:tc>
      </w:tr>
      <w:tr w:rsidR="00134790" w14:paraId="6F0FF71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08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69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369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403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C1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08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1A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98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С.И.Г. ООД</w:t>
            </w:r>
          </w:p>
        </w:tc>
      </w:tr>
      <w:tr w:rsidR="00134790" w14:paraId="144D7E9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66E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21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A76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69D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70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675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2E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66.04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BF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НАШ</w:t>
            </w:r>
          </w:p>
        </w:tc>
      </w:tr>
      <w:tr w:rsidR="00134790" w14:paraId="082BAD4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E9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55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A2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61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F2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3EF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0A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71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СКШ</w:t>
            </w:r>
          </w:p>
        </w:tc>
      </w:tr>
      <w:tr w:rsidR="00134790" w:rsidRPr="00A80A6A" w14:paraId="1E9B737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38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AC4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15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B6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B8F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A9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3B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17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43BA7AE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D7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93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88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9D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4E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3E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229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20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АРП</w:t>
            </w:r>
          </w:p>
        </w:tc>
      </w:tr>
      <w:tr w:rsidR="00134790" w14:paraId="2F5CB9D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F2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28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AA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640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79D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2BC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B20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F7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581F6F5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1A5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5A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4A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F98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419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5A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DF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375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5F05E7E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2D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15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2B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182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59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D4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97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D17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ПЙН</w:t>
            </w:r>
          </w:p>
        </w:tc>
      </w:tr>
      <w:tr w:rsidR="00134790" w14:paraId="3A4029F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CA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C4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54A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00A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57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AE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2F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09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АИЛ</w:t>
            </w:r>
          </w:p>
        </w:tc>
      </w:tr>
      <w:tr w:rsidR="00134790" w14:paraId="66F1F8C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5E8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C24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41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80A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50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3B4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237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BC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ВИБ и др.</w:t>
            </w:r>
          </w:p>
        </w:tc>
      </w:tr>
      <w:tr w:rsidR="00134790" w14:paraId="409E461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E3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EE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86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FC9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79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F1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AF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38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ГРП</w:t>
            </w:r>
          </w:p>
        </w:tc>
      </w:tr>
      <w:tr w:rsidR="00134790" w14:paraId="7DC73F6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2EE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180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0C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2A8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E30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C7D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567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68A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АЕБ</w:t>
            </w:r>
          </w:p>
        </w:tc>
      </w:tr>
      <w:tr w:rsidR="00134790" w14:paraId="56B9E31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DA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1F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B18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49B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89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0B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B1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34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ВРП</w:t>
            </w:r>
          </w:p>
        </w:tc>
      </w:tr>
      <w:tr w:rsidR="00134790" w14:paraId="4CD39E7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04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BC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38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B21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EE5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56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582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78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00244C5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40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61F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2EC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9F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B8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9B8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CF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E8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АРП</w:t>
            </w:r>
          </w:p>
        </w:tc>
      </w:tr>
      <w:tr w:rsidR="00134790" w14:paraId="77748BF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95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КЕНТОН-ВАСИЛ ВАСИЛЕВ 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89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651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D5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41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616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CD9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EB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ДЛГ</w:t>
            </w:r>
          </w:p>
        </w:tc>
      </w:tr>
      <w:tr w:rsidR="00134790" w14:paraId="28553D9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54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6C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0C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4E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181.712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C3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E3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47.506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CF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902.61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09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1829090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C0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89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21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0A0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38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5B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6C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E4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ДЛГ</w:t>
            </w:r>
          </w:p>
        </w:tc>
      </w:tr>
      <w:tr w:rsidR="00134790" w14:paraId="6F8EA75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F6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B5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621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60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85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E5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F6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3B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СЛГ</w:t>
            </w:r>
          </w:p>
        </w:tc>
      </w:tr>
      <w:tr w:rsidR="00134790" w14:paraId="345F845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EC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63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966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51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B5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DD3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F3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84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5AC8A4C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2C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AF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7EF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C6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F5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DEB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31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2DD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АЗМ</w:t>
            </w:r>
          </w:p>
        </w:tc>
      </w:tr>
      <w:tr w:rsidR="00134790" w14:paraId="5EC03C9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BA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A90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BBC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F63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BB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80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28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6A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044B972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D7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CAC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CFB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27F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CE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3B0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A9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ECA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КЛГ</w:t>
            </w:r>
          </w:p>
        </w:tc>
      </w:tr>
      <w:tr w:rsidR="00134790" w14:paraId="03874D4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24F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A0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2A0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37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795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2F7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AF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D86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АРБ и др.</w:t>
            </w:r>
          </w:p>
        </w:tc>
      </w:tr>
      <w:tr w:rsidR="00134790" w14:paraId="61DF807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1A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B4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98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734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F0D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D52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9E8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68A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47DBB81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38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8AC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22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D5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155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940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24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2C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7CD3931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61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9F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74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06B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3F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65D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1F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45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636CF8A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6B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712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56D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54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772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14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57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A6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49F581A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6C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55C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1F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FF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1F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8A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5B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F9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ОАП</w:t>
            </w:r>
          </w:p>
        </w:tc>
      </w:tr>
      <w:tr w:rsidR="00134790" w:rsidRPr="00A80A6A" w14:paraId="02D170A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AB3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721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D8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BE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9D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6A9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32F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88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:rsidRPr="00A448DD" w14:paraId="5E8A5BB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0D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3F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37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D3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53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05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7C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61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533C6F7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A8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27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BC1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F61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EBB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4A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1A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EB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АЗМ</w:t>
            </w:r>
          </w:p>
        </w:tc>
      </w:tr>
      <w:tr w:rsidR="00134790" w14:paraId="3EC168D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E2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95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AB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12F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B1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0F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16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50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742DB8B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07F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C6C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0E22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3D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B0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4C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586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39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3716C9A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4E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487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49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535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329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43D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B8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E10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ДНБ и др.</w:t>
            </w:r>
          </w:p>
        </w:tc>
      </w:tr>
      <w:tr w:rsidR="00134790" w14:paraId="074B829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ED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"ЕТ СВЕТЛА ВАСИЛЕВА- ГРАЦИЯ"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6F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80D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26C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F1C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96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F4A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4D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ТИЛ</w:t>
            </w:r>
          </w:p>
        </w:tc>
      </w:tr>
      <w:tr w:rsidR="00134790" w14:paraId="7D11C63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28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75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71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A6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101.229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C4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B6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22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0BA2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02C79E2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8B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EEE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FB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87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E32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FE0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80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B3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2330B29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9F4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8D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45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C6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67B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1F3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D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2F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ССВ</w:t>
            </w:r>
          </w:p>
        </w:tc>
      </w:tr>
      <w:tr w:rsidR="00134790" w14:paraId="706EECE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F88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9F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A6A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35D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002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08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FC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1D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ЕБТ и др.</w:t>
            </w:r>
          </w:p>
        </w:tc>
      </w:tr>
      <w:tr w:rsidR="00134790" w14:paraId="2CF64FB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92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21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42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5E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52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60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630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F2E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САТ</w:t>
            </w:r>
          </w:p>
        </w:tc>
      </w:tr>
      <w:tr w:rsidR="00134790" w14:paraId="248365C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1C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1A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67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0C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74C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181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80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07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АЗМ</w:t>
            </w:r>
          </w:p>
        </w:tc>
      </w:tr>
      <w:tr w:rsidR="00134790" w14:paraId="64D7335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25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78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FE7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EC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D3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4F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5E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C0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0E840D9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94E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59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97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33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D6F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79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53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875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ЙИГ</w:t>
            </w:r>
          </w:p>
        </w:tc>
      </w:tr>
      <w:tr w:rsidR="00134790" w14:paraId="545BD03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AAE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271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916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27A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27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0A1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31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6C9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ГМВ</w:t>
            </w:r>
          </w:p>
        </w:tc>
      </w:tr>
      <w:tr w:rsidR="00134790" w14:paraId="2509EF0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95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FF4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2F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30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03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DC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2EF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A1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 и др.</w:t>
            </w:r>
          </w:p>
        </w:tc>
      </w:tr>
      <w:tr w:rsidR="00134790" w14:paraId="0E29D87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C7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58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396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DB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0D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DB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FCF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78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535C80A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288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A6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23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467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6B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B3F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5A4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0D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АЕК и др.</w:t>
            </w:r>
          </w:p>
        </w:tc>
      </w:tr>
      <w:tr w:rsidR="00134790" w14:paraId="599AC15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B6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B8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65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47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B8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96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C06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90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..СЕРЕС ЕАД</w:t>
            </w:r>
          </w:p>
        </w:tc>
      </w:tr>
      <w:tr w:rsidR="00134790" w14:paraId="6B97F0B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4B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4B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4EB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0BD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2D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02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29D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157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14:paraId="3AFF4E5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AD5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115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86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A5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47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4D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26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69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524D5DA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25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5E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08C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904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12E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DD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732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A0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СПА</w:t>
            </w:r>
          </w:p>
        </w:tc>
      </w:tr>
      <w:tr w:rsidR="00134790" w14:paraId="55FD1FE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E2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6F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91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C4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F2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08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C2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26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АРБ и др.</w:t>
            </w:r>
          </w:p>
        </w:tc>
      </w:tr>
      <w:tr w:rsidR="00134790" w14:paraId="067B78F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32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700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7D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B71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95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7D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D0D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149.81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EB7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ГГМ</w:t>
            </w:r>
          </w:p>
        </w:tc>
      </w:tr>
      <w:tr w:rsidR="00134790" w14:paraId="1A441AF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9B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5B2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F3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1E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B9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43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F1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9AB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АМТ</w:t>
            </w:r>
          </w:p>
        </w:tc>
      </w:tr>
      <w:tr w:rsidR="00134790" w14:paraId="7D21090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95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E6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2B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442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BF1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29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6E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137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42E4777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46A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92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524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580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D1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4A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FF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B9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СРВ</w:t>
            </w:r>
          </w:p>
        </w:tc>
      </w:tr>
      <w:tr w:rsidR="00134790" w14:paraId="503200C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6E9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A80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D0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08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22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791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3F4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23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341DA99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43E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1E3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11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31F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8E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22F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F5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A6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НМВ</w:t>
            </w:r>
          </w:p>
        </w:tc>
      </w:tr>
      <w:tr w:rsidR="00134790" w14:paraId="0099693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A9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1E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8F4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B77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24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812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91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C2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0EF952E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F9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4A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649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20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1B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64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7B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A6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СТИ</w:t>
            </w:r>
          </w:p>
        </w:tc>
      </w:tr>
      <w:tr w:rsidR="00134790" w14:paraId="530F2E0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50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61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54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1E7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9CA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044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A3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ABD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РМТ</w:t>
            </w:r>
          </w:p>
        </w:tc>
      </w:tr>
      <w:tr w:rsidR="00134790" w14:paraId="68975C1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4E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573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D55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A7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27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6A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8AD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83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АРБ и др.</w:t>
            </w:r>
          </w:p>
        </w:tc>
      </w:tr>
      <w:tr w:rsidR="00134790" w14:paraId="1A813E9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5A2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D3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1C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3E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B7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817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72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6C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МТС</w:t>
            </w:r>
          </w:p>
        </w:tc>
      </w:tr>
      <w:tr w:rsidR="00134790" w14:paraId="16C3957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63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794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06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F9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F1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7C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D8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C5F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</w:t>
            </w:r>
          </w:p>
        </w:tc>
      </w:tr>
      <w:tr w:rsidR="00134790" w14:paraId="3F52B65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96A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AC4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A9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48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645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75C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428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E5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ВПА</w:t>
            </w:r>
          </w:p>
        </w:tc>
      </w:tr>
      <w:tr w:rsidR="00134790" w14:paraId="737951A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61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FDE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79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B6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A64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36F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61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94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СРВ</w:t>
            </w:r>
          </w:p>
        </w:tc>
      </w:tr>
      <w:tr w:rsidR="00134790" w14:paraId="6C4794E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41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31B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97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B7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8C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583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4D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96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РТИ</w:t>
            </w:r>
          </w:p>
        </w:tc>
      </w:tr>
      <w:tr w:rsidR="00134790" w14:paraId="2717BFA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858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A1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30F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BEE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E1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7FE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FD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4C8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78051E8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5F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C12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4C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CD9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92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EF9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5BA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D6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ГРП</w:t>
            </w:r>
          </w:p>
        </w:tc>
      </w:tr>
      <w:tr w:rsidR="00134790" w14:paraId="156D897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33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E6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8F2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D09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80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1F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D6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49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ААИ</w:t>
            </w:r>
          </w:p>
        </w:tc>
      </w:tr>
      <w:tr w:rsidR="00134790" w14:paraId="1497420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56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222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7F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73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A0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7DF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CF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80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4AFE666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AB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796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D4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7D9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9F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92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14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44B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ГСК</w:t>
            </w:r>
          </w:p>
        </w:tc>
      </w:tr>
      <w:tr w:rsidR="00134790" w14:paraId="672A9AB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BFE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B0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5E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183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7B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80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965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F16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ВЙП и др.</w:t>
            </w:r>
          </w:p>
        </w:tc>
      </w:tr>
      <w:tr w:rsidR="00134790" w14:paraId="5D90D50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8A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69F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AC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38E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7F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F9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C1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CFC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</w:t>
            </w:r>
          </w:p>
        </w:tc>
      </w:tr>
      <w:tr w:rsidR="00134790" w14:paraId="3BB633E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975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A7C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767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6E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9C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50C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8E0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7C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54B5111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26D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56A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CFB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471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73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14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6D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7A7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КЙА</w:t>
            </w:r>
          </w:p>
        </w:tc>
      </w:tr>
      <w:tr w:rsidR="00134790" w14:paraId="19FCC5D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D72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CF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E0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B58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B3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EC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71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CE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ИМР и др.</w:t>
            </w:r>
          </w:p>
        </w:tc>
      </w:tr>
      <w:tr w:rsidR="00134790" w14:paraId="7D6596F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1A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41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93E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EC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30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857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C7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E9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ВХВ</w:t>
            </w:r>
          </w:p>
        </w:tc>
      </w:tr>
      <w:tr w:rsidR="00134790" w14:paraId="19E740F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5D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FE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35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63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A1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F8A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06B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027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09C3E1C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22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99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B98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D0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05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5CC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9E4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87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РТИ</w:t>
            </w:r>
          </w:p>
        </w:tc>
      </w:tr>
      <w:tr w:rsidR="00134790" w14:paraId="3827AE4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8F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6D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E9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B0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A59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C3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C7A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C3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МСР и др.</w:t>
            </w:r>
          </w:p>
        </w:tc>
      </w:tr>
      <w:tr w:rsidR="00134790" w14:paraId="57B1EBE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CF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F5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37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6D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3E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3B5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0FB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46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ПЙН</w:t>
            </w:r>
          </w:p>
        </w:tc>
      </w:tr>
      <w:tr w:rsidR="00134790" w14:paraId="319907D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3A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EF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34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B7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02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65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D79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E0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БХК</w:t>
            </w:r>
          </w:p>
        </w:tc>
      </w:tr>
      <w:tr w:rsidR="00134790" w14:paraId="5398632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E46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57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9F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F1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7EA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1CD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48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2C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ВРВ</w:t>
            </w:r>
          </w:p>
        </w:tc>
      </w:tr>
      <w:tr w:rsidR="00134790" w14:paraId="5643C41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1F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010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E0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494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A6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C8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4D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CC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РВП</w:t>
            </w:r>
          </w:p>
        </w:tc>
      </w:tr>
      <w:tr w:rsidR="00134790" w14:paraId="7284D4C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5C5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FD2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82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7E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B7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6D3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C1A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30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ИМР и др.</w:t>
            </w:r>
          </w:p>
        </w:tc>
      </w:tr>
      <w:tr w:rsidR="00134790" w14:paraId="605C2AC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6B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51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46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94B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466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E1C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5B7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E87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2241375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27B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4C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AB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BF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B9B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D1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6C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77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1E410DC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B5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93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B2D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D5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CD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F5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6D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C8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ОАП</w:t>
            </w:r>
          </w:p>
        </w:tc>
      </w:tr>
      <w:tr w:rsidR="00134790" w14:paraId="0BA1E4A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E0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66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A8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82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C8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F4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C6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AC7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 и др.</w:t>
            </w:r>
          </w:p>
        </w:tc>
      </w:tr>
      <w:tr w:rsidR="00134790" w14:paraId="14C824A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D42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F4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2E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25E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97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353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B5E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12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ССВ</w:t>
            </w:r>
          </w:p>
        </w:tc>
      </w:tr>
      <w:tr w:rsidR="00134790" w14:paraId="2E191B1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C7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A4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E3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7C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E72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7E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D7B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D4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 и др.</w:t>
            </w:r>
          </w:p>
        </w:tc>
      </w:tr>
      <w:tr w:rsidR="00134790" w14:paraId="2953D5E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056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0B2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9C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91F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69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89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3A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006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2652713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93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DB9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554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70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299.142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F7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920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11.119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53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211.26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F46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3F69744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AE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F0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EF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38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55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85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AC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306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ТКЯ</w:t>
            </w:r>
          </w:p>
        </w:tc>
      </w:tr>
      <w:tr w:rsidR="00134790" w14:paraId="35E17FA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F18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08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6E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94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5B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06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C5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73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060C219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E0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6A6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DD9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AD2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E6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9E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546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8C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35ED860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4B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45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8D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E0B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2A6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55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55D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381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ДМИ</w:t>
            </w:r>
          </w:p>
        </w:tc>
      </w:tr>
      <w:tr w:rsidR="00134790" w14:paraId="44534E1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C3F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E9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1E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4C9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E09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BB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DA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24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АСИ</w:t>
            </w:r>
          </w:p>
        </w:tc>
      </w:tr>
      <w:tr w:rsidR="00134790" w14:paraId="3D9E2ED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7B1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AF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C7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40F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9F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E3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DE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C08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КЯЧ</w:t>
            </w:r>
          </w:p>
        </w:tc>
      </w:tr>
      <w:tr w:rsidR="00134790" w14:paraId="767BB3F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75B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1DB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215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2E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069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3DD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CF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83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ЕФН</w:t>
            </w:r>
          </w:p>
        </w:tc>
      </w:tr>
      <w:tr w:rsidR="00134790" w14:paraId="767F634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3AE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24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08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10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07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E9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97C2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4F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ДКЯ</w:t>
            </w:r>
          </w:p>
        </w:tc>
      </w:tr>
      <w:tr w:rsidR="00134790" w14:paraId="338F9C1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AF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D6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33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29D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11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A6F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3D3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36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АМА</w:t>
            </w:r>
          </w:p>
        </w:tc>
      </w:tr>
      <w:tr w:rsidR="00134790" w14:paraId="1D3D453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59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D9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07F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387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ABC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EB0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1.058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5E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20.11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53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4531E6C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4B7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BD5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465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EC4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6B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47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1A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10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16104B3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F82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A3E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85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D2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7E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B4D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F7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7C4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6447051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F2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95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E6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B7E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533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499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914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82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ССВ</w:t>
            </w:r>
          </w:p>
        </w:tc>
      </w:tr>
      <w:tr w:rsidR="00134790" w14:paraId="7C2463C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38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089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04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978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B1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04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AE5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091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САТ</w:t>
            </w:r>
          </w:p>
        </w:tc>
      </w:tr>
      <w:tr w:rsidR="00134790" w14:paraId="0889DAD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04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D99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E24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85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42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E16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124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E4C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 и др.</w:t>
            </w:r>
          </w:p>
        </w:tc>
      </w:tr>
      <w:tr w:rsidR="00134790" w:rsidRPr="00A448DD" w14:paraId="45E3659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53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51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992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BC9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22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F0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6B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EE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44EE7F4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C54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30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8D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950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BF3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44E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71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69C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ИМР и др.</w:t>
            </w:r>
          </w:p>
        </w:tc>
      </w:tr>
      <w:tr w:rsidR="00134790" w14:paraId="4C79EAB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61A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85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E9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E9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C3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E7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53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E2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79A4581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E31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2A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CF4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17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846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FF2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BD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E75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ЦПА и др.</w:t>
            </w:r>
          </w:p>
        </w:tc>
      </w:tr>
      <w:tr w:rsidR="00134790" w14:paraId="551BA4D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5A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F7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39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37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CC4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7A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78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66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0DFC4BC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FA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EE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EF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259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BF9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D9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FB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452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АВП</w:t>
            </w:r>
          </w:p>
        </w:tc>
      </w:tr>
      <w:tr w:rsidR="00134790" w14:paraId="1D5DC7F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25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45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02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90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43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82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C1F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B4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БХК</w:t>
            </w:r>
          </w:p>
        </w:tc>
      </w:tr>
      <w:tr w:rsidR="00134790" w14:paraId="6B017AF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2A4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9D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3AF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07F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59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E87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F1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89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</w:t>
            </w:r>
          </w:p>
        </w:tc>
      </w:tr>
      <w:tr w:rsidR="00134790" w14:paraId="2642EAC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7AA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430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68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351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AF4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1E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F78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00A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МТС</w:t>
            </w:r>
          </w:p>
        </w:tc>
      </w:tr>
      <w:tr w:rsidR="00134790" w14:paraId="1C88565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1E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438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C7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3C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D74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63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198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9D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СПА</w:t>
            </w:r>
          </w:p>
        </w:tc>
      </w:tr>
      <w:tr w:rsidR="00134790" w14:paraId="38064D5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DA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FD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BE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B24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D4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B4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9B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79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РВП</w:t>
            </w:r>
          </w:p>
        </w:tc>
      </w:tr>
      <w:tr w:rsidR="00134790" w14:paraId="51BAE2F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BD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24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44F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D98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98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5B5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BC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12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55D69F1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26B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A6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5F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ADA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E1C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CE6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BC3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7B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ВАВ</w:t>
            </w:r>
          </w:p>
        </w:tc>
      </w:tr>
      <w:tr w:rsidR="00134790" w14:paraId="3134416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23B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47C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02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AE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9F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3C4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8B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E14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ПИВ</w:t>
            </w:r>
          </w:p>
        </w:tc>
      </w:tr>
      <w:tr w:rsidR="00134790" w14:paraId="2AF5517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61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8E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E52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48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71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70B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22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C6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ЖАР</w:t>
            </w:r>
          </w:p>
        </w:tc>
      </w:tr>
      <w:tr w:rsidR="00134790" w14:paraId="364D3BD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04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3F2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9A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F3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6A1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0D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CE5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5D0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2933B14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E5B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BC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34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90F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4A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5E5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42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76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РОСАГРОФОНД ООД</w:t>
            </w:r>
          </w:p>
        </w:tc>
      </w:tr>
      <w:tr w:rsidR="00134790" w14:paraId="5F186AF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48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161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2FC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B5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BF5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FDD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C9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393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АМВ</w:t>
            </w:r>
          </w:p>
        </w:tc>
      </w:tr>
      <w:tr w:rsidR="00134790" w14:paraId="6C02818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73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79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424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C3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929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2B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75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82A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ВКМ</w:t>
            </w:r>
          </w:p>
        </w:tc>
      </w:tr>
      <w:tr w:rsidR="00134790" w:rsidRPr="00A448DD" w14:paraId="513B72C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17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09B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C7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2F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DDE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0B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5B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9B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745CEA1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B0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39C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99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7D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26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5F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90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07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117262C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81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F3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E2D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A2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5F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E0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84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62B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НМВ</w:t>
            </w:r>
          </w:p>
        </w:tc>
      </w:tr>
      <w:tr w:rsidR="00134790" w14:paraId="7D2AD09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CC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A9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A0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61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3E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3E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7E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6F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СКШ</w:t>
            </w:r>
          </w:p>
        </w:tc>
      </w:tr>
      <w:tr w:rsidR="00134790" w14:paraId="281EEB4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5C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2D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D5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59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C66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BB8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C3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2D0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4DB2C7E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FB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609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D2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F9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544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5D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1E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47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ГМВ</w:t>
            </w:r>
          </w:p>
        </w:tc>
      </w:tr>
      <w:tr w:rsidR="00134790" w14:paraId="0A13094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DE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B8D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FA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675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40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AF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A3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C27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ИМР и др.</w:t>
            </w:r>
          </w:p>
        </w:tc>
      </w:tr>
      <w:tr w:rsidR="00134790" w14:paraId="25CA2FC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8C7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771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5A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49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DA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450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02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6E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БХК</w:t>
            </w:r>
          </w:p>
        </w:tc>
      </w:tr>
      <w:tr w:rsidR="00134790" w14:paraId="0CE871D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25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32C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E4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484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F0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6B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4D2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BF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3A46D84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37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2D1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F2F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A8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E1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80C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E0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8F4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57BE8A9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1C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9B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CBC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F6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163.079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AF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30F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05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142.52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B6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31E16B8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8DF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FC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397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B45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59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41C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CDF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79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АВП</w:t>
            </w:r>
          </w:p>
        </w:tc>
      </w:tr>
      <w:tr w:rsidR="00134790" w:rsidRPr="00A448DD" w14:paraId="50C1F94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69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654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24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D9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203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7D1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398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D5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5C2FD4A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7F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4F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376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E5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981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A5F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FC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A0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БЙВ</w:t>
            </w:r>
          </w:p>
        </w:tc>
      </w:tr>
      <w:tr w:rsidR="00134790" w14:paraId="58A0C1B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D02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986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D4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AE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B1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FE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E7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76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ВАВ</w:t>
            </w:r>
          </w:p>
        </w:tc>
      </w:tr>
      <w:tr w:rsidR="00134790" w14:paraId="32635D7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4EA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28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3EC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7AA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6D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0A6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72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E6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..СЕРЕС ЕАД</w:t>
            </w:r>
          </w:p>
        </w:tc>
      </w:tr>
      <w:tr w:rsidR="00134790" w14:paraId="1074502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9F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B78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71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47D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91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005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B2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AF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РМТ</w:t>
            </w:r>
          </w:p>
        </w:tc>
      </w:tr>
      <w:tr w:rsidR="00134790" w14:paraId="5EEE7E8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E4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69C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73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53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92C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C7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41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31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ВХВ</w:t>
            </w:r>
          </w:p>
        </w:tc>
      </w:tr>
      <w:tr w:rsidR="00134790" w14:paraId="3B7BEE9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9FA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D11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D34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AC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40A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36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70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4E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АРП</w:t>
            </w:r>
          </w:p>
        </w:tc>
      </w:tr>
      <w:tr w:rsidR="00134790" w14:paraId="2CF959C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C67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A3B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19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37A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FD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66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4D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AFE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РОСАГРОФОНД ООД</w:t>
            </w:r>
          </w:p>
        </w:tc>
      </w:tr>
      <w:tr w:rsidR="00134790" w14:paraId="5485727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46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09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C3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D7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C4D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91B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3B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EB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0D17145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4D7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A9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13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88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F0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44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D4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AB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4A5AF2C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379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5E4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EA3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EA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C1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397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1B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A1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ВХВ</w:t>
            </w:r>
          </w:p>
        </w:tc>
      </w:tr>
      <w:tr w:rsidR="00134790" w14:paraId="5C4CDD3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1A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3D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DB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6C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C1E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534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32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34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7588164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5B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C6D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431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2B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D13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62A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01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E4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СТИ</w:t>
            </w:r>
          </w:p>
        </w:tc>
      </w:tr>
      <w:tr w:rsidR="00134790" w14:paraId="3165094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BF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3CC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DF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F4E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64.066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9C8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CED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39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29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228D8A4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18F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AEB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63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30D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74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AB7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90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3E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ГАБ</w:t>
            </w:r>
          </w:p>
        </w:tc>
      </w:tr>
      <w:tr w:rsidR="00134790" w14:paraId="61F094C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C6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5D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36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548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179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71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B9F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A8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НСБ</w:t>
            </w:r>
          </w:p>
        </w:tc>
      </w:tr>
      <w:tr w:rsidR="00134790" w:rsidRPr="00A448DD" w14:paraId="2BF7CB5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77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246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1BB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5C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332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22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9C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6C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4FBEFC2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03E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8C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489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31A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6BA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99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61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48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529B9D6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15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D0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DEA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98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B7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F2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DA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DD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3A56ADF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E3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9E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BF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04B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DF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E8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62D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A3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ВИБ и др.</w:t>
            </w:r>
          </w:p>
        </w:tc>
      </w:tr>
      <w:tr w:rsidR="00134790" w14:paraId="55F7785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0D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133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01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F4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535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26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80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CA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7381ECB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53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1BA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2A7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99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8A7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69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AD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2E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ГАБ</w:t>
            </w:r>
          </w:p>
        </w:tc>
      </w:tr>
      <w:tr w:rsidR="00134790" w14:paraId="0300B54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3B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A2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1BE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26E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D4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06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59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9A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ССВ</w:t>
            </w:r>
          </w:p>
        </w:tc>
      </w:tr>
      <w:tr w:rsidR="00134790" w14:paraId="0D2C614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822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95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037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FA4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CBF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6F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54B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9D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НМВ</w:t>
            </w:r>
          </w:p>
        </w:tc>
      </w:tr>
      <w:tr w:rsidR="00134790" w14:paraId="445B93D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AF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FBB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25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D2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965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BA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9EC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54A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НСВ</w:t>
            </w:r>
          </w:p>
        </w:tc>
      </w:tr>
      <w:tr w:rsidR="00134790" w14:paraId="08D6257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38B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2E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B0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1C9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D8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27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ADD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EB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 и др.</w:t>
            </w:r>
          </w:p>
        </w:tc>
      </w:tr>
      <w:tr w:rsidR="00134790" w14:paraId="72865D3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2A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18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B14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5C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BA8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B7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6E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05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45B1E1D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35F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30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715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95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E8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B0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61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9C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РКВ</w:t>
            </w:r>
          </w:p>
        </w:tc>
      </w:tr>
      <w:tr w:rsidR="00134790" w14:paraId="0CDCEAF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A8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1AE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943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AD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85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F67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B8E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48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ГМВ</w:t>
            </w:r>
          </w:p>
        </w:tc>
      </w:tr>
      <w:tr w:rsidR="00134790" w14:paraId="50E1F60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EB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17A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5AA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45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82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ED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C86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73B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АКБ</w:t>
            </w:r>
          </w:p>
        </w:tc>
      </w:tr>
      <w:tr w:rsidR="00134790" w14:paraId="609EA59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B5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A8B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CA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AE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33C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D5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EF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2E3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ТИЛ</w:t>
            </w:r>
          </w:p>
        </w:tc>
      </w:tr>
      <w:tr w:rsidR="00134790" w14:paraId="360DB42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B9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056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5B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79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26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3B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CD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24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ГГМ</w:t>
            </w:r>
          </w:p>
        </w:tc>
      </w:tr>
      <w:tr w:rsidR="00134790" w14:paraId="4C1B1DE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5E4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7B7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F0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E9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806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822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858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C57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АМТ</w:t>
            </w:r>
          </w:p>
        </w:tc>
      </w:tr>
      <w:tr w:rsidR="00134790" w14:paraId="5B5972A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69B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13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7B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FC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32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BB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2C9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71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67FE8D6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F6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66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7E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4A1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48D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BE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00E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F9B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АЗМ</w:t>
            </w:r>
          </w:p>
        </w:tc>
      </w:tr>
      <w:tr w:rsidR="00134790" w14:paraId="54F2FD8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441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DC5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BB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8C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C52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9A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94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CB1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0EC8113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43C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BC6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751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85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078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C3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EE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94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АВП</w:t>
            </w:r>
          </w:p>
        </w:tc>
      </w:tr>
      <w:tr w:rsidR="00134790" w14:paraId="3158108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9C6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BE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6A0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7F2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3F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D4A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AC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E2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667EECA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3A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6B0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D3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CA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7B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D3D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32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64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СРВ</w:t>
            </w:r>
          </w:p>
        </w:tc>
      </w:tr>
      <w:tr w:rsidR="00134790" w14:paraId="439153A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8FB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0E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393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27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AB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CF9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DA5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E6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ВАВ</w:t>
            </w:r>
          </w:p>
        </w:tc>
      </w:tr>
      <w:tr w:rsidR="00134790" w14:paraId="2232523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74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74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6EF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D4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58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EC8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DF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84E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ЙНА</w:t>
            </w:r>
          </w:p>
        </w:tc>
      </w:tr>
      <w:tr w:rsidR="00134790" w14:paraId="76E404E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53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F33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FB2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60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6C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78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0E0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EE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ЕЙВ</w:t>
            </w:r>
          </w:p>
        </w:tc>
      </w:tr>
      <w:tr w:rsidR="00134790" w14:paraId="2AD54A8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D0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2F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80E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347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C6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FB6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C4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D0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СЛГ</w:t>
            </w:r>
          </w:p>
        </w:tc>
      </w:tr>
      <w:tr w:rsidR="00134790" w14:paraId="651CB79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A3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9D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47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3C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48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FF3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90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05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БХК</w:t>
            </w:r>
          </w:p>
        </w:tc>
      </w:tr>
      <w:tr w:rsidR="00134790" w14:paraId="05AA36B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26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B0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25E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31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8A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4D8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27B2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E1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7E6B932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2AA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58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37D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FA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FB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B8C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5D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213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АМВ</w:t>
            </w:r>
          </w:p>
        </w:tc>
      </w:tr>
      <w:tr w:rsidR="00134790" w14:paraId="357F766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8FB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45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EE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A9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00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73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48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5E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785E187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3F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96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92F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82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91B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11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47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42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ВКМ</w:t>
            </w:r>
          </w:p>
        </w:tc>
      </w:tr>
      <w:tr w:rsidR="00134790" w14:paraId="50EAB23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8F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163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C5E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C70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31B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BD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F3F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62.72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A4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НАШ</w:t>
            </w:r>
          </w:p>
        </w:tc>
      </w:tr>
      <w:tr w:rsidR="00134790" w14:paraId="549253A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3E1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30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26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6EA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BD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6C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D7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49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4C8A756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BB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DA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D2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E3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5C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1E3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C7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12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ИМР и др.</w:t>
            </w:r>
          </w:p>
        </w:tc>
      </w:tr>
      <w:tr w:rsidR="00134790" w14:paraId="5323C35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E8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8E9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57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E5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EE3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1EE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846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CA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КАС</w:t>
            </w:r>
          </w:p>
        </w:tc>
      </w:tr>
      <w:tr w:rsidR="00134790" w14:paraId="05B6108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A44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8A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880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E6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15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43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FA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F0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ДВИ</w:t>
            </w:r>
          </w:p>
        </w:tc>
      </w:tr>
      <w:tr w:rsidR="00134790" w14:paraId="1AE7942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1C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57C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1E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C16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B5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44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7A6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AD6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ГАШ</w:t>
            </w:r>
          </w:p>
        </w:tc>
      </w:tr>
      <w:tr w:rsidR="00134790" w14:paraId="0EA9C77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B76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0BC2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82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6BA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23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A32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8E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3D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ТАС</w:t>
            </w:r>
          </w:p>
        </w:tc>
      </w:tr>
      <w:tr w:rsidR="00134790" w14:paraId="102076E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94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4C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59E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34E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43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571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A1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C0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7C9442E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61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2B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D4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482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1A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48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90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A9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35D48EF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ED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7B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0D5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9E3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BE1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C1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83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EF2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52AA554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E32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70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48A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4F0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F2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87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FA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BC8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ГСК</w:t>
            </w:r>
          </w:p>
        </w:tc>
      </w:tr>
      <w:tr w:rsidR="00134790" w14:paraId="2A7655F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1D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CF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59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03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97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19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C6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57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689A6EB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BB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C57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DB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697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FE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A0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EE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C14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7F9CEC9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773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3CE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DD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43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8F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728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0D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06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ГСК</w:t>
            </w:r>
          </w:p>
        </w:tc>
      </w:tr>
      <w:tr w:rsidR="00134790" w14:paraId="2A9C9EC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CCE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70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D1E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07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A8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6F9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EE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DA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14:paraId="582F8FF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3E8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FB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BC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C95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B8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EC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97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F0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ВХВ</w:t>
            </w:r>
          </w:p>
        </w:tc>
      </w:tr>
      <w:tr w:rsidR="00134790" w14:paraId="5D46F64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9F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372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FE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CA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F7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9A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E1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40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СМК</w:t>
            </w:r>
          </w:p>
        </w:tc>
      </w:tr>
      <w:tr w:rsidR="00134790" w14:paraId="71F4F72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49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123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9D6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CA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329.511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F9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24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EE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373.98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59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21BCD39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D4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BE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FB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BA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1ED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A1D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61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EB5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АВП</w:t>
            </w:r>
          </w:p>
        </w:tc>
      </w:tr>
      <w:tr w:rsidR="00134790" w14:paraId="173FB66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CF7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93E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53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6C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66F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29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0B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1B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ПИВ</w:t>
            </w:r>
          </w:p>
        </w:tc>
      </w:tr>
      <w:tr w:rsidR="00134790" w14:paraId="19E0FA6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EB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9C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6A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EDC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80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94B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EBC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483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САТ</w:t>
            </w:r>
          </w:p>
        </w:tc>
      </w:tr>
      <w:tr w:rsidR="00134790" w14:paraId="36BF825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222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52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FE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1E2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35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B4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F90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82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61B247C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3D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79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63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914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3C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3A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49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7D3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ССВ</w:t>
            </w:r>
          </w:p>
        </w:tc>
      </w:tr>
      <w:tr w:rsidR="00134790" w14:paraId="0278AF8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76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2D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760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1F1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4C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16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AB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CD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ПИВ</w:t>
            </w:r>
          </w:p>
        </w:tc>
      </w:tr>
      <w:tr w:rsidR="00134790" w14:paraId="20BA9B4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1F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96B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689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D1F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2E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F4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0A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15F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14:paraId="794FEF1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A2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E3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BF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73D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6B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88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9D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74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ПЙН</w:t>
            </w:r>
          </w:p>
        </w:tc>
      </w:tr>
      <w:tr w:rsidR="00134790" w14:paraId="2E7143D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D1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9F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CD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D12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6A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2D9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E5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982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ВПА</w:t>
            </w:r>
          </w:p>
        </w:tc>
      </w:tr>
      <w:tr w:rsidR="00134790" w14:paraId="3C7A225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56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7BD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DB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146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65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A8A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41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4C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АИС</w:t>
            </w:r>
          </w:p>
        </w:tc>
      </w:tr>
      <w:tr w:rsidR="00134790" w14:paraId="6EC4A0D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C5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84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30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000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51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E7C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81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352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ЕБТ и др.</w:t>
            </w:r>
          </w:p>
        </w:tc>
      </w:tr>
      <w:tr w:rsidR="00134790" w14:paraId="31F4005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D3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AC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FC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EC9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BC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9B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D95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43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СТИ</w:t>
            </w:r>
          </w:p>
        </w:tc>
      </w:tr>
      <w:tr w:rsidR="00134790" w14:paraId="377DA7C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E1E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47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683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C5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A1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C7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E4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DA3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РТИ</w:t>
            </w:r>
          </w:p>
        </w:tc>
      </w:tr>
      <w:tr w:rsidR="00134790" w14:paraId="4E55D2C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35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9F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DC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F30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556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AD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A4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79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14:paraId="47D00DA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A3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РОСЕН ИВАНОВ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31B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89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70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96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8B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568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D1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ГАБ</w:t>
            </w:r>
          </w:p>
        </w:tc>
      </w:tr>
      <w:tr w:rsidR="00134790" w14:paraId="70A0E2D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82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BCF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A2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81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A6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DD3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85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15.82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48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3F72B6D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EE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53E6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86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105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98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58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9A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9A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ВИБ и др.</w:t>
            </w:r>
          </w:p>
        </w:tc>
      </w:tr>
      <w:tr w:rsidR="00134790" w14:paraId="491A0D9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E4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71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3D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62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944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5B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CA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A5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СЛГ</w:t>
            </w:r>
          </w:p>
        </w:tc>
      </w:tr>
      <w:tr w:rsidR="00134790" w14:paraId="5B21EB8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94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7D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F36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904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97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FC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2BC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18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ЛМП</w:t>
            </w:r>
          </w:p>
        </w:tc>
      </w:tr>
      <w:tr w:rsidR="00134790" w14:paraId="2FCF512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9E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1B3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B7B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E96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0B7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954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E30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CE8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АВП</w:t>
            </w:r>
          </w:p>
        </w:tc>
      </w:tr>
      <w:tr w:rsidR="00134790" w14:paraId="2A3CEB7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21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A3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296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A1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52D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47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EC40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65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26C2996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19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06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B6A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31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DFA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03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21F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DA0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СКШ</w:t>
            </w:r>
          </w:p>
        </w:tc>
      </w:tr>
      <w:tr w:rsidR="00134790" w14:paraId="3DA99B9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97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9B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F1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1D8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56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44C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DB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4F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3FADE4C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FD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E4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ED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D92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90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26E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B5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F0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ЦПА и др.</w:t>
            </w:r>
          </w:p>
        </w:tc>
      </w:tr>
      <w:tr w:rsidR="00134790" w14:paraId="35C8441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F9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D2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F5D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3A0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A5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028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F6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6E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КЛГ</w:t>
            </w:r>
          </w:p>
        </w:tc>
      </w:tr>
      <w:tr w:rsidR="00134790" w14:paraId="75B2946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DF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0EF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2E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57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68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61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BB8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2D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6125679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457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0EE6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7E3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040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8D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8CD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CF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8C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475181D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437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21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A7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6E6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53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F24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442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6C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6385126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EED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CD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160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52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9B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2E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17B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C4C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5623B9A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10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93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9B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017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DE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F22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30C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37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МСР и др.</w:t>
            </w:r>
          </w:p>
        </w:tc>
      </w:tr>
      <w:tr w:rsidR="00134790" w14:paraId="0F26C69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01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6A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2A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0BB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709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40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88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BBD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ВХВ</w:t>
            </w:r>
          </w:p>
        </w:tc>
      </w:tr>
      <w:tr w:rsidR="00134790" w14:paraId="52492AE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60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D5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2F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FF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AF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4B2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21F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39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ГАБ</w:t>
            </w:r>
          </w:p>
        </w:tc>
      </w:tr>
      <w:tr w:rsidR="00134790" w14:paraId="5E867B3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BA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11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470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9A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F6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C45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23E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D4B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1CFA07E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EF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D2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4D1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6A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E3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196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25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06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ИГВ</w:t>
            </w:r>
          </w:p>
        </w:tc>
      </w:tr>
      <w:tr w:rsidR="00134790" w14:paraId="3BF018F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04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CE1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D9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92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EA2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08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00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EC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РОСАГРОФОНД ООД</w:t>
            </w:r>
          </w:p>
        </w:tc>
      </w:tr>
      <w:tr w:rsidR="00134790" w14:paraId="6770450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80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77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9C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BBF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F7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B82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18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11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АМВ</w:t>
            </w:r>
          </w:p>
        </w:tc>
      </w:tr>
      <w:tr w:rsidR="00134790" w14:paraId="3E643CF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99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44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67B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87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C4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D4C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F5F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07A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НАШ</w:t>
            </w:r>
          </w:p>
        </w:tc>
      </w:tr>
      <w:tr w:rsidR="00134790" w14:paraId="049A362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329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534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5D1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21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0416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94A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6B0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C5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МТС</w:t>
            </w:r>
          </w:p>
        </w:tc>
      </w:tr>
      <w:tr w:rsidR="00134790" w14:paraId="47557DE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2D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49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A4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FCF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965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68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F52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586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САТ</w:t>
            </w:r>
          </w:p>
        </w:tc>
      </w:tr>
      <w:tr w:rsidR="00134790" w14:paraId="35E7166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B58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AF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6E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FE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9B7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D6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D82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41B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СТИ</w:t>
            </w:r>
          </w:p>
        </w:tc>
      </w:tr>
      <w:tr w:rsidR="00134790" w14:paraId="3ABE701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92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0B9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9E2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05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52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57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AB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D53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ВКМ</w:t>
            </w:r>
          </w:p>
        </w:tc>
      </w:tr>
      <w:tr w:rsidR="00134790" w14:paraId="2A4EB11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7D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76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6C7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A81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72E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2B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C77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312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33E5D09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2C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06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85E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D88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4D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75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77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28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5D5023E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F30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19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233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F1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78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78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1F1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48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0AC6855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23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CCD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33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C6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D1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B9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61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88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69761C2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24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6C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C01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BB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826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20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616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AA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РМТ</w:t>
            </w:r>
          </w:p>
        </w:tc>
      </w:tr>
      <w:tr w:rsidR="00134790" w14:paraId="3ED8C7F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33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F0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05D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2A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279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77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87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1B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КЙА</w:t>
            </w:r>
          </w:p>
        </w:tc>
      </w:tr>
      <w:tr w:rsidR="00134790" w14:paraId="60247C1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44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8B0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75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26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CD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3E0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28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BD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АРП</w:t>
            </w:r>
          </w:p>
        </w:tc>
      </w:tr>
      <w:tr w:rsidR="00134790" w14:paraId="5440B2C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98A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51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6F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7C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A9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7B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43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8FF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11BF8EA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71C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C77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82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F6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1E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3F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8A6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EB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СПА</w:t>
            </w:r>
          </w:p>
        </w:tc>
      </w:tr>
      <w:tr w:rsidR="00134790" w14:paraId="00CBBAA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A6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52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D7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88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E8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0D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20D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D3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АРБ и др.</w:t>
            </w:r>
          </w:p>
        </w:tc>
      </w:tr>
      <w:tr w:rsidR="00134790" w14:paraId="3C5F4DA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4F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00D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54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C0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C71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37B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51A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6E8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СМК</w:t>
            </w:r>
          </w:p>
        </w:tc>
      </w:tr>
      <w:tr w:rsidR="00134790" w14:paraId="4A6CC4C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9B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D3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23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97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11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A20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175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494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:rsidRPr="00A448DD" w14:paraId="7F0259B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A5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4F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94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7D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ED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74E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52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81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545B1B5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826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B4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FD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C0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1A5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2ED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D8E7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D5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КЛГ</w:t>
            </w:r>
          </w:p>
        </w:tc>
      </w:tr>
      <w:tr w:rsidR="00134790" w14:paraId="6DBD8AB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36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2ECB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4D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0D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A8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C5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0C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763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ТИЛ</w:t>
            </w:r>
          </w:p>
        </w:tc>
      </w:tr>
      <w:tr w:rsidR="00134790" w14:paraId="71BA3F5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35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E2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76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8F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B3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008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3E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100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РИН</w:t>
            </w:r>
          </w:p>
        </w:tc>
      </w:tr>
      <w:tr w:rsidR="00134790" w14:paraId="2FDA8FA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D34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8F7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080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324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AB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46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AB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37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СЛГ</w:t>
            </w:r>
          </w:p>
        </w:tc>
      </w:tr>
      <w:tr w:rsidR="00134790" w14:paraId="1A0429B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6E2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DF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120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6A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30E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CF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FE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988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ЙИГ</w:t>
            </w:r>
          </w:p>
        </w:tc>
      </w:tr>
      <w:tr w:rsidR="00134790" w14:paraId="235E632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19B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59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0A9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E2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B4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7B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89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287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ДЛГ</w:t>
            </w:r>
          </w:p>
        </w:tc>
      </w:tr>
      <w:tr w:rsidR="00134790" w14:paraId="587E1AD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AD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FB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C8B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A4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B654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832A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E1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B5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ГАШ</w:t>
            </w:r>
          </w:p>
        </w:tc>
      </w:tr>
      <w:tr w:rsidR="00134790" w14:paraId="7EB38F4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68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8A2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EB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248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C18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1C3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1E3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FE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ВИБ и др.</w:t>
            </w:r>
          </w:p>
        </w:tc>
      </w:tr>
      <w:tr w:rsidR="00134790" w14:paraId="579D0A9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BA8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A1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9E1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28B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534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2BF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4E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FA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ДНБ и др.</w:t>
            </w:r>
          </w:p>
        </w:tc>
      </w:tr>
      <w:tr w:rsidR="00134790" w14:paraId="528C9A4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65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73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DF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54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B8B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03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FA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2E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АРБ и др.</w:t>
            </w:r>
          </w:p>
        </w:tc>
      </w:tr>
      <w:tr w:rsidR="00134790" w14:paraId="1A233B2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83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83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25E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F9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E5B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11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B565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08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0AB4054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D0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4C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43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DB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82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CF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C0B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AD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0BCF272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BC7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C7D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3BD4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0EC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30A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54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0F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DF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0477BDD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4A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24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1A7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4AF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2E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B7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9E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000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77F5EA0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AF2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47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7BD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14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72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D1F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A8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0B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СМК</w:t>
            </w:r>
          </w:p>
        </w:tc>
      </w:tr>
      <w:tr w:rsidR="00134790" w14:paraId="6F62499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E7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EA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C62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57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82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64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C1E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C7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ССВ</w:t>
            </w:r>
          </w:p>
        </w:tc>
      </w:tr>
      <w:tr w:rsidR="00134790" w14:paraId="63645E6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EE8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8F0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68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CE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380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CD9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73F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FBF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АМТ</w:t>
            </w:r>
          </w:p>
        </w:tc>
      </w:tr>
      <w:tr w:rsidR="00134790" w14:paraId="0484748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BC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448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22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1BE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A18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4F8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35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A9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РМТ</w:t>
            </w:r>
          </w:p>
        </w:tc>
      </w:tr>
      <w:tr w:rsidR="00134790" w14:paraId="3F77FE2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D6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71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33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7E6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E97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8F6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BF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55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..СЕРЕС ЕАД</w:t>
            </w:r>
          </w:p>
        </w:tc>
      </w:tr>
      <w:tr w:rsidR="00134790" w14:paraId="06778BE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D7A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2F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6E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DE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CC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01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D4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C54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НАШ</w:t>
            </w:r>
          </w:p>
        </w:tc>
      </w:tr>
      <w:tr w:rsidR="00134790" w14:paraId="3B2922B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76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9F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07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83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9C6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8E4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B09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47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3F4341E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495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27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02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CB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95E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EB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6A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33E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2089100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03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8B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2663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3A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90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4B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EC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B9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 и др.</w:t>
            </w:r>
          </w:p>
        </w:tc>
      </w:tr>
      <w:tr w:rsidR="00134790" w14:paraId="0E6E39A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F5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16C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EB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10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1E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7B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5E9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4A3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ВАВ</w:t>
            </w:r>
          </w:p>
        </w:tc>
      </w:tr>
      <w:tr w:rsidR="00134790" w14:paraId="746397A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D8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AFB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38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7EB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BB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3EB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CB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D62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1F76225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CB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C0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C6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63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D5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CD8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DE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B4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МСР и др.</w:t>
            </w:r>
          </w:p>
        </w:tc>
      </w:tr>
      <w:tr w:rsidR="00134790" w14:paraId="2A190E1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67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8E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2EB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E4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EC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A7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0D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268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С.И.Г. ООД</w:t>
            </w:r>
          </w:p>
        </w:tc>
      </w:tr>
      <w:tr w:rsidR="00134790" w14:paraId="412C4AC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95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90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24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9C2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65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964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A96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64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КАС</w:t>
            </w:r>
          </w:p>
        </w:tc>
      </w:tr>
      <w:tr w:rsidR="00134790" w14:paraId="0234A4E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7E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3B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024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D7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D4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FD7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7A8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73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АЗМ</w:t>
            </w:r>
          </w:p>
        </w:tc>
      </w:tr>
      <w:tr w:rsidR="00134790" w14:paraId="00F3476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CA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CE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F2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F38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478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54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55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21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ГМВ</w:t>
            </w:r>
          </w:p>
        </w:tc>
      </w:tr>
      <w:tr w:rsidR="00134790" w14:paraId="0686DDE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FE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66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0C5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4E5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B4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7B1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AA7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63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СПА</w:t>
            </w:r>
          </w:p>
        </w:tc>
      </w:tr>
      <w:tr w:rsidR="00134790" w14:paraId="3661961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7B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61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8E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49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B67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D77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3AB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561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</w:t>
            </w:r>
          </w:p>
        </w:tc>
      </w:tr>
      <w:tr w:rsidR="00134790" w14:paraId="666547A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E9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D5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8D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4E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2A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96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D8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8A6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ССИ</w:t>
            </w:r>
          </w:p>
        </w:tc>
      </w:tr>
      <w:tr w:rsidR="00134790" w14:paraId="734D13C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42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287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DA9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16D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AD2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D4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DF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75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ВХВ</w:t>
            </w:r>
          </w:p>
        </w:tc>
      </w:tr>
      <w:tr w:rsidR="00134790" w14:paraId="31A49FB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DB5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9C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9D1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65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59B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BB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D6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46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5567827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DE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64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82C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D0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05F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C5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E2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DE1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31C21A2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CA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D43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4A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0B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5A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32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53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8FC4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4C90398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27A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BC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B3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7A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5F8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9FB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F6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7E4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СРВ</w:t>
            </w:r>
          </w:p>
        </w:tc>
      </w:tr>
      <w:tr w:rsidR="00134790" w14:paraId="691F30B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81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D1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C0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C69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7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9E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30A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A4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ДНБ и др.</w:t>
            </w:r>
          </w:p>
        </w:tc>
      </w:tr>
      <w:tr w:rsidR="00134790" w14:paraId="3CC89CC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31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285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30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B37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6D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A2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8A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D0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623A8E1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D6D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A7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4E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2B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F7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C7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60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66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РТИ</w:t>
            </w:r>
          </w:p>
        </w:tc>
      </w:tr>
      <w:tr w:rsidR="00134790" w14:paraId="5322E40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9E2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89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A6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246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DAA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2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8D6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7F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ВИБ и др.</w:t>
            </w:r>
          </w:p>
        </w:tc>
      </w:tr>
      <w:tr w:rsidR="00134790" w14:paraId="430E06D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1F7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C2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DDB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51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B2E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293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E2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18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..СЕРЕС ЕАД</w:t>
            </w:r>
          </w:p>
        </w:tc>
      </w:tr>
      <w:tr w:rsidR="00134790" w14:paraId="6E72BAD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97D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6D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AB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02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1F0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7D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26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25F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ДМБ</w:t>
            </w:r>
          </w:p>
        </w:tc>
      </w:tr>
      <w:tr w:rsidR="00134790" w14:paraId="33DFB9B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632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B11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15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3B5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14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709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903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33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АМТ</w:t>
            </w:r>
          </w:p>
        </w:tc>
      </w:tr>
      <w:tr w:rsidR="00134790" w14:paraId="26A4260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35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49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18E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34B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EC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6F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02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DB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14:paraId="143DC77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C0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2B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4AA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C3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0A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CA2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BC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BF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РМТ</w:t>
            </w:r>
          </w:p>
        </w:tc>
      </w:tr>
      <w:tr w:rsidR="00134790" w14:paraId="3BA7936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C7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33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5F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39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983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A51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73B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36A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ИКЯ</w:t>
            </w:r>
          </w:p>
        </w:tc>
      </w:tr>
      <w:tr w:rsidR="00134790" w14:paraId="4F0A2B6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3F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28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13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F2A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66B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2F5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F555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970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РКВ</w:t>
            </w:r>
          </w:p>
        </w:tc>
      </w:tr>
      <w:tr w:rsidR="00134790" w14:paraId="6E8510B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56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7F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AD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DE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2B0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A2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7B9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D8D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ВПА</w:t>
            </w:r>
          </w:p>
        </w:tc>
      </w:tr>
      <w:tr w:rsidR="00134790" w14:paraId="5DD0661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0F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4A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C9B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DC5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345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FD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D4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8A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БХК</w:t>
            </w:r>
          </w:p>
        </w:tc>
      </w:tr>
      <w:tr w:rsidR="00134790" w14:paraId="59F90B9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63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57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CA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0C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5BB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26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DA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3C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РОСАГРОФОНД ООД</w:t>
            </w:r>
          </w:p>
        </w:tc>
      </w:tr>
      <w:tr w:rsidR="00134790" w14:paraId="4438409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F7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B94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9D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2B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1F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1B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FE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21A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488FE97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A8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36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7C6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513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37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013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54D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1B2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ПИВ</w:t>
            </w:r>
          </w:p>
        </w:tc>
      </w:tr>
      <w:tr w:rsidR="00134790" w14:paraId="24C859F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28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D92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BBE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0F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C0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BA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A14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A4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ССВ</w:t>
            </w:r>
          </w:p>
        </w:tc>
      </w:tr>
      <w:tr w:rsidR="00134790" w14:paraId="6851A7D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DE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B93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2A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1EA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C4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52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BB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F5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 и др.</w:t>
            </w:r>
          </w:p>
        </w:tc>
      </w:tr>
      <w:tr w:rsidR="00134790" w14:paraId="31DE379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71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A0A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03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B4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E96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32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4F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097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25DF562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6C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B0F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6D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37E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D33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98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63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24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МТС</w:t>
            </w:r>
          </w:p>
        </w:tc>
      </w:tr>
      <w:tr w:rsidR="00134790" w14:paraId="469DF91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8FF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DB2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29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3E6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7F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7F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359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BDD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</w:t>
            </w:r>
          </w:p>
        </w:tc>
      </w:tr>
      <w:tr w:rsidR="00134790" w14:paraId="4052DC3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46D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86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F14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FB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300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C9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99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883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ПЙН</w:t>
            </w:r>
          </w:p>
        </w:tc>
      </w:tr>
      <w:tr w:rsidR="00134790" w14:paraId="4CA3E24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4A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41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03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E58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40E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F57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C92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21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6510713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6C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FFD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C7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ED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B62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149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49E6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E1E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0719F55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47F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700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A7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059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0E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2D5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936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730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14:paraId="62B98E4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AB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E3D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4D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57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D75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46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381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1C1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01C8586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3B9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FB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F6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149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73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B1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399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0D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АЗМ</w:t>
            </w:r>
          </w:p>
        </w:tc>
      </w:tr>
      <w:tr w:rsidR="00134790" w14:paraId="1D8BD0F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8B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B3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90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21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CA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74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6A6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53B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ВИБ и др.</w:t>
            </w:r>
          </w:p>
        </w:tc>
      </w:tr>
      <w:tr w:rsidR="00134790" w14:paraId="39340EF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6B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28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0C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65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A4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74C1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F88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E3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ДНБ и др.</w:t>
            </w:r>
          </w:p>
        </w:tc>
      </w:tr>
      <w:tr w:rsidR="00134790" w14:paraId="2EF4EEE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F4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4DD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6A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35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B7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6A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83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51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430BF23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1A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EF5C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9D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9EC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F1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8B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9C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1F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ПИВ</w:t>
            </w:r>
          </w:p>
        </w:tc>
      </w:tr>
      <w:tr w:rsidR="00134790" w14:paraId="2E6ADBA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C57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BF5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E054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56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1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41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A9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CF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ТИЛ</w:t>
            </w:r>
          </w:p>
        </w:tc>
      </w:tr>
      <w:tr w:rsidR="00134790" w14:paraId="2E76EEE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865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2B0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AC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FC9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B15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DA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1E79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F7C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ВПА</w:t>
            </w:r>
          </w:p>
        </w:tc>
      </w:tr>
      <w:tr w:rsidR="00134790" w14:paraId="1270CEA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777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09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BBC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10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EBC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1F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4C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0D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ЕКМ</w:t>
            </w:r>
          </w:p>
        </w:tc>
      </w:tr>
      <w:tr w:rsidR="00134790" w14:paraId="39CDFBF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0D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94A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77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467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2F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D4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982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CD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ГРП</w:t>
            </w:r>
          </w:p>
        </w:tc>
      </w:tr>
      <w:tr w:rsidR="00134790" w14:paraId="1AA057E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948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DED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C18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61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02B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4AD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96D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17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АВП</w:t>
            </w:r>
          </w:p>
        </w:tc>
      </w:tr>
      <w:tr w:rsidR="00134790" w14:paraId="2E11EE5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89C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0DA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8C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CD8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9AB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997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DF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1E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ВПА</w:t>
            </w:r>
          </w:p>
        </w:tc>
      </w:tr>
      <w:tr w:rsidR="00134790" w14:paraId="4AF0A94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79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0A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F70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43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B1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CE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1C6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7B1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ЛМП</w:t>
            </w:r>
          </w:p>
        </w:tc>
      </w:tr>
      <w:tr w:rsidR="00134790" w14:paraId="59448F3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A279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75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A8F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3E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89E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7B0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202A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BEA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5399629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68E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AA30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D35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80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93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900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75F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6B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ЕБТ и др.</w:t>
            </w:r>
          </w:p>
        </w:tc>
      </w:tr>
      <w:tr w:rsidR="00134790" w14:paraId="23AC1ED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52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B7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1D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66B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A3E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C7F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ED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C7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ИМР и др.</w:t>
            </w:r>
          </w:p>
        </w:tc>
      </w:tr>
      <w:tr w:rsidR="00134790" w14:paraId="61C8F88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25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661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CB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AEE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870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62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FD0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870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ВЙП и др.</w:t>
            </w:r>
          </w:p>
        </w:tc>
      </w:tr>
      <w:tr w:rsidR="00134790" w14:paraId="558E845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934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1AF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314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6D1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54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0F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2F4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3E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3605956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7F9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866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9BB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4D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C372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C17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44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99F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4D6A2EE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064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EDA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5B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6B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70C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675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0AE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DBF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НЙП и др.</w:t>
            </w:r>
          </w:p>
        </w:tc>
      </w:tr>
      <w:tr w:rsidR="00134790" w14:paraId="73DD2D2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639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297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93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0E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6B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23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E6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FE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ГСК</w:t>
            </w:r>
          </w:p>
        </w:tc>
      </w:tr>
      <w:tr w:rsidR="00134790" w14:paraId="4850DB6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A5E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EAD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F7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BE7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464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89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A96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F8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1C569ED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17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27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17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513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015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90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01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C849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02AF06A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8B2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EC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5F0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C0A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6F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87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EB6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048A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5422C81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11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E3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7036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2A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6F8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D7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EF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53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ГГМ</w:t>
            </w:r>
          </w:p>
        </w:tc>
      </w:tr>
      <w:tr w:rsidR="00134790" w14:paraId="7EE0050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40A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FF3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306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51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3A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FA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F1F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661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АЕК и др.</w:t>
            </w:r>
          </w:p>
        </w:tc>
      </w:tr>
      <w:tr w:rsidR="00134790" w14:paraId="789C42B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72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331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E0B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E10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E1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EE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19D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62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7A2A324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DE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0B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94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C2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DF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D9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62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222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АМТ</w:t>
            </w:r>
          </w:p>
        </w:tc>
      </w:tr>
      <w:tr w:rsidR="00134790" w14:paraId="22F4792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857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2D4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60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36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F2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0C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1F3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579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ИМР и др.</w:t>
            </w:r>
          </w:p>
        </w:tc>
      </w:tr>
      <w:tr w:rsidR="00134790" w14:paraId="17C878A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894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E68F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3A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B9D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C0F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EAE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21F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F84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РТИ</w:t>
            </w:r>
          </w:p>
        </w:tc>
      </w:tr>
      <w:tr w:rsidR="00134790" w14:paraId="10944FB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C0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E8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E38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351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CA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538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F0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F0F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ДСВ</w:t>
            </w:r>
          </w:p>
        </w:tc>
      </w:tr>
      <w:tr w:rsidR="00134790" w14:paraId="03E715F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301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B41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4FFC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E1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C0B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C9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92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F0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РМТ</w:t>
            </w:r>
          </w:p>
        </w:tc>
      </w:tr>
      <w:tr w:rsidR="00134790" w14:paraId="4529FAE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CF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206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388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7B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58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A03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6C6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461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МРШ</w:t>
            </w:r>
          </w:p>
        </w:tc>
      </w:tr>
      <w:tr w:rsidR="00134790" w14:paraId="604B239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3C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719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52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14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EF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80C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48E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B4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..СЕРЕС ЕАД</w:t>
            </w:r>
          </w:p>
        </w:tc>
      </w:tr>
      <w:tr w:rsidR="00134790" w14:paraId="4D06DDD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F62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12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824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32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AC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FE8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AC7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0D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СПА</w:t>
            </w:r>
          </w:p>
        </w:tc>
      </w:tr>
      <w:tr w:rsidR="00134790" w14:paraId="2C85388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04B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628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EB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FDC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46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190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867E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F5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5F9AA9C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71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9E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313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42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769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94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B43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FC1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АМТ</w:t>
            </w:r>
          </w:p>
        </w:tc>
      </w:tr>
      <w:tr w:rsidR="00134790" w14:paraId="2897BDB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051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ВАСИЛЕВ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C76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123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80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00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35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483C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540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ГМВ</w:t>
            </w:r>
          </w:p>
        </w:tc>
      </w:tr>
      <w:tr w:rsidR="00134790" w14:paraId="57ADA72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573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64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140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190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649.642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809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B79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33.583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747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638.08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8B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7B6F0D5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91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СЛАВЧО ЙОРДАНОВ ЯРЕВ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92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D0E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007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D2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D4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BA1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C1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ЯЗС</w:t>
            </w:r>
          </w:p>
        </w:tc>
      </w:tr>
      <w:tr w:rsidR="00134790" w14:paraId="551FBC1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4E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СЛАВЧО ЙОРДАНОВ ЯРЕВ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59E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6A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30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01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055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C8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2C3D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СПА</w:t>
            </w:r>
          </w:p>
        </w:tc>
      </w:tr>
      <w:tr w:rsidR="00134790" w14:paraId="402A25D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8B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СЛАВЧО ЙОРДАНОВ ЯРЕВ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586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02E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EC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DC81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1CB5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5A7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83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РМТ и др.</w:t>
            </w:r>
          </w:p>
        </w:tc>
      </w:tr>
      <w:tr w:rsidR="00134790" w14:paraId="7371C71C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AE9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СЛАВЧО ЙОРДАНОВ ЯРЕВ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FE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F2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00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A9E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1BD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305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808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66E443C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07D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7D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473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DE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8B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519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2DE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106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34790" w14:paraId="5FCBCBC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05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9160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700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3E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97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8A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4D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28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ГАБ</w:t>
            </w:r>
          </w:p>
        </w:tc>
      </w:tr>
      <w:tr w:rsidR="00134790" w14:paraId="7DBA570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4A2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63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65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A37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1F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028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00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D1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ГАБ</w:t>
            </w:r>
          </w:p>
        </w:tc>
      </w:tr>
      <w:tr w:rsidR="00134790" w14:paraId="2171C20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A13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B07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4486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B58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53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FD7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F7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00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АМВ</w:t>
            </w:r>
          </w:p>
        </w:tc>
      </w:tr>
      <w:tr w:rsidR="00134790" w14:paraId="292CFCD7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5A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8B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412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4D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47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FC7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005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70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ВКМ</w:t>
            </w:r>
          </w:p>
        </w:tc>
      </w:tr>
      <w:tr w:rsidR="00134790" w14:paraId="7C652D1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90C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A35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6D1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3D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8E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5E68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F9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EDD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РТИ</w:t>
            </w:r>
          </w:p>
        </w:tc>
      </w:tr>
      <w:tr w:rsidR="00134790" w14:paraId="2C534B8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EFA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E8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B4C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60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1B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855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AC4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1C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ИИВ</w:t>
            </w:r>
          </w:p>
        </w:tc>
      </w:tr>
      <w:tr w:rsidR="00134790" w14:paraId="2F12682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646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34C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21F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FE5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CC0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D46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CC8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F46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СТИ</w:t>
            </w:r>
          </w:p>
        </w:tc>
      </w:tr>
      <w:tr w:rsidR="00134790" w14:paraId="573F09B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1FA8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EC6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3A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249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1B8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E21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A3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912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ВИБ и др.</w:t>
            </w:r>
          </w:p>
        </w:tc>
      </w:tr>
      <w:tr w:rsidR="00134790" w14:paraId="584A81E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51F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99E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421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967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D26B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AE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275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10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ГГМ</w:t>
            </w:r>
          </w:p>
        </w:tc>
      </w:tr>
      <w:tr w:rsidR="00134790" w14:paraId="5BD1E3D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5BAE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11A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21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B431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7D8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CE0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CE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4B4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БХК</w:t>
            </w:r>
          </w:p>
        </w:tc>
      </w:tr>
      <w:tr w:rsidR="00134790" w14:paraId="5DB7A61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7F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0F4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5B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2C2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C8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868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C43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965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ДОА и др.</w:t>
            </w:r>
          </w:p>
        </w:tc>
      </w:tr>
      <w:tr w:rsidR="00134790" w14:paraId="5E343620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518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FF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4E3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9E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743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EA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7A1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40A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ИМР и др.</w:t>
            </w:r>
          </w:p>
        </w:tc>
      </w:tr>
      <w:tr w:rsidR="00134790" w14:paraId="7ECC1B7B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49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93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AB5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85C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317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7F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9B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7F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АЗМ</w:t>
            </w:r>
          </w:p>
        </w:tc>
      </w:tr>
      <w:tr w:rsidR="00134790" w14:paraId="44AFEF61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7393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C7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F5D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A6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D2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B3F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7A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6AE0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МПБ</w:t>
            </w:r>
          </w:p>
        </w:tc>
      </w:tr>
      <w:tr w:rsidR="00134790" w14:paraId="2D8DFF4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F41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DBC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FE6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480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E03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63A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B29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FD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ЕБТ и др.</w:t>
            </w:r>
          </w:p>
        </w:tc>
      </w:tr>
      <w:tr w:rsidR="00134790" w14:paraId="0EF0F51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E9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7D0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364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3F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A9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64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B71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DD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ВРВ</w:t>
            </w:r>
          </w:p>
        </w:tc>
      </w:tr>
      <w:tr w:rsidR="00134790" w14:paraId="0581FA2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A53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AA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B44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066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493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300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57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82E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СТИ</w:t>
            </w:r>
          </w:p>
        </w:tc>
      </w:tr>
      <w:tr w:rsidR="00134790" w14:paraId="554BD35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F43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6EA9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1E84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82AA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34F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ED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C4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EEB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</w:t>
            </w:r>
          </w:p>
        </w:tc>
      </w:tr>
      <w:tr w:rsidR="00134790" w14:paraId="72764A8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05D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554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7AC4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FD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CC9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2B5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D5A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8B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НМВ</w:t>
            </w:r>
          </w:p>
        </w:tc>
      </w:tr>
      <w:tr w:rsidR="00134790" w14:paraId="7B0558A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645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68AD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0C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3B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8D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1E9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3D91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AE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0A3F76D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778B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70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BF0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7418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A59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97A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DA1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FBD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ТАП</w:t>
            </w:r>
          </w:p>
        </w:tc>
      </w:tr>
      <w:tr w:rsidR="00134790" w14:paraId="71568CC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FD2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A1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89D7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C0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EEE5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B9F4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B69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D7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НМВ</w:t>
            </w:r>
          </w:p>
        </w:tc>
      </w:tr>
      <w:tr w:rsidR="00134790" w14:paraId="01FCE075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4B2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7EF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F244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DED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83A2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6FD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A89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63C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ГМВ</w:t>
            </w:r>
          </w:p>
        </w:tc>
      </w:tr>
      <w:tr w:rsidR="00134790" w14:paraId="3A17A6F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9D5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F7B8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2DCF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47B7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0C4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92F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FC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5B2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ЙИС</w:t>
            </w:r>
          </w:p>
        </w:tc>
      </w:tr>
      <w:tr w:rsidR="00134790" w14:paraId="6759FB2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C96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233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003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B61B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9F4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908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DFE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3CB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РТИ</w:t>
            </w:r>
          </w:p>
        </w:tc>
      </w:tr>
      <w:tr w:rsidR="00134790" w14:paraId="3A0C39E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475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44A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353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B7D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ADC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F8F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00CF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452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ВХВ</w:t>
            </w:r>
          </w:p>
        </w:tc>
      </w:tr>
      <w:tr w:rsidR="00134790" w14:paraId="448030BA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A22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0F6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B17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2B4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FEB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582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97B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59D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НнИ</w:t>
            </w:r>
          </w:p>
        </w:tc>
      </w:tr>
      <w:tr w:rsidR="00134790" w14:paraId="008A24F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A27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2F67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006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4CF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CE1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C15D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E5F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10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СРВ</w:t>
            </w:r>
          </w:p>
        </w:tc>
      </w:tr>
      <w:tr w:rsidR="00134790" w14:paraId="4CF11642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9F18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385E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08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0045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62A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88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069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7A6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ПЙН</w:t>
            </w:r>
          </w:p>
        </w:tc>
      </w:tr>
      <w:tr w:rsidR="00134790" w14:paraId="65E9E453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CA3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F9C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BBF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559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422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7F9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2D2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2FA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СВЕТОСЛАВ ВАСИЛИВ ВАСИЛЕВ и др.</w:t>
            </w:r>
          </w:p>
        </w:tc>
      </w:tr>
      <w:tr w:rsidR="00134790" w14:paraId="7D098B1E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9343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248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78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4DC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D9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E0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43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A36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ЙАС</w:t>
            </w:r>
          </w:p>
        </w:tc>
      </w:tr>
      <w:tr w:rsidR="00134790" w14:paraId="128F26B8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02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F4E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9A3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3D8E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A98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4968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06D3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B00E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АСВ</w:t>
            </w:r>
          </w:p>
        </w:tc>
      </w:tr>
      <w:tr w:rsidR="00134790" w14:paraId="0F6E08A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D112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8A4E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AAB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88B0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8E2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902D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1DC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C75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КТС и др.</w:t>
            </w:r>
          </w:p>
        </w:tc>
      </w:tr>
      <w:tr w:rsidR="00134790" w14:paraId="249D9ABD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247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AAFF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E82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8EA4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BC1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CF32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2AD6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1D6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АМТ</w:t>
            </w:r>
          </w:p>
        </w:tc>
      </w:tr>
      <w:tr w:rsidR="00134790" w14:paraId="6870A2E6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5FF7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DBB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C0A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202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6A6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FE5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22AB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F1A2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БГИ</w:t>
            </w:r>
          </w:p>
        </w:tc>
      </w:tr>
      <w:tr w:rsidR="00134790" w14:paraId="018345C4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43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C099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8CADD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2E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1B5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CF4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3F4C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12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ВАВ</w:t>
            </w:r>
          </w:p>
        </w:tc>
      </w:tr>
      <w:tr w:rsidR="00134790" w14:paraId="3EE03719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2AB9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BCFBA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F3B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8D3F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749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EB9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365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4B1A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АМБ</w:t>
            </w:r>
          </w:p>
        </w:tc>
      </w:tr>
      <w:tr w:rsidR="00134790" w14:paraId="7936D15F" w14:textId="77777777" w:rsidTr="0013479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9558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33F3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9C917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731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164.308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0274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0D95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E71E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245.10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E4981" w14:textId="77777777" w:rsidR="00134790" w:rsidRDefault="00134790" w:rsidP="004D044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</w:tbl>
    <w:p w14:paraId="5BF4B005" w14:textId="65385C65" w:rsidR="00707F86" w:rsidRDefault="00707F86" w:rsidP="005745ED">
      <w:pPr>
        <w:ind w:firstLine="720"/>
        <w:jc w:val="both"/>
        <w:rPr>
          <w:lang w:val="bg-BG"/>
        </w:rPr>
      </w:pPr>
    </w:p>
    <w:p w14:paraId="770536AC" w14:textId="77777777" w:rsidR="006D6C03" w:rsidRDefault="006D6C03" w:rsidP="006D6C03"/>
    <w:p w14:paraId="13C1639A" w14:textId="77777777" w:rsidR="007A2C47" w:rsidRPr="00CE78CA" w:rsidRDefault="007A2C47" w:rsidP="007A2C47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14:paraId="7D16D9B1" w14:textId="77777777" w:rsidR="007A2C47" w:rsidRPr="002725F6" w:rsidRDefault="007A2C47" w:rsidP="007A2C47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14:paraId="70AA57D4" w14:textId="77777777" w:rsidR="007A2C47" w:rsidRPr="00992DF8" w:rsidRDefault="007A2C47" w:rsidP="007A2C47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14:paraId="51F85C05" w14:textId="77777777" w:rsidR="007A2C47" w:rsidRPr="004A35CC" w:rsidRDefault="007A2C47" w:rsidP="007A2C47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Pr="00EB1C5F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EB1C5F">
        <w:rPr>
          <w:b/>
          <w:i/>
          <w:lang w:val="ru-RU"/>
        </w:rPr>
        <w:t>се прилага чл. 37в, ал. 7 от ЗСПЗЗ.</w:t>
      </w:r>
    </w:p>
    <w:p w14:paraId="3FEF1D55" w14:textId="77777777" w:rsidR="007A2C47" w:rsidRPr="004A35CC" w:rsidRDefault="007A2C47" w:rsidP="007A2C47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14:paraId="534526D6" w14:textId="0A69D5B9" w:rsidR="007A2C47" w:rsidRDefault="007A2C47" w:rsidP="007A2C47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връчена на началника на ОСЗ –Божурище</w:t>
      </w:r>
      <w:r w:rsidRPr="00CE78CA">
        <w:rPr>
          <w:lang w:val="ru-RU"/>
        </w:rPr>
        <w:t xml:space="preserve"> и на представителите на община</w:t>
      </w:r>
      <w:r>
        <w:rPr>
          <w:lang w:val="ru-RU"/>
        </w:rPr>
        <w:t xml:space="preserve"> Божурище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Pr="00CE78CA">
        <w:rPr>
          <w:lang w:val="ru-RU"/>
        </w:rPr>
        <w:t>с</w:t>
      </w:r>
      <w:r>
        <w:rPr>
          <w:lang w:val="ru-RU"/>
        </w:rPr>
        <w:t>.</w:t>
      </w:r>
      <w:r w:rsidR="00B129DE">
        <w:rPr>
          <w:lang w:val="bg-BG"/>
        </w:rPr>
        <w:t>Делян</w:t>
      </w:r>
      <w:r w:rsidRPr="00CE78CA">
        <w:rPr>
          <w:lang w:val="ru-RU"/>
        </w:rPr>
        <w:t>, участници в комисията – за сведение и изпълнение.</w:t>
      </w:r>
    </w:p>
    <w:p w14:paraId="1EEFBB3B" w14:textId="77777777" w:rsidR="007A2C47" w:rsidRDefault="007A2C47" w:rsidP="007A2C47">
      <w:pPr>
        <w:ind w:firstLine="709"/>
        <w:jc w:val="both"/>
        <w:rPr>
          <w:lang w:val="bg-BG"/>
        </w:rPr>
      </w:pP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6DEE97F4" w14:textId="77777777" w:rsidR="007A2C47" w:rsidRDefault="007A2C47" w:rsidP="007A2C47">
      <w:pPr>
        <w:jc w:val="both"/>
        <w:rPr>
          <w:lang w:val="bg-BG"/>
        </w:rPr>
      </w:pPr>
    </w:p>
    <w:p w14:paraId="75485D74" w14:textId="77777777" w:rsidR="007A2C47" w:rsidRPr="00535D58" w:rsidRDefault="007A2C47" w:rsidP="007A2C47">
      <w:pPr>
        <w:jc w:val="both"/>
        <w:rPr>
          <w:lang w:val="bg-BG"/>
        </w:rPr>
      </w:pPr>
    </w:p>
    <w:p w14:paraId="7436280B" w14:textId="77777777" w:rsidR="007A2C47" w:rsidRPr="00CE78CA" w:rsidRDefault="007A2C47" w:rsidP="007A2C47">
      <w:pPr>
        <w:ind w:firstLine="709"/>
        <w:jc w:val="both"/>
        <w:rPr>
          <w:u w:val="single"/>
          <w:lang w:val="bg-BG"/>
        </w:rPr>
      </w:pPr>
    </w:p>
    <w:p w14:paraId="5CAB2668" w14:textId="7A0A27F7" w:rsidR="007A2C47" w:rsidRPr="00CE78CA" w:rsidRDefault="007A2C47" w:rsidP="007A2C47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A80A6A">
        <w:rPr>
          <w:b/>
          <w:lang w:val="bg-BG"/>
        </w:rPr>
        <w:t xml:space="preserve">   /П/</w:t>
      </w:r>
      <w:bookmarkStart w:id="5" w:name="_GoBack"/>
      <w:bookmarkEnd w:id="5"/>
    </w:p>
    <w:p w14:paraId="2CED39BA" w14:textId="77777777" w:rsidR="007A2C47" w:rsidRPr="00FA15EF" w:rsidRDefault="007A2C47" w:rsidP="007A2C47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23CC5529" w14:textId="77777777" w:rsidR="007A2C47" w:rsidRPr="00CE78CA" w:rsidRDefault="007A2C47" w:rsidP="007A2C47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70EBCF66" w14:textId="77777777" w:rsidR="007A2C47" w:rsidRPr="00CE78CA" w:rsidRDefault="007A2C47" w:rsidP="007A2C47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21805D2A" w14:textId="77777777" w:rsidR="007A2C47" w:rsidRPr="00E16D9A" w:rsidRDefault="007A2C47" w:rsidP="007A2C47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EB1C5F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14:paraId="5482D751" w14:textId="77777777" w:rsidR="007A2C47" w:rsidRDefault="007A2C47" w:rsidP="007A2C47">
      <w:pPr>
        <w:rPr>
          <w:i/>
          <w:lang w:val="bg-BG"/>
        </w:rPr>
      </w:pPr>
    </w:p>
    <w:p w14:paraId="3A8B2E12" w14:textId="77777777" w:rsidR="007A2C47" w:rsidRPr="00CE78CA" w:rsidRDefault="007A2C47" w:rsidP="007A2C47">
      <w:pPr>
        <w:rPr>
          <w:i/>
          <w:lang w:val="bg-BG"/>
        </w:rPr>
      </w:pPr>
    </w:p>
    <w:p w14:paraId="6782083F" w14:textId="77777777" w:rsidR="007A2C47" w:rsidRDefault="007A2C47" w:rsidP="007A2C47">
      <w:pPr>
        <w:ind w:firstLine="709"/>
        <w:jc w:val="both"/>
        <w:rPr>
          <w:i/>
          <w:iCs/>
          <w:sz w:val="20"/>
          <w:lang w:val="bg-BG"/>
        </w:rPr>
      </w:pPr>
    </w:p>
    <w:p w14:paraId="11F2CBA5" w14:textId="2A7B30D7" w:rsidR="00EE0F93" w:rsidRDefault="00EE0F93" w:rsidP="0083710E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FD0F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085D4" w14:textId="77777777" w:rsidR="00C200EB" w:rsidRDefault="00C200EB">
      <w:r>
        <w:separator/>
      </w:r>
    </w:p>
  </w:endnote>
  <w:endnote w:type="continuationSeparator" w:id="0">
    <w:p w14:paraId="288DB338" w14:textId="77777777" w:rsidR="00C200EB" w:rsidRDefault="00C2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D6C03" w:rsidRDefault="006D6C03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6D6C03" w:rsidRDefault="006D6C03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318A6421" w:rsidR="006D6C03" w:rsidRPr="00713EC9" w:rsidRDefault="006D6C03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A80A6A">
      <w:rPr>
        <w:rStyle w:val="PageNumber"/>
        <w:noProof/>
        <w:sz w:val="18"/>
      </w:rPr>
      <w:t>11</w:t>
    </w:r>
    <w:r w:rsidRPr="00713EC9">
      <w:rPr>
        <w:rStyle w:val="PageNumber"/>
        <w:sz w:val="18"/>
      </w:rPr>
      <w:fldChar w:fldCharType="end"/>
    </w:r>
  </w:p>
  <w:p w14:paraId="107565A2" w14:textId="77777777" w:rsidR="007A2C47" w:rsidRPr="002B412A" w:rsidRDefault="007A2C47" w:rsidP="007A2C47">
    <w:pPr>
      <w:spacing w:after="200" w:line="276" w:lineRule="auto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02C8A4F6" w14:textId="77777777" w:rsidR="007A2C47" w:rsidRPr="002B412A" w:rsidRDefault="007A2C47" w:rsidP="007A2C4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0DF700C8" w14:textId="77777777" w:rsidR="006D6C03" w:rsidRPr="00835BBA" w:rsidRDefault="006D6C0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11DCD" w14:textId="77777777" w:rsidR="007A2C47" w:rsidRPr="002B412A" w:rsidRDefault="007A2C47" w:rsidP="007A2C47">
    <w:pPr>
      <w:spacing w:after="200" w:line="276" w:lineRule="auto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22412BCC" w14:textId="77777777" w:rsidR="007A2C47" w:rsidRPr="002B412A" w:rsidRDefault="007A2C47" w:rsidP="007A2C4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4D099F30" w14:textId="53ED0B8E" w:rsidR="006D6C03" w:rsidRPr="00004F45" w:rsidRDefault="006D6C03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D68EC" w14:textId="77777777" w:rsidR="00C200EB" w:rsidRDefault="00C200EB">
      <w:r>
        <w:separator/>
      </w:r>
    </w:p>
  </w:footnote>
  <w:footnote w:type="continuationSeparator" w:id="0">
    <w:p w14:paraId="70C401E7" w14:textId="77777777" w:rsidR="00C200EB" w:rsidRDefault="00C20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D6C03" w:rsidRPr="005B69F7" w:rsidRDefault="006D6C03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7A0366BE" w:rsidR="006D6C03" w:rsidRPr="005B69F7" w:rsidRDefault="006D6C03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9047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="00CD47E5">
      <w:rPr>
        <w:rFonts w:ascii="Helen Bg Condensed" w:hAnsi="Helen Bg Condensed"/>
        <w:spacing w:val="40"/>
        <w:sz w:val="30"/>
        <w:szCs w:val="30"/>
      </w:rPr>
      <w:t>РЕ      РЕПУ</w:t>
    </w:r>
    <w:r w:rsidRPr="005B69F7">
      <w:rPr>
        <w:rFonts w:ascii="Helen Bg Condensed" w:hAnsi="Helen Bg Condensed"/>
        <w:spacing w:val="40"/>
        <w:sz w:val="30"/>
        <w:szCs w:val="30"/>
      </w:rPr>
      <w:t>БЛИКА БЪЛГАРИЯ</w:t>
    </w:r>
  </w:p>
  <w:p w14:paraId="32FF54C8" w14:textId="7E6F6B94" w:rsidR="006D6C03" w:rsidRPr="0023186B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D6C03" w:rsidRPr="00983B22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6D6C03" w:rsidRPr="00983B22" w:rsidRDefault="006D6C0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4DE3"/>
    <w:rsid w:val="0011621C"/>
    <w:rsid w:val="00134790"/>
    <w:rsid w:val="0013647C"/>
    <w:rsid w:val="00137F32"/>
    <w:rsid w:val="001423EA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7910"/>
    <w:rsid w:val="001D78E6"/>
    <w:rsid w:val="001E1CD9"/>
    <w:rsid w:val="0020653E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813FC"/>
    <w:rsid w:val="0038518E"/>
    <w:rsid w:val="003A6165"/>
    <w:rsid w:val="003A7442"/>
    <w:rsid w:val="003B6B61"/>
    <w:rsid w:val="003C2E20"/>
    <w:rsid w:val="003C550F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B10BF"/>
    <w:rsid w:val="004C3144"/>
    <w:rsid w:val="004C4B62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45C6"/>
    <w:rsid w:val="005D2C61"/>
    <w:rsid w:val="005D42C6"/>
    <w:rsid w:val="005D7788"/>
    <w:rsid w:val="005D7F92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D6C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2C47"/>
    <w:rsid w:val="007A6290"/>
    <w:rsid w:val="007B4B8A"/>
    <w:rsid w:val="007B66B3"/>
    <w:rsid w:val="007D05C7"/>
    <w:rsid w:val="007D07CD"/>
    <w:rsid w:val="007D6450"/>
    <w:rsid w:val="007E00EE"/>
    <w:rsid w:val="007E0517"/>
    <w:rsid w:val="007E1780"/>
    <w:rsid w:val="00800337"/>
    <w:rsid w:val="00800569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1912"/>
    <w:rsid w:val="00A23BFD"/>
    <w:rsid w:val="00A2419F"/>
    <w:rsid w:val="00A36C2A"/>
    <w:rsid w:val="00A448DD"/>
    <w:rsid w:val="00A56EBD"/>
    <w:rsid w:val="00A60928"/>
    <w:rsid w:val="00A641A5"/>
    <w:rsid w:val="00A74690"/>
    <w:rsid w:val="00A74EBA"/>
    <w:rsid w:val="00A76B02"/>
    <w:rsid w:val="00A805A9"/>
    <w:rsid w:val="00A806FD"/>
    <w:rsid w:val="00A80A6A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29DE"/>
    <w:rsid w:val="00B14BA2"/>
    <w:rsid w:val="00B157DC"/>
    <w:rsid w:val="00B22D78"/>
    <w:rsid w:val="00B54180"/>
    <w:rsid w:val="00B65B7A"/>
    <w:rsid w:val="00B80B62"/>
    <w:rsid w:val="00B97B20"/>
    <w:rsid w:val="00BA5128"/>
    <w:rsid w:val="00BA5CA9"/>
    <w:rsid w:val="00BC0B35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6313"/>
    <w:rsid w:val="00C120B5"/>
    <w:rsid w:val="00C200EB"/>
    <w:rsid w:val="00C34BD9"/>
    <w:rsid w:val="00C34FAA"/>
    <w:rsid w:val="00C37346"/>
    <w:rsid w:val="00C41B72"/>
    <w:rsid w:val="00C41FCC"/>
    <w:rsid w:val="00C473A4"/>
    <w:rsid w:val="00CA17DF"/>
    <w:rsid w:val="00CA3258"/>
    <w:rsid w:val="00CA41E3"/>
    <w:rsid w:val="00CA7A14"/>
    <w:rsid w:val="00CC444F"/>
    <w:rsid w:val="00CC671B"/>
    <w:rsid w:val="00CD47E5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52E11"/>
    <w:rsid w:val="00E5627C"/>
    <w:rsid w:val="00E61682"/>
    <w:rsid w:val="00E61DDC"/>
    <w:rsid w:val="00E6220A"/>
    <w:rsid w:val="00E64F78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6385569D-CC14-4D07-BA71-AE2D259E9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01C5-F050-4D99-B0DF-4D08EE0DD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11</Pages>
  <Words>4158</Words>
  <Characters>23704</Characters>
  <Application>Microsoft Office Word</Application>
  <DocSecurity>0</DocSecurity>
  <Lines>197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7</cp:revision>
  <cp:lastPrinted>2016-09-16T10:47:00Z</cp:lastPrinted>
  <dcterms:created xsi:type="dcterms:W3CDTF">2022-09-28T09:19:00Z</dcterms:created>
  <dcterms:modified xsi:type="dcterms:W3CDTF">2022-10-03T11:39:00Z</dcterms:modified>
</cp:coreProperties>
</file>