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89" w:rsidRDefault="00E04E89" w:rsidP="003507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E04E89" w:rsidRPr="00355206" w:rsidRDefault="00E04E89" w:rsidP="003507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E04E89" w:rsidRDefault="00E04E89" w:rsidP="009441F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E04E89" w:rsidRPr="00B16FBD" w:rsidRDefault="00E04E89" w:rsidP="009441F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№</w:t>
      </w:r>
      <w:r>
        <w:rPr>
          <w:rFonts w:ascii="Times New Roman" w:hAnsi="Times New Roman"/>
          <w:b/>
          <w:sz w:val="24"/>
          <w:szCs w:val="24"/>
          <w:lang w:val="bg-BG"/>
        </w:rPr>
        <w:t>562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>
        <w:rPr>
          <w:rFonts w:ascii="Times New Roman" w:hAnsi="Times New Roman"/>
          <w:b/>
          <w:sz w:val="24"/>
          <w:szCs w:val="24"/>
          <w:lang w:val="ru-RU"/>
        </w:rPr>
        <w:t>22.12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17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E04E89" w:rsidRDefault="00E04E89" w:rsidP="009441F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</w:p>
    <w:p w:rsidR="00E04E89" w:rsidRPr="00B67BF5" w:rsidRDefault="00E04E89" w:rsidP="009441F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04E89" w:rsidRPr="001E6D91" w:rsidRDefault="00E04E89" w:rsidP="009441F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На </w:t>
      </w:r>
      <w:r>
        <w:rPr>
          <w:rFonts w:ascii="Times New Roman" w:hAnsi="Times New Roman"/>
          <w:sz w:val="24"/>
          <w:szCs w:val="24"/>
          <w:lang w:val="bg-BG"/>
        </w:rPr>
        <w:t>основание чл.</w:t>
      </w:r>
      <w:r w:rsidRPr="001B2362">
        <w:rPr>
          <w:lang w:val="ru-RU"/>
        </w:rPr>
        <w:t xml:space="preserve"> </w:t>
      </w:r>
      <w:r w:rsidRPr="001B2362">
        <w:rPr>
          <w:rFonts w:ascii="Times New Roman" w:hAnsi="Times New Roman"/>
          <w:sz w:val="24"/>
          <w:szCs w:val="24"/>
          <w:lang w:val="ru-RU"/>
        </w:rPr>
        <w:t>62, ал. 2</w:t>
      </w:r>
      <w:r w:rsidRPr="001E6D9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B2362">
        <w:rPr>
          <w:rFonts w:ascii="Times New Roman" w:hAnsi="Times New Roman"/>
          <w:sz w:val="24"/>
          <w:szCs w:val="24"/>
          <w:lang w:val="ru-RU"/>
        </w:rPr>
        <w:t>от Административнопроцесуалния кодекс (АПК)</w:t>
      </w:r>
      <w:r>
        <w:rPr>
          <w:rFonts w:ascii="Times New Roman" w:hAnsi="Times New Roman"/>
          <w:sz w:val="24"/>
          <w:szCs w:val="24"/>
          <w:lang w:val="bg-BG"/>
        </w:rPr>
        <w:t xml:space="preserve"> и на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основание </w:t>
      </w:r>
      <w:r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B16FBD">
        <w:rPr>
          <w:rFonts w:ascii="Times New Roman" w:hAnsi="Times New Roman"/>
          <w:sz w:val="24"/>
          <w:szCs w:val="24"/>
          <w:lang w:val="bg-BG"/>
        </w:rPr>
        <w:t>чл. 37ж, ал. 11 от Закона за собствеността и ползване</w:t>
      </w:r>
      <w:r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  <w:r w:rsidRPr="001B2362">
        <w:rPr>
          <w:rFonts w:ascii="Times New Roman" w:hAnsi="Times New Roman"/>
          <w:sz w:val="24"/>
          <w:szCs w:val="24"/>
          <w:lang w:val="ru-RU"/>
        </w:rPr>
        <w:t xml:space="preserve"> с оглед </w:t>
      </w:r>
      <w:r>
        <w:rPr>
          <w:rFonts w:ascii="Times New Roman" w:hAnsi="Times New Roman"/>
          <w:sz w:val="24"/>
          <w:szCs w:val="24"/>
          <w:lang w:val="bg-BG"/>
        </w:rPr>
        <w:t xml:space="preserve">констатирана </w:t>
      </w:r>
      <w:r w:rsidRPr="001B2362">
        <w:rPr>
          <w:rFonts w:ascii="Times New Roman" w:hAnsi="Times New Roman"/>
          <w:sz w:val="24"/>
          <w:szCs w:val="24"/>
          <w:lang w:val="ru-RU"/>
        </w:rPr>
        <w:t>очевидна техническа грешка при</w:t>
      </w:r>
      <w:r>
        <w:rPr>
          <w:rFonts w:ascii="Times New Roman" w:hAnsi="Times New Roman"/>
          <w:sz w:val="24"/>
          <w:szCs w:val="24"/>
          <w:lang w:val="bg-BG"/>
        </w:rPr>
        <w:t xml:space="preserve"> изчисляването на дължимите от ползвателите суми за имоти по чл. 37ж, ал. 5 от ЗСПЗЗ, посочени в Заповед № 518/05.12.2017 г. на Директора на ОДЗ - Монтана</w:t>
      </w:r>
    </w:p>
    <w:p w:rsidR="00E04E89" w:rsidRDefault="00E04E89" w:rsidP="009441F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E04E89" w:rsidRPr="00B16FBD" w:rsidRDefault="00E04E89" w:rsidP="009441F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E04E89" w:rsidRDefault="00E04E89" w:rsidP="009441F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E04E89" w:rsidRDefault="00E04E89" w:rsidP="009441F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04E89" w:rsidRDefault="00E04E89" w:rsidP="009441F3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Заповед № 518/05.12.2017г., с която е одобрено споразумение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Превала,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Монтана, </w:t>
      </w:r>
      <w:r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да се чете, както следва:</w:t>
      </w:r>
    </w:p>
    <w:p w:rsidR="00E04E89" w:rsidRPr="00B16FBD" w:rsidRDefault="00E04E89" w:rsidP="009441F3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04E89" w:rsidRDefault="00E04E89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smartTag w:uri="urn:schemas-microsoft-com:office:smarttags" w:element="place">
        <w:r w:rsidRPr="000F6DCA">
          <w:rPr>
            <w:rFonts w:ascii="Times New Roman" w:hAnsi="Times New Roman"/>
            <w:b/>
            <w:sz w:val="24"/>
            <w:szCs w:val="24"/>
          </w:rPr>
          <w:t>I</w:t>
        </w:r>
        <w:r w:rsidRPr="000F6DCA">
          <w:rPr>
            <w:rFonts w:ascii="Times New Roman" w:hAnsi="Times New Roman"/>
            <w:b/>
            <w:sz w:val="24"/>
            <w:szCs w:val="24"/>
            <w:lang w:val="bg-BG"/>
          </w:rPr>
          <w:t>.</w:t>
        </w:r>
      </w:smartTag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>
        <w:rPr>
          <w:rFonts w:ascii="Times New Roman" w:hAnsi="Times New Roman"/>
          <w:b/>
          <w:sz w:val="24"/>
          <w:szCs w:val="24"/>
          <w:lang w:val="bg-BG"/>
        </w:rPr>
        <w:t>Превала,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 </w:t>
      </w:r>
      <w:r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ЗСПЗЗ.</w:t>
      </w:r>
    </w:p>
    <w:p w:rsidR="00E04E89" w:rsidRDefault="00E04E89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E04E89" w:rsidRDefault="00E04E89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CF4DE1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E04E89" w:rsidRDefault="00E04E89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857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"/>
        <w:gridCol w:w="3220"/>
        <w:gridCol w:w="1200"/>
        <w:gridCol w:w="1021"/>
        <w:gridCol w:w="1313"/>
        <w:gridCol w:w="1252"/>
      </w:tblGrid>
      <w:tr w:rsidR="00E04E89" w:rsidRPr="00CF4DE1" w:rsidTr="009441F3">
        <w:trPr>
          <w:trHeight w:val="2529"/>
        </w:trPr>
        <w:tc>
          <w:tcPr>
            <w:tcW w:w="565" w:type="dxa"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sz w:val="24"/>
                <w:szCs w:val="24"/>
                <w:lang w:eastAsia="zh-TW"/>
              </w:rPr>
            </w:pPr>
            <w:r w:rsidRPr="009441F3">
              <w:rPr>
                <w:rFonts w:ascii="Times New Roman" w:eastAsia="PMingLiU" w:hAnsi="Times New Roman"/>
                <w:b/>
                <w:sz w:val="24"/>
                <w:szCs w:val="24"/>
                <w:lang w:eastAsia="zh-TW"/>
              </w:rPr>
              <w:t>№ по ред</w:t>
            </w:r>
          </w:p>
        </w:tc>
        <w:tc>
          <w:tcPr>
            <w:tcW w:w="3220" w:type="dxa"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</w:pPr>
            <w:r w:rsidRPr="009441F3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Ползвател по чл.37ж ЗСПЗЗ (име,презиме,фамилия - </w:t>
            </w:r>
            <w:r w:rsidRPr="009441F3">
              <w:rPr>
                <w:rFonts w:ascii="Times New Roman" w:eastAsia="PMingLiU" w:hAnsi="Times New Roman"/>
                <w:b/>
                <w:sz w:val="24"/>
                <w:szCs w:val="24"/>
                <w:lang w:val="ru-RU" w:eastAsia="zh-TW"/>
              </w:rPr>
              <w:t>за физически лица</w:t>
            </w:r>
            <w:r w:rsidRPr="009441F3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, наименование за ЕТ </w:t>
            </w:r>
            <w:r w:rsidRPr="009441F3">
              <w:rPr>
                <w:rFonts w:ascii="Times New Roman" w:eastAsia="PMingLiU" w:hAnsi="Times New Roman"/>
                <w:b/>
                <w:sz w:val="24"/>
                <w:szCs w:val="24"/>
                <w:lang w:val="ru-RU" w:eastAsia="zh-TW"/>
              </w:rPr>
              <w:t>или юридическо лице)</w:t>
            </w:r>
          </w:p>
        </w:tc>
        <w:tc>
          <w:tcPr>
            <w:tcW w:w="1200" w:type="dxa"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sz w:val="24"/>
                <w:szCs w:val="24"/>
                <w:lang w:eastAsia="zh-TW"/>
              </w:rPr>
            </w:pPr>
            <w:r w:rsidRPr="009441F3">
              <w:rPr>
                <w:rFonts w:ascii="Times New Roman" w:eastAsia="PMingLiU" w:hAnsi="Times New Roman"/>
                <w:b/>
                <w:sz w:val="24"/>
                <w:szCs w:val="24"/>
                <w:lang w:eastAsia="zh-TW"/>
              </w:rPr>
              <w:t xml:space="preserve">Масив </w:t>
            </w:r>
            <w:r w:rsidRPr="009441F3">
              <w:rPr>
                <w:rFonts w:ascii="Times New Roman" w:eastAsia="PMingLiU" w:hAnsi="Times New Roman"/>
                <w:b/>
                <w:bCs/>
                <w:sz w:val="24"/>
                <w:szCs w:val="24"/>
                <w:lang w:eastAsia="zh-TW"/>
              </w:rPr>
              <w:t>за ползване №</w:t>
            </w:r>
          </w:p>
        </w:tc>
        <w:tc>
          <w:tcPr>
            <w:tcW w:w="1021" w:type="dxa"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</w:pPr>
            <w:r w:rsidRPr="009441F3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    Имот № по чл.37ж, ал.5 от ЗСПЗЗ </w:t>
            </w:r>
            <w:r w:rsidRPr="009441F3">
              <w:rPr>
                <w:rFonts w:ascii="Times New Roman" w:eastAsia="PMingLiU" w:hAnsi="Times New Roman"/>
                <w:b/>
                <w:sz w:val="24"/>
                <w:szCs w:val="24"/>
                <w:lang w:val="ru-RU" w:eastAsia="zh-TW"/>
              </w:rPr>
              <w:t>(№ на имот по КВС)</w:t>
            </w:r>
          </w:p>
        </w:tc>
        <w:tc>
          <w:tcPr>
            <w:tcW w:w="1313" w:type="dxa"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</w:pPr>
            <w:r w:rsidRPr="009441F3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Средна рентна вноска </w:t>
            </w:r>
            <w:r w:rsidRPr="009441F3">
              <w:rPr>
                <w:rFonts w:ascii="Times New Roman" w:eastAsia="PMingLiU" w:hAnsi="Times New Roman"/>
                <w:b/>
                <w:sz w:val="24"/>
                <w:szCs w:val="24"/>
                <w:lang w:val="ru-RU" w:eastAsia="zh-TW"/>
              </w:rPr>
              <w:t xml:space="preserve">по чл.37ж, ал.12 от ЗСПЗЗ </w:t>
            </w:r>
            <w:r w:rsidRPr="009441F3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>(лева/дка)</w:t>
            </w:r>
          </w:p>
        </w:tc>
        <w:tc>
          <w:tcPr>
            <w:tcW w:w="1252" w:type="dxa"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eastAsia="zh-TW"/>
              </w:rPr>
            </w:pPr>
            <w:r w:rsidRPr="009441F3">
              <w:rPr>
                <w:rFonts w:ascii="Times New Roman" w:eastAsia="PMingLiU" w:hAnsi="Times New Roman"/>
                <w:b/>
                <w:bCs/>
                <w:sz w:val="24"/>
                <w:szCs w:val="24"/>
                <w:lang w:eastAsia="zh-TW"/>
              </w:rPr>
              <w:t>Дължима сума (лева)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 w:val="restart"/>
            <w:noWrap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</w:t>
            </w:r>
            <w:r w:rsidRPr="009441F3">
              <w:rPr>
                <w:rFonts w:ascii="Times New Roman" w:eastAsia="PMingLiU" w:hAnsi="Times New Roman"/>
                <w:sz w:val="22"/>
                <w:szCs w:val="22"/>
                <w:lang w:val="bg-BG" w:eastAsia="zh-TW"/>
              </w:rPr>
              <w:t>.</w:t>
            </w: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12047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3.25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12049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30.60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19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19033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32.58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19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19043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4.02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35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35016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10.76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49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49103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13.57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52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52103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18.02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52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52122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5.66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54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54036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17.82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65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65053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7.21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65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65058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11.82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65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65064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9.81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69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69009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31.59</w:t>
            </w:r>
          </w:p>
        </w:tc>
      </w:tr>
      <w:tr w:rsidR="00E04E89" w:rsidRPr="009441F3" w:rsidTr="009441F3">
        <w:trPr>
          <w:trHeight w:val="300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322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ПЕТЬО ИВАНОВ КРЪСТЕВ               </w:t>
            </w:r>
          </w:p>
        </w:tc>
        <w:tc>
          <w:tcPr>
            <w:tcW w:w="1200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70</w:t>
            </w:r>
          </w:p>
        </w:tc>
        <w:tc>
          <w:tcPr>
            <w:tcW w:w="1021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70045</w:t>
            </w:r>
          </w:p>
        </w:tc>
        <w:tc>
          <w:tcPr>
            <w:tcW w:w="1313" w:type="dxa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4.00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1F3">
              <w:rPr>
                <w:rFonts w:ascii="Times New Roman" w:hAnsi="Times New Roman"/>
                <w:sz w:val="22"/>
                <w:szCs w:val="22"/>
              </w:rPr>
              <w:t>25.88</w:t>
            </w:r>
          </w:p>
        </w:tc>
      </w:tr>
      <w:tr w:rsidR="00E04E89" w:rsidRPr="009441F3" w:rsidTr="009441F3">
        <w:trPr>
          <w:trHeight w:val="315"/>
        </w:trPr>
        <w:tc>
          <w:tcPr>
            <w:tcW w:w="565" w:type="dxa"/>
            <w:vMerge/>
            <w:vAlign w:val="center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6754" w:type="dxa"/>
            <w:gridSpan w:val="4"/>
            <w:noWrap/>
            <w:vAlign w:val="bottom"/>
          </w:tcPr>
          <w:p w:rsidR="00E04E89" w:rsidRPr="009441F3" w:rsidRDefault="00E04E89" w:rsidP="00CF4D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9441F3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Всичко за ползвателя:</w:t>
            </w:r>
          </w:p>
        </w:tc>
        <w:tc>
          <w:tcPr>
            <w:tcW w:w="1252" w:type="dxa"/>
            <w:noWrap/>
            <w:vAlign w:val="bottom"/>
          </w:tcPr>
          <w:p w:rsidR="00E04E89" w:rsidRPr="009441F3" w:rsidRDefault="00E04E89" w:rsidP="009441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sz w:val="22"/>
                <w:szCs w:val="22"/>
                <w:lang w:val="bg-BG" w:eastAsia="zh-TW"/>
              </w:rPr>
            </w:pPr>
            <w:r w:rsidRPr="009441F3">
              <w:rPr>
                <w:rFonts w:ascii="Times New Roman" w:eastAsia="PMingLiU" w:hAnsi="Times New Roman"/>
                <w:b/>
                <w:bCs/>
                <w:i/>
                <w:sz w:val="22"/>
                <w:szCs w:val="22"/>
                <w:lang w:val="bg-BG" w:eastAsia="zh-TW"/>
              </w:rPr>
              <w:t>222.57</w:t>
            </w:r>
          </w:p>
        </w:tc>
      </w:tr>
    </w:tbl>
    <w:p w:rsidR="00E04E89" w:rsidRPr="009441F3" w:rsidRDefault="00E04E89" w:rsidP="00B16FBD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E04E89" w:rsidRPr="00820780" w:rsidRDefault="00E04E89" w:rsidP="00B16FBD">
      <w:pPr>
        <w:jc w:val="both"/>
        <w:rPr>
          <w:rFonts w:ascii="Times New Roman" w:hAnsi="Times New Roman"/>
          <w:sz w:val="24"/>
          <w:szCs w:val="24"/>
        </w:rPr>
      </w:pPr>
    </w:p>
    <w:p w:rsidR="00E04E89" w:rsidRDefault="00E04E89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E04E89" w:rsidRPr="00CF4DE1" w:rsidRDefault="00E04E89" w:rsidP="00B16FB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E04E89" w:rsidRPr="00CF4DE1" w:rsidRDefault="00E04E89" w:rsidP="00B16FB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E04E89" w:rsidRDefault="00E04E89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-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E04E89" w:rsidRPr="00CF4DE1" w:rsidRDefault="00E04E89" w:rsidP="000D1EB8">
      <w:pPr>
        <w:ind w:firstLine="567"/>
        <w:jc w:val="both"/>
        <w:rPr>
          <w:b/>
          <w:lang w:val="ru-RU"/>
        </w:rPr>
      </w:pPr>
    </w:p>
    <w:p w:rsidR="00E04E89" w:rsidRPr="00CF4DE1" w:rsidRDefault="00E04E89" w:rsidP="000D1EB8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b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IBAN</w:t>
      </w:r>
      <w:r w:rsidRPr="00CF4DE1">
        <w:rPr>
          <w:rFonts w:ascii="Times New Roman" w:hAnsi="Times New Roman"/>
          <w:b/>
          <w:sz w:val="24"/>
          <w:szCs w:val="24"/>
          <w:lang w:val="bg-BG"/>
        </w:rPr>
        <w:t>: В</w:t>
      </w:r>
      <w:r w:rsidRPr="005443D1">
        <w:rPr>
          <w:rFonts w:ascii="Times New Roman" w:hAnsi="Times New Roman"/>
          <w:b/>
          <w:sz w:val="24"/>
          <w:szCs w:val="24"/>
        </w:rPr>
        <w:t>G</w:t>
      </w:r>
      <w:r w:rsidRPr="00CF4DE1">
        <w:rPr>
          <w:rFonts w:ascii="Times New Roman" w:hAnsi="Times New Roman"/>
          <w:b/>
          <w:sz w:val="24"/>
          <w:szCs w:val="24"/>
          <w:lang w:val="bg-BG"/>
        </w:rPr>
        <w:t xml:space="preserve">35 </w:t>
      </w:r>
      <w:r w:rsidRPr="005443D1">
        <w:rPr>
          <w:rFonts w:ascii="Times New Roman" w:hAnsi="Times New Roman"/>
          <w:b/>
          <w:sz w:val="24"/>
          <w:szCs w:val="24"/>
        </w:rPr>
        <w:t>UBBS</w:t>
      </w:r>
      <w:r w:rsidRPr="00CF4DE1">
        <w:rPr>
          <w:rFonts w:ascii="Times New Roman" w:hAnsi="Times New Roman"/>
          <w:b/>
          <w:sz w:val="24"/>
          <w:szCs w:val="24"/>
          <w:lang w:val="bg-BG"/>
        </w:rPr>
        <w:t xml:space="preserve"> 8002 3300 2506 10</w:t>
      </w:r>
    </w:p>
    <w:p w:rsidR="00E04E89" w:rsidRPr="00CF4DE1" w:rsidRDefault="00E04E89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BIC</w:t>
      </w:r>
      <w:r w:rsidRPr="00CF4DE1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Pr="005443D1">
        <w:rPr>
          <w:rFonts w:ascii="Times New Roman" w:hAnsi="Times New Roman"/>
          <w:b/>
          <w:sz w:val="24"/>
          <w:szCs w:val="24"/>
        </w:rPr>
        <w:t>UBBSBGSF</w:t>
      </w:r>
    </w:p>
    <w:p w:rsidR="00E04E89" w:rsidRPr="005443D1" w:rsidRDefault="00E04E89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CF4DE1">
        <w:rPr>
          <w:rFonts w:ascii="Times New Roman" w:hAnsi="Times New Roman"/>
          <w:b/>
          <w:sz w:val="24"/>
          <w:szCs w:val="24"/>
          <w:lang w:val="bg-BG"/>
        </w:rPr>
        <w:t xml:space="preserve">БАНКА: ОББ – ГР. </w:t>
      </w:r>
      <w:r w:rsidRPr="00CF4DE1">
        <w:rPr>
          <w:rFonts w:ascii="Times New Roman" w:hAnsi="Times New Roman"/>
          <w:b/>
          <w:sz w:val="24"/>
          <w:szCs w:val="24"/>
          <w:lang w:val="ru-RU"/>
        </w:rPr>
        <w:t>МОНТАНА</w:t>
      </w:r>
    </w:p>
    <w:p w:rsidR="00E04E89" w:rsidRPr="00CF4DE1" w:rsidRDefault="00E04E89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E04E89" w:rsidRPr="00CF4DE1" w:rsidRDefault="00E04E89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E04E89" w:rsidRPr="00CF4DE1" w:rsidRDefault="00E04E89" w:rsidP="00CF4DE1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CF4DE1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E04E89" w:rsidRPr="00CF4DE1" w:rsidRDefault="00E04E89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04E89" w:rsidRPr="00CF4DE1" w:rsidRDefault="00E04E89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Превала и в сградата на Общинска служба по земеделие – Монтана – Изнесено работно място – гр. Чипровци и да се публикува на интернет страниците на община Чипровци и Областна дирекция „Земеделие” – Монтана</w:t>
      </w:r>
    </w:p>
    <w:p w:rsidR="00E04E89" w:rsidRPr="00CF4DE1" w:rsidRDefault="00E04E89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04E89" w:rsidRPr="00CF4DE1" w:rsidRDefault="00E04E89" w:rsidP="007D2B33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Монтана.</w:t>
      </w:r>
    </w:p>
    <w:p w:rsidR="00E04E89" w:rsidRPr="00CF4DE1" w:rsidRDefault="00E04E89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E04E89" w:rsidRPr="00CF4DE1" w:rsidRDefault="00E04E89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04E89" w:rsidRPr="00CF4DE1" w:rsidRDefault="00E04E89" w:rsidP="00CF4DE1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E04E89" w:rsidRPr="00CF4DE1" w:rsidRDefault="00E04E89" w:rsidP="00CF4DE1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E04E89" w:rsidRPr="00CF4DE1" w:rsidRDefault="00E04E89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F4DE1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04E89" w:rsidRDefault="00E04E89" w:rsidP="005443D1">
      <w:pPr>
        <w:spacing w:line="360" w:lineRule="auto"/>
        <w:ind w:left="180"/>
        <w:jc w:val="both"/>
        <w:rPr>
          <w:rFonts w:ascii="Times New Roman" w:hAnsi="Times New Roman"/>
          <w:b/>
          <w:caps/>
          <w:sz w:val="24"/>
          <w:szCs w:val="24"/>
          <w:lang w:val="ru-RU"/>
        </w:rPr>
      </w:pPr>
      <w:bookmarkStart w:id="0" w:name="_GoBack"/>
    </w:p>
    <w:p w:rsidR="00E04E89" w:rsidRPr="00CF4DE1" w:rsidRDefault="00E04E89" w:rsidP="005443D1">
      <w:pPr>
        <w:spacing w:line="360" w:lineRule="auto"/>
        <w:ind w:left="180"/>
        <w:jc w:val="both"/>
        <w:rPr>
          <w:rFonts w:ascii="Times New Roman" w:hAnsi="Times New Roman"/>
          <w:b/>
          <w:caps/>
          <w:sz w:val="24"/>
          <w:szCs w:val="24"/>
          <w:lang w:val="ru-RU"/>
        </w:rPr>
      </w:pPr>
    </w:p>
    <w:bookmarkEnd w:id="0"/>
    <w:p w:rsidR="00E04E89" w:rsidRPr="007E73E4" w:rsidRDefault="00E04E89" w:rsidP="007D2B33">
      <w:pPr>
        <w:ind w:left="181"/>
        <w:jc w:val="both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CF4DE1">
        <w:rPr>
          <w:rFonts w:ascii="Times New Roman" w:hAnsi="Times New Roman"/>
          <w:b/>
          <w:caps/>
          <w:sz w:val="24"/>
          <w:szCs w:val="24"/>
          <w:lang w:val="ru-RU"/>
        </w:rPr>
        <w:t xml:space="preserve">д-р виолета гергова </w:t>
      </w:r>
      <w:r>
        <w:rPr>
          <w:rFonts w:ascii="Times New Roman" w:hAnsi="Times New Roman"/>
          <w:b/>
          <w:caps/>
          <w:sz w:val="24"/>
          <w:szCs w:val="24"/>
          <w:lang w:val="ru-RU"/>
        </w:rPr>
        <w:t>/П/</w:t>
      </w:r>
    </w:p>
    <w:p w:rsidR="00E04E89" w:rsidRPr="007D2B33" w:rsidRDefault="00E04E89" w:rsidP="007D2B33">
      <w:pPr>
        <w:ind w:left="181"/>
        <w:jc w:val="both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CF4DE1">
        <w:rPr>
          <w:rFonts w:ascii="Times New Roman" w:hAnsi="Times New Roman"/>
          <w:i/>
          <w:sz w:val="24"/>
          <w:szCs w:val="24"/>
          <w:lang w:val="ru-RU"/>
        </w:rPr>
        <w:t>Директор</w:t>
      </w:r>
      <w:r w:rsidRPr="00CF4DE1">
        <w:rPr>
          <w:rFonts w:ascii="Times New Roman" w:hAnsi="Times New Roman"/>
          <w:i/>
          <w:caps/>
          <w:sz w:val="24"/>
          <w:szCs w:val="24"/>
          <w:lang w:val="ru-RU"/>
        </w:rPr>
        <w:t xml:space="preserve"> ОД  „З</w:t>
      </w:r>
      <w:r w:rsidRPr="00CF4DE1">
        <w:rPr>
          <w:rFonts w:ascii="Times New Roman" w:hAnsi="Times New Roman"/>
          <w:i/>
          <w:sz w:val="24"/>
          <w:szCs w:val="24"/>
          <w:lang w:val="ru-RU"/>
        </w:rPr>
        <w:t>емеделие</w:t>
      </w:r>
      <w:r w:rsidRPr="00CF4DE1">
        <w:rPr>
          <w:rFonts w:ascii="Times New Roman" w:hAnsi="Times New Roman"/>
          <w:i/>
          <w:caps/>
          <w:sz w:val="24"/>
          <w:szCs w:val="24"/>
          <w:lang w:val="ru-RU"/>
        </w:rPr>
        <w:t>”М</w:t>
      </w:r>
      <w:r w:rsidRPr="00CF4DE1">
        <w:rPr>
          <w:rFonts w:ascii="Times New Roman" w:hAnsi="Times New Roman"/>
          <w:i/>
          <w:sz w:val="24"/>
          <w:szCs w:val="24"/>
          <w:lang w:val="ru-RU"/>
        </w:rPr>
        <w:t>онтана</w:t>
      </w:r>
    </w:p>
    <w:p w:rsidR="00E04E89" w:rsidRPr="00CF4DE1" w:rsidRDefault="00E04E89" w:rsidP="00CF4DE1">
      <w:pPr>
        <w:spacing w:line="36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E04E89" w:rsidRDefault="00E04E89" w:rsidP="00355206">
      <w:pPr>
        <w:spacing w:line="360" w:lineRule="auto"/>
        <w:ind w:left="1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04E89" w:rsidRDefault="00E04E89" w:rsidP="00355206">
      <w:pPr>
        <w:spacing w:line="360" w:lineRule="auto"/>
        <w:ind w:left="18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АК/ГДАР</w:t>
      </w:r>
    </w:p>
    <w:sectPr w:rsidR="00E04E89" w:rsidSect="00750AF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426" w:left="1701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E89" w:rsidRDefault="00E04E89">
      <w:r>
        <w:separator/>
      </w:r>
    </w:p>
  </w:endnote>
  <w:endnote w:type="continuationSeparator" w:id="0">
    <w:p w:rsidR="00E04E89" w:rsidRDefault="00E04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E89" w:rsidRDefault="00E04E89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E89" w:rsidRDefault="00E04E89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E89" w:rsidRDefault="00E04E89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04E89" w:rsidRDefault="00E04E89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E89" w:rsidRDefault="00E04E89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E04E89" w:rsidRDefault="00E04E89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E04E89" w:rsidRPr="00EA3B1F" w:rsidRDefault="00E04E89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E89" w:rsidRDefault="00E04E89">
      <w:r>
        <w:separator/>
      </w:r>
    </w:p>
  </w:footnote>
  <w:footnote w:type="continuationSeparator" w:id="0">
    <w:p w:rsidR="00E04E89" w:rsidRDefault="00E04E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E89" w:rsidRPr="005B69F7" w:rsidRDefault="00E04E89" w:rsidP="005B69F7">
    <w:pPr>
      <w:pStyle w:val="Heading2"/>
      <w:rPr>
        <w:rStyle w:val="Emphasis"/>
        <w:iCs/>
        <w:sz w:val="2"/>
        <w:szCs w:val="2"/>
      </w:rPr>
    </w:pPr>
    <w:r>
      <w:rPr>
        <w:noProof/>
        <w:lang w:eastAsia="ja-JP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51657728;visibility:visible">
          <v:imagedata r:id="rId1" o:title=""/>
          <w10:wrap type="square"/>
        </v:shape>
      </w:pict>
    </w:r>
  </w:p>
  <w:p w:rsidR="00E04E89" w:rsidRPr="00CF4DE1" w:rsidRDefault="00E04E89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Cs w:val="24"/>
      </w:rPr>
    </w:pPr>
    <w:r>
      <w:rPr>
        <w:noProof/>
        <w:lang w:eastAsia="ja-JP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Pr="00CF4DE1">
      <w:rPr>
        <w:rFonts w:ascii="Times New Roman" w:hAnsi="Times New Roman"/>
        <w:spacing w:val="40"/>
        <w:szCs w:val="24"/>
      </w:rPr>
      <w:t>РЕПУБЛИКА БЪЛГАРИЯ</w:t>
    </w:r>
  </w:p>
  <w:p w:rsidR="00E04E89" w:rsidRPr="00CF4DE1" w:rsidRDefault="00E04E89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Cs w:val="24"/>
      </w:rPr>
    </w:pPr>
    <w:r w:rsidRPr="00CF4DE1">
      <w:rPr>
        <w:rFonts w:ascii="Times New Roman" w:hAnsi="Times New Roman"/>
        <w:b w:val="0"/>
        <w:szCs w:val="24"/>
      </w:rPr>
      <w:tab/>
    </w:r>
    <w:r w:rsidRPr="00CF4DE1">
      <w:rPr>
        <w:rFonts w:ascii="Times New Roman" w:hAnsi="Times New Roman"/>
        <w:b w:val="0"/>
        <w:spacing w:val="40"/>
        <w:szCs w:val="24"/>
      </w:rPr>
      <w:t>Министерство на земеделието, храните и го</w:t>
    </w:r>
    <w:r>
      <w:rPr>
        <w:rFonts w:ascii="Times New Roman" w:hAnsi="Times New Roman"/>
        <w:b w:val="0"/>
        <w:spacing w:val="40"/>
        <w:szCs w:val="24"/>
      </w:rPr>
      <w:t>р</w:t>
    </w:r>
    <w:r w:rsidRPr="00CF4DE1">
      <w:rPr>
        <w:rFonts w:ascii="Times New Roman" w:hAnsi="Times New Roman"/>
        <w:b w:val="0"/>
        <w:spacing w:val="40"/>
        <w:szCs w:val="24"/>
      </w:rPr>
      <w:t>ите</w:t>
    </w:r>
  </w:p>
  <w:p w:rsidR="00E04E89" w:rsidRPr="00CF4DE1" w:rsidRDefault="00E04E89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Cs w:val="24"/>
      </w:rPr>
    </w:pPr>
    <w:r>
      <w:rPr>
        <w:noProof/>
        <w:lang w:eastAsia="ja-JP"/>
      </w:rPr>
      <w:pict>
        <v:line id="Line 1" o:spid="_x0000_s2051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Pr="00CF4DE1">
      <w:rPr>
        <w:rFonts w:ascii="Times New Roman" w:hAnsi="Times New Roman"/>
        <w:b w:val="0"/>
        <w:noProof/>
        <w:szCs w:val="24"/>
      </w:rPr>
      <w:t>Областна дирекция „Земеделие” - Монтана</w:t>
    </w:r>
  </w:p>
  <w:p w:rsidR="00E04E89" w:rsidRPr="00473133" w:rsidRDefault="00E04E89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17"/>
    <w:rsid w:val="00001FFC"/>
    <w:rsid w:val="000205AE"/>
    <w:rsid w:val="00025C86"/>
    <w:rsid w:val="00065983"/>
    <w:rsid w:val="000726C4"/>
    <w:rsid w:val="000729E0"/>
    <w:rsid w:val="000775D8"/>
    <w:rsid w:val="00085656"/>
    <w:rsid w:val="000A0573"/>
    <w:rsid w:val="000A7C9D"/>
    <w:rsid w:val="000B0738"/>
    <w:rsid w:val="000D00EB"/>
    <w:rsid w:val="000D1EB8"/>
    <w:rsid w:val="000D44D1"/>
    <w:rsid w:val="000E76DB"/>
    <w:rsid w:val="000F6DCA"/>
    <w:rsid w:val="00100CFE"/>
    <w:rsid w:val="00102A2D"/>
    <w:rsid w:val="0011384B"/>
    <w:rsid w:val="001251EC"/>
    <w:rsid w:val="0013308F"/>
    <w:rsid w:val="00134EA3"/>
    <w:rsid w:val="00151C81"/>
    <w:rsid w:val="00152132"/>
    <w:rsid w:val="001566F8"/>
    <w:rsid w:val="00157D1E"/>
    <w:rsid w:val="001668A4"/>
    <w:rsid w:val="0017400D"/>
    <w:rsid w:val="00180CFB"/>
    <w:rsid w:val="001945C3"/>
    <w:rsid w:val="001A0C3C"/>
    <w:rsid w:val="001A2008"/>
    <w:rsid w:val="001A4F96"/>
    <w:rsid w:val="001B2362"/>
    <w:rsid w:val="001B4BA5"/>
    <w:rsid w:val="001B7711"/>
    <w:rsid w:val="001B7A38"/>
    <w:rsid w:val="001C6D3A"/>
    <w:rsid w:val="001D48DF"/>
    <w:rsid w:val="001D5900"/>
    <w:rsid w:val="001E1F68"/>
    <w:rsid w:val="001E2445"/>
    <w:rsid w:val="001E6D91"/>
    <w:rsid w:val="001E741A"/>
    <w:rsid w:val="001F0DD4"/>
    <w:rsid w:val="001F0EC6"/>
    <w:rsid w:val="0020653E"/>
    <w:rsid w:val="00210F93"/>
    <w:rsid w:val="00216094"/>
    <w:rsid w:val="002314A1"/>
    <w:rsid w:val="0023643E"/>
    <w:rsid w:val="00252220"/>
    <w:rsid w:val="002546AD"/>
    <w:rsid w:val="0025582A"/>
    <w:rsid w:val="00262BB4"/>
    <w:rsid w:val="00266D04"/>
    <w:rsid w:val="002946A9"/>
    <w:rsid w:val="002A227F"/>
    <w:rsid w:val="002A258D"/>
    <w:rsid w:val="002C62A9"/>
    <w:rsid w:val="002C6DA2"/>
    <w:rsid w:val="002E25EF"/>
    <w:rsid w:val="002E43BF"/>
    <w:rsid w:val="002E58E3"/>
    <w:rsid w:val="002E5E8F"/>
    <w:rsid w:val="00300068"/>
    <w:rsid w:val="00302CF6"/>
    <w:rsid w:val="00305D64"/>
    <w:rsid w:val="00316116"/>
    <w:rsid w:val="00333873"/>
    <w:rsid w:val="003423B2"/>
    <w:rsid w:val="00346AD0"/>
    <w:rsid w:val="003507CE"/>
    <w:rsid w:val="00354386"/>
    <w:rsid w:val="00355206"/>
    <w:rsid w:val="00366E3A"/>
    <w:rsid w:val="00391FC0"/>
    <w:rsid w:val="003A5C63"/>
    <w:rsid w:val="003A619A"/>
    <w:rsid w:val="003B3D44"/>
    <w:rsid w:val="003B57CA"/>
    <w:rsid w:val="003C6D05"/>
    <w:rsid w:val="003E36C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52A1"/>
    <w:rsid w:val="0049168F"/>
    <w:rsid w:val="004941BC"/>
    <w:rsid w:val="00497E4C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34FAE"/>
    <w:rsid w:val="005443D1"/>
    <w:rsid w:val="00553135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C2AEF"/>
    <w:rsid w:val="005D7788"/>
    <w:rsid w:val="005E0584"/>
    <w:rsid w:val="00602A0B"/>
    <w:rsid w:val="006055E7"/>
    <w:rsid w:val="006371F5"/>
    <w:rsid w:val="00643D96"/>
    <w:rsid w:val="006576FD"/>
    <w:rsid w:val="00662E95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71026B"/>
    <w:rsid w:val="0072081F"/>
    <w:rsid w:val="00722B61"/>
    <w:rsid w:val="00724D86"/>
    <w:rsid w:val="0073400F"/>
    <w:rsid w:val="00735898"/>
    <w:rsid w:val="00741A65"/>
    <w:rsid w:val="00745C8D"/>
    <w:rsid w:val="00750AFF"/>
    <w:rsid w:val="00756FFF"/>
    <w:rsid w:val="00766334"/>
    <w:rsid w:val="00773552"/>
    <w:rsid w:val="0078080A"/>
    <w:rsid w:val="007970E5"/>
    <w:rsid w:val="007A3CCA"/>
    <w:rsid w:val="007A6290"/>
    <w:rsid w:val="007C14DE"/>
    <w:rsid w:val="007D2B33"/>
    <w:rsid w:val="007D32BD"/>
    <w:rsid w:val="007D6BA8"/>
    <w:rsid w:val="007E01BE"/>
    <w:rsid w:val="007E56CC"/>
    <w:rsid w:val="007E73E4"/>
    <w:rsid w:val="00807DAB"/>
    <w:rsid w:val="00813AC6"/>
    <w:rsid w:val="00820780"/>
    <w:rsid w:val="0085348A"/>
    <w:rsid w:val="0085636E"/>
    <w:rsid w:val="00861817"/>
    <w:rsid w:val="00865E99"/>
    <w:rsid w:val="0087409F"/>
    <w:rsid w:val="008912D7"/>
    <w:rsid w:val="008A3DBE"/>
    <w:rsid w:val="008A753F"/>
    <w:rsid w:val="008B0206"/>
    <w:rsid w:val="008B1300"/>
    <w:rsid w:val="008B33C9"/>
    <w:rsid w:val="008D0CAF"/>
    <w:rsid w:val="008D4EBF"/>
    <w:rsid w:val="008E0394"/>
    <w:rsid w:val="008F4AA6"/>
    <w:rsid w:val="008F5C01"/>
    <w:rsid w:val="00921D1B"/>
    <w:rsid w:val="00936425"/>
    <w:rsid w:val="009366CD"/>
    <w:rsid w:val="00940049"/>
    <w:rsid w:val="009407F3"/>
    <w:rsid w:val="009441F3"/>
    <w:rsid w:val="00946D85"/>
    <w:rsid w:val="00953A0B"/>
    <w:rsid w:val="00974546"/>
    <w:rsid w:val="00982EF9"/>
    <w:rsid w:val="0098483C"/>
    <w:rsid w:val="00984BAA"/>
    <w:rsid w:val="00992400"/>
    <w:rsid w:val="00995C50"/>
    <w:rsid w:val="009A281B"/>
    <w:rsid w:val="009A49E5"/>
    <w:rsid w:val="009A4F52"/>
    <w:rsid w:val="009B4DD0"/>
    <w:rsid w:val="009C46B5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3AEF"/>
    <w:rsid w:val="00A35479"/>
    <w:rsid w:val="00A54738"/>
    <w:rsid w:val="00A74B4E"/>
    <w:rsid w:val="00A80196"/>
    <w:rsid w:val="00AA1A4D"/>
    <w:rsid w:val="00AA587B"/>
    <w:rsid w:val="00AA7EEF"/>
    <w:rsid w:val="00AB2D0D"/>
    <w:rsid w:val="00AB4B13"/>
    <w:rsid w:val="00AC09BA"/>
    <w:rsid w:val="00AC1B28"/>
    <w:rsid w:val="00AD13E8"/>
    <w:rsid w:val="00B11EE0"/>
    <w:rsid w:val="00B16FBD"/>
    <w:rsid w:val="00B311D6"/>
    <w:rsid w:val="00B43EF4"/>
    <w:rsid w:val="00B50C5F"/>
    <w:rsid w:val="00B67BF5"/>
    <w:rsid w:val="00B806A8"/>
    <w:rsid w:val="00BA3C19"/>
    <w:rsid w:val="00BA419A"/>
    <w:rsid w:val="00BA4F28"/>
    <w:rsid w:val="00BA6490"/>
    <w:rsid w:val="00BA6C2C"/>
    <w:rsid w:val="00BB5D06"/>
    <w:rsid w:val="00BC7BAE"/>
    <w:rsid w:val="00BD4AFC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6513"/>
    <w:rsid w:val="00C62977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DE1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56CB4"/>
    <w:rsid w:val="00D607AD"/>
    <w:rsid w:val="00D60B73"/>
    <w:rsid w:val="00D61AE4"/>
    <w:rsid w:val="00D7472F"/>
    <w:rsid w:val="00D75C63"/>
    <w:rsid w:val="00D80ED0"/>
    <w:rsid w:val="00D92A91"/>
    <w:rsid w:val="00DA0861"/>
    <w:rsid w:val="00DB6938"/>
    <w:rsid w:val="00DC1842"/>
    <w:rsid w:val="00DC2014"/>
    <w:rsid w:val="00DC6080"/>
    <w:rsid w:val="00DE741B"/>
    <w:rsid w:val="00DF6B8E"/>
    <w:rsid w:val="00E03249"/>
    <w:rsid w:val="00E04E89"/>
    <w:rsid w:val="00E07A50"/>
    <w:rsid w:val="00E1294D"/>
    <w:rsid w:val="00E17382"/>
    <w:rsid w:val="00E1771A"/>
    <w:rsid w:val="00E24F67"/>
    <w:rsid w:val="00E26B36"/>
    <w:rsid w:val="00E26E87"/>
    <w:rsid w:val="00E33F2F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B4335"/>
    <w:rsid w:val="00EC0E2D"/>
    <w:rsid w:val="00ED06AC"/>
    <w:rsid w:val="00EE4C6D"/>
    <w:rsid w:val="00EF22A1"/>
    <w:rsid w:val="00EF4276"/>
    <w:rsid w:val="00EF6EFA"/>
    <w:rsid w:val="00F01F8B"/>
    <w:rsid w:val="00F03A05"/>
    <w:rsid w:val="00F03FCD"/>
    <w:rsid w:val="00F11128"/>
    <w:rsid w:val="00F3552C"/>
    <w:rsid w:val="00F35B94"/>
    <w:rsid w:val="00F44F57"/>
    <w:rsid w:val="00F52D2C"/>
    <w:rsid w:val="00F70053"/>
    <w:rsid w:val="00F7240B"/>
    <w:rsid w:val="00F72CF1"/>
    <w:rsid w:val="00F74BAF"/>
    <w:rsid w:val="00F81AFC"/>
    <w:rsid w:val="00F82F23"/>
    <w:rsid w:val="00F8502F"/>
    <w:rsid w:val="00F87569"/>
    <w:rsid w:val="00F96299"/>
    <w:rsid w:val="00FB2737"/>
    <w:rsid w:val="00FD0C77"/>
    <w:rsid w:val="00FD6EE9"/>
    <w:rsid w:val="00FF09A0"/>
    <w:rsid w:val="00FF29CB"/>
    <w:rsid w:val="00FF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4335"/>
    <w:rPr>
      <w:rFonts w:ascii="Cambria" w:eastAsia="MS Gothic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B4335"/>
    <w:rPr>
      <w:rFonts w:ascii="Cambria" w:eastAsia="MS Gothic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B4335"/>
    <w:rPr>
      <w:rFonts w:ascii="Cambria" w:eastAsia="MS Gothic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B4335"/>
    <w:rPr>
      <w:rFonts w:ascii="Calibri" w:eastAsia="MS Mincho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4335"/>
    <w:rPr>
      <w:rFonts w:ascii="Arial" w:hAnsi="Arial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4335"/>
    <w:rPr>
      <w:rFonts w:ascii="Arial" w:hAnsi="Arial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B4335"/>
    <w:rPr>
      <w:rFonts w:ascii="Arial" w:hAnsi="Arial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B4335"/>
    <w:rPr>
      <w:rFonts w:ascii="Arial" w:hAnsi="Arial" w:cs="Times New Rom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4335"/>
    <w:rPr>
      <w:rFonts w:cs="Times New Roman"/>
      <w:sz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B4335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13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36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13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3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13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36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13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36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13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207</TotalTime>
  <Pages>2</Pages>
  <Words>577</Words>
  <Characters>3290</Characters>
  <Application>Microsoft Office Outlook</Application>
  <DocSecurity>0</DocSecurity>
  <Lines>0</Lines>
  <Paragraphs>0</Paragraphs>
  <ScaleCrop>false</ScaleCrop>
  <Company>Ministry of Industry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Aneliya</cp:lastModifiedBy>
  <cp:revision>23</cp:revision>
  <cp:lastPrinted>2017-12-22T15:08:00Z</cp:lastPrinted>
  <dcterms:created xsi:type="dcterms:W3CDTF">2017-02-07T14:35:00Z</dcterms:created>
  <dcterms:modified xsi:type="dcterms:W3CDTF">2017-12-22T15:12:00Z</dcterms:modified>
</cp:coreProperties>
</file>