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11F" w:rsidRPr="00130D5B" w:rsidRDefault="0082311F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51658240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251657216;visibility:visible">
            <v:imagedata r:id="rId7" o:title=""/>
            <w10:wrap type="square"/>
          </v:shape>
        </w:pict>
      </w:r>
      <w:r w:rsidRPr="00130D5B">
        <w:rPr>
          <w:rFonts w:cs="Times New Roman"/>
          <w:spacing w:val="40"/>
          <w:sz w:val="30"/>
          <w:szCs w:val="30"/>
        </w:rPr>
        <w:t xml:space="preserve">  </w:t>
      </w:r>
      <w:r w:rsidRPr="00130D5B">
        <w:rPr>
          <w:rFonts w:cs="Times New Roman"/>
          <w:spacing w:val="40"/>
        </w:rPr>
        <w:t>РЕПУБЛИКА БЪЛГАРИЯ</w:t>
      </w:r>
    </w:p>
    <w:p w:rsidR="0082311F" w:rsidRPr="00130D5B" w:rsidRDefault="0082311F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82311F" w:rsidRPr="00130D5B" w:rsidRDefault="0082311F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82311F" w:rsidRPr="00130D5B" w:rsidRDefault="0082311F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82311F" w:rsidRDefault="0082311F" w:rsidP="005C6308">
      <w:pPr>
        <w:jc w:val="both"/>
        <w:rPr>
          <w:lang w:eastAsia="ko-KR"/>
        </w:rPr>
      </w:pPr>
    </w:p>
    <w:p w:rsidR="0082311F" w:rsidRDefault="0082311F" w:rsidP="005C6308">
      <w:pPr>
        <w:jc w:val="both"/>
        <w:rPr>
          <w:lang w:eastAsia="ko-KR"/>
        </w:rPr>
      </w:pPr>
    </w:p>
    <w:p w:rsidR="0082311F" w:rsidRPr="00DC3AD2" w:rsidRDefault="0082311F" w:rsidP="005C6308">
      <w:pPr>
        <w:jc w:val="both"/>
        <w:rPr>
          <w:lang w:eastAsia="ko-KR"/>
        </w:rPr>
      </w:pPr>
    </w:p>
    <w:p w:rsidR="0082311F" w:rsidRDefault="0082311F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82311F" w:rsidRPr="00B16FBD" w:rsidRDefault="0082311F" w:rsidP="00130D5B">
      <w:pPr>
        <w:jc w:val="center"/>
        <w:rPr>
          <w:b/>
        </w:rPr>
      </w:pPr>
      <w:r>
        <w:rPr>
          <w:b/>
        </w:rPr>
        <w:t xml:space="preserve">№ 539/18.12.2017 </w:t>
      </w:r>
      <w:r w:rsidRPr="00B16FBD">
        <w:rPr>
          <w:b/>
        </w:rPr>
        <w:t>г.</w:t>
      </w:r>
    </w:p>
    <w:p w:rsidR="0082311F" w:rsidRDefault="0082311F" w:rsidP="00130D5B">
      <w:pPr>
        <w:jc w:val="center"/>
        <w:rPr>
          <w:b/>
        </w:rPr>
      </w:pPr>
      <w:r>
        <w:rPr>
          <w:b/>
        </w:rPr>
        <w:t>гр. Монтана</w:t>
      </w:r>
    </w:p>
    <w:p w:rsidR="0082311F" w:rsidRPr="00B16FBD" w:rsidRDefault="0082311F" w:rsidP="00130D5B">
      <w:pPr>
        <w:jc w:val="center"/>
        <w:rPr>
          <w:b/>
        </w:rPr>
      </w:pPr>
    </w:p>
    <w:p w:rsidR="0082311F" w:rsidRDefault="0082311F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82311F" w:rsidRPr="00B16FBD" w:rsidRDefault="0082311F" w:rsidP="00130D5B">
      <w:pPr>
        <w:jc w:val="both"/>
      </w:pPr>
    </w:p>
    <w:p w:rsidR="0082311F" w:rsidRDefault="0082311F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82311F" w:rsidRPr="00B16FBD" w:rsidRDefault="0082311F" w:rsidP="00130D5B">
      <w:pPr>
        <w:jc w:val="center"/>
        <w:rPr>
          <w:b/>
        </w:rPr>
      </w:pPr>
    </w:p>
    <w:p w:rsidR="0082311F" w:rsidRDefault="0082311F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 xml:space="preserve">мери и ливади в землището на  </w:t>
      </w:r>
      <w:r w:rsidRPr="006E1C6A">
        <w:rPr>
          <w:b/>
        </w:rPr>
        <w:t>с.</w:t>
      </w:r>
      <w:r>
        <w:rPr>
          <w:b/>
        </w:rPr>
        <w:t xml:space="preserve"> Бързия</w:t>
      </w:r>
      <w:r>
        <w:t>, община Берковица, област Монтана</w:t>
      </w:r>
      <w:r w:rsidRPr="00B16FBD">
        <w:t>, сключено между лицата по чл. 37ж, ал. 1 от ЗСПЗЗ.</w:t>
      </w:r>
    </w:p>
    <w:p w:rsidR="0082311F" w:rsidRDefault="0082311F" w:rsidP="00130D5B">
      <w:pPr>
        <w:jc w:val="both"/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82311F" w:rsidRDefault="0082311F" w:rsidP="00130D5B">
      <w:pPr>
        <w:jc w:val="both"/>
      </w:pPr>
    </w:p>
    <w:tbl>
      <w:tblPr>
        <w:tblW w:w="934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0"/>
        <w:gridCol w:w="4040"/>
        <w:gridCol w:w="1120"/>
        <w:gridCol w:w="1180"/>
        <w:gridCol w:w="1222"/>
        <w:gridCol w:w="1166"/>
      </w:tblGrid>
      <w:tr w:rsidR="0082311F" w:rsidRPr="00426927" w:rsidTr="00426927">
        <w:trPr>
          <w:trHeight w:val="2340"/>
        </w:trPr>
        <w:tc>
          <w:tcPr>
            <w:tcW w:w="640" w:type="dxa"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426927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№ по ред</w:t>
            </w:r>
          </w:p>
        </w:tc>
        <w:tc>
          <w:tcPr>
            <w:tcW w:w="4040" w:type="dxa"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426927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Ползвател по чл.37ж ЗСПЗЗ (име,презиме,фамилия - за физически лица, наименование за ЕТ или юридическо лице)</w:t>
            </w:r>
          </w:p>
        </w:tc>
        <w:tc>
          <w:tcPr>
            <w:tcW w:w="1120" w:type="dxa"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426927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Масив за ползване №</w:t>
            </w:r>
          </w:p>
        </w:tc>
        <w:tc>
          <w:tcPr>
            <w:tcW w:w="1180" w:type="dxa"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426927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 xml:space="preserve">    Имот № по чл.37ж, ал.5 от ЗСПЗЗ (№ на имот по КВС)</w:t>
            </w:r>
          </w:p>
        </w:tc>
        <w:tc>
          <w:tcPr>
            <w:tcW w:w="1200" w:type="dxa"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426927">
              <w:rPr>
                <w:rFonts w:eastAsia="PMingLiU" w:cs="Times New Roman"/>
                <w:b/>
                <w:bCs/>
                <w:sz w:val="22"/>
                <w:szCs w:val="22"/>
                <w:lang w:val="ru-RU" w:eastAsia="zh-TW"/>
              </w:rPr>
              <w:t>Средна рентна вноска по чл.37ж, ал.12 от ЗСПЗЗ (лева/дка)</w:t>
            </w:r>
          </w:p>
        </w:tc>
        <w:tc>
          <w:tcPr>
            <w:tcW w:w="1160" w:type="dxa"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426927">
              <w:rPr>
                <w:rFonts w:eastAsia="PMingLiU" w:cs="Times New Roman"/>
                <w:b/>
                <w:bCs/>
                <w:sz w:val="22"/>
                <w:szCs w:val="22"/>
                <w:lang w:val="en-US" w:eastAsia="zh-TW"/>
              </w:rPr>
              <w:t>Дължима сума (лева)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 w:val="restart"/>
            <w:noWrap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26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26024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31.67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26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26027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17.05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26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26028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18.17</w:t>
            </w:r>
          </w:p>
        </w:tc>
      </w:tr>
      <w:tr w:rsidR="0082311F" w:rsidRPr="00426927" w:rsidTr="00426927">
        <w:trPr>
          <w:trHeight w:val="300"/>
        </w:trPr>
        <w:tc>
          <w:tcPr>
            <w:tcW w:w="8180" w:type="dxa"/>
            <w:gridSpan w:val="5"/>
            <w:noWrap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426927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426927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66.89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 w:val="restart"/>
            <w:noWrap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7026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13.51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7027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9.97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7028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8.48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7032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28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7033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2.1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7034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7035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3.5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7036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5.6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7037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1.4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7038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2.8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7040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5.6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7041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5.6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7042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5.6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7044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7134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18.9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7139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31.76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24010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18.56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ПЕТКО ПЕТРОВ СЛАВЧОВ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86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86024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28</w:t>
            </w:r>
          </w:p>
        </w:tc>
      </w:tr>
      <w:tr w:rsidR="0082311F" w:rsidRPr="00426927" w:rsidTr="00426927">
        <w:trPr>
          <w:trHeight w:val="300"/>
        </w:trPr>
        <w:tc>
          <w:tcPr>
            <w:tcW w:w="8180" w:type="dxa"/>
            <w:gridSpan w:val="5"/>
            <w:noWrap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426927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426927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217.38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 w:val="restart"/>
            <w:noWrap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4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4033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7003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2.8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7005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2.8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7006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3.01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7007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2.8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7008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3.01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7078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7079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10.5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7080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7081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7086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1.4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7087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9.48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7088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16.11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7089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28.6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7112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23.77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7113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31.47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7114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33.52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18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18006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5.75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19002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20.24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19003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19.31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19004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12.92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19005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19.37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19006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31.27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19009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12.54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19010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29.2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19012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1.61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19026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18.32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19035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17.19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19036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6.61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19040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12.72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19041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12.74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19042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13.55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19043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15.76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19047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13.51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19048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15.48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19049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6.7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19063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3.5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19065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28.76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24025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18.85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24026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22.79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24027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12.16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24028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12.49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24051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10.5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24054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13.8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24057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14.46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79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79015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27.3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79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79019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22.02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ИВАЙЛО ЙОРДАНОВ ГОГОВ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79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79021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26.17</w:t>
            </w:r>
          </w:p>
        </w:tc>
      </w:tr>
      <w:tr w:rsidR="0082311F" w:rsidRPr="00426927" w:rsidTr="00426927">
        <w:trPr>
          <w:trHeight w:val="300"/>
        </w:trPr>
        <w:tc>
          <w:tcPr>
            <w:tcW w:w="8180" w:type="dxa"/>
            <w:gridSpan w:val="5"/>
            <w:noWrap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426927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426927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715.86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 w:val="restart"/>
            <w:noWrap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4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7013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7015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5.32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7016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5.32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7017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7018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7019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7020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10.5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7021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7022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3.5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7023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10.5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7047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17.5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7048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7051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7052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8.4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7053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14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7056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10.5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7057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11.9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7060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3.5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7061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3.5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7062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0.7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7063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0.35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7064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16.45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7066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11.2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7067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11.2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7068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10.5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7069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7092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4.62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7093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8.53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7094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5.83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7095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8.76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7096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51.12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7098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28.34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7099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3.72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24003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11.79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24004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4.34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24006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11.12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24007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10.31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24008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12.31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24009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24.33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ДИМИТЪР ХРИСТОВ ГЕОРГИЕВ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24013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16.58</w:t>
            </w:r>
          </w:p>
        </w:tc>
      </w:tr>
      <w:tr w:rsidR="0082311F" w:rsidRPr="00426927" w:rsidTr="00426927">
        <w:trPr>
          <w:trHeight w:val="300"/>
        </w:trPr>
        <w:tc>
          <w:tcPr>
            <w:tcW w:w="8180" w:type="dxa"/>
            <w:gridSpan w:val="5"/>
            <w:noWrap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426927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426927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440.54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 w:val="restart"/>
            <w:noWrap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5</w:t>
            </w:r>
            <w:r>
              <w:rPr>
                <w:rFonts w:eastAsia="PMingLiU" w:cs="Times New Roman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21036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29.46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21037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16.53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21047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5.8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21051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33.47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24030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13.35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24032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69.22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24033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30.94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24034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43.55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24038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27.59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24053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10.97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24055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15.93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24063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34.12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25009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45.89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25012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10.78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25013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25.8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25018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38.59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25019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27.13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25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25020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28.25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36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36028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28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37006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21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37007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63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37019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12.05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37023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5.6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37024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5.6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37047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36.75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37049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31.69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37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37050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13.15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70008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9.13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70009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11.47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70015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5.64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70016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7.41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70019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10.01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70023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10.67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70024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20.91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70026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14.07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70082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8.44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70084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22.83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102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102015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28.03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102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102020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12.35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102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102039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24.66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102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102040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30.88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102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102042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78.69</w:t>
            </w:r>
          </w:p>
        </w:tc>
      </w:tr>
      <w:tr w:rsidR="0082311F" w:rsidRPr="00426927" w:rsidTr="00426927">
        <w:trPr>
          <w:trHeight w:val="300"/>
        </w:trPr>
        <w:tc>
          <w:tcPr>
            <w:tcW w:w="640" w:type="dxa"/>
            <w:vMerge/>
            <w:vAlign w:val="center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4040" w:type="dxa"/>
            <w:noWrap/>
            <w:vAlign w:val="bottom"/>
          </w:tcPr>
          <w:p w:rsidR="0082311F" w:rsidRPr="00426927" w:rsidRDefault="0082311F" w:rsidP="00426927">
            <w:pPr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 xml:space="preserve">АНИ ЕМИЛОВА ЗАКОВА                 </w:t>
            </w:r>
          </w:p>
        </w:tc>
        <w:tc>
          <w:tcPr>
            <w:tcW w:w="112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102</w:t>
            </w:r>
          </w:p>
        </w:tc>
        <w:tc>
          <w:tcPr>
            <w:tcW w:w="118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102058</w:t>
            </w:r>
          </w:p>
        </w:tc>
        <w:tc>
          <w:tcPr>
            <w:tcW w:w="120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7.00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426927">
              <w:rPr>
                <w:rFonts w:eastAsia="PMingLiU" w:cs="Times New Roman"/>
                <w:sz w:val="22"/>
                <w:szCs w:val="22"/>
                <w:lang w:val="en-US" w:eastAsia="zh-TW"/>
              </w:rPr>
              <w:t>23.72</w:t>
            </w:r>
          </w:p>
        </w:tc>
      </w:tr>
      <w:tr w:rsidR="0082311F" w:rsidRPr="00426927" w:rsidTr="00426927">
        <w:trPr>
          <w:trHeight w:val="300"/>
        </w:trPr>
        <w:tc>
          <w:tcPr>
            <w:tcW w:w="8180" w:type="dxa"/>
            <w:gridSpan w:val="5"/>
            <w:noWrap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426927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Всичко за ползвателя:</w:t>
            </w:r>
          </w:p>
        </w:tc>
        <w:tc>
          <w:tcPr>
            <w:tcW w:w="1160" w:type="dxa"/>
            <w:noWrap/>
            <w:vAlign w:val="bottom"/>
          </w:tcPr>
          <w:p w:rsidR="0082311F" w:rsidRPr="00426927" w:rsidRDefault="0082311F" w:rsidP="00426927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426927">
              <w:rPr>
                <w:rFonts w:eastAsia="PMingLiU" w:cs="Times New Roman"/>
                <w:b/>
                <w:bCs/>
                <w:i/>
                <w:iCs/>
                <w:sz w:val="22"/>
                <w:szCs w:val="22"/>
                <w:lang w:val="en-US" w:eastAsia="zh-TW"/>
              </w:rPr>
              <w:t>1043.12</w:t>
            </w:r>
          </w:p>
        </w:tc>
      </w:tr>
    </w:tbl>
    <w:p w:rsidR="0082311F" w:rsidRDefault="0082311F" w:rsidP="00130D5B">
      <w:pPr>
        <w:jc w:val="both"/>
        <w:rPr>
          <w:rFonts w:eastAsia="MS Mincho"/>
          <w:lang w:eastAsia="ja-JP"/>
        </w:rPr>
      </w:pPr>
    </w:p>
    <w:p w:rsidR="0082311F" w:rsidRDefault="0082311F" w:rsidP="00130D5B">
      <w:pPr>
        <w:jc w:val="both"/>
        <w:rPr>
          <w:lang w:eastAsia="ko-KR"/>
        </w:rPr>
      </w:pPr>
    </w:p>
    <w:p w:rsidR="0082311F" w:rsidRDefault="0082311F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82311F" w:rsidRDefault="0082311F" w:rsidP="00130D5B">
      <w:pPr>
        <w:jc w:val="both"/>
      </w:pPr>
    </w:p>
    <w:p w:rsidR="0082311F" w:rsidRDefault="0082311F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82311F" w:rsidRDefault="0082311F" w:rsidP="00130D5B">
      <w:pPr>
        <w:ind w:firstLine="720"/>
        <w:jc w:val="both"/>
        <w:rPr>
          <w:b/>
        </w:rPr>
      </w:pPr>
    </w:p>
    <w:p w:rsidR="0082311F" w:rsidRPr="00A77114" w:rsidRDefault="0082311F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82311F" w:rsidRPr="00A77114" w:rsidRDefault="0082311F" w:rsidP="00130D5B">
      <w:pPr>
        <w:ind w:firstLine="567"/>
        <w:jc w:val="both"/>
        <w:rPr>
          <w:b/>
          <w:lang w:val="ru-RU"/>
        </w:rPr>
      </w:pPr>
    </w:p>
    <w:p w:rsidR="0082311F" w:rsidRPr="00A77114" w:rsidRDefault="0082311F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82311F" w:rsidRPr="00A77114" w:rsidRDefault="0082311F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82311F" w:rsidRPr="00A77114" w:rsidRDefault="0082311F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82311F" w:rsidRDefault="0082311F" w:rsidP="00130D5B">
      <w:pPr>
        <w:ind w:firstLine="720"/>
        <w:jc w:val="both"/>
        <w:rPr>
          <w:b/>
        </w:rPr>
      </w:pPr>
    </w:p>
    <w:p w:rsidR="0082311F" w:rsidRDefault="0082311F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82311F" w:rsidRDefault="0082311F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с.Бързия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82311F" w:rsidRDefault="0082311F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82311F" w:rsidRPr="000F6DCA" w:rsidRDefault="0082311F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82311F" w:rsidRDefault="0082311F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82311F" w:rsidRDefault="0082311F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82311F" w:rsidRDefault="0082311F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  <w:bookmarkStart w:id="0" w:name="_GoBack"/>
    </w:p>
    <w:bookmarkEnd w:id="0"/>
    <w:p w:rsidR="0082311F" w:rsidRPr="001453E6" w:rsidRDefault="0082311F" w:rsidP="00130D5B">
      <w:pPr>
        <w:jc w:val="both"/>
        <w:rPr>
          <w:b/>
          <w:lang w:val="ru-RU"/>
        </w:rPr>
      </w:pPr>
    </w:p>
    <w:p w:rsidR="0082311F" w:rsidRPr="001453E6" w:rsidRDefault="0082311F" w:rsidP="00130D5B">
      <w:pPr>
        <w:jc w:val="both"/>
        <w:rPr>
          <w:b/>
          <w:lang w:val="ru-RU"/>
        </w:rPr>
      </w:pPr>
    </w:p>
    <w:p w:rsidR="0082311F" w:rsidRPr="001453E6" w:rsidRDefault="0082311F" w:rsidP="00130D5B">
      <w:pPr>
        <w:jc w:val="both"/>
        <w:rPr>
          <w:b/>
          <w:lang w:val="ru-RU"/>
        </w:rPr>
      </w:pPr>
    </w:p>
    <w:p w:rsidR="0082311F" w:rsidRDefault="0082311F" w:rsidP="00130D5B">
      <w:pPr>
        <w:jc w:val="both"/>
        <w:rPr>
          <w:b/>
        </w:rPr>
      </w:pPr>
      <w:r>
        <w:rPr>
          <w:b/>
        </w:rPr>
        <w:t>Д-Р ВИОЛЕТА ГЕРГОВА /П/</w:t>
      </w:r>
    </w:p>
    <w:p w:rsidR="0082311F" w:rsidRDefault="0082311F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82311F" w:rsidRDefault="0082311F" w:rsidP="00130D5B">
      <w:pPr>
        <w:ind w:firstLine="720"/>
        <w:jc w:val="both"/>
        <w:rPr>
          <w:i/>
        </w:rPr>
      </w:pPr>
    </w:p>
    <w:p w:rsidR="0082311F" w:rsidRDefault="0082311F" w:rsidP="00130D5B">
      <w:pPr>
        <w:ind w:firstLine="720"/>
        <w:jc w:val="both"/>
        <w:rPr>
          <w:i/>
        </w:rPr>
      </w:pPr>
    </w:p>
    <w:p w:rsidR="0082311F" w:rsidRDefault="0082311F" w:rsidP="000C06EB">
      <w:pPr>
        <w:jc w:val="both"/>
      </w:pPr>
    </w:p>
    <w:p w:rsidR="0082311F" w:rsidRDefault="0082311F" w:rsidP="000C06EB">
      <w:pPr>
        <w:jc w:val="both"/>
      </w:pPr>
    </w:p>
    <w:p w:rsidR="0082311F" w:rsidRDefault="0082311F" w:rsidP="000C06EB">
      <w:pPr>
        <w:jc w:val="both"/>
      </w:pPr>
    </w:p>
    <w:p w:rsidR="0082311F" w:rsidRPr="000C06EB" w:rsidRDefault="0082311F" w:rsidP="000C06EB">
      <w:pPr>
        <w:jc w:val="both"/>
      </w:pPr>
      <w:r w:rsidRPr="000C06EB">
        <w:t>АК/ГДАР</w:t>
      </w:r>
    </w:p>
    <w:sectPr w:rsidR="0082311F" w:rsidRPr="000C06EB" w:rsidSect="000C06EB">
      <w:footerReference w:type="even" r:id="rId8"/>
      <w:footerReference w:type="default" r:id="rId9"/>
      <w:pgSz w:w="11906" w:h="16838" w:code="9"/>
      <w:pgMar w:top="851" w:right="1134" w:bottom="851" w:left="1134" w:header="561" w:footer="5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11F" w:rsidRDefault="0082311F">
      <w:r>
        <w:separator/>
      </w:r>
    </w:p>
  </w:endnote>
  <w:endnote w:type="continuationSeparator" w:id="0">
    <w:p w:rsidR="0082311F" w:rsidRDefault="00823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¢à¬»¬¦¬¢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¡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11F" w:rsidRDefault="0082311F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2311F" w:rsidRDefault="0082311F" w:rsidP="004F70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11F" w:rsidRDefault="0082311F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82311F" w:rsidRDefault="0082311F" w:rsidP="001752D0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11F" w:rsidRDefault="0082311F">
      <w:r>
        <w:separator/>
      </w:r>
    </w:p>
  </w:footnote>
  <w:footnote w:type="continuationSeparator" w:id="0">
    <w:p w:rsidR="0082311F" w:rsidRDefault="008231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3AC"/>
    <w:rsid w:val="00002B7B"/>
    <w:rsid w:val="00006862"/>
    <w:rsid w:val="000072F3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71EB5"/>
    <w:rsid w:val="00073CAB"/>
    <w:rsid w:val="00076766"/>
    <w:rsid w:val="00080BE7"/>
    <w:rsid w:val="00081EBE"/>
    <w:rsid w:val="00084FEB"/>
    <w:rsid w:val="00087820"/>
    <w:rsid w:val="00087B09"/>
    <w:rsid w:val="00093666"/>
    <w:rsid w:val="000963D7"/>
    <w:rsid w:val="000967C5"/>
    <w:rsid w:val="000B0D23"/>
    <w:rsid w:val="000C0095"/>
    <w:rsid w:val="000C06EB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10754"/>
    <w:rsid w:val="001123B2"/>
    <w:rsid w:val="00116F2B"/>
    <w:rsid w:val="00120288"/>
    <w:rsid w:val="00122663"/>
    <w:rsid w:val="00123C84"/>
    <w:rsid w:val="001257F6"/>
    <w:rsid w:val="00130D5B"/>
    <w:rsid w:val="00145038"/>
    <w:rsid w:val="00145256"/>
    <w:rsid w:val="001453E6"/>
    <w:rsid w:val="00145A43"/>
    <w:rsid w:val="00146905"/>
    <w:rsid w:val="0015799A"/>
    <w:rsid w:val="00161106"/>
    <w:rsid w:val="0016699C"/>
    <w:rsid w:val="001741AF"/>
    <w:rsid w:val="001749B6"/>
    <w:rsid w:val="001752D0"/>
    <w:rsid w:val="00187138"/>
    <w:rsid w:val="001931C0"/>
    <w:rsid w:val="0019514E"/>
    <w:rsid w:val="001B36C5"/>
    <w:rsid w:val="001B3FED"/>
    <w:rsid w:val="001B407F"/>
    <w:rsid w:val="001B53AB"/>
    <w:rsid w:val="001B5BEE"/>
    <w:rsid w:val="001C24CC"/>
    <w:rsid w:val="001D0B4D"/>
    <w:rsid w:val="001F04BC"/>
    <w:rsid w:val="001F4EE4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A429B"/>
    <w:rsid w:val="002B07CE"/>
    <w:rsid w:val="002B3AA2"/>
    <w:rsid w:val="002B6F1A"/>
    <w:rsid w:val="002C4FBE"/>
    <w:rsid w:val="002D3BFF"/>
    <w:rsid w:val="002D3F24"/>
    <w:rsid w:val="002E1829"/>
    <w:rsid w:val="002F10B9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34ACB"/>
    <w:rsid w:val="00340554"/>
    <w:rsid w:val="0034423D"/>
    <w:rsid w:val="0034549C"/>
    <w:rsid w:val="003524D6"/>
    <w:rsid w:val="00356240"/>
    <w:rsid w:val="00360ABA"/>
    <w:rsid w:val="00363DF6"/>
    <w:rsid w:val="0037666E"/>
    <w:rsid w:val="003800E8"/>
    <w:rsid w:val="00386E5F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40026A"/>
    <w:rsid w:val="00404765"/>
    <w:rsid w:val="00410BD3"/>
    <w:rsid w:val="00421EAC"/>
    <w:rsid w:val="0042287B"/>
    <w:rsid w:val="00426927"/>
    <w:rsid w:val="00430A7C"/>
    <w:rsid w:val="00433492"/>
    <w:rsid w:val="00435648"/>
    <w:rsid w:val="00442288"/>
    <w:rsid w:val="004451CF"/>
    <w:rsid w:val="0046302E"/>
    <w:rsid w:val="0046552A"/>
    <w:rsid w:val="0048407B"/>
    <w:rsid w:val="00487C37"/>
    <w:rsid w:val="0049089D"/>
    <w:rsid w:val="004A7842"/>
    <w:rsid w:val="004A7CA7"/>
    <w:rsid w:val="004B2342"/>
    <w:rsid w:val="004E3B42"/>
    <w:rsid w:val="004E4A94"/>
    <w:rsid w:val="004E6C23"/>
    <w:rsid w:val="004E6D9D"/>
    <w:rsid w:val="004F03F4"/>
    <w:rsid w:val="004F2FE5"/>
    <w:rsid w:val="004F4011"/>
    <w:rsid w:val="004F7075"/>
    <w:rsid w:val="00500138"/>
    <w:rsid w:val="005033FB"/>
    <w:rsid w:val="00511E0D"/>
    <w:rsid w:val="00512FA3"/>
    <w:rsid w:val="005229ED"/>
    <w:rsid w:val="00525321"/>
    <w:rsid w:val="00544A10"/>
    <w:rsid w:val="00550320"/>
    <w:rsid w:val="00551608"/>
    <w:rsid w:val="00552A2F"/>
    <w:rsid w:val="00553B71"/>
    <w:rsid w:val="00555A00"/>
    <w:rsid w:val="00562820"/>
    <w:rsid w:val="00570DA6"/>
    <w:rsid w:val="00571D10"/>
    <w:rsid w:val="0057491E"/>
    <w:rsid w:val="00586561"/>
    <w:rsid w:val="00594BBB"/>
    <w:rsid w:val="005A2637"/>
    <w:rsid w:val="005A2AC7"/>
    <w:rsid w:val="005A7083"/>
    <w:rsid w:val="005B2B3D"/>
    <w:rsid w:val="005B425B"/>
    <w:rsid w:val="005C05F6"/>
    <w:rsid w:val="005C3BF7"/>
    <w:rsid w:val="005C6308"/>
    <w:rsid w:val="005C7576"/>
    <w:rsid w:val="005E7CF6"/>
    <w:rsid w:val="005F0062"/>
    <w:rsid w:val="00606AB7"/>
    <w:rsid w:val="00615D1F"/>
    <w:rsid w:val="006251B7"/>
    <w:rsid w:val="00625AB4"/>
    <w:rsid w:val="00630580"/>
    <w:rsid w:val="00634C8F"/>
    <w:rsid w:val="0063589A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827AF"/>
    <w:rsid w:val="00682906"/>
    <w:rsid w:val="006847F9"/>
    <w:rsid w:val="00685281"/>
    <w:rsid w:val="006903BA"/>
    <w:rsid w:val="00691F3E"/>
    <w:rsid w:val="006967C9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25F1"/>
    <w:rsid w:val="006D61D3"/>
    <w:rsid w:val="006E02EA"/>
    <w:rsid w:val="006E1A95"/>
    <w:rsid w:val="006E1B59"/>
    <w:rsid w:val="006E1C6A"/>
    <w:rsid w:val="006E243F"/>
    <w:rsid w:val="006E7888"/>
    <w:rsid w:val="006F0032"/>
    <w:rsid w:val="006F108C"/>
    <w:rsid w:val="006F2D5F"/>
    <w:rsid w:val="0070251B"/>
    <w:rsid w:val="00706A00"/>
    <w:rsid w:val="007117EC"/>
    <w:rsid w:val="00713258"/>
    <w:rsid w:val="007175D1"/>
    <w:rsid w:val="00723858"/>
    <w:rsid w:val="00724D13"/>
    <w:rsid w:val="007339BD"/>
    <w:rsid w:val="00733F1C"/>
    <w:rsid w:val="0073694F"/>
    <w:rsid w:val="007431BF"/>
    <w:rsid w:val="00751EA0"/>
    <w:rsid w:val="00773D06"/>
    <w:rsid w:val="00774C6A"/>
    <w:rsid w:val="00776DEF"/>
    <w:rsid w:val="0078067B"/>
    <w:rsid w:val="0079194C"/>
    <w:rsid w:val="00794DFC"/>
    <w:rsid w:val="00796D63"/>
    <w:rsid w:val="007970E5"/>
    <w:rsid w:val="007A5096"/>
    <w:rsid w:val="007B2D3C"/>
    <w:rsid w:val="007B3A72"/>
    <w:rsid w:val="007B5D64"/>
    <w:rsid w:val="007C0A8F"/>
    <w:rsid w:val="007C4BBE"/>
    <w:rsid w:val="007C6597"/>
    <w:rsid w:val="007C6817"/>
    <w:rsid w:val="007C7FF7"/>
    <w:rsid w:val="007E15FF"/>
    <w:rsid w:val="007E172D"/>
    <w:rsid w:val="007E32D3"/>
    <w:rsid w:val="007E65C1"/>
    <w:rsid w:val="007F15A3"/>
    <w:rsid w:val="007F2A83"/>
    <w:rsid w:val="00803878"/>
    <w:rsid w:val="008049AD"/>
    <w:rsid w:val="0081299F"/>
    <w:rsid w:val="0081725D"/>
    <w:rsid w:val="0082311F"/>
    <w:rsid w:val="00832710"/>
    <w:rsid w:val="0083380F"/>
    <w:rsid w:val="00836666"/>
    <w:rsid w:val="0083786A"/>
    <w:rsid w:val="00841A44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84544"/>
    <w:rsid w:val="008871A9"/>
    <w:rsid w:val="008A4852"/>
    <w:rsid w:val="008A7453"/>
    <w:rsid w:val="008B4416"/>
    <w:rsid w:val="008B63C6"/>
    <w:rsid w:val="008C3668"/>
    <w:rsid w:val="008C46B3"/>
    <w:rsid w:val="008D2ABF"/>
    <w:rsid w:val="008D5226"/>
    <w:rsid w:val="008E204B"/>
    <w:rsid w:val="008F1F09"/>
    <w:rsid w:val="008F4725"/>
    <w:rsid w:val="00901DA8"/>
    <w:rsid w:val="00902F7C"/>
    <w:rsid w:val="009104F5"/>
    <w:rsid w:val="00913606"/>
    <w:rsid w:val="00915ED2"/>
    <w:rsid w:val="00925D6E"/>
    <w:rsid w:val="009273C4"/>
    <w:rsid w:val="009317C8"/>
    <w:rsid w:val="00931B29"/>
    <w:rsid w:val="00941218"/>
    <w:rsid w:val="00942B4E"/>
    <w:rsid w:val="0094342A"/>
    <w:rsid w:val="009467F5"/>
    <w:rsid w:val="00946D35"/>
    <w:rsid w:val="0095637D"/>
    <w:rsid w:val="0095674F"/>
    <w:rsid w:val="0096671E"/>
    <w:rsid w:val="009833C4"/>
    <w:rsid w:val="0098370C"/>
    <w:rsid w:val="00986F5C"/>
    <w:rsid w:val="009957E3"/>
    <w:rsid w:val="009A46C0"/>
    <w:rsid w:val="009A5E14"/>
    <w:rsid w:val="009B011B"/>
    <w:rsid w:val="009B2823"/>
    <w:rsid w:val="009B340A"/>
    <w:rsid w:val="009B355E"/>
    <w:rsid w:val="009B66B1"/>
    <w:rsid w:val="009C100D"/>
    <w:rsid w:val="009C64E2"/>
    <w:rsid w:val="009C69A4"/>
    <w:rsid w:val="009C7786"/>
    <w:rsid w:val="009E7551"/>
    <w:rsid w:val="009F1B71"/>
    <w:rsid w:val="009F5618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5919"/>
    <w:rsid w:val="00A40809"/>
    <w:rsid w:val="00A41AEC"/>
    <w:rsid w:val="00A4484F"/>
    <w:rsid w:val="00A45561"/>
    <w:rsid w:val="00A60A59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6231"/>
    <w:rsid w:val="00A97417"/>
    <w:rsid w:val="00AA0F90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B10075"/>
    <w:rsid w:val="00B1136D"/>
    <w:rsid w:val="00B123D0"/>
    <w:rsid w:val="00B1569A"/>
    <w:rsid w:val="00B15BEB"/>
    <w:rsid w:val="00B15C7B"/>
    <w:rsid w:val="00B16FBD"/>
    <w:rsid w:val="00B23D9E"/>
    <w:rsid w:val="00B258C5"/>
    <w:rsid w:val="00B32A38"/>
    <w:rsid w:val="00B37B48"/>
    <w:rsid w:val="00B45D54"/>
    <w:rsid w:val="00B523C9"/>
    <w:rsid w:val="00B5366F"/>
    <w:rsid w:val="00B5502D"/>
    <w:rsid w:val="00B5525B"/>
    <w:rsid w:val="00B637BE"/>
    <w:rsid w:val="00B8167E"/>
    <w:rsid w:val="00B91D5E"/>
    <w:rsid w:val="00B958C4"/>
    <w:rsid w:val="00B97EC4"/>
    <w:rsid w:val="00BB13EF"/>
    <w:rsid w:val="00BD33D1"/>
    <w:rsid w:val="00BE1C51"/>
    <w:rsid w:val="00BE2CD9"/>
    <w:rsid w:val="00BE5929"/>
    <w:rsid w:val="00BE7A38"/>
    <w:rsid w:val="00BF229C"/>
    <w:rsid w:val="00BF2475"/>
    <w:rsid w:val="00C02859"/>
    <w:rsid w:val="00C02ED2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6F05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3382D"/>
    <w:rsid w:val="00D512CF"/>
    <w:rsid w:val="00D65C1C"/>
    <w:rsid w:val="00D6602B"/>
    <w:rsid w:val="00D809D7"/>
    <w:rsid w:val="00D8574D"/>
    <w:rsid w:val="00D8615C"/>
    <w:rsid w:val="00D921D2"/>
    <w:rsid w:val="00D92A91"/>
    <w:rsid w:val="00D9333B"/>
    <w:rsid w:val="00DA22EB"/>
    <w:rsid w:val="00DA5F3B"/>
    <w:rsid w:val="00DA73FC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0ADB"/>
    <w:rsid w:val="00E03C38"/>
    <w:rsid w:val="00E1294D"/>
    <w:rsid w:val="00E2074E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B6757"/>
    <w:rsid w:val="00EC17C9"/>
    <w:rsid w:val="00ED52BC"/>
    <w:rsid w:val="00EE0470"/>
    <w:rsid w:val="00EE26AF"/>
    <w:rsid w:val="00F000CF"/>
    <w:rsid w:val="00F01255"/>
    <w:rsid w:val="00F07625"/>
    <w:rsid w:val="00F21511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836CB"/>
    <w:rsid w:val="00F844E7"/>
    <w:rsid w:val="00F846E7"/>
    <w:rsid w:val="00F85271"/>
    <w:rsid w:val="00FA4694"/>
    <w:rsid w:val="00FA78FA"/>
    <w:rsid w:val="00FB138A"/>
    <w:rsid w:val="00FB70AB"/>
    <w:rsid w:val="00FB7E37"/>
    <w:rsid w:val="00FC1ADD"/>
    <w:rsid w:val="00FF5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bg-BG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46C0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46C0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46C0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A46C0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basedOn w:val="DefaultParagraphFont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46C0"/>
    <w:rPr>
      <w:rFonts w:cs="Arial"/>
      <w:sz w:val="2"/>
      <w:lang w:eastAsia="en-US"/>
    </w:rPr>
  </w:style>
  <w:style w:type="character" w:styleId="PageNumber">
    <w:name w:val="page number"/>
    <w:basedOn w:val="DefaultParagraphFont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46C0"/>
    <w:rPr>
      <w:rFonts w:cs="Arial"/>
      <w:sz w:val="24"/>
      <w:szCs w:val="24"/>
      <w:lang w:eastAsia="en-US"/>
    </w:rPr>
  </w:style>
  <w:style w:type="character" w:styleId="Strong">
    <w:name w:val="Strong"/>
    <w:basedOn w:val="DefaultParagraphFont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basedOn w:val="DefaultParagraphFont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basedOn w:val="DefaultParagraphFont"/>
    <w:uiPriority w:val="99"/>
    <w:rsid w:val="007E15F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752D0"/>
    <w:rPr>
      <w:rFonts w:cs="Times New Roman"/>
      <w:color w:val="800080"/>
      <w:u w:val="single"/>
    </w:rPr>
  </w:style>
  <w:style w:type="paragraph" w:customStyle="1" w:styleId="xl22">
    <w:name w:val="xl22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sz w:val="22"/>
      <w:szCs w:val="22"/>
      <w:lang w:val="en-US" w:eastAsia="zh-TW"/>
    </w:rPr>
  </w:style>
  <w:style w:type="paragraph" w:customStyle="1" w:styleId="xl23">
    <w:name w:val="xl23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4">
    <w:name w:val="xl24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5">
    <w:name w:val="xl25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sz w:val="22"/>
      <w:szCs w:val="22"/>
      <w:lang w:val="en-US" w:eastAsia="zh-TW"/>
    </w:rPr>
  </w:style>
  <w:style w:type="paragraph" w:customStyle="1" w:styleId="xl26">
    <w:name w:val="xl26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PMingLiU" w:cs="Times New Roman"/>
      <w:b/>
      <w:bCs/>
      <w:lang w:val="en-US" w:eastAsia="zh-TW"/>
    </w:rPr>
  </w:style>
  <w:style w:type="paragraph" w:customStyle="1" w:styleId="xl27">
    <w:name w:val="xl27"/>
    <w:basedOn w:val="Normal"/>
    <w:uiPriority w:val="99"/>
    <w:rsid w:val="001752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8">
    <w:name w:val="xl28"/>
    <w:basedOn w:val="Normal"/>
    <w:uiPriority w:val="99"/>
    <w:rsid w:val="001752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29">
    <w:name w:val="xl29"/>
    <w:basedOn w:val="Normal"/>
    <w:uiPriority w:val="99"/>
    <w:rsid w:val="001752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PMingLiU" w:cs="Times New Roman"/>
      <w:lang w:val="en-US" w:eastAsia="zh-TW"/>
    </w:rPr>
  </w:style>
  <w:style w:type="paragraph" w:customStyle="1" w:styleId="xl30">
    <w:name w:val="xl30"/>
    <w:basedOn w:val="Normal"/>
    <w:uiPriority w:val="99"/>
    <w:rsid w:val="001752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1">
    <w:name w:val="xl31"/>
    <w:basedOn w:val="Normal"/>
    <w:uiPriority w:val="99"/>
    <w:rsid w:val="001752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  <w:style w:type="paragraph" w:customStyle="1" w:styleId="xl32">
    <w:name w:val="xl32"/>
    <w:basedOn w:val="Normal"/>
    <w:uiPriority w:val="99"/>
    <w:rsid w:val="001752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PMingLiU" w:cs="Times New Roman"/>
      <w:b/>
      <w:bCs/>
      <w:i/>
      <w:iCs/>
      <w:lang w:val="en-US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79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5</Pages>
  <Words>1691</Words>
  <Characters>9640</Characters>
  <Application>Microsoft Office Outlook</Application>
  <DocSecurity>0</DocSecurity>
  <Lines>0</Lines>
  <Paragraphs>0</Paragraphs>
  <ScaleCrop>false</ScaleCrop>
  <Company>MZ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РЕПУБЛИКА БЪЛГАРИЯ</dc:title>
  <dc:subject/>
  <dc:creator>Default</dc:creator>
  <cp:keywords/>
  <dc:description/>
  <cp:lastModifiedBy>Aneliya</cp:lastModifiedBy>
  <cp:revision>7</cp:revision>
  <cp:lastPrinted>2017-12-18T08:51:00Z</cp:lastPrinted>
  <dcterms:created xsi:type="dcterms:W3CDTF">2017-12-11T09:11:00Z</dcterms:created>
  <dcterms:modified xsi:type="dcterms:W3CDTF">2017-12-18T08:52:00Z</dcterms:modified>
</cp:coreProperties>
</file>