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24" w:rsidRPr="00130D5B" w:rsidRDefault="00DB1B24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DB1B24" w:rsidRPr="00130D5B" w:rsidRDefault="00DB1B24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DB1B24" w:rsidRPr="00130D5B" w:rsidRDefault="00DB1B24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DB1B24" w:rsidRPr="00130D5B" w:rsidRDefault="00DB1B24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DB1B24" w:rsidRDefault="00DB1B24" w:rsidP="005C6308">
      <w:pPr>
        <w:jc w:val="both"/>
        <w:rPr>
          <w:lang w:eastAsia="ko-KR"/>
        </w:rPr>
      </w:pPr>
    </w:p>
    <w:p w:rsidR="00DB1B24" w:rsidRDefault="00DB1B24" w:rsidP="005C6308">
      <w:pPr>
        <w:jc w:val="both"/>
        <w:rPr>
          <w:lang w:eastAsia="ko-KR"/>
        </w:rPr>
      </w:pPr>
    </w:p>
    <w:p w:rsidR="00DB1B24" w:rsidRPr="00DC3AD2" w:rsidRDefault="00DB1B24" w:rsidP="005C6308">
      <w:pPr>
        <w:jc w:val="both"/>
        <w:rPr>
          <w:lang w:eastAsia="ko-KR"/>
        </w:rPr>
      </w:pPr>
    </w:p>
    <w:p w:rsidR="00DB1B24" w:rsidRDefault="00DB1B24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DB1B24" w:rsidRPr="00B16FBD" w:rsidRDefault="00DB1B24" w:rsidP="00130D5B">
      <w:pPr>
        <w:jc w:val="center"/>
        <w:rPr>
          <w:b/>
        </w:rPr>
      </w:pPr>
      <w:r>
        <w:rPr>
          <w:b/>
        </w:rPr>
        <w:t>№ 415/26.11.201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DB1B24" w:rsidRDefault="00DB1B24" w:rsidP="00130D5B">
      <w:pPr>
        <w:jc w:val="center"/>
        <w:rPr>
          <w:b/>
        </w:rPr>
      </w:pPr>
      <w:r>
        <w:rPr>
          <w:b/>
        </w:rPr>
        <w:t>гр. Монтана</w:t>
      </w:r>
    </w:p>
    <w:p w:rsidR="00DB1B24" w:rsidRPr="00B16FBD" w:rsidRDefault="00DB1B24" w:rsidP="00130D5B">
      <w:pPr>
        <w:jc w:val="center"/>
        <w:rPr>
          <w:b/>
        </w:rPr>
      </w:pPr>
    </w:p>
    <w:p w:rsidR="00DB1B24" w:rsidRDefault="00DB1B24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DB1B24" w:rsidRPr="00B16FBD" w:rsidRDefault="00DB1B24" w:rsidP="00130D5B">
      <w:pPr>
        <w:jc w:val="both"/>
      </w:pPr>
    </w:p>
    <w:p w:rsidR="00DB1B24" w:rsidRDefault="00DB1B24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DB1B24" w:rsidRPr="00B16FBD" w:rsidRDefault="00DB1B24" w:rsidP="00130D5B">
      <w:pPr>
        <w:jc w:val="center"/>
        <w:rPr>
          <w:b/>
        </w:rPr>
      </w:pPr>
    </w:p>
    <w:p w:rsidR="00DB1B24" w:rsidRDefault="00DB1B24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Черешовица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DB1B24" w:rsidRDefault="00DB1B24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DB1B24" w:rsidRDefault="00DB1B24" w:rsidP="00130D5B">
      <w:pPr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    </w:t>
      </w:r>
    </w:p>
    <w:tbl>
      <w:tblPr>
        <w:tblW w:w="9745" w:type="dxa"/>
        <w:tblInd w:w="93" w:type="dxa"/>
        <w:tblLook w:val="0000"/>
      </w:tblPr>
      <w:tblGrid>
        <w:gridCol w:w="636"/>
        <w:gridCol w:w="4381"/>
        <w:gridCol w:w="1118"/>
        <w:gridCol w:w="1200"/>
        <w:gridCol w:w="1244"/>
        <w:gridCol w:w="1166"/>
      </w:tblGrid>
      <w:tr w:rsidR="00DB1B24" w:rsidRPr="0091257F" w:rsidTr="0091257F">
        <w:trPr>
          <w:trHeight w:val="21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1257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91257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</w:t>
            </w:r>
            <w:r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р</w:t>
            </w:r>
            <w:r w:rsidRPr="0091257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идическо лице)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1257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4" w:rsidRPr="0091257F" w:rsidRDefault="00DB1B24" w:rsidP="00631504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91257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Имот № по чл.37ж, ал.5 от ЗСПЗЗ (№ на имот по КВС)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91257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1257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10006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5.51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10008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4.31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5.91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3.67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5.53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8.29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15068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3.1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2.06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4.6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15076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3.78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15077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3.23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15078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4.6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15081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5.09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15087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6.5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15127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15.05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17019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10.5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17071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12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18003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11.9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24020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3.34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ВЕНЕЛИНКА ЛУКАНОВА ЕЛЕНКОВА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24022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5.79</w:t>
            </w:r>
          </w:p>
        </w:tc>
      </w:tr>
      <w:tr w:rsidR="00DB1B24" w:rsidRPr="0091257F" w:rsidTr="0091257F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rPr>
                <w:rFonts w:eastAsia="PMingLiU" w:cs="Times New Roman"/>
                <w:lang w:val="en-US" w:eastAsia="zh-TW"/>
              </w:rPr>
            </w:pPr>
            <w:r w:rsidRPr="0091257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B1B24" w:rsidRPr="0091257F" w:rsidRDefault="00DB1B24" w:rsidP="0091257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</w:t>
            </w:r>
            <w:r w:rsidRPr="0091257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 xml:space="preserve"> за ползвателя: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24" w:rsidRPr="0091257F" w:rsidRDefault="00DB1B24" w:rsidP="0091257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1257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124.76</w:t>
            </w:r>
          </w:p>
        </w:tc>
      </w:tr>
    </w:tbl>
    <w:p w:rsidR="00DB1B24" w:rsidRDefault="00DB1B24" w:rsidP="00130D5B">
      <w:pPr>
        <w:jc w:val="both"/>
        <w:rPr>
          <w:rFonts w:eastAsia="MS Mincho"/>
          <w:lang w:eastAsia="ja-JP"/>
        </w:rPr>
      </w:pPr>
    </w:p>
    <w:p w:rsidR="00DB1B24" w:rsidRPr="00B82E43" w:rsidRDefault="00DB1B24" w:rsidP="00130D5B">
      <w:pPr>
        <w:jc w:val="both"/>
        <w:rPr>
          <w:rFonts w:eastAsia="MS Mincho"/>
          <w:lang w:eastAsia="ja-JP"/>
        </w:rPr>
      </w:pPr>
    </w:p>
    <w:p w:rsidR="00DB1B24" w:rsidRDefault="00DB1B24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DB1B24" w:rsidRDefault="00DB1B24" w:rsidP="00130D5B">
      <w:pPr>
        <w:jc w:val="both"/>
      </w:pPr>
    </w:p>
    <w:p w:rsidR="00DB1B24" w:rsidRDefault="00DB1B24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DB1B24" w:rsidRDefault="00DB1B24" w:rsidP="00130D5B">
      <w:pPr>
        <w:ind w:firstLine="720"/>
        <w:jc w:val="both"/>
        <w:rPr>
          <w:b/>
        </w:rPr>
      </w:pPr>
    </w:p>
    <w:p w:rsidR="00DB1B24" w:rsidRPr="00A77114" w:rsidRDefault="00DB1B24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DB1B24" w:rsidRPr="00A77114" w:rsidRDefault="00DB1B24" w:rsidP="00130D5B">
      <w:pPr>
        <w:ind w:firstLine="567"/>
        <w:jc w:val="both"/>
        <w:rPr>
          <w:b/>
          <w:lang w:val="ru-RU"/>
        </w:rPr>
      </w:pPr>
    </w:p>
    <w:p w:rsidR="00DB1B24" w:rsidRPr="00A77114" w:rsidRDefault="00DB1B24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DB1B24" w:rsidRPr="00A77114" w:rsidRDefault="00DB1B24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DB1B24" w:rsidRPr="00A77114" w:rsidRDefault="00DB1B24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DB1B24" w:rsidRDefault="00DB1B24" w:rsidP="00130D5B">
      <w:pPr>
        <w:ind w:firstLine="720"/>
        <w:jc w:val="both"/>
        <w:rPr>
          <w:b/>
        </w:rPr>
      </w:pPr>
    </w:p>
    <w:p w:rsidR="00DB1B24" w:rsidRDefault="00DB1B24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DB1B24" w:rsidRDefault="00DB1B24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с.Черешовица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DB1B24" w:rsidRDefault="00DB1B24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DB1B24" w:rsidRPr="000F6DCA" w:rsidRDefault="00DB1B24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DB1B24" w:rsidRDefault="00DB1B24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DB1B24" w:rsidRDefault="00DB1B24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DB1B24" w:rsidRDefault="00DB1B24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DB1B24" w:rsidRPr="001453E6" w:rsidRDefault="00DB1B24" w:rsidP="00130D5B">
      <w:pPr>
        <w:jc w:val="both"/>
        <w:rPr>
          <w:b/>
          <w:lang w:val="ru-RU"/>
        </w:rPr>
      </w:pPr>
    </w:p>
    <w:p w:rsidR="00DB1B24" w:rsidRPr="001453E6" w:rsidRDefault="00DB1B24" w:rsidP="00130D5B">
      <w:pPr>
        <w:jc w:val="both"/>
        <w:rPr>
          <w:b/>
          <w:lang w:val="ru-RU"/>
        </w:rPr>
      </w:pPr>
    </w:p>
    <w:p w:rsidR="00DB1B24" w:rsidRPr="001453E6" w:rsidRDefault="00DB1B24" w:rsidP="00130D5B">
      <w:pPr>
        <w:jc w:val="both"/>
        <w:rPr>
          <w:b/>
          <w:lang w:val="ru-RU"/>
        </w:rPr>
      </w:pPr>
    </w:p>
    <w:p w:rsidR="00DB1B24" w:rsidRDefault="00DB1B24" w:rsidP="00130D5B">
      <w:pPr>
        <w:jc w:val="both"/>
        <w:rPr>
          <w:b/>
        </w:rPr>
      </w:pPr>
    </w:p>
    <w:p w:rsidR="00DB1B24" w:rsidRPr="00A10741" w:rsidRDefault="00DB1B24" w:rsidP="00130D5B">
      <w:pPr>
        <w:jc w:val="both"/>
        <w:rPr>
          <w:b/>
        </w:rPr>
      </w:pPr>
      <w:r>
        <w:rPr>
          <w:b/>
        </w:rPr>
        <w:t xml:space="preserve">Д-Р ВИОЛЕТА ГЕРГОВА </w:t>
      </w:r>
      <w:r w:rsidRPr="00A10741">
        <w:rPr>
          <w:b/>
          <w:lang w:val="ru-RU"/>
        </w:rPr>
        <w:t>/</w:t>
      </w:r>
      <w:r>
        <w:rPr>
          <w:b/>
        </w:rPr>
        <w:t>П/</w:t>
      </w:r>
    </w:p>
    <w:p w:rsidR="00DB1B24" w:rsidRDefault="00DB1B24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DB1B24" w:rsidRDefault="00DB1B24" w:rsidP="00130D5B">
      <w:pPr>
        <w:ind w:firstLine="720"/>
        <w:jc w:val="both"/>
        <w:rPr>
          <w:i/>
        </w:rPr>
      </w:pPr>
    </w:p>
    <w:p w:rsidR="00DB1B24" w:rsidRDefault="00DB1B24" w:rsidP="00130D5B">
      <w:pPr>
        <w:ind w:firstLine="720"/>
        <w:jc w:val="both"/>
        <w:rPr>
          <w:i/>
        </w:rPr>
      </w:pPr>
    </w:p>
    <w:p w:rsidR="00DB1B24" w:rsidRDefault="00DB1B24" w:rsidP="00561877">
      <w:pPr>
        <w:jc w:val="both"/>
      </w:pPr>
    </w:p>
    <w:p w:rsidR="00DB1B24" w:rsidRPr="008C1152" w:rsidRDefault="00DB1B24" w:rsidP="00631504">
      <w:pPr>
        <w:jc w:val="both"/>
      </w:pPr>
      <w:r w:rsidRPr="008C1152">
        <w:t>АК/ГДАР</w:t>
      </w:r>
    </w:p>
    <w:sectPr w:rsidR="00DB1B24" w:rsidRPr="008C1152" w:rsidSect="005E01B3">
      <w:footerReference w:type="even" r:id="rId8"/>
      <w:footerReference w:type="default" r:id="rId9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B24" w:rsidRDefault="00DB1B24">
      <w:r>
        <w:separator/>
      </w:r>
    </w:p>
  </w:endnote>
  <w:endnote w:type="continuationSeparator" w:id="0">
    <w:p w:rsidR="00DB1B24" w:rsidRDefault="00DB1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B24" w:rsidRDefault="00DB1B2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1B24" w:rsidRDefault="00DB1B24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B24" w:rsidRDefault="00DB1B2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B1B24" w:rsidRDefault="00DB1B24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B24" w:rsidRDefault="00DB1B24">
      <w:r>
        <w:separator/>
      </w:r>
    </w:p>
  </w:footnote>
  <w:footnote w:type="continuationSeparator" w:id="0">
    <w:p w:rsidR="00DB1B24" w:rsidRDefault="00DB1B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4E58"/>
    <w:rsid w:val="000F595C"/>
    <w:rsid w:val="000F59E0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203"/>
    <w:rsid w:val="001257F6"/>
    <w:rsid w:val="00130D5B"/>
    <w:rsid w:val="00145038"/>
    <w:rsid w:val="00145256"/>
    <w:rsid w:val="001453E6"/>
    <w:rsid w:val="00145A43"/>
    <w:rsid w:val="00146905"/>
    <w:rsid w:val="0015774B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1B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E4DDC"/>
    <w:rsid w:val="002F10B9"/>
    <w:rsid w:val="002F243D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5EB9"/>
    <w:rsid w:val="003A6477"/>
    <w:rsid w:val="003B17E8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377B7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1435B"/>
    <w:rsid w:val="005229ED"/>
    <w:rsid w:val="00525321"/>
    <w:rsid w:val="00544A10"/>
    <w:rsid w:val="00550320"/>
    <w:rsid w:val="00551608"/>
    <w:rsid w:val="00552A2F"/>
    <w:rsid w:val="00553074"/>
    <w:rsid w:val="00553B71"/>
    <w:rsid w:val="00555A00"/>
    <w:rsid w:val="00561877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01B3"/>
    <w:rsid w:val="005E7CF6"/>
    <w:rsid w:val="005F0062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0FDD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8735B"/>
    <w:rsid w:val="008A4852"/>
    <w:rsid w:val="008A7453"/>
    <w:rsid w:val="008B4416"/>
    <w:rsid w:val="008B63C6"/>
    <w:rsid w:val="008C1152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257F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0741"/>
    <w:rsid w:val="00A13C5B"/>
    <w:rsid w:val="00A160BE"/>
    <w:rsid w:val="00A2155B"/>
    <w:rsid w:val="00A22DD7"/>
    <w:rsid w:val="00A26640"/>
    <w:rsid w:val="00A277B2"/>
    <w:rsid w:val="00A27DDB"/>
    <w:rsid w:val="00A35919"/>
    <w:rsid w:val="00A37AF4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0B2D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1B24"/>
    <w:rsid w:val="00DB5EE5"/>
    <w:rsid w:val="00DB698A"/>
    <w:rsid w:val="00DC3AD2"/>
    <w:rsid w:val="00DC72FF"/>
    <w:rsid w:val="00DD037B"/>
    <w:rsid w:val="00DD49B7"/>
    <w:rsid w:val="00DE2103"/>
    <w:rsid w:val="00DE2CFF"/>
    <w:rsid w:val="00DF0EFE"/>
    <w:rsid w:val="00DF1941"/>
    <w:rsid w:val="00E00ADB"/>
    <w:rsid w:val="00E03C38"/>
    <w:rsid w:val="00E1294D"/>
    <w:rsid w:val="00E2074E"/>
    <w:rsid w:val="00E24495"/>
    <w:rsid w:val="00E24C2F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233F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D52C2"/>
    <w:rsid w:val="00EE0470"/>
    <w:rsid w:val="00EE26AF"/>
    <w:rsid w:val="00F000CF"/>
    <w:rsid w:val="00F01255"/>
    <w:rsid w:val="00F07625"/>
    <w:rsid w:val="00F117EB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86745"/>
    <w:rsid w:val="00F93985"/>
    <w:rsid w:val="00FA4694"/>
    <w:rsid w:val="00FA5724"/>
    <w:rsid w:val="00FA78FA"/>
    <w:rsid w:val="00FB138A"/>
    <w:rsid w:val="00FB70AB"/>
    <w:rsid w:val="00FB7E37"/>
    <w:rsid w:val="00FC1ADD"/>
    <w:rsid w:val="00FD3544"/>
    <w:rsid w:val="00FE47C8"/>
    <w:rsid w:val="00FF3AA9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F4E58"/>
    <w:rPr>
      <w:rFonts w:cs="Arial"/>
      <w:sz w:val="2"/>
      <w:lang w:eastAsia="en-US"/>
    </w:rPr>
  </w:style>
  <w:style w:type="paragraph" w:customStyle="1" w:styleId="1">
    <w:name w:val="Знак1"/>
    <w:basedOn w:val="Normal"/>
    <w:uiPriority w:val="99"/>
    <w:rsid w:val="00631504"/>
    <w:pPr>
      <w:tabs>
        <w:tab w:val="left" w:pos="709"/>
      </w:tabs>
    </w:pPr>
    <w:rPr>
      <w:rFonts w:ascii="Tahoma" w:hAnsi="Tahoma" w:cs="Times New Roman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26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566</Words>
  <Characters>3227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10</cp:revision>
  <cp:lastPrinted>2018-12-03T07:53:00Z</cp:lastPrinted>
  <dcterms:created xsi:type="dcterms:W3CDTF">2018-11-20T13:54:00Z</dcterms:created>
  <dcterms:modified xsi:type="dcterms:W3CDTF">2018-12-04T07:06:00Z</dcterms:modified>
</cp:coreProperties>
</file>