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17B" w:rsidRPr="00130D5B" w:rsidRDefault="00AC717B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AC717B" w:rsidRPr="00130D5B" w:rsidRDefault="00AC717B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AC717B" w:rsidRPr="00130D5B" w:rsidRDefault="00AC717B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AC717B" w:rsidRPr="00130D5B" w:rsidRDefault="00AC717B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AC717B" w:rsidRDefault="00AC717B" w:rsidP="005C6308">
      <w:pPr>
        <w:jc w:val="both"/>
        <w:rPr>
          <w:lang w:eastAsia="ko-KR"/>
        </w:rPr>
      </w:pPr>
    </w:p>
    <w:p w:rsidR="00AC717B" w:rsidRDefault="00AC717B" w:rsidP="005C6308">
      <w:pPr>
        <w:jc w:val="both"/>
        <w:rPr>
          <w:lang w:eastAsia="ko-KR"/>
        </w:rPr>
      </w:pPr>
    </w:p>
    <w:p w:rsidR="00AC717B" w:rsidRPr="00DC3AD2" w:rsidRDefault="00AC717B" w:rsidP="005C6308">
      <w:pPr>
        <w:jc w:val="both"/>
        <w:rPr>
          <w:lang w:eastAsia="ko-KR"/>
        </w:rPr>
      </w:pPr>
    </w:p>
    <w:p w:rsidR="00AC717B" w:rsidRDefault="00AC717B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AC717B" w:rsidRPr="00B16FBD" w:rsidRDefault="00AC717B" w:rsidP="00130D5B">
      <w:pPr>
        <w:jc w:val="center"/>
        <w:rPr>
          <w:b/>
        </w:rPr>
      </w:pPr>
      <w:r>
        <w:rPr>
          <w:b/>
        </w:rPr>
        <w:t>№ 463 /</w:t>
      </w:r>
      <w:r w:rsidRPr="00301C2A">
        <w:rPr>
          <w:b/>
          <w:lang w:val="ru-RU"/>
        </w:rPr>
        <w:t>12.12</w:t>
      </w:r>
      <w:r>
        <w:rPr>
          <w:b/>
        </w:rPr>
        <w:t>.201</w:t>
      </w:r>
      <w:r w:rsidRPr="001825FF">
        <w:rPr>
          <w:b/>
          <w:lang w:val="ru-RU"/>
        </w:rPr>
        <w:t>8</w:t>
      </w:r>
      <w:r>
        <w:rPr>
          <w:b/>
        </w:rPr>
        <w:t xml:space="preserve"> </w:t>
      </w:r>
      <w:r w:rsidRPr="00B16FBD">
        <w:rPr>
          <w:b/>
        </w:rPr>
        <w:t>г.</w:t>
      </w:r>
    </w:p>
    <w:p w:rsidR="00AC717B" w:rsidRDefault="00AC717B" w:rsidP="00130D5B">
      <w:pPr>
        <w:jc w:val="center"/>
        <w:rPr>
          <w:b/>
        </w:rPr>
      </w:pPr>
      <w:r>
        <w:rPr>
          <w:b/>
        </w:rPr>
        <w:t>гр. Монтана</w:t>
      </w:r>
    </w:p>
    <w:p w:rsidR="00AC717B" w:rsidRPr="00B16FBD" w:rsidRDefault="00AC717B" w:rsidP="00130D5B">
      <w:pPr>
        <w:jc w:val="center"/>
        <w:rPr>
          <w:b/>
        </w:rPr>
      </w:pPr>
    </w:p>
    <w:p w:rsidR="00AC717B" w:rsidRDefault="00AC717B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AC717B" w:rsidRPr="00B16FBD" w:rsidRDefault="00AC717B" w:rsidP="00130D5B">
      <w:pPr>
        <w:jc w:val="both"/>
      </w:pPr>
    </w:p>
    <w:p w:rsidR="00AC717B" w:rsidRDefault="00AC717B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AC717B" w:rsidRPr="00B16FBD" w:rsidRDefault="00AC717B" w:rsidP="00130D5B">
      <w:pPr>
        <w:jc w:val="center"/>
        <w:rPr>
          <w:b/>
        </w:rPr>
      </w:pPr>
    </w:p>
    <w:p w:rsidR="00AC717B" w:rsidRDefault="00AC717B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Бързия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AC717B" w:rsidRDefault="00AC717B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AC717B" w:rsidRDefault="00AC717B" w:rsidP="00130D5B">
      <w:pPr>
        <w:jc w:val="both"/>
      </w:pPr>
    </w:p>
    <w:tbl>
      <w:tblPr>
        <w:tblW w:w="9258" w:type="dxa"/>
        <w:tblInd w:w="93" w:type="dxa"/>
        <w:tblLayout w:type="fixed"/>
        <w:tblLook w:val="0000"/>
      </w:tblPr>
      <w:tblGrid>
        <w:gridCol w:w="600"/>
        <w:gridCol w:w="3855"/>
        <w:gridCol w:w="1200"/>
        <w:gridCol w:w="1123"/>
        <w:gridCol w:w="1300"/>
        <w:gridCol w:w="1180"/>
      </w:tblGrid>
      <w:tr w:rsidR="00AC717B" w:rsidRPr="0094043E" w:rsidTr="00071AFC">
        <w:trPr>
          <w:trHeight w:val="19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4043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C717B" w:rsidRPr="00071AFC" w:rsidRDefault="00AC717B" w:rsidP="0094043E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071AFC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4043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Масив за ползване №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C717B" w:rsidRDefault="00AC717B" w:rsidP="0094043E">
            <w:pPr>
              <w:jc w:val="center"/>
              <w:rPr>
                <w:rFonts w:eastAsia="MS Mincho" w:cs="Times New Roman"/>
                <w:b/>
                <w:bCs/>
                <w:lang w:val="ru-RU" w:eastAsia="ja-JP"/>
              </w:rPr>
            </w:pPr>
            <w:r w:rsidRPr="00071AFC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 xml:space="preserve"> Имот </w:t>
            </w:r>
          </w:p>
          <w:p w:rsidR="00AC717B" w:rsidRPr="00071AFC" w:rsidRDefault="00AC717B" w:rsidP="0094043E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071AFC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№ по чл.37ж, ал.5 от ЗСПЗЗ (№ на имот по КВС)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C717B" w:rsidRPr="00071AFC" w:rsidRDefault="00AC717B" w:rsidP="0094043E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071AFC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4043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Дължима сума (лева)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C717B" w:rsidRPr="0094043E" w:rsidRDefault="00AC717B" w:rsidP="0094043E">
            <w:pPr>
              <w:jc w:val="center"/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94043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26011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23.05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26012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18.69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26013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0.9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26016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1.17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26017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4.86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26022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17.38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26023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3.02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26024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36.18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26025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10.08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26026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0.79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26027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19.49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26028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20.77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26081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10.1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94043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4043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166.48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17B" w:rsidRPr="0094043E" w:rsidRDefault="00AC717B" w:rsidP="0094043E">
            <w:pPr>
              <w:jc w:val="center"/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94043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2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АТАНАСОВ АТАНАСОВ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79004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18.39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АТАНАСОВ АТАНАСОВ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79005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23.99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АТАНАСОВ АТАНАСОВ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79006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25.24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АТАНАСОВ АТАНАСОВ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79007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65.53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АТАНАСОВ АТАНАСОВ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79015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31.18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АТАНАСОВ АТАНАСОВ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79019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25.17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94043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b/>
                <w:bCs/>
                <w:lang w:eastAsia="zh-TW"/>
              </w:rPr>
            </w:pPr>
            <w:r w:rsidRPr="0094043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189.5</w:t>
            </w:r>
            <w:r>
              <w:rPr>
                <w:rFonts w:eastAsia="PMingLiU" w:cs="Times New Roman"/>
                <w:b/>
                <w:bCs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17B" w:rsidRPr="0094043E" w:rsidRDefault="00AC717B" w:rsidP="0094043E">
            <w:pPr>
              <w:jc w:val="center"/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94043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3.2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10.33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3.2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3.45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3.21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3.44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12.01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9.62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16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12.01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13.62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4.01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0.8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0.4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18.81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12.01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32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12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21.62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6.72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ПЕТЪР ДИМИТРОВ ВИТАНОВ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88004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41.61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94043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4043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252.07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C717B" w:rsidRPr="0094043E" w:rsidRDefault="00AC717B" w:rsidP="0094043E">
            <w:pPr>
              <w:jc w:val="center"/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94043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15.44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11.39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9.69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32.04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2.4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4.01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6.4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1.6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3.2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6.41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6.41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6.41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7134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21.61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7139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36.3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21.21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94043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4043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216.53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17B" w:rsidRPr="0094043E" w:rsidRDefault="00AC717B" w:rsidP="0094043E">
            <w:pPr>
              <w:jc w:val="center"/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94043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5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3019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4.74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4033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16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4039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12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7078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24.01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7079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11.54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7080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7.66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7081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7.54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7082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7.27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7086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1.62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11.89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18.54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32.68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7112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27.16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35.96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7114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59.79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11104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6.72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32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24.01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26.82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44.02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26.41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45.6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38.74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20.94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19.65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7.56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14.54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14.56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15.48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18.02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15.44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17.7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7.66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19065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32.86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80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16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16.36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23.59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23.62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30.42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15.21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15.22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20.01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12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15.77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16.52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31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31053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42.53</w:t>
            </w:r>
          </w:p>
        </w:tc>
      </w:tr>
      <w:tr w:rsidR="00AC717B" w:rsidRPr="0094043E" w:rsidTr="00346EF9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31054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9.98</w:t>
            </w:r>
          </w:p>
        </w:tc>
      </w:tr>
      <w:tr w:rsidR="00AC717B" w:rsidRPr="0094043E" w:rsidTr="00346EF9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37009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54.1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346EF9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37010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346EF9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37011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346EF9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38016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16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346EF9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38017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16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346EF9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38018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25.59</w:t>
            </w:r>
          </w:p>
        </w:tc>
      </w:tr>
      <w:tr w:rsidR="00AC717B" w:rsidRPr="0094043E" w:rsidTr="00346EF9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24.01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50.39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32.01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38046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16.8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77011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4.65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77013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0.5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77014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13.99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77015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32.76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77019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18.05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77021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9.12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77028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0.94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77029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20.22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79002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12.62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79003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20.55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79008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14.48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79009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20.03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79010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22.95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79021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29.91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94043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4043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1580.03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17B" w:rsidRPr="0094043E" w:rsidRDefault="00AC717B" w:rsidP="0094043E">
            <w:pPr>
              <w:jc w:val="center"/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94043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6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16.02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23.99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24.01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6.09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6.08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7.67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7.82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7.77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11.76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4.01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23.99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12.8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12.8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12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18006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4.96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12.71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11.78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24008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14.06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27.81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94043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4043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284.13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17B" w:rsidRPr="0094043E" w:rsidRDefault="00AC717B" w:rsidP="0094043E">
            <w:pPr>
              <w:jc w:val="center"/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  <w:r w:rsidRPr="0094043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7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7092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5.28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7093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9.75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7094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6.66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7095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10.01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7096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58.42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7099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4.25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21036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33.66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21037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18.89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21051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38.26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17.88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24030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15.26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24033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35.35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24034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49.78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24038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31.53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13.92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24041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52.67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24053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12.54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24055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18.21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24063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39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25012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12.32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29.49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22.4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104.02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25029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17.39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25030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17.4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25031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17.4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25032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17.4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36028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32.02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37007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72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37019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9.34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37023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6.02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37024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3.81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37047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.00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37049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30.08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37050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10.46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70008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10.43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13.11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70023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85035" w:rsidRDefault="00AC717B" w:rsidP="0094043E">
            <w:pPr>
              <w:jc w:val="center"/>
              <w:rPr>
                <w:rFonts w:eastAsia="PMingLiU" w:cs="Times New Roman"/>
                <w:lang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12.3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0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21.65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70026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13.02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70084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19.24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88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88008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33.88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19.42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28.52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102015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32.03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14.13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8.74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102028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24.84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41.27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27.86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14.38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50.24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6.72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14.05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28.18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35.3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89.94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color w:val="000000"/>
                <w:lang w:val="en-US" w:eastAsia="zh-TW"/>
              </w:rPr>
            </w:pPr>
            <w:r w:rsidRPr="0094043E">
              <w:rPr>
                <w:rFonts w:eastAsia="PMingLiU" w:cs="Times New Roman"/>
                <w:color w:val="000000"/>
                <w:sz w:val="22"/>
                <w:szCs w:val="22"/>
                <w:lang w:val="en-US" w:eastAsia="zh-TW"/>
              </w:rPr>
              <w:t>102058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36.66</w:t>
            </w:r>
          </w:p>
        </w:tc>
      </w:tr>
      <w:tr w:rsidR="00AC717B" w:rsidRPr="0094043E" w:rsidTr="00071AFC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17B" w:rsidRPr="0094043E" w:rsidRDefault="00AC717B" w:rsidP="0094043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94043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rPr>
                <w:rFonts w:eastAsia="PMingLiU" w:cs="Times New Roman"/>
                <w:lang w:val="en-US" w:eastAsia="zh-TW"/>
              </w:rPr>
            </w:pPr>
            <w:r w:rsidRPr="0094043E">
              <w:rPr>
                <w:rFonts w:eastAsia="PMingLiU" w:cs="Times New Roman"/>
                <w:sz w:val="22"/>
                <w:szCs w:val="22"/>
                <w:lang w:val="en-US" w:eastAsia="zh-TW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17B" w:rsidRPr="0094043E" w:rsidRDefault="00AC717B" w:rsidP="0094043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94043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1510.78</w:t>
            </w:r>
          </w:p>
        </w:tc>
      </w:tr>
    </w:tbl>
    <w:p w:rsidR="00AC717B" w:rsidRPr="00071AFC" w:rsidRDefault="00AC717B" w:rsidP="00130D5B">
      <w:pPr>
        <w:jc w:val="both"/>
        <w:rPr>
          <w:rFonts w:eastAsia="MS Mincho"/>
          <w:lang w:eastAsia="ja-JP"/>
        </w:rPr>
      </w:pPr>
    </w:p>
    <w:p w:rsidR="00AC717B" w:rsidRDefault="00AC717B" w:rsidP="00130D5B">
      <w:pPr>
        <w:jc w:val="both"/>
        <w:rPr>
          <w:rFonts w:eastAsia="MS Mincho"/>
          <w:lang w:eastAsia="ja-JP"/>
        </w:rPr>
      </w:pPr>
    </w:p>
    <w:p w:rsidR="00AC717B" w:rsidRDefault="00AC717B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AC717B" w:rsidRDefault="00AC717B" w:rsidP="00130D5B">
      <w:pPr>
        <w:jc w:val="both"/>
      </w:pPr>
    </w:p>
    <w:p w:rsidR="00AC717B" w:rsidRDefault="00AC717B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AC717B" w:rsidRDefault="00AC717B" w:rsidP="00130D5B">
      <w:pPr>
        <w:ind w:firstLine="720"/>
        <w:jc w:val="both"/>
        <w:rPr>
          <w:b/>
        </w:rPr>
      </w:pPr>
    </w:p>
    <w:p w:rsidR="00AC717B" w:rsidRDefault="00AC717B" w:rsidP="00130D5B">
      <w:pPr>
        <w:ind w:firstLine="720"/>
        <w:jc w:val="both"/>
        <w:rPr>
          <w:b/>
        </w:rPr>
      </w:pPr>
    </w:p>
    <w:p w:rsidR="00AC717B" w:rsidRPr="00A77114" w:rsidRDefault="00AC717B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AC717B" w:rsidRPr="00A77114" w:rsidRDefault="00AC717B" w:rsidP="00130D5B">
      <w:pPr>
        <w:ind w:firstLine="567"/>
        <w:jc w:val="both"/>
        <w:rPr>
          <w:b/>
          <w:lang w:val="ru-RU"/>
        </w:rPr>
      </w:pPr>
    </w:p>
    <w:p w:rsidR="00AC717B" w:rsidRPr="00A77114" w:rsidRDefault="00AC717B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AC717B" w:rsidRPr="00A77114" w:rsidRDefault="00AC717B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AC717B" w:rsidRPr="00A77114" w:rsidRDefault="00AC717B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AC717B" w:rsidRDefault="00AC717B" w:rsidP="00130D5B">
      <w:pPr>
        <w:ind w:firstLine="720"/>
        <w:jc w:val="both"/>
        <w:rPr>
          <w:b/>
        </w:rPr>
      </w:pPr>
    </w:p>
    <w:p w:rsidR="00AC717B" w:rsidRDefault="00AC717B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AC717B" w:rsidRDefault="00AC717B" w:rsidP="00130D5B">
      <w:pPr>
        <w:ind w:firstLine="720"/>
        <w:jc w:val="both"/>
      </w:pPr>
    </w:p>
    <w:p w:rsidR="00AC717B" w:rsidRDefault="00AC717B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 Бързия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AC717B" w:rsidRDefault="00AC717B" w:rsidP="00130D5B">
      <w:pPr>
        <w:ind w:firstLine="720"/>
        <w:jc w:val="both"/>
      </w:pPr>
    </w:p>
    <w:p w:rsidR="00AC717B" w:rsidRDefault="00AC717B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AC717B" w:rsidRPr="000F6DCA" w:rsidRDefault="00AC717B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AC717B" w:rsidRDefault="00AC717B" w:rsidP="00130D5B">
      <w:pPr>
        <w:ind w:firstLine="720"/>
        <w:jc w:val="both"/>
      </w:pPr>
    </w:p>
    <w:p w:rsidR="00AC717B" w:rsidRDefault="00AC717B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AC717B" w:rsidRDefault="00AC717B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AC717B" w:rsidRDefault="00AC717B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AC717B" w:rsidRPr="001453E6" w:rsidRDefault="00AC717B" w:rsidP="00130D5B">
      <w:pPr>
        <w:jc w:val="both"/>
        <w:rPr>
          <w:b/>
          <w:lang w:val="ru-RU"/>
        </w:rPr>
      </w:pPr>
    </w:p>
    <w:p w:rsidR="00AC717B" w:rsidRPr="001066EF" w:rsidRDefault="00AC717B" w:rsidP="00130D5B">
      <w:pPr>
        <w:jc w:val="both"/>
        <w:rPr>
          <w:rFonts w:eastAsia="MS Mincho"/>
          <w:b/>
          <w:lang w:val="ru-RU" w:eastAsia="ja-JP"/>
        </w:rPr>
      </w:pPr>
    </w:p>
    <w:p w:rsidR="00AC717B" w:rsidRDefault="00AC717B" w:rsidP="00130D5B">
      <w:pPr>
        <w:jc w:val="both"/>
        <w:rPr>
          <w:b/>
        </w:rPr>
      </w:pPr>
    </w:p>
    <w:p w:rsidR="00AC717B" w:rsidRDefault="00AC717B" w:rsidP="00130D5B">
      <w:pPr>
        <w:jc w:val="both"/>
        <w:rPr>
          <w:b/>
        </w:rPr>
      </w:pPr>
      <w:r>
        <w:rPr>
          <w:b/>
        </w:rPr>
        <w:t>Д-Р ВИОЛЕТА ГЕРГОВА /П/</w:t>
      </w:r>
    </w:p>
    <w:p w:rsidR="00AC717B" w:rsidRDefault="00AC717B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AC717B" w:rsidRDefault="00AC717B" w:rsidP="00130D5B">
      <w:pPr>
        <w:ind w:firstLine="720"/>
        <w:jc w:val="both"/>
        <w:rPr>
          <w:i/>
        </w:rPr>
      </w:pPr>
    </w:p>
    <w:p w:rsidR="00AC717B" w:rsidRDefault="00AC717B" w:rsidP="00346EF9">
      <w:pPr>
        <w:jc w:val="both"/>
      </w:pPr>
    </w:p>
    <w:p w:rsidR="00AC717B" w:rsidRDefault="00AC717B" w:rsidP="00346EF9">
      <w:pPr>
        <w:jc w:val="both"/>
      </w:pPr>
    </w:p>
    <w:p w:rsidR="00AC717B" w:rsidRDefault="00AC717B" w:rsidP="00346EF9">
      <w:pPr>
        <w:jc w:val="both"/>
      </w:pPr>
    </w:p>
    <w:p w:rsidR="00AC717B" w:rsidRDefault="00AC717B" w:rsidP="00561877">
      <w:pPr>
        <w:jc w:val="both"/>
      </w:pPr>
      <w:r>
        <w:t>АК/ГДАР</w:t>
      </w:r>
    </w:p>
    <w:sectPr w:rsidR="00AC717B" w:rsidSect="00346EF9">
      <w:footerReference w:type="even" r:id="rId8"/>
      <w:footerReference w:type="default" r:id="rId9"/>
      <w:pgSz w:w="11906" w:h="16838" w:code="9"/>
      <w:pgMar w:top="1134" w:right="1134" w:bottom="1134" w:left="1247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17B" w:rsidRDefault="00AC717B">
      <w:r>
        <w:separator/>
      </w:r>
    </w:p>
  </w:endnote>
  <w:endnote w:type="continuationSeparator" w:id="0">
    <w:p w:rsidR="00AC717B" w:rsidRDefault="00AC71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17B" w:rsidRDefault="00AC717B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C717B" w:rsidRDefault="00AC717B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17B" w:rsidRDefault="00AC717B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AC717B" w:rsidRDefault="00AC717B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17B" w:rsidRDefault="00AC717B">
      <w:r>
        <w:separator/>
      </w:r>
    </w:p>
  </w:footnote>
  <w:footnote w:type="continuationSeparator" w:id="0">
    <w:p w:rsidR="00AC717B" w:rsidRDefault="00AC71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1188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AFC"/>
    <w:rsid w:val="00071EB5"/>
    <w:rsid w:val="00073CAB"/>
    <w:rsid w:val="00076766"/>
    <w:rsid w:val="00080BE7"/>
    <w:rsid w:val="00081EBE"/>
    <w:rsid w:val="00084FEB"/>
    <w:rsid w:val="0008650A"/>
    <w:rsid w:val="00087820"/>
    <w:rsid w:val="00087B09"/>
    <w:rsid w:val="00093666"/>
    <w:rsid w:val="000963D7"/>
    <w:rsid w:val="000967C5"/>
    <w:rsid w:val="000A1C6A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066EF"/>
    <w:rsid w:val="00110754"/>
    <w:rsid w:val="001123B2"/>
    <w:rsid w:val="00116F2B"/>
    <w:rsid w:val="00120288"/>
    <w:rsid w:val="00122663"/>
    <w:rsid w:val="00123C84"/>
    <w:rsid w:val="00125693"/>
    <w:rsid w:val="001257F6"/>
    <w:rsid w:val="001304C1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25FF"/>
    <w:rsid w:val="00187138"/>
    <w:rsid w:val="001931C0"/>
    <w:rsid w:val="0019514E"/>
    <w:rsid w:val="001A4B9A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4128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A653D"/>
    <w:rsid w:val="002B3AA2"/>
    <w:rsid w:val="002B6F1A"/>
    <w:rsid w:val="002C4FBE"/>
    <w:rsid w:val="002D3BFF"/>
    <w:rsid w:val="002D3F24"/>
    <w:rsid w:val="002E1829"/>
    <w:rsid w:val="002F10B9"/>
    <w:rsid w:val="00301C2A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3451E"/>
    <w:rsid w:val="00340554"/>
    <w:rsid w:val="0034423D"/>
    <w:rsid w:val="0034549C"/>
    <w:rsid w:val="00346EF9"/>
    <w:rsid w:val="003524D6"/>
    <w:rsid w:val="00356240"/>
    <w:rsid w:val="00360ABA"/>
    <w:rsid w:val="00363DF6"/>
    <w:rsid w:val="00366794"/>
    <w:rsid w:val="0037666E"/>
    <w:rsid w:val="00377AA7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3F314F"/>
    <w:rsid w:val="0040026A"/>
    <w:rsid w:val="00404765"/>
    <w:rsid w:val="00410BD3"/>
    <w:rsid w:val="0041787F"/>
    <w:rsid w:val="00421EAC"/>
    <w:rsid w:val="0042287B"/>
    <w:rsid w:val="00430A7C"/>
    <w:rsid w:val="00433492"/>
    <w:rsid w:val="00435648"/>
    <w:rsid w:val="00442288"/>
    <w:rsid w:val="004451CF"/>
    <w:rsid w:val="00462077"/>
    <w:rsid w:val="0046302E"/>
    <w:rsid w:val="0046552A"/>
    <w:rsid w:val="0048407B"/>
    <w:rsid w:val="00487C37"/>
    <w:rsid w:val="0049089D"/>
    <w:rsid w:val="00497D3E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19C2"/>
    <w:rsid w:val="00562820"/>
    <w:rsid w:val="00570DA6"/>
    <w:rsid w:val="00571D10"/>
    <w:rsid w:val="0057491E"/>
    <w:rsid w:val="0057644D"/>
    <w:rsid w:val="00586561"/>
    <w:rsid w:val="00592D56"/>
    <w:rsid w:val="00594BBB"/>
    <w:rsid w:val="005A2637"/>
    <w:rsid w:val="005A2AC7"/>
    <w:rsid w:val="005A6706"/>
    <w:rsid w:val="005B2B3D"/>
    <w:rsid w:val="005B3092"/>
    <w:rsid w:val="005B425B"/>
    <w:rsid w:val="005C05F6"/>
    <w:rsid w:val="005C3BF7"/>
    <w:rsid w:val="005C6308"/>
    <w:rsid w:val="005C7576"/>
    <w:rsid w:val="005D0C8D"/>
    <w:rsid w:val="005E01B3"/>
    <w:rsid w:val="005E7CF6"/>
    <w:rsid w:val="005F0062"/>
    <w:rsid w:val="005F444C"/>
    <w:rsid w:val="00606AB7"/>
    <w:rsid w:val="00615D1F"/>
    <w:rsid w:val="006251B7"/>
    <w:rsid w:val="00625AB4"/>
    <w:rsid w:val="00630580"/>
    <w:rsid w:val="00631504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73C26"/>
    <w:rsid w:val="0067561F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0984"/>
    <w:rsid w:val="006D61D3"/>
    <w:rsid w:val="006E191F"/>
    <w:rsid w:val="006E1A95"/>
    <w:rsid w:val="006E1B59"/>
    <w:rsid w:val="006E1C6A"/>
    <w:rsid w:val="006E243F"/>
    <w:rsid w:val="006E7888"/>
    <w:rsid w:val="006F0032"/>
    <w:rsid w:val="006F108C"/>
    <w:rsid w:val="006F2D5F"/>
    <w:rsid w:val="006F526D"/>
    <w:rsid w:val="0070221D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54A1"/>
    <w:rsid w:val="0073694F"/>
    <w:rsid w:val="007431BF"/>
    <w:rsid w:val="00751EA0"/>
    <w:rsid w:val="00773D06"/>
    <w:rsid w:val="00774C6A"/>
    <w:rsid w:val="00776DEF"/>
    <w:rsid w:val="0078067B"/>
    <w:rsid w:val="00786FBD"/>
    <w:rsid w:val="0079194C"/>
    <w:rsid w:val="00794DFC"/>
    <w:rsid w:val="00796D63"/>
    <w:rsid w:val="007970E5"/>
    <w:rsid w:val="007A0E40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3DC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C5CF5"/>
    <w:rsid w:val="008D2ABF"/>
    <w:rsid w:val="008D5226"/>
    <w:rsid w:val="008E204B"/>
    <w:rsid w:val="008F1F09"/>
    <w:rsid w:val="008F4725"/>
    <w:rsid w:val="008F694A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043E"/>
    <w:rsid w:val="00941218"/>
    <w:rsid w:val="00942B4E"/>
    <w:rsid w:val="0094342A"/>
    <w:rsid w:val="009467F5"/>
    <w:rsid w:val="00946D35"/>
    <w:rsid w:val="0095637D"/>
    <w:rsid w:val="0095674F"/>
    <w:rsid w:val="00962ACA"/>
    <w:rsid w:val="0096671E"/>
    <w:rsid w:val="0098003D"/>
    <w:rsid w:val="009833C4"/>
    <w:rsid w:val="0098370C"/>
    <w:rsid w:val="00985035"/>
    <w:rsid w:val="009860DE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37B10"/>
    <w:rsid w:val="00A40809"/>
    <w:rsid w:val="00A41AEC"/>
    <w:rsid w:val="00A4484F"/>
    <w:rsid w:val="00A45561"/>
    <w:rsid w:val="00A60A59"/>
    <w:rsid w:val="00A63952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2601"/>
    <w:rsid w:val="00AB51B8"/>
    <w:rsid w:val="00AC1587"/>
    <w:rsid w:val="00AC717B"/>
    <w:rsid w:val="00AD25B9"/>
    <w:rsid w:val="00AD2F8A"/>
    <w:rsid w:val="00AD7AC7"/>
    <w:rsid w:val="00AD7BBF"/>
    <w:rsid w:val="00AE5BF3"/>
    <w:rsid w:val="00AE7F15"/>
    <w:rsid w:val="00AF6FA8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27418"/>
    <w:rsid w:val="00B32A38"/>
    <w:rsid w:val="00B37B48"/>
    <w:rsid w:val="00B43BBC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A6046"/>
    <w:rsid w:val="00BA7710"/>
    <w:rsid w:val="00BB13EF"/>
    <w:rsid w:val="00BD33D1"/>
    <w:rsid w:val="00BE0608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C728B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20B85"/>
    <w:rsid w:val="00D3382D"/>
    <w:rsid w:val="00D512CF"/>
    <w:rsid w:val="00D51A2A"/>
    <w:rsid w:val="00D522E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5DB"/>
    <w:rsid w:val="00E90F86"/>
    <w:rsid w:val="00E9276E"/>
    <w:rsid w:val="00EA3BD7"/>
    <w:rsid w:val="00EA54AC"/>
    <w:rsid w:val="00EB6757"/>
    <w:rsid w:val="00EC17C9"/>
    <w:rsid w:val="00EC7A95"/>
    <w:rsid w:val="00ED52BC"/>
    <w:rsid w:val="00EE0470"/>
    <w:rsid w:val="00EE26AF"/>
    <w:rsid w:val="00EE4476"/>
    <w:rsid w:val="00F000CF"/>
    <w:rsid w:val="00F01255"/>
    <w:rsid w:val="00F07625"/>
    <w:rsid w:val="00F15E33"/>
    <w:rsid w:val="00F21511"/>
    <w:rsid w:val="00F33674"/>
    <w:rsid w:val="00F35044"/>
    <w:rsid w:val="00F35FEF"/>
    <w:rsid w:val="00F42450"/>
    <w:rsid w:val="00F5450D"/>
    <w:rsid w:val="00F54D27"/>
    <w:rsid w:val="00F61988"/>
    <w:rsid w:val="00F62B08"/>
    <w:rsid w:val="00F66748"/>
    <w:rsid w:val="00F67CAE"/>
    <w:rsid w:val="00F733D6"/>
    <w:rsid w:val="00F836CB"/>
    <w:rsid w:val="00F844E7"/>
    <w:rsid w:val="00F846E7"/>
    <w:rsid w:val="00F85271"/>
    <w:rsid w:val="00F85374"/>
    <w:rsid w:val="00FA4694"/>
    <w:rsid w:val="00FA572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styleId="DocumentMap">
    <w:name w:val="Document Map"/>
    <w:basedOn w:val="Normal"/>
    <w:link w:val="DocumentMapChar"/>
    <w:uiPriority w:val="99"/>
    <w:semiHidden/>
    <w:rsid w:val="00182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B3092"/>
    <w:rPr>
      <w:rFonts w:cs="Arial"/>
      <w:sz w:val="2"/>
      <w:lang w:eastAsia="en-US"/>
    </w:rPr>
  </w:style>
  <w:style w:type="paragraph" w:customStyle="1" w:styleId="xl33">
    <w:name w:val="xl33"/>
    <w:basedOn w:val="Normal"/>
    <w:uiPriority w:val="99"/>
    <w:rsid w:val="00F15E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sz w:val="22"/>
      <w:szCs w:val="22"/>
      <w:lang w:val="en-US" w:eastAsia="zh-TW"/>
    </w:rPr>
  </w:style>
  <w:style w:type="paragraph" w:customStyle="1" w:styleId="xl34">
    <w:name w:val="xl34"/>
    <w:basedOn w:val="Normal"/>
    <w:uiPriority w:val="99"/>
    <w:rsid w:val="00F15E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5">
    <w:name w:val="xl35"/>
    <w:basedOn w:val="Normal"/>
    <w:uiPriority w:val="99"/>
    <w:rsid w:val="00F15E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6">
    <w:name w:val="xl36"/>
    <w:basedOn w:val="Normal"/>
    <w:uiPriority w:val="99"/>
    <w:rsid w:val="00F15E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7">
    <w:name w:val="xl37"/>
    <w:basedOn w:val="Normal"/>
    <w:uiPriority w:val="99"/>
    <w:rsid w:val="00940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41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7</Pages>
  <Words>2258</Words>
  <Characters>12873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11</cp:revision>
  <cp:lastPrinted>2018-12-12T15:01:00Z</cp:lastPrinted>
  <dcterms:created xsi:type="dcterms:W3CDTF">2018-12-12T08:36:00Z</dcterms:created>
  <dcterms:modified xsi:type="dcterms:W3CDTF">2018-12-12T15:22:00Z</dcterms:modified>
</cp:coreProperties>
</file>